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897B" w14:textId="77777777" w:rsidR="00547763" w:rsidRDefault="00547763" w:rsidP="00547763">
      <w:pPr>
        <w:jc w:val="center"/>
        <w:rPr>
          <w:b/>
          <w:sz w:val="26"/>
          <w:szCs w:val="26"/>
        </w:rPr>
      </w:pPr>
      <w:bookmarkStart w:id="0" w:name="_Hlk176354622"/>
      <w:r>
        <w:rPr>
          <w:b/>
          <w:sz w:val="26"/>
          <w:szCs w:val="26"/>
        </w:rPr>
        <w:t>Федеральная служба государственной статистики</w:t>
      </w:r>
    </w:p>
    <w:p w14:paraId="48F00056" w14:textId="77777777" w:rsidR="00547763" w:rsidRDefault="00547763" w:rsidP="00547763">
      <w:pPr>
        <w:spacing w:befor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Управление Федеральной службы государственной статистики</w:t>
      </w:r>
      <w:r>
        <w:rPr>
          <w:b/>
          <w:sz w:val="26"/>
          <w:szCs w:val="26"/>
        </w:rPr>
        <w:br/>
        <w:t>по Астраханской области и Республике Калмыкия</w:t>
      </w:r>
      <w:r>
        <w:rPr>
          <w:b/>
          <w:sz w:val="26"/>
          <w:szCs w:val="26"/>
        </w:rPr>
        <w:br/>
        <w:t>(</w:t>
      </w:r>
      <w:proofErr w:type="spellStart"/>
      <w:r>
        <w:rPr>
          <w:b/>
          <w:sz w:val="26"/>
          <w:szCs w:val="26"/>
        </w:rPr>
        <w:t>Астраханьстат</w:t>
      </w:r>
      <w:proofErr w:type="spellEnd"/>
      <w:r>
        <w:rPr>
          <w:b/>
          <w:sz w:val="26"/>
          <w:szCs w:val="26"/>
        </w:rPr>
        <w:t>)</w:t>
      </w:r>
    </w:p>
    <w:p w14:paraId="3A49B61D" w14:textId="77777777" w:rsidR="00547763" w:rsidRPr="002F69B9" w:rsidRDefault="00547763" w:rsidP="00547763">
      <w:pPr>
        <w:spacing w:before="27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Pr="002F69B9">
        <w:rPr>
          <w:b/>
          <w:sz w:val="36"/>
          <w:szCs w:val="36"/>
        </w:rPr>
        <w:t>оциально</w:t>
      </w:r>
      <w:r>
        <w:rPr>
          <w:b/>
          <w:sz w:val="36"/>
          <w:szCs w:val="36"/>
        </w:rPr>
        <w:t>-экономическое положение</w:t>
      </w:r>
      <w:r w:rsidRPr="002F69B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</w:r>
      <w:r w:rsidRPr="002F69B9">
        <w:rPr>
          <w:b/>
          <w:sz w:val="36"/>
          <w:szCs w:val="36"/>
        </w:rPr>
        <w:t>Астраханской</w:t>
      </w:r>
      <w:r>
        <w:rPr>
          <w:b/>
          <w:sz w:val="36"/>
          <w:szCs w:val="36"/>
        </w:rPr>
        <w:t xml:space="preserve"> </w:t>
      </w:r>
      <w:r w:rsidRPr="002F69B9">
        <w:rPr>
          <w:b/>
          <w:sz w:val="36"/>
          <w:szCs w:val="36"/>
        </w:rPr>
        <w:t>области</w:t>
      </w:r>
    </w:p>
    <w:p w14:paraId="38DC4C54" w14:textId="2A5D0E00" w:rsidR="00547763" w:rsidRDefault="001C06B7" w:rsidP="00547763">
      <w:pPr>
        <w:spacing w:before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/в январе</w:t>
      </w:r>
      <w:r w:rsidR="004445A7">
        <w:rPr>
          <w:b/>
          <w:sz w:val="26"/>
          <w:szCs w:val="26"/>
        </w:rPr>
        <w:t>-</w:t>
      </w:r>
      <w:r w:rsidR="002B327A">
        <w:rPr>
          <w:b/>
          <w:sz w:val="26"/>
          <w:szCs w:val="26"/>
        </w:rPr>
        <w:t>августе</w:t>
      </w:r>
      <w:r w:rsidR="00547763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="00547763">
        <w:rPr>
          <w:b/>
          <w:sz w:val="26"/>
          <w:szCs w:val="26"/>
        </w:rPr>
        <w:t xml:space="preserve"> года/</w:t>
      </w:r>
    </w:p>
    <w:p w14:paraId="76690B87" w14:textId="77777777" w:rsidR="00547763" w:rsidRDefault="00547763" w:rsidP="00547763">
      <w:pPr>
        <w:spacing w:before="8280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г.Астрахань</w:t>
      </w:r>
      <w:proofErr w:type="spellEnd"/>
    </w:p>
    <w:p w14:paraId="36EC3227" w14:textId="77777777" w:rsidR="00163DDC" w:rsidRPr="00FB7401" w:rsidRDefault="003D6396" w:rsidP="00163DDC">
      <w:pPr>
        <w:jc w:val="center"/>
        <w:rPr>
          <w:b/>
          <w:sz w:val="14"/>
          <w:szCs w:val="14"/>
        </w:rPr>
      </w:pPr>
      <w:r>
        <w:rPr>
          <w:b/>
          <w:sz w:val="26"/>
          <w:szCs w:val="26"/>
        </w:rPr>
        <w:br w:type="page"/>
      </w:r>
    </w:p>
    <w:p w14:paraId="1E4CE29A" w14:textId="77777777"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lastRenderedPageBreak/>
        <w:t>УДК 311 (470.46)</w:t>
      </w:r>
    </w:p>
    <w:p w14:paraId="069DFF06" w14:textId="77777777" w:rsidR="00547763" w:rsidRPr="00FB7401" w:rsidRDefault="00547763" w:rsidP="00547763">
      <w:pPr>
        <w:spacing w:before="14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t>Подготовка доклада осуществлена</w:t>
      </w:r>
      <w:r>
        <w:rPr>
          <w:b/>
          <w:i/>
          <w:szCs w:val="24"/>
        </w:rPr>
        <w:br/>
      </w:r>
      <w:r w:rsidRPr="00FB7401">
        <w:rPr>
          <w:b/>
          <w:i/>
          <w:szCs w:val="24"/>
        </w:rPr>
        <w:t>редакционной коллегией в составе:</w:t>
      </w:r>
    </w:p>
    <w:p w14:paraId="764D2AD2" w14:textId="77777777" w:rsidR="00547763" w:rsidRPr="00FB7401" w:rsidRDefault="00956450" w:rsidP="00547763">
      <w:pPr>
        <w:spacing w:before="240"/>
        <w:rPr>
          <w:szCs w:val="24"/>
        </w:rPr>
      </w:pPr>
      <w:r>
        <w:rPr>
          <w:b/>
          <w:szCs w:val="24"/>
        </w:rPr>
        <w:t>Е.</w:t>
      </w:r>
      <w:r w:rsidR="00547763">
        <w:rPr>
          <w:b/>
          <w:szCs w:val="24"/>
        </w:rPr>
        <w:t>Ю.</w:t>
      </w:r>
      <w:r>
        <w:rPr>
          <w:b/>
          <w:szCs w:val="24"/>
        </w:rPr>
        <w:t xml:space="preserve"> Машкова</w:t>
      </w:r>
      <w:r w:rsidR="00547763" w:rsidRPr="00D476C8">
        <w:rPr>
          <w:b/>
          <w:szCs w:val="24"/>
        </w:rPr>
        <w:t xml:space="preserve"> –</w:t>
      </w:r>
      <w:r w:rsidR="00547763" w:rsidRPr="00D476C8">
        <w:rPr>
          <w:szCs w:val="24"/>
        </w:rPr>
        <w:t xml:space="preserve"> Председатель</w:t>
      </w:r>
      <w:r w:rsidR="00547763" w:rsidRPr="00FB7401">
        <w:rPr>
          <w:szCs w:val="24"/>
        </w:rPr>
        <w:t xml:space="preserve"> редакционной коллегии</w:t>
      </w:r>
    </w:p>
    <w:p w14:paraId="0970A97C" w14:textId="31C9C93E" w:rsidR="00547763" w:rsidRPr="00163DDC" w:rsidRDefault="00547763" w:rsidP="00547763">
      <w:pPr>
        <w:spacing w:before="240"/>
        <w:ind w:right="57"/>
        <w:jc w:val="left"/>
        <w:rPr>
          <w:szCs w:val="24"/>
        </w:rPr>
      </w:pPr>
      <w:r w:rsidRPr="00760977">
        <w:rPr>
          <w:b/>
          <w:szCs w:val="24"/>
        </w:rPr>
        <w:t>Е.</w:t>
      </w:r>
      <w:r w:rsidR="00760977" w:rsidRPr="00760977">
        <w:rPr>
          <w:b/>
          <w:szCs w:val="24"/>
        </w:rPr>
        <w:t>М</w:t>
      </w:r>
      <w:r w:rsidRPr="00760977">
        <w:rPr>
          <w:b/>
          <w:szCs w:val="24"/>
        </w:rPr>
        <w:t xml:space="preserve">. </w:t>
      </w:r>
      <w:r w:rsidR="00760977">
        <w:rPr>
          <w:b/>
          <w:szCs w:val="24"/>
        </w:rPr>
        <w:t>Гриднева</w:t>
      </w:r>
      <w:r w:rsidRPr="00FB7401">
        <w:rPr>
          <w:b/>
          <w:szCs w:val="24"/>
        </w:rPr>
        <w:t xml:space="preserve">, </w:t>
      </w:r>
      <w:r w:rsidR="004C0988">
        <w:rPr>
          <w:b/>
          <w:szCs w:val="24"/>
        </w:rPr>
        <w:t>Т.Н. Кириллова</w:t>
      </w:r>
      <w:r w:rsidRPr="00FB7401">
        <w:rPr>
          <w:b/>
          <w:szCs w:val="24"/>
        </w:rPr>
        <w:t>,</w:t>
      </w:r>
      <w:r w:rsidRPr="00F9745E">
        <w:rPr>
          <w:b/>
          <w:szCs w:val="24"/>
        </w:rPr>
        <w:t xml:space="preserve"> </w:t>
      </w:r>
      <w:r w:rsidR="00AD1258">
        <w:rPr>
          <w:b/>
          <w:szCs w:val="24"/>
        </w:rPr>
        <w:t>Н.Г. Федорова</w:t>
      </w:r>
      <w:r>
        <w:rPr>
          <w:b/>
          <w:szCs w:val="24"/>
        </w:rPr>
        <w:t xml:space="preserve">, Т.В. </w:t>
      </w:r>
      <w:proofErr w:type="spellStart"/>
      <w:r>
        <w:rPr>
          <w:b/>
          <w:szCs w:val="24"/>
        </w:rPr>
        <w:t>Юницкая</w:t>
      </w:r>
      <w:proofErr w:type="spellEnd"/>
    </w:p>
    <w:p w14:paraId="4222C2CD" w14:textId="6ABBE3F7" w:rsidR="00547763" w:rsidRPr="00FB7401" w:rsidRDefault="00547763" w:rsidP="00547763">
      <w:pPr>
        <w:spacing w:before="1320"/>
        <w:rPr>
          <w:szCs w:val="24"/>
        </w:rPr>
      </w:pPr>
      <w:r>
        <w:rPr>
          <w:b/>
          <w:szCs w:val="24"/>
        </w:rPr>
        <w:t>Доклад «С</w:t>
      </w:r>
      <w:r w:rsidRPr="00FB7401">
        <w:rPr>
          <w:b/>
          <w:szCs w:val="24"/>
        </w:rPr>
        <w:t>оциально</w:t>
      </w:r>
      <w:r>
        <w:rPr>
          <w:b/>
          <w:szCs w:val="24"/>
        </w:rPr>
        <w:t>-экономическое</w:t>
      </w:r>
      <w:r w:rsidRPr="00FB7401">
        <w:rPr>
          <w:b/>
          <w:szCs w:val="24"/>
        </w:rPr>
        <w:t xml:space="preserve"> </w:t>
      </w:r>
      <w:r>
        <w:rPr>
          <w:b/>
          <w:szCs w:val="24"/>
        </w:rPr>
        <w:t>положение</w:t>
      </w:r>
      <w:r w:rsidRPr="00FB7401">
        <w:rPr>
          <w:b/>
          <w:szCs w:val="24"/>
        </w:rPr>
        <w:t xml:space="preserve"> Астраханской области»: </w:t>
      </w:r>
      <w:r w:rsidRPr="00FB7401">
        <w:rPr>
          <w:szCs w:val="24"/>
        </w:rPr>
        <w:t>Доклад/</w:t>
      </w:r>
      <w:proofErr w:type="spellStart"/>
      <w:r w:rsidRPr="00FB7401">
        <w:rPr>
          <w:szCs w:val="24"/>
        </w:rPr>
        <w:t>А</w:t>
      </w:r>
      <w:r>
        <w:rPr>
          <w:szCs w:val="24"/>
        </w:rPr>
        <w:t>страханьстат</w:t>
      </w:r>
      <w:proofErr w:type="spellEnd"/>
      <w:r>
        <w:rPr>
          <w:szCs w:val="24"/>
        </w:rPr>
        <w:t xml:space="preserve">. – </w:t>
      </w:r>
      <w:proofErr w:type="spellStart"/>
      <w:r>
        <w:rPr>
          <w:szCs w:val="24"/>
        </w:rPr>
        <w:t>г.Астрахань</w:t>
      </w:r>
      <w:proofErr w:type="spellEnd"/>
      <w:r>
        <w:rPr>
          <w:szCs w:val="24"/>
        </w:rPr>
        <w:t xml:space="preserve">, </w:t>
      </w:r>
      <w:r w:rsidR="00241783">
        <w:rPr>
          <w:szCs w:val="24"/>
        </w:rPr>
        <w:t>2024</w:t>
      </w:r>
      <w:r w:rsidRPr="00376854">
        <w:rPr>
          <w:szCs w:val="24"/>
        </w:rPr>
        <w:t xml:space="preserve"> </w:t>
      </w:r>
      <w:r w:rsidRPr="0088531A">
        <w:rPr>
          <w:szCs w:val="24"/>
        </w:rPr>
        <w:t xml:space="preserve">– </w:t>
      </w:r>
      <w:r w:rsidR="0088531A" w:rsidRPr="0088531A">
        <w:rPr>
          <w:szCs w:val="24"/>
        </w:rPr>
        <w:t>6</w:t>
      </w:r>
      <w:r w:rsidR="006F4EF0" w:rsidRPr="0088531A">
        <w:rPr>
          <w:szCs w:val="24"/>
        </w:rPr>
        <w:t>0</w:t>
      </w:r>
      <w:r w:rsidRPr="0088531A">
        <w:rPr>
          <w:szCs w:val="24"/>
        </w:rPr>
        <w:t xml:space="preserve"> с.</w:t>
      </w:r>
    </w:p>
    <w:p w14:paraId="4A981A9F" w14:textId="77777777"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t>Код издания – 1.37.2</w:t>
      </w:r>
      <w:r>
        <w:rPr>
          <w:b/>
          <w:szCs w:val="24"/>
        </w:rPr>
        <w:t>.</w:t>
      </w:r>
    </w:p>
    <w:p w14:paraId="48423208" w14:textId="77777777" w:rsidR="00547763" w:rsidRPr="00FB7401" w:rsidRDefault="00547763" w:rsidP="00547763">
      <w:pPr>
        <w:spacing w:before="240"/>
        <w:ind w:firstLine="709"/>
        <w:rPr>
          <w:szCs w:val="24"/>
        </w:rPr>
      </w:pPr>
      <w:r w:rsidRPr="00FB7401">
        <w:rPr>
          <w:szCs w:val="24"/>
        </w:rPr>
        <w:t>Доклад предназначен для органов государственной власти, руководителей</w:t>
      </w:r>
      <w:r w:rsidRPr="00FB7401">
        <w:rPr>
          <w:szCs w:val="24"/>
        </w:rPr>
        <w:br/>
        <w:t>и работников предприятий и организаций, научных, предпринимательских</w:t>
      </w:r>
      <w:r>
        <w:rPr>
          <w:szCs w:val="24"/>
        </w:rPr>
        <w:br/>
      </w:r>
      <w:r w:rsidRPr="00FB7401">
        <w:rPr>
          <w:szCs w:val="24"/>
        </w:rPr>
        <w:t>и банковских кругов, профессорско-преподавательского состава, аспирантов</w:t>
      </w:r>
      <w:r w:rsidRPr="00FB7401">
        <w:rPr>
          <w:szCs w:val="24"/>
        </w:rPr>
        <w:br/>
        <w:t>и студентов, других заинтересованных пользователей.</w:t>
      </w:r>
    </w:p>
    <w:p w14:paraId="2E8648CE" w14:textId="77777777" w:rsidR="00547763" w:rsidRPr="00FB7401" w:rsidRDefault="00547763" w:rsidP="00547763">
      <w:pPr>
        <w:tabs>
          <w:tab w:val="left" w:pos="851"/>
          <w:tab w:val="left" w:pos="1276"/>
        </w:tabs>
        <w:spacing w:before="1320"/>
        <w:jc w:val="right"/>
        <w:rPr>
          <w:szCs w:val="24"/>
        </w:rPr>
      </w:pPr>
      <w:r w:rsidRPr="00FB7401">
        <w:rPr>
          <w:b/>
          <w:szCs w:val="24"/>
        </w:rPr>
        <w:t>УДК 311 (470.46)</w:t>
      </w:r>
    </w:p>
    <w:p w14:paraId="70A3CFE3" w14:textId="77777777" w:rsidR="003B5F47" w:rsidRPr="00211510" w:rsidRDefault="007642E3" w:rsidP="00163DDC">
      <w:pPr>
        <w:rPr>
          <w:b/>
          <w:sz w:val="14"/>
          <w:szCs w:val="14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CABCA2" wp14:editId="30B37C94">
                <wp:simplePos x="0" y="0"/>
                <wp:positionH relativeFrom="column">
                  <wp:posOffset>2747645</wp:posOffset>
                </wp:positionH>
                <wp:positionV relativeFrom="paragraph">
                  <wp:posOffset>3021330</wp:posOffset>
                </wp:positionV>
                <wp:extent cx="400050" cy="361950"/>
                <wp:effectExtent l="0" t="0" r="0" b="0"/>
                <wp:wrapNone/>
                <wp:docPr id="18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EEA3F" id="Rectangle 656" o:spid="_x0000_s1026" style="position:absolute;margin-left:216.35pt;margin-top:237.9pt;width:31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" strokecolor="white"/>
            </w:pict>
          </mc:Fallback>
        </mc:AlternateContent>
      </w:r>
      <w:r w:rsidR="00163DDC" w:rsidRPr="00FB7401">
        <w:rPr>
          <w:b/>
          <w:sz w:val="26"/>
          <w:szCs w:val="26"/>
        </w:rPr>
        <w:br w:type="page"/>
      </w:r>
    </w:p>
    <w:p w14:paraId="576B3B7D" w14:textId="77777777" w:rsidR="00547763" w:rsidRPr="00FB7401" w:rsidRDefault="00547763" w:rsidP="00547763">
      <w:pPr>
        <w:tabs>
          <w:tab w:val="left" w:pos="1276"/>
        </w:tabs>
        <w:spacing w:after="2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lastRenderedPageBreak/>
        <w:t>Ответственные за разделы доклада: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47763" w:rsidRPr="00FB7401" w14:paraId="4DC6169A" w14:textId="77777777" w:rsidTr="00A36619">
        <w:trPr>
          <w:trHeight w:val="284"/>
          <w:jc w:val="center"/>
        </w:trPr>
        <w:tc>
          <w:tcPr>
            <w:tcW w:w="3024" w:type="dxa"/>
            <w:vAlign w:val="center"/>
          </w:tcPr>
          <w:p w14:paraId="47D60659" w14:textId="77777777" w:rsidR="00547763" w:rsidRPr="00FB7401" w:rsidRDefault="00547763" w:rsidP="008D49F4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Демография</w:t>
            </w:r>
          </w:p>
        </w:tc>
        <w:tc>
          <w:tcPr>
            <w:tcW w:w="3024" w:type="dxa"/>
            <w:vAlign w:val="center"/>
          </w:tcPr>
          <w:p w14:paraId="78BE594C" w14:textId="35081849" w:rsidR="00547763" w:rsidRPr="00FB7401" w:rsidRDefault="00F448E4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Федорова Н.Г.</w:t>
            </w:r>
          </w:p>
        </w:tc>
        <w:tc>
          <w:tcPr>
            <w:tcW w:w="3024" w:type="dxa"/>
            <w:vAlign w:val="center"/>
          </w:tcPr>
          <w:p w14:paraId="3974B810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  <w:lang w:val="en-US"/>
              </w:rPr>
            </w:pPr>
            <w:r w:rsidRPr="00FB7401">
              <w:rPr>
                <w:b/>
                <w:szCs w:val="24"/>
              </w:rPr>
              <w:t>5</w:t>
            </w:r>
            <w:r w:rsidRPr="00FB7401">
              <w:rPr>
                <w:b/>
                <w:szCs w:val="24"/>
                <w:lang w:val="en-US"/>
              </w:rPr>
              <w:t>1</w:t>
            </w:r>
            <w:r w:rsidRPr="00FB7401">
              <w:rPr>
                <w:b/>
                <w:szCs w:val="24"/>
              </w:rPr>
              <w:t>-5</w:t>
            </w:r>
            <w:r w:rsidRPr="00FB7401">
              <w:rPr>
                <w:b/>
                <w:szCs w:val="24"/>
                <w:lang w:val="en-US"/>
              </w:rPr>
              <w:t>7</w:t>
            </w:r>
            <w:r w:rsidRPr="00FB7401">
              <w:rPr>
                <w:b/>
                <w:szCs w:val="24"/>
              </w:rPr>
              <w:t>-</w:t>
            </w:r>
            <w:r w:rsidRPr="00FB7401">
              <w:rPr>
                <w:b/>
                <w:szCs w:val="24"/>
                <w:lang w:val="en-US"/>
              </w:rPr>
              <w:t>75</w:t>
            </w:r>
          </w:p>
        </w:tc>
      </w:tr>
      <w:tr w:rsidR="00547763" w:rsidRPr="00FB7401" w14:paraId="662607DF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435DF527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Цены</w:t>
            </w:r>
            <w:r w:rsidRPr="00FB7401">
              <w:rPr>
                <w:b/>
                <w:szCs w:val="24"/>
              </w:rPr>
              <w:br/>
              <w:t>Финансы</w:t>
            </w:r>
          </w:p>
        </w:tc>
        <w:tc>
          <w:tcPr>
            <w:tcW w:w="3024" w:type="dxa"/>
            <w:vAlign w:val="center"/>
          </w:tcPr>
          <w:p w14:paraId="06929F88" w14:textId="77777777" w:rsidR="00547763" w:rsidRPr="00B73790" w:rsidRDefault="004C0988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Кириллова Т.Н.</w:t>
            </w:r>
          </w:p>
        </w:tc>
        <w:tc>
          <w:tcPr>
            <w:tcW w:w="3024" w:type="dxa"/>
            <w:vAlign w:val="center"/>
          </w:tcPr>
          <w:p w14:paraId="41FEC706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52-24-47</w:t>
            </w:r>
          </w:p>
        </w:tc>
      </w:tr>
      <w:tr w:rsidR="00547763" w:rsidRPr="00FB7401" w14:paraId="188EFB49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5C08D5EB" w14:textId="2292DC78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Сельское</w:t>
            </w:r>
            <w:r>
              <w:rPr>
                <w:b/>
                <w:szCs w:val="24"/>
              </w:rPr>
              <w:br/>
              <w:t>хозяйство</w:t>
            </w:r>
          </w:p>
        </w:tc>
        <w:tc>
          <w:tcPr>
            <w:tcW w:w="3024" w:type="dxa"/>
            <w:vAlign w:val="center"/>
          </w:tcPr>
          <w:p w14:paraId="5A038564" w14:textId="11A712C8" w:rsidR="00547763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Суханова О.В.</w:t>
            </w:r>
          </w:p>
        </w:tc>
        <w:tc>
          <w:tcPr>
            <w:tcW w:w="3024" w:type="dxa"/>
            <w:vAlign w:val="center"/>
          </w:tcPr>
          <w:p w14:paraId="5421322E" w14:textId="74A88EAF" w:rsidR="00547763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44-72-21</w:t>
            </w:r>
          </w:p>
        </w:tc>
      </w:tr>
      <w:tr w:rsidR="00547763" w:rsidRPr="00FB7401" w14:paraId="35C33710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404ADA90" w14:textId="4F3762CA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Строительство</w:t>
            </w:r>
          </w:p>
        </w:tc>
        <w:tc>
          <w:tcPr>
            <w:tcW w:w="3024" w:type="dxa"/>
            <w:vAlign w:val="center"/>
          </w:tcPr>
          <w:p w14:paraId="12AFA540" w14:textId="51B2789D" w:rsidR="00547763" w:rsidRPr="00760977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Сайфутдинов</w:t>
            </w:r>
            <w:proofErr w:type="spellEnd"/>
            <w:r>
              <w:rPr>
                <w:b/>
                <w:szCs w:val="24"/>
              </w:rPr>
              <w:t xml:space="preserve"> И.М.</w:t>
            </w:r>
          </w:p>
        </w:tc>
        <w:tc>
          <w:tcPr>
            <w:tcW w:w="3024" w:type="dxa"/>
            <w:vAlign w:val="center"/>
          </w:tcPr>
          <w:p w14:paraId="7763410B" w14:textId="7590CFB2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51-57-83</w:t>
            </w:r>
          </w:p>
        </w:tc>
      </w:tr>
      <w:tr w:rsidR="002B327A" w:rsidRPr="00FB7401" w14:paraId="0D71E0BE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56336631" w14:textId="146CBE68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Социальная сфера</w:t>
            </w:r>
          </w:p>
        </w:tc>
        <w:tc>
          <w:tcPr>
            <w:tcW w:w="3024" w:type="dxa"/>
            <w:vAlign w:val="center"/>
          </w:tcPr>
          <w:p w14:paraId="0CE44D48" w14:textId="5DAD227F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Малявко Х.З.</w:t>
            </w:r>
          </w:p>
        </w:tc>
        <w:tc>
          <w:tcPr>
            <w:tcW w:w="3024" w:type="dxa"/>
            <w:vAlign w:val="center"/>
          </w:tcPr>
          <w:p w14:paraId="2D7570B7" w14:textId="145359FB"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39-45-23</w:t>
            </w:r>
          </w:p>
        </w:tc>
      </w:tr>
      <w:tr w:rsidR="002B327A" w:rsidRPr="00FB7401" w14:paraId="78AA2647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22C71B60" w14:textId="07567216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Остальные</w:t>
            </w:r>
            <w:r>
              <w:rPr>
                <w:b/>
                <w:szCs w:val="24"/>
              </w:rPr>
              <w:br/>
              <w:t>разделы доклада</w:t>
            </w:r>
          </w:p>
        </w:tc>
        <w:tc>
          <w:tcPr>
            <w:tcW w:w="3024" w:type="dxa"/>
            <w:vAlign w:val="center"/>
          </w:tcPr>
          <w:p w14:paraId="4B71F1DD" w14:textId="1A4A4803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Правдина С.В.</w:t>
            </w:r>
            <w:r>
              <w:rPr>
                <w:b/>
                <w:szCs w:val="24"/>
              </w:rPr>
              <w:br/>
              <w:t>Артемьева М.И.</w:t>
            </w:r>
          </w:p>
        </w:tc>
        <w:tc>
          <w:tcPr>
            <w:tcW w:w="3024" w:type="dxa"/>
            <w:vAlign w:val="center"/>
          </w:tcPr>
          <w:p w14:paraId="6D5889C4" w14:textId="51D2C03E"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39-45-04</w:t>
            </w:r>
            <w:r>
              <w:rPr>
                <w:b/>
                <w:szCs w:val="24"/>
              </w:rPr>
              <w:br/>
              <w:t>44-74-97</w:t>
            </w:r>
          </w:p>
        </w:tc>
      </w:tr>
    </w:tbl>
    <w:p w14:paraId="1D24223A" w14:textId="77777777" w:rsidR="00547763" w:rsidRPr="00FB7401" w:rsidRDefault="00547763" w:rsidP="00547763">
      <w:pPr>
        <w:spacing w:before="720" w:after="480"/>
        <w:jc w:val="center"/>
        <w:rPr>
          <w:b/>
          <w:i/>
        </w:rPr>
      </w:pPr>
      <w:r w:rsidRPr="00FB7401">
        <w:rPr>
          <w:b/>
          <w:i/>
        </w:rPr>
        <w:t>В докладе приняты условные обозначения: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516"/>
        <w:gridCol w:w="4524"/>
        <w:gridCol w:w="4032"/>
      </w:tblGrid>
      <w:tr w:rsidR="00547763" w:rsidRPr="00FB7401" w14:paraId="418C59A2" w14:textId="77777777" w:rsidTr="0008403A">
        <w:trPr>
          <w:jc w:val="center"/>
        </w:trPr>
        <w:tc>
          <w:tcPr>
            <w:tcW w:w="5040" w:type="dxa"/>
            <w:gridSpan w:val="2"/>
          </w:tcPr>
          <w:p w14:paraId="0E41D481" w14:textId="77777777" w:rsidR="00547763" w:rsidRPr="006B7EBC" w:rsidRDefault="00547763" w:rsidP="0008403A">
            <w:pPr>
              <w:ind w:left="170"/>
              <w:rPr>
                <w:b/>
                <w:sz w:val="20"/>
              </w:rPr>
            </w:pPr>
            <w:r w:rsidRPr="006B7EBC">
              <w:rPr>
                <w:b/>
              </w:rPr>
              <w:t>тыс. – тысяча</w:t>
            </w:r>
          </w:p>
          <w:p w14:paraId="0E820CA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млн</w:t>
            </w:r>
            <w:r w:rsidRPr="006B7EBC">
              <w:rPr>
                <w:b/>
              </w:rPr>
              <w:t xml:space="preserve"> – миллион</w:t>
            </w:r>
          </w:p>
          <w:p w14:paraId="2E2BB6C3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2</w:t>
            </w:r>
            <w:r w:rsidRPr="00A23823">
              <w:rPr>
                <w:b/>
              </w:rPr>
              <w:t xml:space="preserve"> </w:t>
            </w:r>
            <w:r w:rsidRPr="006B7EBC">
              <w:rPr>
                <w:b/>
              </w:rPr>
              <w:t>– квадратный метр</w:t>
            </w:r>
          </w:p>
          <w:p w14:paraId="5E0F1FBE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3</w:t>
            </w:r>
            <w:r w:rsidRPr="006B7EBC">
              <w:rPr>
                <w:b/>
              </w:rPr>
              <w:t xml:space="preserve"> – кубический метр</w:t>
            </w:r>
          </w:p>
          <w:p w14:paraId="0541B21D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км – километр</w:t>
            </w:r>
          </w:p>
          <w:p w14:paraId="445AC034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пасс.-км – </w:t>
            </w:r>
            <w:proofErr w:type="spellStart"/>
            <w:r w:rsidRPr="006B7EBC">
              <w:rPr>
                <w:b/>
              </w:rPr>
              <w:t>пассажиро</w:t>
            </w:r>
            <w:proofErr w:type="spellEnd"/>
            <w:r w:rsidRPr="006B7EBC">
              <w:rPr>
                <w:b/>
              </w:rPr>
              <w:t>-километр</w:t>
            </w:r>
          </w:p>
          <w:p w14:paraId="688C512C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т-км – тонно-километр</w:t>
            </w:r>
          </w:p>
          <w:p w14:paraId="6A12ED5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 – тонна</w:t>
            </w:r>
          </w:p>
          <w:p w14:paraId="7328BD3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ц – центнер</w:t>
            </w:r>
          </w:p>
          <w:p w14:paraId="7CF0865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кг – килограмм</w:t>
            </w:r>
          </w:p>
          <w:p w14:paraId="325E3522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 – грамм</w:t>
            </w:r>
          </w:p>
          <w:p w14:paraId="6329337D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мг – миллиграмм</w:t>
            </w:r>
          </w:p>
          <w:p w14:paraId="3EA92FF5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га – гектар</w:t>
            </w:r>
          </w:p>
          <w:p w14:paraId="7BA192E8" w14:textId="77777777"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пог</w:t>
            </w:r>
            <w:proofErr w:type="spellEnd"/>
            <w:r>
              <w:rPr>
                <w:b/>
              </w:rPr>
              <w:t>. м – погонный метр</w:t>
            </w:r>
          </w:p>
        </w:tc>
        <w:tc>
          <w:tcPr>
            <w:tcW w:w="4032" w:type="dxa"/>
          </w:tcPr>
          <w:p w14:paraId="008DC45F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л – литр</w:t>
            </w:r>
          </w:p>
          <w:p w14:paraId="59B32E2D" w14:textId="77777777"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дал – декалитр</w:t>
            </w:r>
          </w:p>
          <w:p w14:paraId="49FF60FF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 – миллилитр</w:t>
            </w:r>
          </w:p>
          <w:p w14:paraId="6538E41C" w14:textId="77777777"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кВт</w:t>
            </w:r>
            <w:r w:rsidRPr="006B7EBC">
              <w:rPr>
                <w:b/>
              </w:rPr>
              <w:t xml:space="preserve"> – киловатт</w:t>
            </w:r>
          </w:p>
          <w:p w14:paraId="5293FF55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кВт-ч – киловатт-час</w:t>
            </w:r>
          </w:p>
          <w:p w14:paraId="12B72EB5" w14:textId="77777777" w:rsidR="00547763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– киловольт</w:t>
            </w:r>
          </w:p>
          <w:p w14:paraId="18878C87" w14:textId="77777777"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кВА</w:t>
            </w:r>
            <w:proofErr w:type="spellEnd"/>
            <w:r>
              <w:rPr>
                <w:b/>
              </w:rPr>
              <w:t xml:space="preserve"> – киловольт-ампер</w:t>
            </w:r>
          </w:p>
          <w:p w14:paraId="2326E86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Гкал – </w:t>
            </w:r>
            <w:proofErr w:type="spellStart"/>
            <w:r w:rsidRPr="006B7EBC">
              <w:rPr>
                <w:b/>
              </w:rPr>
              <w:t>гигакалория</w:t>
            </w:r>
            <w:proofErr w:type="spellEnd"/>
          </w:p>
          <w:p w14:paraId="26AF0E6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туб – тысяча условных банок</w:t>
            </w:r>
          </w:p>
          <w:p w14:paraId="24C7CAAD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шт. – штука</w:t>
            </w:r>
          </w:p>
          <w:p w14:paraId="1FB7191B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ед. – единица</w:t>
            </w:r>
          </w:p>
          <w:p w14:paraId="4E4AD482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р. – раз</w:t>
            </w:r>
          </w:p>
          <w:p w14:paraId="27C765CE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% – процент</w:t>
            </w:r>
          </w:p>
          <w:p w14:paraId="27995CDD" w14:textId="77777777" w:rsidR="00547763" w:rsidRPr="006B7EBC" w:rsidRDefault="00547763" w:rsidP="0008403A">
            <w:pPr>
              <w:spacing w:after="720"/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п.п</w:t>
            </w:r>
            <w:proofErr w:type="spellEnd"/>
            <w:r>
              <w:rPr>
                <w:b/>
              </w:rPr>
              <w:t>. – процентный пункт</w:t>
            </w:r>
          </w:p>
        </w:tc>
      </w:tr>
      <w:tr w:rsidR="00547763" w:rsidRPr="00FB7401" w14:paraId="04C853D7" w14:textId="77777777" w:rsidTr="0008403A">
        <w:trPr>
          <w:jc w:val="center"/>
        </w:trPr>
        <w:tc>
          <w:tcPr>
            <w:tcW w:w="516" w:type="dxa"/>
          </w:tcPr>
          <w:p w14:paraId="40578367" w14:textId="77777777"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-</w:t>
            </w:r>
          </w:p>
        </w:tc>
        <w:tc>
          <w:tcPr>
            <w:tcW w:w="8556" w:type="dxa"/>
            <w:gridSpan w:val="2"/>
          </w:tcPr>
          <w:p w14:paraId="7858E14E" w14:textId="77777777"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явление отсутствует</w:t>
            </w:r>
          </w:p>
        </w:tc>
      </w:tr>
      <w:tr w:rsidR="00547763" w:rsidRPr="00FB7401" w14:paraId="5929B9BF" w14:textId="77777777" w:rsidTr="0008403A">
        <w:trPr>
          <w:jc w:val="center"/>
        </w:trPr>
        <w:tc>
          <w:tcPr>
            <w:tcW w:w="516" w:type="dxa"/>
          </w:tcPr>
          <w:p w14:paraId="1445252B" w14:textId="77777777"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х</w:t>
            </w:r>
          </w:p>
        </w:tc>
        <w:tc>
          <w:tcPr>
            <w:tcW w:w="8556" w:type="dxa"/>
            <w:gridSpan w:val="2"/>
          </w:tcPr>
          <w:p w14:paraId="3BAF8FBB" w14:textId="77777777"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сопоставление невозможно</w:t>
            </w:r>
          </w:p>
        </w:tc>
      </w:tr>
      <w:tr w:rsidR="00547763" w:rsidRPr="00FB7401" w14:paraId="744A65BE" w14:textId="77777777" w:rsidTr="0008403A">
        <w:trPr>
          <w:jc w:val="center"/>
        </w:trPr>
        <w:tc>
          <w:tcPr>
            <w:tcW w:w="516" w:type="dxa"/>
          </w:tcPr>
          <w:p w14:paraId="30C7B2CC" w14:textId="77777777" w:rsidR="00547763" w:rsidRPr="00FB7401" w:rsidRDefault="00547763" w:rsidP="0008403A">
            <w:pPr>
              <w:jc w:val="righ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0,0</w:t>
            </w:r>
          </w:p>
        </w:tc>
        <w:tc>
          <w:tcPr>
            <w:tcW w:w="8556" w:type="dxa"/>
            <w:gridSpan w:val="2"/>
          </w:tcPr>
          <w:p w14:paraId="782310DA" w14:textId="77777777"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небольшая величина</w:t>
            </w:r>
          </w:p>
        </w:tc>
      </w:tr>
      <w:tr w:rsidR="00547763" w:rsidRPr="00FB7401" w14:paraId="6C847DA4" w14:textId="77777777" w:rsidTr="0008403A">
        <w:trPr>
          <w:jc w:val="center"/>
        </w:trPr>
        <w:tc>
          <w:tcPr>
            <w:tcW w:w="516" w:type="dxa"/>
          </w:tcPr>
          <w:p w14:paraId="652E0F40" w14:textId="77777777" w:rsidR="00547763" w:rsidRPr="00FB7401" w:rsidRDefault="00547763" w:rsidP="0008403A">
            <w:pPr>
              <w:jc w:val="right"/>
              <w:rPr>
                <w:rFonts w:eastAsia="Calibri"/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…</w:t>
            </w:r>
          </w:p>
        </w:tc>
        <w:tc>
          <w:tcPr>
            <w:tcW w:w="8556" w:type="dxa"/>
            <w:gridSpan w:val="2"/>
          </w:tcPr>
          <w:p w14:paraId="330BF360" w14:textId="77777777"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д</w:t>
            </w:r>
            <w:r w:rsidRPr="00FB7401">
              <w:rPr>
                <w:b/>
                <w:szCs w:val="24"/>
              </w:rPr>
              <w:t>анные не публикуются в целях обеспечения конфиденциальности первичных статистических данных, полученных от организаций,</w:t>
            </w:r>
            <w:r w:rsidRPr="00FB7401">
              <w:rPr>
                <w:b/>
                <w:szCs w:val="24"/>
              </w:rPr>
              <w:br/>
              <w:t>в соответствии с Федеральным законом от 29 ноября 2007 года № 282-ФЗ</w:t>
            </w:r>
            <w:r w:rsidRPr="00FB7401">
              <w:rPr>
                <w:b/>
                <w:szCs w:val="24"/>
              </w:rPr>
              <w:br/>
              <w:t>«Об официальном статистическом учете и системе государственной статистики в Российской Феде</w:t>
            </w:r>
            <w:r w:rsidR="00DA2F2D">
              <w:rPr>
                <w:b/>
                <w:szCs w:val="24"/>
              </w:rPr>
              <w:t>рации» (п. 5 ст. 4; п</w:t>
            </w:r>
            <w:r>
              <w:rPr>
                <w:b/>
                <w:szCs w:val="24"/>
              </w:rPr>
              <w:t>. 1 ст. 9)</w:t>
            </w:r>
          </w:p>
        </w:tc>
      </w:tr>
    </w:tbl>
    <w:p w14:paraId="31D4FFA1" w14:textId="77777777" w:rsidR="00547763" w:rsidRDefault="00547763" w:rsidP="00547763">
      <w:pPr>
        <w:spacing w:before="720"/>
        <w:ind w:firstLine="709"/>
        <w:rPr>
          <w:rFonts w:eastAsia="Calibri"/>
          <w:b/>
          <w:sz w:val="22"/>
          <w:szCs w:val="22"/>
        </w:rPr>
      </w:pPr>
      <w:r w:rsidRPr="00FB7401">
        <w:rPr>
          <w:rFonts w:eastAsia="Calibri"/>
          <w:b/>
        </w:rPr>
        <w:t>В отдельных случаях незначительные расхождения между итогом и суммой слагаемых объясняются округлением данных</w:t>
      </w:r>
      <w:r w:rsidRPr="00FB7401">
        <w:rPr>
          <w:rFonts w:eastAsia="Calibri"/>
          <w:b/>
          <w:sz w:val="22"/>
          <w:szCs w:val="22"/>
        </w:rPr>
        <w:t>.</w:t>
      </w:r>
    </w:p>
    <w:p w14:paraId="535F917D" w14:textId="77777777" w:rsidR="0063577E" w:rsidRPr="00FB7401" w:rsidRDefault="0063577E" w:rsidP="00163DDC">
      <w:pPr>
        <w:ind w:firstLine="709"/>
        <w:rPr>
          <w:rFonts w:eastAsia="Calibri"/>
          <w:b/>
        </w:rPr>
      </w:pPr>
    </w:p>
    <w:p w14:paraId="145D45A0" w14:textId="77777777" w:rsidR="0063577E" w:rsidRDefault="0063577E" w:rsidP="00042744">
      <w:pPr>
        <w:sectPr w:rsidR="0063577E" w:rsidSect="007E1F7C">
          <w:footerReference w:type="even" r:id="rId8"/>
          <w:footerReference w:type="default" r:id="rId9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5944BD1A" w14:textId="77777777" w:rsidR="003D6396" w:rsidRDefault="003D6396" w:rsidP="00512F9A">
      <w:pPr>
        <w:jc w:val="center"/>
        <w:rPr>
          <w:b/>
        </w:rPr>
      </w:pPr>
      <w:r w:rsidRPr="00FD536E">
        <w:rPr>
          <w:b/>
        </w:rPr>
        <w:lastRenderedPageBreak/>
        <w:t>СОДЕРЖАНИЕ</w:t>
      </w:r>
    </w:p>
    <w:p w14:paraId="0B1EE99C" w14:textId="77777777" w:rsidR="00733038" w:rsidRPr="00E212D2" w:rsidRDefault="00733038" w:rsidP="009E71CB">
      <w:pPr>
        <w:spacing w:after="120"/>
        <w:jc w:val="center"/>
        <w:rPr>
          <w:b/>
          <w:sz w:val="2"/>
          <w:szCs w:val="2"/>
        </w:rPr>
      </w:pPr>
    </w:p>
    <w:p w14:paraId="7253AC99" w14:textId="5A31E023" w:rsidR="00AA2072" w:rsidRDefault="00CB7199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r w:rsidRPr="00BB571D">
        <w:fldChar w:fldCharType="begin"/>
      </w:r>
      <w:r w:rsidRPr="00BB571D">
        <w:instrText xml:space="preserve"> TOC \o "1-3" \h \z \u </w:instrText>
      </w:r>
      <w:r w:rsidRPr="00BB571D">
        <w:fldChar w:fldCharType="separate"/>
      </w:r>
      <w:hyperlink w:anchor="_Toc178757130" w:history="1">
        <w:r w:rsidR="00AA2072" w:rsidRPr="004E021B">
          <w:rPr>
            <w:rStyle w:val="aff0"/>
          </w:rPr>
          <w:t>ОСНОВНЫЕ ЭКОНОМИЧЕСКИЕ И СОЦИАЛЬНЫЕ ПОКАЗАТЕЛИ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 w:rsidR="00955BD6">
          <w:rPr>
            <w:webHidden/>
          </w:rPr>
          <w:t>7</w:t>
        </w:r>
        <w:r w:rsidR="00AA2072">
          <w:rPr>
            <w:webHidden/>
          </w:rPr>
          <w:fldChar w:fldCharType="end"/>
        </w:r>
      </w:hyperlink>
    </w:p>
    <w:p w14:paraId="0F1166A4" w14:textId="640D7B11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131" w:history="1">
        <w:r w:rsidR="00AA2072" w:rsidRPr="004E021B">
          <w:rPr>
            <w:rStyle w:val="aff0"/>
          </w:rPr>
          <w:t>ПРОИЗВОДСТВО ТОВАРОВ И УСЛУГ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8</w:t>
        </w:r>
        <w:r w:rsidR="00AA2072">
          <w:rPr>
            <w:webHidden/>
          </w:rPr>
          <w:fldChar w:fldCharType="end"/>
        </w:r>
      </w:hyperlink>
    </w:p>
    <w:p w14:paraId="299B5B33" w14:textId="027591E0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32" w:history="1">
        <w:r w:rsidR="00565077" w:rsidRPr="004E021B">
          <w:rPr>
            <w:rStyle w:val="aff0"/>
          </w:rPr>
          <w:t>Оборот организаций</w:t>
        </w:r>
        <w:r w:rsidR="00565077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8</w:t>
        </w:r>
        <w:r w:rsidR="00AA2072">
          <w:rPr>
            <w:webHidden/>
          </w:rPr>
          <w:fldChar w:fldCharType="end"/>
        </w:r>
      </w:hyperlink>
    </w:p>
    <w:p w14:paraId="48068127" w14:textId="437E3DB7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33" w:history="1">
        <w:r w:rsidR="00565077" w:rsidRPr="004E021B">
          <w:rPr>
            <w:rStyle w:val="aff0"/>
          </w:rPr>
          <w:t>Промышленное производство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8</w:t>
        </w:r>
        <w:r w:rsidR="00AA2072">
          <w:rPr>
            <w:webHidden/>
          </w:rPr>
          <w:fldChar w:fldCharType="end"/>
        </w:r>
      </w:hyperlink>
    </w:p>
    <w:p w14:paraId="3C9595E7" w14:textId="245A1016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34" w:history="1">
        <w:r w:rsidR="00AA2072" w:rsidRPr="004E021B">
          <w:rPr>
            <w:rStyle w:val="aff0"/>
          </w:rPr>
          <w:t>Индекс промышленного производства.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8</w:t>
        </w:r>
        <w:r w:rsidR="00AA2072">
          <w:rPr>
            <w:webHidden/>
          </w:rPr>
          <w:fldChar w:fldCharType="end"/>
        </w:r>
      </w:hyperlink>
    </w:p>
    <w:p w14:paraId="51A48580" w14:textId="4D96037B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35" w:history="1">
        <w:r w:rsidR="00AA2072" w:rsidRPr="004E021B">
          <w:rPr>
            <w:rStyle w:val="aff0"/>
          </w:rPr>
          <w:t>Динамика производства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8</w:t>
        </w:r>
        <w:r w:rsidR="00AA2072">
          <w:rPr>
            <w:webHidden/>
          </w:rPr>
          <w:fldChar w:fldCharType="end"/>
        </w:r>
      </w:hyperlink>
    </w:p>
    <w:p w14:paraId="2FA25D63" w14:textId="050D483F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36" w:history="1">
        <w:r w:rsidR="00AA2072" w:rsidRPr="004E021B">
          <w:rPr>
            <w:rStyle w:val="aff0"/>
          </w:rPr>
          <w:t>Индексы производства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9</w:t>
        </w:r>
        <w:r w:rsidR="00AA2072">
          <w:rPr>
            <w:webHidden/>
          </w:rPr>
          <w:fldChar w:fldCharType="end"/>
        </w:r>
      </w:hyperlink>
    </w:p>
    <w:p w14:paraId="02E5694C" w14:textId="3BE1FD20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37" w:history="1">
        <w:r w:rsidR="00AA2072" w:rsidRPr="004E021B">
          <w:rPr>
            <w:rStyle w:val="aff0"/>
          </w:rPr>
          <w:t xml:space="preserve">Объем отгруженных товаров собственного производства, </w:t>
        </w:r>
        <w:r w:rsidR="00565077">
          <w:rPr>
            <w:rStyle w:val="aff0"/>
          </w:rPr>
          <w:br/>
        </w:r>
        <w:r w:rsidR="00AA2072" w:rsidRPr="004E021B">
          <w:rPr>
            <w:rStyle w:val="aff0"/>
          </w:rPr>
          <w:t>выполненных работ и услуг собственными силами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10</w:t>
        </w:r>
        <w:r w:rsidR="00AA2072">
          <w:rPr>
            <w:webHidden/>
          </w:rPr>
          <w:fldChar w:fldCharType="end"/>
        </w:r>
      </w:hyperlink>
    </w:p>
    <w:p w14:paraId="36054347" w14:textId="2F01B41C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38" w:history="1">
        <w:r w:rsidR="00565077" w:rsidRPr="004E021B">
          <w:rPr>
            <w:rStyle w:val="aff0"/>
          </w:rPr>
          <w:t>Сельское хозяйство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12</w:t>
        </w:r>
        <w:r w:rsidR="00AA2072">
          <w:rPr>
            <w:webHidden/>
          </w:rPr>
          <w:fldChar w:fldCharType="end"/>
        </w:r>
      </w:hyperlink>
    </w:p>
    <w:p w14:paraId="02F2DD41" w14:textId="6C6F49B6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39" w:history="1">
        <w:r w:rsidR="00AA2072" w:rsidRPr="004E021B">
          <w:rPr>
            <w:rStyle w:val="aff0"/>
          </w:rPr>
          <w:t>Производство продукции сельского хозяйства.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_Toc178757139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12</w:t>
        </w:r>
        <w:r w:rsidR="00AA2072">
          <w:rPr>
            <w:webHidden/>
          </w:rPr>
          <w:fldChar w:fldCharType="end"/>
        </w:r>
      </w:hyperlink>
    </w:p>
    <w:p w14:paraId="3A1EC4A8" w14:textId="32E302E3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0" w:history="1">
        <w:r w:rsidR="00AA2072" w:rsidRPr="004E021B">
          <w:rPr>
            <w:rStyle w:val="aff0"/>
          </w:rPr>
          <w:t>Динамика производства продукции сельского хозяйства в хозяйствах всех категорий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12</w:t>
        </w:r>
        <w:r w:rsidR="00AA2072">
          <w:rPr>
            <w:webHidden/>
          </w:rPr>
          <w:fldChar w:fldCharType="end"/>
        </w:r>
      </w:hyperlink>
    </w:p>
    <w:p w14:paraId="496B23CB" w14:textId="78FAEED3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1" w:history="1">
        <w:r w:rsidR="00AA2072" w:rsidRPr="004E021B">
          <w:rPr>
            <w:rStyle w:val="aff0"/>
          </w:rPr>
          <w:t>Растениеводство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13</w:t>
        </w:r>
        <w:r w:rsidR="00AA2072">
          <w:rPr>
            <w:webHidden/>
          </w:rPr>
          <w:fldChar w:fldCharType="end"/>
        </w:r>
      </w:hyperlink>
    </w:p>
    <w:p w14:paraId="2E490D85" w14:textId="6C32B47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2" w:history="1">
        <w:r w:rsidR="00AA2072" w:rsidRPr="004E021B">
          <w:rPr>
            <w:rStyle w:val="aff0"/>
          </w:rPr>
          <w:t>Животноводство.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13</w:t>
        </w:r>
        <w:r w:rsidR="00AA2072">
          <w:rPr>
            <w:webHidden/>
          </w:rPr>
          <w:fldChar w:fldCharType="end"/>
        </w:r>
      </w:hyperlink>
    </w:p>
    <w:p w14:paraId="43987AF0" w14:textId="4580296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3" w:history="1">
        <w:r w:rsidR="00AA2072" w:rsidRPr="004E021B">
          <w:rPr>
            <w:rStyle w:val="aff0"/>
          </w:rPr>
          <w:t>Динамика поголовья скота и птицы  в хозяйствах всех категорий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14</w:t>
        </w:r>
        <w:r w:rsidR="00AA2072">
          <w:rPr>
            <w:webHidden/>
          </w:rPr>
          <w:fldChar w:fldCharType="end"/>
        </w:r>
      </w:hyperlink>
    </w:p>
    <w:p w14:paraId="4BB117F0" w14:textId="148AB0D7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4" w:history="1">
        <w:r w:rsidR="00AA2072" w:rsidRPr="004E021B">
          <w:rPr>
            <w:rStyle w:val="aff0"/>
          </w:rPr>
          <w:t>Производство основных видов продукции животноводства в хозяйствах всех категорий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14</w:t>
        </w:r>
        <w:r w:rsidR="00AA2072">
          <w:rPr>
            <w:webHidden/>
          </w:rPr>
          <w:fldChar w:fldCharType="end"/>
        </w:r>
      </w:hyperlink>
    </w:p>
    <w:p w14:paraId="63F0285A" w14:textId="7B2D6928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5" w:history="1">
        <w:r w:rsidR="00AA2072" w:rsidRPr="004E021B">
          <w:rPr>
            <w:rStyle w:val="aff0"/>
          </w:rPr>
          <w:t>Продукция сельского хозяйства  по категориям хозяйств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15</w:t>
        </w:r>
        <w:r w:rsidR="00AA2072">
          <w:rPr>
            <w:webHidden/>
          </w:rPr>
          <w:fldChar w:fldCharType="end"/>
        </w:r>
      </w:hyperlink>
    </w:p>
    <w:p w14:paraId="0F49008E" w14:textId="58C71FD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6" w:history="1">
        <w:r w:rsidR="00AA2072" w:rsidRPr="004E021B">
          <w:rPr>
            <w:rStyle w:val="aff0"/>
          </w:rPr>
          <w:t>Потребление основных продуктов питания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15</w:t>
        </w:r>
        <w:r w:rsidR="00AA2072">
          <w:rPr>
            <w:webHidden/>
          </w:rPr>
          <w:fldChar w:fldCharType="end"/>
        </w:r>
      </w:hyperlink>
    </w:p>
    <w:p w14:paraId="7EA704B9" w14:textId="79FE996A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47" w:history="1">
        <w:r w:rsidR="00565077" w:rsidRPr="004E021B">
          <w:rPr>
            <w:rStyle w:val="aff0"/>
          </w:rPr>
          <w:t>Рыболовство и рыбоводство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16</w:t>
        </w:r>
        <w:r w:rsidR="00AA2072">
          <w:rPr>
            <w:webHidden/>
          </w:rPr>
          <w:fldChar w:fldCharType="end"/>
        </w:r>
      </w:hyperlink>
    </w:p>
    <w:p w14:paraId="686D35CD" w14:textId="22AECE14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48" w:history="1">
        <w:r w:rsidR="00AA2072" w:rsidRPr="004E021B">
          <w:rPr>
            <w:rStyle w:val="aff0"/>
          </w:rPr>
          <w:t>Основные виды продукции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16</w:t>
        </w:r>
        <w:r w:rsidR="00AA2072">
          <w:rPr>
            <w:webHidden/>
          </w:rPr>
          <w:fldChar w:fldCharType="end"/>
        </w:r>
      </w:hyperlink>
    </w:p>
    <w:p w14:paraId="40B5D868" w14:textId="4361A75F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49" w:history="1">
        <w:r w:rsidR="00565077" w:rsidRPr="004E021B">
          <w:rPr>
            <w:rStyle w:val="aff0"/>
          </w:rPr>
          <w:t>Строительство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_Toc178757149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16</w:t>
        </w:r>
        <w:r w:rsidR="00AA2072">
          <w:rPr>
            <w:webHidden/>
          </w:rPr>
          <w:fldChar w:fldCharType="end"/>
        </w:r>
      </w:hyperlink>
    </w:p>
    <w:p w14:paraId="1B3BECF1" w14:textId="122F4B3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0" w:history="1">
        <w:r w:rsidR="00AA2072" w:rsidRPr="004E021B">
          <w:rPr>
            <w:rStyle w:val="aff0"/>
          </w:rPr>
          <w:t>Строительная деятельность.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16</w:t>
        </w:r>
        <w:r w:rsidR="00AA2072">
          <w:rPr>
            <w:webHidden/>
          </w:rPr>
          <w:fldChar w:fldCharType="end"/>
        </w:r>
      </w:hyperlink>
    </w:p>
    <w:p w14:paraId="64FDA740" w14:textId="5B8FA28F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1" w:history="1">
        <w:r w:rsidR="00AA2072" w:rsidRPr="004E021B">
          <w:rPr>
            <w:rStyle w:val="aff0"/>
          </w:rPr>
          <w:t>Динамика объема работ,  выполненных по виду экономической деятельности «Строительство»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16</w:t>
        </w:r>
        <w:r w:rsidR="00AA2072">
          <w:rPr>
            <w:webHidden/>
          </w:rPr>
          <w:fldChar w:fldCharType="end"/>
        </w:r>
      </w:hyperlink>
    </w:p>
    <w:p w14:paraId="720629F3" w14:textId="5CA5503B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2" w:history="1">
        <w:r w:rsidR="00AA2072" w:rsidRPr="004E021B">
          <w:rPr>
            <w:rStyle w:val="aff0"/>
          </w:rPr>
          <w:t>Ввод в действие (в эксплуатацию) зданий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17</w:t>
        </w:r>
        <w:r w:rsidR="00AA2072">
          <w:rPr>
            <w:webHidden/>
          </w:rPr>
          <w:fldChar w:fldCharType="end"/>
        </w:r>
      </w:hyperlink>
    </w:p>
    <w:p w14:paraId="71843819" w14:textId="25707CB7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3" w:history="1">
        <w:r w:rsidR="00AA2072" w:rsidRPr="004E021B">
          <w:rPr>
            <w:rStyle w:val="aff0"/>
          </w:rPr>
          <w:t>Ввод в действие (в эксплуатацию) зданий по их видам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17</w:t>
        </w:r>
        <w:r w:rsidR="00AA2072">
          <w:rPr>
            <w:webHidden/>
          </w:rPr>
          <w:fldChar w:fldCharType="end"/>
        </w:r>
      </w:hyperlink>
    </w:p>
    <w:p w14:paraId="78691BC7" w14:textId="6369FA18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4" w:history="1">
        <w:r w:rsidR="00AA2072" w:rsidRPr="004E021B">
          <w:rPr>
            <w:rStyle w:val="aff0"/>
          </w:rPr>
          <w:t>Жилищное строительство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17</w:t>
        </w:r>
        <w:r w:rsidR="00AA2072">
          <w:rPr>
            <w:webHidden/>
          </w:rPr>
          <w:fldChar w:fldCharType="end"/>
        </w:r>
      </w:hyperlink>
    </w:p>
    <w:p w14:paraId="735B9581" w14:textId="36E264AD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5" w:history="1">
        <w:r w:rsidR="00AA2072" w:rsidRPr="004E021B">
          <w:rPr>
            <w:rStyle w:val="aff0"/>
          </w:rPr>
          <w:t>Динамика ввода в действие жилых домов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18</w:t>
        </w:r>
        <w:r w:rsidR="00AA2072">
          <w:rPr>
            <w:webHidden/>
          </w:rPr>
          <w:fldChar w:fldCharType="end"/>
        </w:r>
      </w:hyperlink>
    </w:p>
    <w:p w14:paraId="1B836B94" w14:textId="112FE3DF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56" w:history="1">
        <w:r w:rsidR="00565077" w:rsidRPr="004E021B">
          <w:rPr>
            <w:rStyle w:val="aff0"/>
          </w:rPr>
          <w:t>Транспорт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19</w:t>
        </w:r>
        <w:r w:rsidR="00AA2072">
          <w:rPr>
            <w:webHidden/>
          </w:rPr>
          <w:fldChar w:fldCharType="end"/>
        </w:r>
      </w:hyperlink>
    </w:p>
    <w:p w14:paraId="1BC2CE08" w14:textId="0AAFA0A3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7" w:history="1">
        <w:r w:rsidR="00AA2072" w:rsidRPr="004E021B">
          <w:rPr>
            <w:rStyle w:val="aff0"/>
          </w:rPr>
          <w:t>Автомобильный транспорт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19</w:t>
        </w:r>
        <w:r w:rsidR="00AA2072">
          <w:rPr>
            <w:webHidden/>
          </w:rPr>
          <w:fldChar w:fldCharType="end"/>
        </w:r>
      </w:hyperlink>
    </w:p>
    <w:p w14:paraId="1B66C467" w14:textId="666023D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8" w:history="1">
        <w:r w:rsidR="00AA2072" w:rsidRPr="004E021B">
          <w:rPr>
            <w:rStyle w:val="aff0"/>
          </w:rPr>
          <w:t>Динамика грузооборота и пассажирооборота автомобильного транспорта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19</w:t>
        </w:r>
        <w:r w:rsidR="00AA2072">
          <w:rPr>
            <w:webHidden/>
          </w:rPr>
          <w:fldChar w:fldCharType="end"/>
        </w:r>
      </w:hyperlink>
    </w:p>
    <w:p w14:paraId="50895F6F" w14:textId="50A8F467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59" w:history="1">
        <w:r w:rsidR="00AA2072" w:rsidRPr="004E021B">
          <w:rPr>
            <w:rStyle w:val="aff0"/>
          </w:rPr>
          <w:t xml:space="preserve">Работа эксплуатационных автобусов (маршрутных таксомоторов) </w:t>
        </w:r>
        <w:r w:rsidR="00565077">
          <w:rPr>
            <w:rStyle w:val="aff0"/>
          </w:rPr>
          <w:br/>
        </w:r>
        <w:r w:rsidR="00AA2072" w:rsidRPr="004E021B">
          <w:rPr>
            <w:rStyle w:val="aff0"/>
          </w:rPr>
          <w:t>по маршрутам регулярных перевозок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_Toc178757159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20</w:t>
        </w:r>
        <w:r w:rsidR="00AA2072">
          <w:rPr>
            <w:webHidden/>
          </w:rPr>
          <w:fldChar w:fldCharType="end"/>
        </w:r>
      </w:hyperlink>
    </w:p>
    <w:p w14:paraId="411F121F" w14:textId="4471C97A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60" w:history="1">
        <w:r w:rsidR="00565077" w:rsidRPr="004E021B">
          <w:rPr>
            <w:rStyle w:val="aff0"/>
          </w:rPr>
          <w:t>Почтовая связь  и курьерская деятельность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20</w:t>
        </w:r>
        <w:r w:rsidR="00AA2072">
          <w:rPr>
            <w:webHidden/>
          </w:rPr>
          <w:fldChar w:fldCharType="end"/>
        </w:r>
      </w:hyperlink>
    </w:p>
    <w:p w14:paraId="6006FF35" w14:textId="4869B5BE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161" w:history="1">
        <w:r w:rsidR="00AA2072" w:rsidRPr="004E021B">
          <w:rPr>
            <w:rStyle w:val="aff0"/>
          </w:rPr>
          <w:t>РЫНКИ ТОВАРОВ И УСЛУГ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20</w:t>
        </w:r>
        <w:r w:rsidR="00AA2072">
          <w:rPr>
            <w:webHidden/>
          </w:rPr>
          <w:fldChar w:fldCharType="end"/>
        </w:r>
      </w:hyperlink>
    </w:p>
    <w:p w14:paraId="07798D31" w14:textId="0A8727C6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62" w:history="1">
        <w:r w:rsidR="00565077" w:rsidRPr="004E021B">
          <w:rPr>
            <w:rStyle w:val="aff0"/>
          </w:rPr>
          <w:t>Розничная торговля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20</w:t>
        </w:r>
        <w:r w:rsidR="00AA2072">
          <w:rPr>
            <w:webHidden/>
          </w:rPr>
          <w:fldChar w:fldCharType="end"/>
        </w:r>
      </w:hyperlink>
    </w:p>
    <w:p w14:paraId="5D2A4AB8" w14:textId="683E8C8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63" w:history="1">
        <w:r w:rsidR="00AA2072" w:rsidRPr="004E021B">
          <w:rPr>
            <w:rStyle w:val="aff0"/>
          </w:rPr>
          <w:t>Оборот розничной торговли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20</w:t>
        </w:r>
        <w:r w:rsidR="00AA2072">
          <w:rPr>
            <w:webHidden/>
          </w:rPr>
          <w:fldChar w:fldCharType="end"/>
        </w:r>
      </w:hyperlink>
    </w:p>
    <w:p w14:paraId="3A815E58" w14:textId="05286A83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64" w:history="1">
        <w:r w:rsidR="00AA2072" w:rsidRPr="004E021B">
          <w:rPr>
            <w:rStyle w:val="aff0"/>
          </w:rPr>
          <w:t>Динамика оборота розничной торговли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20</w:t>
        </w:r>
        <w:r w:rsidR="00AA2072">
          <w:rPr>
            <w:webHidden/>
          </w:rPr>
          <w:fldChar w:fldCharType="end"/>
        </w:r>
      </w:hyperlink>
    </w:p>
    <w:p w14:paraId="100D2638" w14:textId="393BD1F0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65" w:history="1">
        <w:r w:rsidR="00AA2072" w:rsidRPr="004E021B">
          <w:rPr>
            <w:rStyle w:val="aff0"/>
          </w:rPr>
          <w:t>Изменение оборота розничной торговли торгующих</w:t>
        </w:r>
        <w:r w:rsidR="00565077">
          <w:rPr>
            <w:rStyle w:val="aff0"/>
          </w:rPr>
          <w:br/>
        </w:r>
        <w:r w:rsidR="00AA2072" w:rsidRPr="004E021B">
          <w:rPr>
            <w:rStyle w:val="aff0"/>
          </w:rPr>
          <w:t>организаций и продажи товаров на розничных рынках и ярмарках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21</w:t>
        </w:r>
        <w:r w:rsidR="00AA2072">
          <w:rPr>
            <w:webHidden/>
          </w:rPr>
          <w:fldChar w:fldCharType="end"/>
        </w:r>
      </w:hyperlink>
    </w:p>
    <w:p w14:paraId="637FFA6C" w14:textId="4216EF98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66" w:history="1">
        <w:r w:rsidR="00AA2072" w:rsidRPr="004E021B">
          <w:rPr>
            <w:rStyle w:val="aff0"/>
          </w:rPr>
          <w:t>Динамика оборота розничной торговли  пищевыми продуктами, включая напитки,</w:t>
        </w:r>
        <w:r w:rsidR="00565077">
          <w:rPr>
            <w:rStyle w:val="aff0"/>
          </w:rPr>
          <w:br/>
        </w:r>
        <w:r w:rsidR="00AA2072" w:rsidRPr="004E021B">
          <w:rPr>
            <w:rStyle w:val="aff0"/>
          </w:rPr>
          <w:t>и табачными изделиями, непродовольственными товарами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22</w:t>
        </w:r>
        <w:r w:rsidR="00AA2072">
          <w:rPr>
            <w:webHidden/>
          </w:rPr>
          <w:fldChar w:fldCharType="end"/>
        </w:r>
      </w:hyperlink>
    </w:p>
    <w:p w14:paraId="3FB6F766" w14:textId="66E4D7E4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67" w:history="1">
        <w:r w:rsidR="00AA2072" w:rsidRPr="004E021B">
          <w:rPr>
            <w:rStyle w:val="aff0"/>
          </w:rPr>
          <w:t>Изменение продажи и запасов основных продуктов питания и непродовольственных товаров</w:t>
        </w:r>
        <w:r w:rsidR="00565077">
          <w:rPr>
            <w:rStyle w:val="aff0"/>
          </w:rPr>
          <w:br/>
        </w:r>
        <w:r w:rsidR="00AA2072" w:rsidRPr="004E021B">
          <w:rPr>
            <w:rStyle w:val="aff0"/>
          </w:rPr>
          <w:t>в организациях розничной торговли, не относящихся к субъектам малого предпринимательства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23</w:t>
        </w:r>
        <w:r w:rsidR="00AA2072">
          <w:rPr>
            <w:webHidden/>
          </w:rPr>
          <w:fldChar w:fldCharType="end"/>
        </w:r>
      </w:hyperlink>
    </w:p>
    <w:p w14:paraId="693DC8B0" w14:textId="1F5105B8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68" w:history="1">
        <w:r w:rsidR="00565077" w:rsidRPr="004E021B">
          <w:rPr>
            <w:rStyle w:val="aff0"/>
          </w:rPr>
          <w:t>Общественное питание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24</w:t>
        </w:r>
        <w:r w:rsidR="00AA2072">
          <w:rPr>
            <w:webHidden/>
          </w:rPr>
          <w:fldChar w:fldCharType="end"/>
        </w:r>
      </w:hyperlink>
    </w:p>
    <w:p w14:paraId="0248F077" w14:textId="1A8B3B7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69" w:history="1">
        <w:r w:rsidR="00AA2072" w:rsidRPr="004E021B">
          <w:rPr>
            <w:rStyle w:val="aff0"/>
          </w:rPr>
          <w:t>Оборот общественного питания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_Toc178757169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24</w:t>
        </w:r>
        <w:r w:rsidR="00AA2072">
          <w:rPr>
            <w:webHidden/>
          </w:rPr>
          <w:fldChar w:fldCharType="end"/>
        </w:r>
      </w:hyperlink>
    </w:p>
    <w:p w14:paraId="433DC79E" w14:textId="4C93B3A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70" w:history="1">
        <w:r w:rsidR="00AA2072" w:rsidRPr="004E021B">
          <w:rPr>
            <w:rStyle w:val="aff0"/>
          </w:rPr>
          <w:t>Динамика оборота общественного питания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24</w:t>
        </w:r>
        <w:r w:rsidR="00AA2072">
          <w:rPr>
            <w:webHidden/>
          </w:rPr>
          <w:fldChar w:fldCharType="end"/>
        </w:r>
      </w:hyperlink>
    </w:p>
    <w:p w14:paraId="341FCFB1" w14:textId="6396EDB0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71" w:history="1">
        <w:r w:rsidR="00565077" w:rsidRPr="004E021B">
          <w:rPr>
            <w:rStyle w:val="aff0"/>
          </w:rPr>
          <w:t>Рынок платных услуг населению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25</w:t>
        </w:r>
        <w:r w:rsidR="00AA2072">
          <w:rPr>
            <w:webHidden/>
          </w:rPr>
          <w:fldChar w:fldCharType="end"/>
        </w:r>
      </w:hyperlink>
    </w:p>
    <w:p w14:paraId="436F9B3B" w14:textId="3EEBB059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72" w:history="1">
        <w:r w:rsidR="00AA2072" w:rsidRPr="004E021B">
          <w:rPr>
            <w:rStyle w:val="aff0"/>
          </w:rPr>
          <w:t>Динамика объема платных услуг населению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25</w:t>
        </w:r>
        <w:r w:rsidR="00AA2072">
          <w:rPr>
            <w:webHidden/>
          </w:rPr>
          <w:fldChar w:fldCharType="end"/>
        </w:r>
      </w:hyperlink>
    </w:p>
    <w:p w14:paraId="2BA30FC9" w14:textId="10F00FEC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73" w:history="1">
        <w:r w:rsidR="00AA2072" w:rsidRPr="004E021B">
          <w:rPr>
            <w:rStyle w:val="aff0"/>
          </w:rPr>
          <w:t>Объем платных услуг населению по видам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26</w:t>
        </w:r>
        <w:r w:rsidR="00AA2072">
          <w:rPr>
            <w:webHidden/>
          </w:rPr>
          <w:fldChar w:fldCharType="end"/>
        </w:r>
      </w:hyperlink>
    </w:p>
    <w:p w14:paraId="29A15455" w14:textId="5A2674A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74" w:history="1">
        <w:r w:rsidR="00AA2072" w:rsidRPr="004E021B">
          <w:rPr>
            <w:rStyle w:val="aff0"/>
          </w:rPr>
          <w:t>Объем бытовых услуг населению по видам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26</w:t>
        </w:r>
        <w:r w:rsidR="00AA2072">
          <w:rPr>
            <w:webHidden/>
          </w:rPr>
          <w:fldChar w:fldCharType="end"/>
        </w:r>
      </w:hyperlink>
    </w:p>
    <w:p w14:paraId="2D2D1134" w14:textId="78B16052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75" w:history="1">
        <w:r w:rsidR="00AA2072" w:rsidRPr="004E021B">
          <w:rPr>
            <w:rStyle w:val="aff0"/>
          </w:rPr>
          <w:t>ОПТОВАЯ ТОРГОВЛЯ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27</w:t>
        </w:r>
        <w:r w:rsidR="00AA2072">
          <w:rPr>
            <w:webHidden/>
          </w:rPr>
          <w:fldChar w:fldCharType="end"/>
        </w:r>
      </w:hyperlink>
    </w:p>
    <w:p w14:paraId="34F9C6F1" w14:textId="0A4313B3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76" w:history="1">
        <w:r w:rsidR="00AA2072" w:rsidRPr="004E021B">
          <w:rPr>
            <w:rStyle w:val="aff0"/>
          </w:rPr>
          <w:t>Динамика оборота оптовой торговли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27</w:t>
        </w:r>
        <w:r w:rsidR="00AA2072">
          <w:rPr>
            <w:webHidden/>
          </w:rPr>
          <w:fldChar w:fldCharType="end"/>
        </w:r>
      </w:hyperlink>
    </w:p>
    <w:p w14:paraId="6D51D73A" w14:textId="1553339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77" w:history="1">
        <w:r w:rsidR="00AA2072" w:rsidRPr="004E021B">
          <w:rPr>
            <w:rStyle w:val="aff0"/>
          </w:rPr>
          <w:t>Продажа на оптовом рынке отдельных видов продукции (товаров)</w:t>
        </w:r>
        <w:r w:rsidR="00565077">
          <w:rPr>
            <w:rStyle w:val="aff0"/>
          </w:rPr>
          <w:br/>
        </w:r>
        <w:r w:rsidR="00AA2072" w:rsidRPr="004E021B">
          <w:rPr>
            <w:rStyle w:val="aff0"/>
          </w:rPr>
          <w:t xml:space="preserve">организациями оптовой торговли, не относящимися к субъектам малого предпринимательства, </w:t>
        </w:r>
        <w:r w:rsidR="00565077">
          <w:rPr>
            <w:rStyle w:val="aff0"/>
          </w:rPr>
          <w:br/>
        </w:r>
        <w:r w:rsidR="00AA2072" w:rsidRPr="004E021B">
          <w:rPr>
            <w:rStyle w:val="aff0"/>
          </w:rPr>
          <w:t>с численностью работников свыше 15 человек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28</w:t>
        </w:r>
        <w:r w:rsidR="00AA2072">
          <w:rPr>
            <w:webHidden/>
          </w:rPr>
          <w:fldChar w:fldCharType="end"/>
        </w:r>
      </w:hyperlink>
    </w:p>
    <w:p w14:paraId="77BAB771" w14:textId="658D97B0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178" w:history="1">
        <w:r w:rsidR="00AA2072" w:rsidRPr="004E021B">
          <w:rPr>
            <w:rStyle w:val="aff0"/>
          </w:rPr>
          <w:t>ИНСТИТУЦИОНАЛЬНЫЕ ПРЕОБРАЗОВАНИЯ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29</w:t>
        </w:r>
        <w:r w:rsidR="00AA2072">
          <w:rPr>
            <w:webHidden/>
          </w:rPr>
          <w:fldChar w:fldCharType="end"/>
        </w:r>
      </w:hyperlink>
    </w:p>
    <w:p w14:paraId="511C4F21" w14:textId="3D7A8EEF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179" w:history="1">
        <w:r w:rsidR="00565077" w:rsidRPr="004E021B">
          <w:rPr>
            <w:rStyle w:val="aff0"/>
          </w:rPr>
          <w:t>Демография организаций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_Toc178757179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29</w:t>
        </w:r>
        <w:r w:rsidR="00AA2072">
          <w:rPr>
            <w:webHidden/>
          </w:rPr>
          <w:fldChar w:fldCharType="end"/>
        </w:r>
      </w:hyperlink>
    </w:p>
    <w:p w14:paraId="4614802D" w14:textId="64E944E8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0" w:history="1">
        <w:r w:rsidR="00AA2072" w:rsidRPr="004E021B">
          <w:rPr>
            <w:rStyle w:val="aff0"/>
          </w:rPr>
          <w:t>Демография организаций 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29</w:t>
        </w:r>
        <w:r w:rsidR="00AA2072">
          <w:rPr>
            <w:webHidden/>
          </w:rPr>
          <w:fldChar w:fldCharType="end"/>
        </w:r>
      </w:hyperlink>
    </w:p>
    <w:p w14:paraId="1B861A5D" w14:textId="3C0996F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1" w:history="1">
        <w:r w:rsidR="00AA2072" w:rsidRPr="004E021B">
          <w:rPr>
            <w:rStyle w:val="aff0"/>
          </w:rPr>
          <w:t>Демография организаций по формам собственности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30</w:t>
        </w:r>
        <w:r w:rsidR="00AA2072">
          <w:rPr>
            <w:webHidden/>
          </w:rPr>
          <w:fldChar w:fldCharType="end"/>
        </w:r>
      </w:hyperlink>
    </w:p>
    <w:p w14:paraId="02AE175D" w14:textId="13F12DD2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182" w:history="1">
        <w:r w:rsidR="00AA2072" w:rsidRPr="004E021B">
          <w:rPr>
            <w:rStyle w:val="aff0"/>
            <w:spacing w:val="60"/>
          </w:rPr>
          <w:t>ЦЕНЫ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30</w:t>
        </w:r>
        <w:r w:rsidR="00AA2072">
          <w:rPr>
            <w:webHidden/>
          </w:rPr>
          <w:fldChar w:fldCharType="end"/>
        </w:r>
      </w:hyperlink>
    </w:p>
    <w:p w14:paraId="6BC2F963" w14:textId="556BDF80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3" w:history="1">
        <w:r w:rsidR="00AA2072" w:rsidRPr="004E021B">
          <w:rPr>
            <w:rStyle w:val="aff0"/>
          </w:rPr>
          <w:t>Индексы цен и тарифов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30</w:t>
        </w:r>
        <w:r w:rsidR="00AA2072">
          <w:rPr>
            <w:webHidden/>
          </w:rPr>
          <w:fldChar w:fldCharType="end"/>
        </w:r>
      </w:hyperlink>
    </w:p>
    <w:p w14:paraId="31E64A6C" w14:textId="4CEE7E07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4" w:history="1">
        <w:r w:rsidR="00565077" w:rsidRPr="004E021B">
          <w:rPr>
            <w:rStyle w:val="aff0"/>
          </w:rPr>
          <w:t>Потребительские цены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31</w:t>
        </w:r>
        <w:r w:rsidR="00AA2072">
          <w:rPr>
            <w:webHidden/>
          </w:rPr>
          <w:fldChar w:fldCharType="end"/>
        </w:r>
      </w:hyperlink>
    </w:p>
    <w:p w14:paraId="6AC1DA96" w14:textId="7C2B566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5" w:history="1">
        <w:r w:rsidR="00AA2072" w:rsidRPr="004E021B">
          <w:rPr>
            <w:rStyle w:val="aff0"/>
          </w:rPr>
          <w:t>Индексы потребительских цен и тарифов  на товары и услуги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31</w:t>
        </w:r>
        <w:r w:rsidR="00AA2072">
          <w:rPr>
            <w:webHidden/>
          </w:rPr>
          <w:fldChar w:fldCharType="end"/>
        </w:r>
      </w:hyperlink>
    </w:p>
    <w:p w14:paraId="29EBA607" w14:textId="666BA434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6" w:history="1">
        <w:r w:rsidR="00AA2072" w:rsidRPr="004E021B">
          <w:rPr>
            <w:rStyle w:val="aff0"/>
          </w:rPr>
          <w:t>Базовый индекс потребительских цен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31</w:t>
        </w:r>
        <w:r w:rsidR="00AA2072">
          <w:rPr>
            <w:webHidden/>
          </w:rPr>
          <w:fldChar w:fldCharType="end"/>
        </w:r>
      </w:hyperlink>
    </w:p>
    <w:p w14:paraId="504D25D8" w14:textId="456F17D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7" w:history="1">
        <w:r w:rsidR="00AA2072" w:rsidRPr="004E021B">
          <w:rPr>
            <w:rStyle w:val="aff0"/>
          </w:rPr>
          <w:t>Стоимость фиксированного набора потребительских товаров и услуг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31</w:t>
        </w:r>
        <w:r w:rsidR="00AA2072">
          <w:rPr>
            <w:webHidden/>
          </w:rPr>
          <w:fldChar w:fldCharType="end"/>
        </w:r>
      </w:hyperlink>
    </w:p>
    <w:p w14:paraId="3AB1BE5D" w14:textId="02BF76A6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8" w:history="1">
        <w:r w:rsidR="00565077">
          <w:rPr>
            <w:rStyle w:val="aff0"/>
          </w:rPr>
          <w:t>Ц</w:t>
        </w:r>
        <w:r w:rsidR="00AA2072" w:rsidRPr="004E021B">
          <w:rPr>
            <w:rStyle w:val="aff0"/>
          </w:rPr>
          <w:t>ены на продовольственные товары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31</w:t>
        </w:r>
        <w:r w:rsidR="00AA2072">
          <w:rPr>
            <w:webHidden/>
          </w:rPr>
          <w:fldChar w:fldCharType="end"/>
        </w:r>
      </w:hyperlink>
    </w:p>
    <w:p w14:paraId="4FE0C908" w14:textId="187972CF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89" w:history="1">
        <w:r w:rsidR="00AA2072" w:rsidRPr="004E021B">
          <w:rPr>
            <w:rStyle w:val="aff0"/>
          </w:rPr>
          <w:t>Индексы цен на отдельные группы и виды  продовольственных товаров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_Toc178757189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32</w:t>
        </w:r>
        <w:r w:rsidR="00AA2072">
          <w:rPr>
            <w:webHidden/>
          </w:rPr>
          <w:fldChar w:fldCharType="end"/>
        </w:r>
      </w:hyperlink>
    </w:p>
    <w:p w14:paraId="7D8D0A2D" w14:textId="64DFC7EC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0" w:history="1">
        <w:r w:rsidR="00AA2072" w:rsidRPr="004E021B">
          <w:rPr>
            <w:rStyle w:val="aff0"/>
            <w:lang w:val="x-none" w:eastAsia="x-none"/>
          </w:rPr>
          <w:t>Стоимость условного (минимального) набора продуктов питания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32</w:t>
        </w:r>
        <w:r w:rsidR="00AA2072">
          <w:rPr>
            <w:webHidden/>
          </w:rPr>
          <w:fldChar w:fldCharType="end"/>
        </w:r>
      </w:hyperlink>
    </w:p>
    <w:p w14:paraId="26CC4B1F" w14:textId="0C0DC250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1" w:history="1">
        <w:r w:rsidR="00AA2072" w:rsidRPr="004E021B">
          <w:rPr>
            <w:rStyle w:val="aff0"/>
          </w:rPr>
          <w:t>Цены на непродовольственные товары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32</w:t>
        </w:r>
        <w:r w:rsidR="00AA2072">
          <w:rPr>
            <w:webHidden/>
          </w:rPr>
          <w:fldChar w:fldCharType="end"/>
        </w:r>
      </w:hyperlink>
    </w:p>
    <w:p w14:paraId="066AB7F6" w14:textId="7B043902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2" w:history="1">
        <w:r w:rsidR="00AA2072" w:rsidRPr="004E021B">
          <w:rPr>
            <w:rStyle w:val="aff0"/>
          </w:rPr>
          <w:t>Индексы цен на отдельные группы  непродовольственных товаров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32</w:t>
        </w:r>
        <w:r w:rsidR="00AA2072">
          <w:rPr>
            <w:webHidden/>
          </w:rPr>
          <w:fldChar w:fldCharType="end"/>
        </w:r>
      </w:hyperlink>
    </w:p>
    <w:p w14:paraId="472007B9" w14:textId="21E12E29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3" w:history="1">
        <w:r w:rsidR="00AA2072" w:rsidRPr="004E021B">
          <w:rPr>
            <w:rStyle w:val="aff0"/>
          </w:rPr>
          <w:t>Цены и тарифы на услуги.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33</w:t>
        </w:r>
        <w:r w:rsidR="00AA2072">
          <w:rPr>
            <w:webHidden/>
          </w:rPr>
          <w:fldChar w:fldCharType="end"/>
        </w:r>
      </w:hyperlink>
    </w:p>
    <w:p w14:paraId="32D51641" w14:textId="6B13BE29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4" w:history="1">
        <w:r w:rsidR="00AA2072" w:rsidRPr="004E021B">
          <w:rPr>
            <w:rStyle w:val="aff0"/>
          </w:rPr>
          <w:t>Индексы цен и тарифов  на отдельные группы и виды услуг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33</w:t>
        </w:r>
        <w:r w:rsidR="00AA2072">
          <w:rPr>
            <w:webHidden/>
          </w:rPr>
          <w:fldChar w:fldCharType="end"/>
        </w:r>
      </w:hyperlink>
    </w:p>
    <w:p w14:paraId="33C3917B" w14:textId="2CDF5725" w:rsidR="00AA2072" w:rsidRPr="000D529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5" w:history="1">
        <w:r w:rsidR="000D5292" w:rsidRPr="000D5292">
          <w:rPr>
            <w:rStyle w:val="aff0"/>
          </w:rPr>
          <w:t>Цены производителей</w:t>
        </w:r>
        <w:r w:rsidR="00AA2072" w:rsidRPr="000D5292">
          <w:rPr>
            <w:webHidden/>
          </w:rPr>
          <w:tab/>
        </w:r>
        <w:r w:rsidR="00AA2072" w:rsidRPr="000D5292">
          <w:rPr>
            <w:webHidden/>
          </w:rPr>
          <w:fldChar w:fldCharType="begin"/>
        </w:r>
        <w:r w:rsidR="00AA2072" w:rsidRPr="000D5292">
          <w:rPr>
            <w:webHidden/>
          </w:rPr>
          <w:instrText xml:space="preserve"> PAGEREF _Toc178757195 \h </w:instrText>
        </w:r>
        <w:r w:rsidR="00AA2072" w:rsidRPr="000D5292">
          <w:rPr>
            <w:webHidden/>
          </w:rPr>
        </w:r>
        <w:r w:rsidR="00AA2072" w:rsidRPr="000D5292">
          <w:rPr>
            <w:webHidden/>
          </w:rPr>
          <w:fldChar w:fldCharType="separate"/>
        </w:r>
        <w:r>
          <w:rPr>
            <w:webHidden/>
          </w:rPr>
          <w:t>34</w:t>
        </w:r>
        <w:r w:rsidR="00AA2072" w:rsidRPr="000D5292">
          <w:rPr>
            <w:webHidden/>
          </w:rPr>
          <w:fldChar w:fldCharType="end"/>
        </w:r>
      </w:hyperlink>
    </w:p>
    <w:p w14:paraId="70B0FBAA" w14:textId="325DA736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6" w:history="1">
        <w:r w:rsidR="00AA2072" w:rsidRPr="004E021B">
          <w:rPr>
            <w:rStyle w:val="aff0"/>
          </w:rPr>
          <w:t>Индексы цен производителей промышленных товаров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34</w:t>
        </w:r>
        <w:r w:rsidR="00AA2072">
          <w:rPr>
            <w:webHidden/>
          </w:rPr>
          <w:fldChar w:fldCharType="end"/>
        </w:r>
      </w:hyperlink>
    </w:p>
    <w:p w14:paraId="50B39CBF" w14:textId="531CEB29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7" w:history="1">
        <w:r w:rsidR="00AA2072" w:rsidRPr="004E021B">
          <w:rPr>
            <w:rStyle w:val="aff0"/>
          </w:rPr>
          <w:t>Индексы цен производителей  по отдельным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35</w:t>
        </w:r>
        <w:r w:rsidR="00AA2072">
          <w:rPr>
            <w:webHidden/>
          </w:rPr>
          <w:fldChar w:fldCharType="end"/>
        </w:r>
      </w:hyperlink>
    </w:p>
    <w:p w14:paraId="15912C1F" w14:textId="370D17E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8" w:history="1">
        <w:r w:rsidR="000D5292">
          <w:rPr>
            <w:rStyle w:val="aff0"/>
          </w:rPr>
          <w:t>И</w:t>
        </w:r>
        <w:r w:rsidR="00AA2072" w:rsidRPr="004E021B">
          <w:rPr>
            <w:rStyle w:val="aff0"/>
          </w:rPr>
          <w:t>ндекс цен производителей сельскохозяйственной продукции.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35</w:t>
        </w:r>
        <w:r w:rsidR="00AA2072">
          <w:rPr>
            <w:webHidden/>
          </w:rPr>
          <w:fldChar w:fldCharType="end"/>
        </w:r>
      </w:hyperlink>
    </w:p>
    <w:p w14:paraId="7D5667D7" w14:textId="072DFA1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199" w:history="1">
        <w:r w:rsidR="00AA2072" w:rsidRPr="004E021B">
          <w:rPr>
            <w:rStyle w:val="aff0"/>
            <w:lang w:val="x-none" w:eastAsia="x-none"/>
          </w:rPr>
          <w:t xml:space="preserve">Индексы цен производителей </w:t>
        </w:r>
        <w:r w:rsidR="00AA2072" w:rsidRPr="004E021B">
          <w:rPr>
            <w:rStyle w:val="aff0"/>
            <w:lang w:eastAsia="x-none"/>
          </w:rPr>
          <w:t xml:space="preserve"> </w:t>
        </w:r>
        <w:r w:rsidR="00AA2072" w:rsidRPr="004E021B">
          <w:rPr>
            <w:rStyle w:val="aff0"/>
            <w:lang w:val="x-none" w:eastAsia="x-none"/>
          </w:rPr>
          <w:t>отдельных видов</w:t>
        </w:r>
        <w:r w:rsidR="00AA2072" w:rsidRPr="004E021B">
          <w:rPr>
            <w:rStyle w:val="aff0"/>
            <w:lang w:eastAsia="x-none"/>
          </w:rPr>
          <w:t xml:space="preserve"> </w:t>
        </w:r>
        <w:r w:rsidR="00AA2072" w:rsidRPr="004E021B">
          <w:rPr>
            <w:rStyle w:val="aff0"/>
            <w:lang w:val="x-none" w:eastAsia="x-none"/>
          </w:rPr>
          <w:t>и групп сельскохозяйственной продукции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_Toc178757199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36</w:t>
        </w:r>
        <w:r w:rsidR="00AA2072">
          <w:rPr>
            <w:webHidden/>
          </w:rPr>
          <w:fldChar w:fldCharType="end"/>
        </w:r>
      </w:hyperlink>
    </w:p>
    <w:p w14:paraId="76DAA75A" w14:textId="65F5EDF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0" w:history="1">
        <w:r w:rsidR="00AA2072" w:rsidRPr="004E021B">
          <w:rPr>
            <w:rStyle w:val="aff0"/>
            <w:lang w:val="x-none" w:eastAsia="x-none"/>
          </w:rPr>
          <w:t>Сводный индекс цен на продукцию (затраты, услуги) инвестиционного назначения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36</w:t>
        </w:r>
        <w:r w:rsidR="00AA2072">
          <w:rPr>
            <w:webHidden/>
          </w:rPr>
          <w:fldChar w:fldCharType="end"/>
        </w:r>
      </w:hyperlink>
    </w:p>
    <w:p w14:paraId="3D531876" w14:textId="01DCC1D7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1" w:history="1">
        <w:r w:rsidR="00AA2072" w:rsidRPr="004E021B">
          <w:rPr>
            <w:rStyle w:val="aff0"/>
            <w:lang w:val="x-none" w:eastAsia="x-none"/>
          </w:rPr>
          <w:t>Индексы цен на продукцию (затраты, услуги)</w:t>
        </w:r>
        <w:r w:rsidR="00AA2072" w:rsidRPr="004E021B">
          <w:rPr>
            <w:rStyle w:val="aff0"/>
            <w:lang w:eastAsia="x-none"/>
          </w:rPr>
          <w:t xml:space="preserve"> </w:t>
        </w:r>
        <w:r w:rsidR="00AA2072" w:rsidRPr="004E021B">
          <w:rPr>
            <w:rStyle w:val="aff0"/>
            <w:lang w:val="x-none" w:eastAsia="x-none"/>
          </w:rPr>
          <w:t>инвестиционного назначения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37</w:t>
        </w:r>
        <w:r w:rsidR="00AA2072">
          <w:rPr>
            <w:webHidden/>
          </w:rPr>
          <w:fldChar w:fldCharType="end"/>
        </w:r>
      </w:hyperlink>
    </w:p>
    <w:p w14:paraId="37DE4EF2" w14:textId="172C7687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2" w:history="1">
        <w:r w:rsidR="00AA2072" w:rsidRPr="004E021B">
          <w:rPr>
            <w:rStyle w:val="aff0"/>
          </w:rPr>
          <w:t>Индексы цен на отдельные виды продукции, приобретенной строительными организациями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37</w:t>
        </w:r>
        <w:r w:rsidR="00AA2072">
          <w:rPr>
            <w:webHidden/>
          </w:rPr>
          <w:fldChar w:fldCharType="end"/>
        </w:r>
      </w:hyperlink>
    </w:p>
    <w:p w14:paraId="668758DA" w14:textId="69E44F54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3" w:history="1">
        <w:r w:rsidR="00AA2072" w:rsidRPr="004E021B">
          <w:rPr>
            <w:rStyle w:val="aff0"/>
          </w:rPr>
          <w:t>Индекс тарифов на грузовые перевозки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38</w:t>
        </w:r>
        <w:r w:rsidR="00AA2072">
          <w:rPr>
            <w:webHidden/>
          </w:rPr>
          <w:fldChar w:fldCharType="end"/>
        </w:r>
      </w:hyperlink>
    </w:p>
    <w:p w14:paraId="71689336" w14:textId="6162CF9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4" w:history="1">
        <w:r w:rsidR="00AA2072" w:rsidRPr="004E021B">
          <w:rPr>
            <w:rStyle w:val="aff0"/>
          </w:rPr>
          <w:t>Индексы тарифов на грузовые перевозки  по видам транспорта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38</w:t>
        </w:r>
        <w:r w:rsidR="00AA2072">
          <w:rPr>
            <w:webHidden/>
          </w:rPr>
          <w:fldChar w:fldCharType="end"/>
        </w:r>
      </w:hyperlink>
    </w:p>
    <w:p w14:paraId="53E46DA9" w14:textId="2917F650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205" w:history="1">
        <w:r w:rsidR="00AA2072" w:rsidRPr="004E021B">
          <w:rPr>
            <w:rStyle w:val="aff0"/>
          </w:rPr>
          <w:t>ФИНАНСОВАЯ ДЕЯТЕЛЬНОСТЬ  ОРГАНИЗАЦИЙ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39</w:t>
        </w:r>
        <w:r w:rsidR="00AA2072">
          <w:rPr>
            <w:webHidden/>
          </w:rPr>
          <w:fldChar w:fldCharType="end"/>
        </w:r>
      </w:hyperlink>
    </w:p>
    <w:p w14:paraId="7D4FCDB9" w14:textId="1C14D0E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6" w:history="1">
        <w:r w:rsidR="00AA2072" w:rsidRPr="004E021B">
          <w:rPr>
            <w:rStyle w:val="aff0"/>
          </w:rPr>
          <w:t>Финансовые результаты деятельности организаций.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39</w:t>
        </w:r>
        <w:r w:rsidR="00AA2072">
          <w:rPr>
            <w:webHidden/>
          </w:rPr>
          <w:fldChar w:fldCharType="end"/>
        </w:r>
      </w:hyperlink>
    </w:p>
    <w:p w14:paraId="79943088" w14:textId="0F303C01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7" w:history="1">
        <w:r w:rsidR="00AA2072" w:rsidRPr="004E021B">
          <w:rPr>
            <w:rStyle w:val="aff0"/>
          </w:rPr>
          <w:t xml:space="preserve">Сальдированный финансовый результат (прибыль минус убыток) </w:t>
        </w:r>
        <w:r w:rsidR="000D5292">
          <w:rPr>
            <w:rStyle w:val="aff0"/>
          </w:rPr>
          <w:br/>
        </w:r>
        <w:r w:rsidR="00AA2072" w:rsidRPr="004E021B">
          <w:rPr>
            <w:rStyle w:val="aff0"/>
          </w:rPr>
          <w:t>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39</w:t>
        </w:r>
        <w:r w:rsidR="00AA2072">
          <w:rPr>
            <w:webHidden/>
          </w:rPr>
          <w:fldChar w:fldCharType="end"/>
        </w:r>
      </w:hyperlink>
    </w:p>
    <w:p w14:paraId="4516DB33" w14:textId="250DB136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8" w:history="1">
        <w:r w:rsidR="00AA2072" w:rsidRPr="004E021B">
          <w:rPr>
            <w:rStyle w:val="aff0"/>
          </w:rPr>
          <w:t>Доля организаций, получивших прибыль (убыток)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40</w:t>
        </w:r>
        <w:r w:rsidR="00AA2072">
          <w:rPr>
            <w:webHidden/>
          </w:rPr>
          <w:fldChar w:fldCharType="end"/>
        </w:r>
      </w:hyperlink>
    </w:p>
    <w:p w14:paraId="18E40EDE" w14:textId="4A669FC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09" w:history="1">
        <w:r w:rsidR="00AA2072" w:rsidRPr="004E021B">
          <w:rPr>
            <w:rStyle w:val="aff0"/>
          </w:rPr>
          <w:t>Состояние платежей и расчетов в организациях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_Toc178757209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41</w:t>
        </w:r>
        <w:r w:rsidR="00AA2072">
          <w:rPr>
            <w:webHidden/>
          </w:rPr>
          <w:fldChar w:fldCharType="end"/>
        </w:r>
      </w:hyperlink>
    </w:p>
    <w:p w14:paraId="001B1E3D" w14:textId="4562B820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0" w:history="1">
        <w:r w:rsidR="00AA2072" w:rsidRPr="004E021B">
          <w:rPr>
            <w:rStyle w:val="aff0"/>
          </w:rPr>
          <w:t>Размер и структура задолженности организаций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41</w:t>
        </w:r>
        <w:r w:rsidR="00AA2072">
          <w:rPr>
            <w:webHidden/>
          </w:rPr>
          <w:fldChar w:fldCharType="end"/>
        </w:r>
      </w:hyperlink>
    </w:p>
    <w:p w14:paraId="2B63B77E" w14:textId="32351D5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1" w:history="1">
        <w:r w:rsidR="00AA2072" w:rsidRPr="004E021B">
          <w:rPr>
            <w:rStyle w:val="aff0"/>
          </w:rPr>
          <w:t>Кредиторская задолженность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41</w:t>
        </w:r>
        <w:r w:rsidR="00AA2072">
          <w:rPr>
            <w:webHidden/>
          </w:rPr>
          <w:fldChar w:fldCharType="end"/>
        </w:r>
      </w:hyperlink>
    </w:p>
    <w:p w14:paraId="2B83327F" w14:textId="2284D19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2" w:history="1">
        <w:r w:rsidR="00AA2072" w:rsidRPr="004E021B">
          <w:rPr>
            <w:rStyle w:val="aff0"/>
          </w:rPr>
          <w:t>Просроченная кредиторская задолженность организаций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41</w:t>
        </w:r>
        <w:r w:rsidR="00AA2072">
          <w:rPr>
            <w:webHidden/>
          </w:rPr>
          <w:fldChar w:fldCharType="end"/>
        </w:r>
      </w:hyperlink>
    </w:p>
    <w:p w14:paraId="6334EC34" w14:textId="4148F24F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3" w:history="1">
        <w:r w:rsidR="00AA2072" w:rsidRPr="004E021B">
          <w:rPr>
            <w:rStyle w:val="aff0"/>
          </w:rPr>
          <w:t>Задолженность по полученным кредитам и займам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42</w:t>
        </w:r>
        <w:r w:rsidR="00AA2072">
          <w:rPr>
            <w:webHidden/>
          </w:rPr>
          <w:fldChar w:fldCharType="end"/>
        </w:r>
      </w:hyperlink>
    </w:p>
    <w:p w14:paraId="00567E55" w14:textId="47B676F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4" w:history="1">
        <w:r w:rsidR="00AA2072" w:rsidRPr="004E021B">
          <w:rPr>
            <w:rStyle w:val="aff0"/>
          </w:rPr>
          <w:t>Размер и структура задолженности по кредитам и займам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42</w:t>
        </w:r>
        <w:r w:rsidR="00AA2072">
          <w:rPr>
            <w:webHidden/>
          </w:rPr>
          <w:fldChar w:fldCharType="end"/>
        </w:r>
      </w:hyperlink>
    </w:p>
    <w:p w14:paraId="11392486" w14:textId="03518830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5" w:history="1">
        <w:r w:rsidR="00AA2072" w:rsidRPr="004E021B">
          <w:rPr>
            <w:rStyle w:val="aff0"/>
          </w:rPr>
          <w:t>Дебиторская задолженность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43</w:t>
        </w:r>
        <w:r w:rsidR="00AA2072">
          <w:rPr>
            <w:webHidden/>
          </w:rPr>
          <w:fldChar w:fldCharType="end"/>
        </w:r>
      </w:hyperlink>
    </w:p>
    <w:p w14:paraId="583AF183" w14:textId="2B6DEA82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6" w:history="1">
        <w:r w:rsidR="00AA2072" w:rsidRPr="004E021B">
          <w:rPr>
            <w:rStyle w:val="aff0"/>
          </w:rPr>
          <w:t>Просроченная дебиторская задолженность организаций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43</w:t>
        </w:r>
        <w:r w:rsidR="00AA2072">
          <w:rPr>
            <w:webHidden/>
          </w:rPr>
          <w:fldChar w:fldCharType="end"/>
        </w:r>
      </w:hyperlink>
    </w:p>
    <w:p w14:paraId="685005B6" w14:textId="1680E41A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17" w:history="1">
        <w:r w:rsidR="00AA2072" w:rsidRPr="004E021B">
          <w:rPr>
            <w:rStyle w:val="aff0"/>
          </w:rPr>
          <w:t>Превышение кредиторской задолженности  над дебиторской задолженностью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44</w:t>
        </w:r>
        <w:r w:rsidR="00AA2072">
          <w:rPr>
            <w:webHidden/>
          </w:rPr>
          <w:fldChar w:fldCharType="end"/>
        </w:r>
      </w:hyperlink>
    </w:p>
    <w:p w14:paraId="60F80256" w14:textId="5839F54A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218" w:history="1">
        <w:r w:rsidR="00AA2072" w:rsidRPr="004E021B">
          <w:rPr>
            <w:rStyle w:val="aff0"/>
          </w:rPr>
          <w:t>СОЦИАЛЬНАЯ СФЕРА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45</w:t>
        </w:r>
        <w:r w:rsidR="00AA2072">
          <w:rPr>
            <w:webHidden/>
          </w:rPr>
          <w:fldChar w:fldCharType="end"/>
        </w:r>
      </w:hyperlink>
    </w:p>
    <w:p w14:paraId="257E9AAD" w14:textId="5E6C4EE2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219" w:history="1">
        <w:r w:rsidR="000D5292" w:rsidRPr="004E021B">
          <w:rPr>
            <w:rStyle w:val="aff0"/>
          </w:rPr>
          <w:t>Заработная плата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_Toc178757219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45</w:t>
        </w:r>
        <w:r w:rsidR="00AA2072">
          <w:rPr>
            <w:webHidden/>
          </w:rPr>
          <w:fldChar w:fldCharType="end"/>
        </w:r>
      </w:hyperlink>
    </w:p>
    <w:p w14:paraId="050094E0" w14:textId="3493CC7E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0" w:history="1">
        <w:r w:rsidR="00AA2072" w:rsidRPr="004E021B">
          <w:rPr>
            <w:rStyle w:val="aff0"/>
            <w:lang w:val="x-none" w:eastAsia="x-none"/>
          </w:rPr>
          <w:t>Основные показатели заработной платы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45</w:t>
        </w:r>
        <w:r w:rsidR="00AA2072">
          <w:rPr>
            <w:webHidden/>
          </w:rPr>
          <w:fldChar w:fldCharType="end"/>
        </w:r>
      </w:hyperlink>
    </w:p>
    <w:p w14:paraId="025C076E" w14:textId="4268527D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1" w:history="1">
        <w:r w:rsidR="00AA2072" w:rsidRPr="004E021B">
          <w:rPr>
            <w:rStyle w:val="aff0"/>
          </w:rPr>
          <w:t>Динамика среднемесячной номинальной и реальной  начисленной заработной платы</w:t>
        </w:r>
        <w:r w:rsidR="000D5292">
          <w:rPr>
            <w:rStyle w:val="aff0"/>
          </w:rPr>
          <w:br/>
        </w:r>
        <w:r w:rsidR="00AA2072" w:rsidRPr="004E021B">
          <w:rPr>
            <w:rStyle w:val="aff0"/>
          </w:rPr>
          <w:t>работников организаций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45</w:t>
        </w:r>
        <w:r w:rsidR="00AA2072">
          <w:rPr>
            <w:webHidden/>
          </w:rPr>
          <w:fldChar w:fldCharType="end"/>
        </w:r>
      </w:hyperlink>
    </w:p>
    <w:p w14:paraId="1F95C754" w14:textId="79908968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2" w:history="1">
        <w:r w:rsidR="00AA2072" w:rsidRPr="004E021B">
          <w:rPr>
            <w:rStyle w:val="aff0"/>
          </w:rPr>
          <w:t xml:space="preserve">Среднемесячная начисленная заработная плата работников организаций </w:t>
        </w:r>
        <w:r w:rsidR="000D5292">
          <w:rPr>
            <w:rStyle w:val="aff0"/>
          </w:rPr>
          <w:br/>
        </w:r>
        <w:r w:rsidR="00AA2072" w:rsidRPr="004E021B">
          <w:rPr>
            <w:rStyle w:val="aff0"/>
          </w:rPr>
          <w:t>(без выплат социального характера) 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46</w:t>
        </w:r>
        <w:r w:rsidR="00AA2072">
          <w:rPr>
            <w:webHidden/>
          </w:rPr>
          <w:fldChar w:fldCharType="end"/>
        </w:r>
      </w:hyperlink>
    </w:p>
    <w:p w14:paraId="500C961E" w14:textId="0E56A9B3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3" w:history="1">
        <w:r w:rsidR="00AA2072" w:rsidRPr="004E021B">
          <w:rPr>
            <w:rStyle w:val="aff0"/>
          </w:rPr>
          <w:t>Просроченная задолженность по заработной плате.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47</w:t>
        </w:r>
        <w:r w:rsidR="00AA2072">
          <w:rPr>
            <w:webHidden/>
          </w:rPr>
          <w:fldChar w:fldCharType="end"/>
        </w:r>
      </w:hyperlink>
    </w:p>
    <w:p w14:paraId="0DE7DB03" w14:textId="28B6F67B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4" w:history="1">
        <w:r w:rsidR="00AA2072" w:rsidRPr="004E021B">
          <w:rPr>
            <w:rStyle w:val="aff0"/>
          </w:rPr>
          <w:t>Динамика просроченной задолженности по заработной плате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47</w:t>
        </w:r>
        <w:r w:rsidR="00AA2072">
          <w:rPr>
            <w:webHidden/>
          </w:rPr>
          <w:fldChar w:fldCharType="end"/>
        </w:r>
      </w:hyperlink>
    </w:p>
    <w:p w14:paraId="12C9BAF7" w14:textId="2A0C928F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5" w:history="1">
        <w:r w:rsidR="00AA2072" w:rsidRPr="004E021B">
          <w:rPr>
            <w:rStyle w:val="aff0"/>
            <w:rFonts w:eastAsia="Calibri"/>
          </w:rPr>
          <w:t>Просроченная задолженность по заработной плате  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48</w:t>
        </w:r>
        <w:r w:rsidR="00AA2072">
          <w:rPr>
            <w:webHidden/>
          </w:rPr>
          <w:fldChar w:fldCharType="end"/>
        </w:r>
      </w:hyperlink>
    </w:p>
    <w:p w14:paraId="60164409" w14:textId="44DA7AB0" w:rsidR="00AA2072" w:rsidRDefault="00955BD6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78757226" w:history="1">
        <w:r w:rsidR="000D5292" w:rsidRPr="004E021B">
          <w:rPr>
            <w:rStyle w:val="aff0"/>
          </w:rPr>
          <w:t>Занятость и безработица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48</w:t>
        </w:r>
        <w:r w:rsidR="00AA2072">
          <w:rPr>
            <w:webHidden/>
          </w:rPr>
          <w:fldChar w:fldCharType="end"/>
        </w:r>
      </w:hyperlink>
    </w:p>
    <w:p w14:paraId="513CF0D9" w14:textId="2B42D110" w:rsidR="00AA2072" w:rsidRPr="00063F21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7" w:history="1">
        <w:r w:rsidR="000D5292" w:rsidRPr="00063F21">
          <w:rPr>
            <w:rStyle w:val="aff0"/>
          </w:rPr>
          <w:t>Ч</w:t>
        </w:r>
        <w:r w:rsidR="00AA2072" w:rsidRPr="00063F21">
          <w:rPr>
            <w:rStyle w:val="aff0"/>
          </w:rPr>
          <w:t>исленность рабочей силы</w:t>
        </w:r>
        <w:r w:rsidR="00AA2072" w:rsidRPr="00063F21">
          <w:rPr>
            <w:webHidden/>
          </w:rPr>
          <w:tab/>
        </w:r>
        <w:r w:rsidR="00AA2072" w:rsidRPr="00063F21">
          <w:rPr>
            <w:webHidden/>
          </w:rPr>
          <w:fldChar w:fldCharType="begin"/>
        </w:r>
        <w:r w:rsidR="00AA2072" w:rsidRPr="00063F21">
          <w:rPr>
            <w:webHidden/>
          </w:rPr>
          <w:instrText xml:space="preserve"> PAGEREF _Toc178757227 \h </w:instrText>
        </w:r>
        <w:r w:rsidR="00AA2072" w:rsidRPr="00063F21">
          <w:rPr>
            <w:webHidden/>
          </w:rPr>
        </w:r>
        <w:r w:rsidR="00AA2072" w:rsidRPr="00063F21">
          <w:rPr>
            <w:webHidden/>
          </w:rPr>
          <w:fldChar w:fldCharType="separate"/>
        </w:r>
        <w:r>
          <w:rPr>
            <w:webHidden/>
          </w:rPr>
          <w:t>48</w:t>
        </w:r>
        <w:r w:rsidR="00AA2072" w:rsidRPr="00063F21">
          <w:rPr>
            <w:webHidden/>
          </w:rPr>
          <w:fldChar w:fldCharType="end"/>
        </w:r>
      </w:hyperlink>
    </w:p>
    <w:p w14:paraId="29F09E08" w14:textId="6C0F4862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8" w:history="1">
        <w:r w:rsidR="00AA2072" w:rsidRPr="004E021B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49</w:t>
        </w:r>
        <w:r w:rsidR="00AA2072">
          <w:rPr>
            <w:webHidden/>
          </w:rPr>
          <w:fldChar w:fldCharType="end"/>
        </w:r>
      </w:hyperlink>
    </w:p>
    <w:p w14:paraId="0EEB73A6" w14:textId="6648039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29" w:history="1">
        <w:r w:rsidR="00AA2072" w:rsidRPr="004E021B">
          <w:rPr>
            <w:rStyle w:val="aff0"/>
          </w:rPr>
          <w:t>Число замещенных рабочих мест в организациях  (без субъектов малого предпринимательства)</w:t>
        </w:r>
        <w:r w:rsidR="00063F21">
          <w:rPr>
            <w:rStyle w:val="aff0"/>
          </w:rPr>
          <w:br/>
        </w:r>
        <w:r w:rsidR="00AA2072" w:rsidRPr="004E021B">
          <w:rPr>
            <w:rStyle w:val="aff0"/>
          </w:rPr>
          <w:t>по видам экономической деятельности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_Toc178757229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49</w:t>
        </w:r>
        <w:r w:rsidR="00AA2072">
          <w:rPr>
            <w:webHidden/>
          </w:rPr>
          <w:fldChar w:fldCharType="end"/>
        </w:r>
      </w:hyperlink>
    </w:p>
    <w:p w14:paraId="79C05981" w14:textId="66B340E4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30" w:history="1">
        <w:r w:rsidR="00AA2072" w:rsidRPr="004E021B">
          <w:rPr>
            <w:rStyle w:val="aff0"/>
          </w:rPr>
          <w:t>Безработица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_Toc178757230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50</w:t>
        </w:r>
        <w:r w:rsidR="00AA2072">
          <w:rPr>
            <w:webHidden/>
          </w:rPr>
          <w:fldChar w:fldCharType="end"/>
        </w:r>
      </w:hyperlink>
    </w:p>
    <w:p w14:paraId="63369E86" w14:textId="32793BA2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31" w:history="1">
        <w:r w:rsidR="00AA2072" w:rsidRPr="004E021B">
          <w:rPr>
            <w:rStyle w:val="aff0"/>
          </w:rPr>
          <w:t>Динамика численности не занятых трудовой деятельностью граждан,</w:t>
        </w:r>
        <w:r w:rsidR="00063F21">
          <w:rPr>
            <w:rStyle w:val="aff0"/>
          </w:rPr>
          <w:br/>
        </w:r>
        <w:r w:rsidR="00AA2072" w:rsidRPr="004E021B">
          <w:rPr>
            <w:rStyle w:val="aff0"/>
          </w:rPr>
          <w:t>состоящих на учете в государственных учреждениях службы занятости населения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_Toc178757231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50</w:t>
        </w:r>
        <w:r w:rsidR="00AA2072">
          <w:rPr>
            <w:webHidden/>
          </w:rPr>
          <w:fldChar w:fldCharType="end"/>
        </w:r>
      </w:hyperlink>
    </w:p>
    <w:p w14:paraId="416C73D7" w14:textId="20F44D0B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32" w:history="1">
        <w:r w:rsidR="00AA2072" w:rsidRPr="004E021B">
          <w:rPr>
            <w:rStyle w:val="aff0"/>
          </w:rPr>
          <w:t>Динамика потребности работодателей в работниках,</w:t>
        </w:r>
        <w:r w:rsidR="00063F21">
          <w:rPr>
            <w:rStyle w:val="aff0"/>
          </w:rPr>
          <w:br/>
        </w:r>
        <w:r w:rsidR="00AA2072" w:rsidRPr="004E021B">
          <w:rPr>
            <w:rStyle w:val="aff0"/>
          </w:rPr>
          <w:t>заявленной в государственные учреждения службы занятости населения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_Toc178757232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51</w:t>
        </w:r>
        <w:r w:rsidR="00AA2072">
          <w:rPr>
            <w:webHidden/>
          </w:rPr>
          <w:fldChar w:fldCharType="end"/>
        </w:r>
      </w:hyperlink>
    </w:p>
    <w:p w14:paraId="78A4CDED" w14:textId="444B0E8E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233" w:history="1">
        <w:r w:rsidR="00AA2072" w:rsidRPr="004E021B">
          <w:rPr>
            <w:rStyle w:val="aff0"/>
          </w:rPr>
          <w:t>ДЕМОГРАФИЯ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_Toc178757233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52</w:t>
        </w:r>
        <w:r w:rsidR="00AA2072">
          <w:rPr>
            <w:webHidden/>
          </w:rPr>
          <w:fldChar w:fldCharType="end"/>
        </w:r>
      </w:hyperlink>
    </w:p>
    <w:p w14:paraId="657D0098" w14:textId="010669C6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34" w:history="1">
        <w:r w:rsidR="00AA2072" w:rsidRPr="004E021B">
          <w:rPr>
            <w:rStyle w:val="aff0"/>
          </w:rPr>
          <w:t>Показатели естественного движения населения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_Toc178757234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52</w:t>
        </w:r>
        <w:r w:rsidR="00AA2072">
          <w:rPr>
            <w:webHidden/>
          </w:rPr>
          <w:fldChar w:fldCharType="end"/>
        </w:r>
      </w:hyperlink>
    </w:p>
    <w:p w14:paraId="078CBF08" w14:textId="256A4CF9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35" w:history="1">
        <w:r w:rsidR="00AA2072" w:rsidRPr="004E021B">
          <w:rPr>
            <w:rStyle w:val="aff0"/>
          </w:rPr>
          <w:t>Общие итоги миграции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_Toc178757235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52</w:t>
        </w:r>
        <w:r w:rsidR="00AA2072">
          <w:rPr>
            <w:webHidden/>
          </w:rPr>
          <w:fldChar w:fldCharType="end"/>
        </w:r>
      </w:hyperlink>
    </w:p>
    <w:p w14:paraId="3D895A64" w14:textId="78DAD46C" w:rsidR="00AA2072" w:rsidRDefault="00955BD6" w:rsidP="00063F21">
      <w:pPr>
        <w:pStyle w:val="18"/>
        <w:rPr>
          <w:rFonts w:asciiTheme="minorHAnsi" w:eastAsiaTheme="minorEastAsia" w:hAnsiTheme="minorHAnsi" w:cstheme="minorBidi"/>
          <w:sz w:val="22"/>
          <w:szCs w:val="22"/>
        </w:rPr>
      </w:pPr>
      <w:hyperlink w:anchor="_Toc178757236" w:history="1">
        <w:r w:rsidR="00AA2072" w:rsidRPr="004E021B">
          <w:rPr>
            <w:rStyle w:val="aff0"/>
          </w:rPr>
          <w:t>Приложени</w:t>
        </w:r>
        <w:r w:rsidR="00063F21">
          <w:rPr>
            <w:rStyle w:val="aff0"/>
          </w:rPr>
          <w:t>Я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_Toc178757236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53</w:t>
        </w:r>
        <w:r w:rsidR="00AA2072">
          <w:rPr>
            <w:webHidden/>
          </w:rPr>
          <w:fldChar w:fldCharType="end"/>
        </w:r>
      </w:hyperlink>
    </w:p>
    <w:p w14:paraId="595D88EA" w14:textId="66F22DD9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37" w:history="1">
        <w:r w:rsidR="00AA2072" w:rsidRPr="004E021B">
          <w:rPr>
            <w:rStyle w:val="aff0"/>
          </w:rPr>
          <w:t>Производство важнейших видов промышленной продукции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_Toc178757237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53</w:t>
        </w:r>
        <w:r w:rsidR="00AA2072">
          <w:rPr>
            <w:webHidden/>
          </w:rPr>
          <w:fldChar w:fldCharType="end"/>
        </w:r>
      </w:hyperlink>
    </w:p>
    <w:p w14:paraId="745A69FF" w14:textId="6BBCF315" w:rsidR="00AA2072" w:rsidRDefault="00955BD6" w:rsidP="00063F21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78757238" w:history="1">
        <w:r w:rsidR="00AA2072" w:rsidRPr="004E021B">
          <w:rPr>
            <w:rStyle w:val="aff0"/>
          </w:rPr>
          <w:t>Средние цены и тарифы  на потребительские товары и услуги</w:t>
        </w:r>
        <w:r w:rsidR="00AA2072">
          <w:rPr>
            <w:webHidden/>
          </w:rPr>
          <w:tab/>
        </w:r>
        <w:r w:rsidR="00AA2072">
          <w:rPr>
            <w:webHidden/>
          </w:rPr>
          <w:fldChar w:fldCharType="begin"/>
        </w:r>
        <w:r w:rsidR="00AA2072">
          <w:rPr>
            <w:webHidden/>
          </w:rPr>
          <w:instrText xml:space="preserve"> PAGEREF _Toc178757238 \h </w:instrText>
        </w:r>
        <w:r w:rsidR="00AA2072">
          <w:rPr>
            <w:webHidden/>
          </w:rPr>
        </w:r>
        <w:r w:rsidR="00AA2072">
          <w:rPr>
            <w:webHidden/>
          </w:rPr>
          <w:fldChar w:fldCharType="separate"/>
        </w:r>
        <w:r>
          <w:rPr>
            <w:webHidden/>
          </w:rPr>
          <w:t>57</w:t>
        </w:r>
        <w:r w:rsidR="00AA2072">
          <w:rPr>
            <w:webHidden/>
          </w:rPr>
          <w:fldChar w:fldCharType="end"/>
        </w:r>
      </w:hyperlink>
    </w:p>
    <w:p w14:paraId="06868736" w14:textId="4BA1588B" w:rsidR="003F653B" w:rsidRDefault="00CB7199" w:rsidP="003F653B">
      <w:pPr>
        <w:jc w:val="left"/>
        <w:rPr>
          <w:sz w:val="20"/>
        </w:rPr>
        <w:sectPr w:rsidR="003F653B" w:rsidSect="00440594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BB571D">
        <w:rPr>
          <w:sz w:val="20"/>
        </w:rPr>
        <w:fldChar w:fldCharType="end"/>
      </w:r>
      <w:bookmarkStart w:id="1" w:name="_Toc485815941"/>
      <w:bookmarkEnd w:id="0"/>
    </w:p>
    <w:p w14:paraId="71FDCA07" w14:textId="77777777" w:rsidR="002664A9" w:rsidRDefault="002664A9" w:rsidP="00812E9B">
      <w:pPr>
        <w:pStyle w:val="1"/>
        <w:spacing w:after="480"/>
        <w:rPr>
          <w:szCs w:val="24"/>
        </w:rPr>
        <w:sectPr w:rsidR="002664A9" w:rsidSect="006B702B">
          <w:headerReference w:type="default" r:id="rId14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303C5D37" w14:textId="6D14D9FE" w:rsidR="0031223F" w:rsidRPr="00AA2042" w:rsidRDefault="0031223F" w:rsidP="00A47FF8">
      <w:pPr>
        <w:pStyle w:val="1"/>
        <w:spacing w:after="480"/>
        <w:rPr>
          <w:bCs w:val="0"/>
          <w:szCs w:val="24"/>
        </w:rPr>
      </w:pPr>
      <w:bookmarkStart w:id="2" w:name="_Toc178757130"/>
      <w:r w:rsidRPr="00AA2042">
        <w:rPr>
          <w:bCs w:val="0"/>
          <w:szCs w:val="24"/>
        </w:rPr>
        <w:lastRenderedPageBreak/>
        <w:t>ОСНОВНЫЕ ЭКОНОМИЧЕСКИЕ И СОЦИАЛЬНЫЕ ПОКАЗАТЕЛИ</w:t>
      </w:r>
      <w:bookmarkEnd w:id="1"/>
      <w:bookmarkEnd w:id="2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0"/>
        <w:gridCol w:w="1191"/>
        <w:gridCol w:w="1133"/>
        <w:gridCol w:w="1177"/>
      </w:tblGrid>
      <w:tr w:rsidR="00617976" w:rsidRPr="00237461" w14:paraId="049C6F18" w14:textId="77777777" w:rsidTr="003D13CD">
        <w:trPr>
          <w:jc w:val="center"/>
        </w:trPr>
        <w:tc>
          <w:tcPr>
            <w:tcW w:w="5570" w:type="dxa"/>
            <w:vAlign w:val="center"/>
          </w:tcPr>
          <w:p w14:paraId="16D0C566" w14:textId="77777777" w:rsidR="00617976" w:rsidRPr="00237461" w:rsidRDefault="00617976" w:rsidP="00617976">
            <w:pPr>
              <w:jc w:val="center"/>
              <w:rPr>
                <w:b/>
                <w:sz w:val="20"/>
              </w:rPr>
            </w:pPr>
            <w:bookmarkStart w:id="3" w:name="_Hlk173408962"/>
            <w:bookmarkStart w:id="4" w:name="_Toc493779717"/>
          </w:p>
        </w:tc>
        <w:tc>
          <w:tcPr>
            <w:tcW w:w="1191" w:type="dxa"/>
            <w:vAlign w:val="center"/>
          </w:tcPr>
          <w:p w14:paraId="6231994B" w14:textId="2873EB59" w:rsidR="00617976" w:rsidRPr="003D13CD" w:rsidRDefault="00450CBA" w:rsidP="00F22C3E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2B327A">
              <w:rPr>
                <w:b/>
                <w:sz w:val="20"/>
              </w:rPr>
              <w:t>август</w:t>
            </w:r>
            <w:r w:rsidR="00617976" w:rsidRPr="003D13CD">
              <w:rPr>
                <w:b/>
                <w:sz w:val="20"/>
              </w:rPr>
              <w:br/>
              <w:t>2024,</w:t>
            </w:r>
            <w:r w:rsidR="00617976" w:rsidRPr="003D13CD">
              <w:rPr>
                <w:b/>
                <w:sz w:val="20"/>
              </w:rPr>
              <w:br/>
              <w:t xml:space="preserve">млн </w:t>
            </w:r>
            <w:r w:rsidR="00617976" w:rsidRPr="003D13CD">
              <w:rPr>
                <w:b/>
                <w:sz w:val="20"/>
              </w:rPr>
              <w:br/>
              <w:t>рублей</w:t>
            </w:r>
          </w:p>
        </w:tc>
        <w:tc>
          <w:tcPr>
            <w:tcW w:w="1133" w:type="dxa"/>
            <w:vAlign w:val="center"/>
          </w:tcPr>
          <w:p w14:paraId="23D2B7C7" w14:textId="77777777" w:rsidR="00617976" w:rsidRPr="003D13CD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3D13CD">
              <w:rPr>
                <w:b/>
                <w:sz w:val="20"/>
              </w:rPr>
              <w:t>В  %</w:t>
            </w:r>
            <w:proofErr w:type="gramEnd"/>
            <w:r w:rsidRPr="003D13CD">
              <w:rPr>
                <w:b/>
                <w:sz w:val="20"/>
              </w:rPr>
              <w:t xml:space="preserve">  к </w:t>
            </w:r>
            <w:proofErr w:type="spellStart"/>
            <w:r w:rsidRPr="003D13CD">
              <w:rPr>
                <w:b/>
                <w:sz w:val="20"/>
              </w:rPr>
              <w:t>соответст-вующему</w:t>
            </w:r>
            <w:proofErr w:type="spellEnd"/>
            <w:r w:rsidRPr="003D13CD">
              <w:rPr>
                <w:b/>
                <w:sz w:val="20"/>
              </w:rPr>
              <w:t xml:space="preserve"> периоду </w:t>
            </w:r>
            <w:proofErr w:type="spellStart"/>
            <w:r w:rsidRPr="003D13CD">
              <w:rPr>
                <w:b/>
                <w:sz w:val="20"/>
              </w:rPr>
              <w:t>предыду-щего</w:t>
            </w:r>
            <w:proofErr w:type="spellEnd"/>
            <w:r w:rsidRPr="003D13CD">
              <w:rPr>
                <w:b/>
                <w:sz w:val="20"/>
              </w:rPr>
              <w:t xml:space="preserve"> года</w:t>
            </w:r>
          </w:p>
        </w:tc>
        <w:tc>
          <w:tcPr>
            <w:tcW w:w="1177" w:type="dxa"/>
            <w:vAlign w:val="center"/>
          </w:tcPr>
          <w:p w14:paraId="65E1057D" w14:textId="3453D7D7" w:rsidR="00617976" w:rsidRPr="003D13CD" w:rsidRDefault="00F22C3E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3D13CD">
              <w:rPr>
                <w:b/>
                <w:sz w:val="20"/>
              </w:rPr>
              <w:t>Справочно</w:t>
            </w:r>
            <w:proofErr w:type="spellEnd"/>
            <w:r w:rsidRPr="003D13CD">
              <w:rPr>
                <w:b/>
                <w:sz w:val="20"/>
              </w:rPr>
              <w:t xml:space="preserve">: </w:t>
            </w:r>
            <w:r w:rsidRPr="003D13CD">
              <w:rPr>
                <w:b/>
                <w:sz w:val="20"/>
              </w:rPr>
              <w:br/>
            </w:r>
            <w:r w:rsidR="00450CBA">
              <w:rPr>
                <w:b/>
                <w:sz w:val="20"/>
              </w:rPr>
              <w:t>январь-</w:t>
            </w:r>
            <w:r w:rsidR="002B327A">
              <w:rPr>
                <w:b/>
                <w:sz w:val="20"/>
              </w:rPr>
              <w:t>август</w:t>
            </w:r>
            <w:r w:rsidRPr="003D13CD">
              <w:rPr>
                <w:b/>
                <w:sz w:val="20"/>
              </w:rPr>
              <w:br/>
              <w:t>2023</w:t>
            </w:r>
            <w:r w:rsidRPr="003D13CD">
              <w:rPr>
                <w:b/>
                <w:sz w:val="20"/>
              </w:rPr>
              <w:br/>
            </w:r>
            <w:proofErr w:type="gramStart"/>
            <w:r w:rsidRPr="003D13CD">
              <w:rPr>
                <w:b/>
                <w:sz w:val="20"/>
              </w:rPr>
              <w:t>в  %</w:t>
            </w:r>
            <w:proofErr w:type="gramEnd"/>
            <w:r w:rsidRPr="003D13CD">
              <w:rPr>
                <w:b/>
                <w:sz w:val="20"/>
              </w:rPr>
              <w:t xml:space="preserve">  к</w:t>
            </w:r>
            <w:r w:rsidRPr="003D13CD">
              <w:rPr>
                <w:b/>
                <w:sz w:val="20"/>
              </w:rPr>
              <w:br/>
            </w:r>
            <w:r w:rsidR="00450CBA">
              <w:rPr>
                <w:b/>
                <w:sz w:val="20"/>
              </w:rPr>
              <w:t>январю-</w:t>
            </w:r>
            <w:r w:rsidR="002B327A">
              <w:rPr>
                <w:b/>
                <w:sz w:val="20"/>
              </w:rPr>
              <w:t>августу</w:t>
            </w:r>
            <w:r w:rsidR="00617976" w:rsidRPr="003D13CD">
              <w:rPr>
                <w:b/>
                <w:sz w:val="20"/>
              </w:rPr>
              <w:br/>
              <w:t>2022</w:t>
            </w:r>
          </w:p>
        </w:tc>
      </w:tr>
      <w:tr w:rsidR="00443992" w:rsidRPr="00237461" w14:paraId="1E085C63" w14:textId="77777777" w:rsidTr="003D13CD">
        <w:trPr>
          <w:jc w:val="center"/>
        </w:trPr>
        <w:tc>
          <w:tcPr>
            <w:tcW w:w="5570" w:type="dxa"/>
            <w:vAlign w:val="bottom"/>
          </w:tcPr>
          <w:p w14:paraId="005EA7AA" w14:textId="77777777" w:rsidR="00443992" w:rsidRPr="00237461" w:rsidRDefault="00443992" w:rsidP="00443992">
            <w:pPr>
              <w:jc w:val="left"/>
              <w:rPr>
                <w:b/>
                <w:sz w:val="20"/>
                <w:vertAlign w:val="superscript"/>
              </w:rPr>
            </w:pPr>
            <w:r w:rsidRPr="00237461">
              <w:rPr>
                <w:b/>
                <w:sz w:val="20"/>
              </w:rPr>
              <w:t>Индекс промышленного производства</w:t>
            </w:r>
            <w:r w:rsidRPr="00237461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191" w:type="dxa"/>
            <w:vAlign w:val="bottom"/>
          </w:tcPr>
          <w:p w14:paraId="4A52E439" w14:textId="5022CA09" w:rsidR="00443992" w:rsidRPr="002B327A" w:rsidRDefault="00443992" w:rsidP="00443992">
            <w:pPr>
              <w:tabs>
                <w:tab w:val="left" w:pos="806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690A32C7" w14:textId="5C82F63A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 w:rsidRPr="001005BD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1005BD">
              <w:rPr>
                <w:b/>
                <w:sz w:val="20"/>
              </w:rPr>
              <w:t>9</w:t>
            </w:r>
          </w:p>
        </w:tc>
        <w:tc>
          <w:tcPr>
            <w:tcW w:w="1177" w:type="dxa"/>
            <w:vAlign w:val="bottom"/>
          </w:tcPr>
          <w:p w14:paraId="474ADCE0" w14:textId="05D26C10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005BD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1005BD">
              <w:rPr>
                <w:b/>
                <w:sz w:val="20"/>
              </w:rPr>
              <w:t>6</w:t>
            </w:r>
          </w:p>
        </w:tc>
      </w:tr>
      <w:tr w:rsidR="005C221B" w:rsidRPr="00237461" w14:paraId="0D15FF57" w14:textId="77777777" w:rsidTr="003D13CD">
        <w:trPr>
          <w:jc w:val="center"/>
        </w:trPr>
        <w:tc>
          <w:tcPr>
            <w:tcW w:w="5570" w:type="dxa"/>
            <w:vAlign w:val="bottom"/>
          </w:tcPr>
          <w:p w14:paraId="41CD01BB" w14:textId="77777777" w:rsidR="005C221B" w:rsidRPr="00237461" w:rsidRDefault="005C221B" w:rsidP="005C221B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Продукция сельского хозяйства</w:t>
            </w:r>
          </w:p>
        </w:tc>
        <w:tc>
          <w:tcPr>
            <w:tcW w:w="1191" w:type="dxa"/>
            <w:vAlign w:val="bottom"/>
          </w:tcPr>
          <w:p w14:paraId="70C82C83" w14:textId="07AD0203" w:rsidR="005C221B" w:rsidRPr="002B327A" w:rsidRDefault="005C221B" w:rsidP="005C221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37107,5</w:t>
            </w:r>
          </w:p>
        </w:tc>
        <w:tc>
          <w:tcPr>
            <w:tcW w:w="1133" w:type="dxa"/>
            <w:vAlign w:val="bottom"/>
          </w:tcPr>
          <w:p w14:paraId="4A6085AA" w14:textId="227365A0" w:rsidR="005C221B" w:rsidRPr="002B327A" w:rsidRDefault="005C221B" w:rsidP="005C221B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99,5</w:t>
            </w:r>
          </w:p>
        </w:tc>
        <w:tc>
          <w:tcPr>
            <w:tcW w:w="1177" w:type="dxa"/>
            <w:vAlign w:val="bottom"/>
          </w:tcPr>
          <w:p w14:paraId="73F4B022" w14:textId="04A030FB" w:rsidR="005C221B" w:rsidRPr="002B327A" w:rsidRDefault="005C221B" w:rsidP="005C221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443992" w:rsidRPr="00237461" w14:paraId="3E6C02F9" w14:textId="77777777" w:rsidTr="003D13CD">
        <w:trPr>
          <w:jc w:val="center"/>
        </w:trPr>
        <w:tc>
          <w:tcPr>
            <w:tcW w:w="5570" w:type="dxa"/>
            <w:vAlign w:val="bottom"/>
          </w:tcPr>
          <w:p w14:paraId="1FF1712B" w14:textId="77777777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Объем работ, выполненных по виду экономической деятельности «Строительство»</w:t>
            </w:r>
          </w:p>
        </w:tc>
        <w:tc>
          <w:tcPr>
            <w:tcW w:w="1191" w:type="dxa"/>
            <w:vAlign w:val="bottom"/>
          </w:tcPr>
          <w:p w14:paraId="0C8F39D1" w14:textId="2C904BC2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27106,8</w:t>
            </w:r>
          </w:p>
        </w:tc>
        <w:tc>
          <w:tcPr>
            <w:tcW w:w="1133" w:type="dxa"/>
            <w:vAlign w:val="bottom"/>
          </w:tcPr>
          <w:p w14:paraId="6DA9CD6E" w14:textId="2A6D6677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145,7</w:t>
            </w:r>
          </w:p>
        </w:tc>
        <w:tc>
          <w:tcPr>
            <w:tcW w:w="1177" w:type="dxa"/>
            <w:vAlign w:val="bottom"/>
          </w:tcPr>
          <w:p w14:paraId="263AF23E" w14:textId="2D06DF64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78,3</w:t>
            </w:r>
          </w:p>
        </w:tc>
      </w:tr>
      <w:tr w:rsidR="00443992" w:rsidRPr="00237461" w14:paraId="656FD352" w14:textId="77777777" w:rsidTr="003D13CD">
        <w:trPr>
          <w:jc w:val="center"/>
        </w:trPr>
        <w:tc>
          <w:tcPr>
            <w:tcW w:w="5570" w:type="dxa"/>
            <w:vAlign w:val="bottom"/>
          </w:tcPr>
          <w:p w14:paraId="50BAEB1D" w14:textId="103635C6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Ввод в действие жилых домов</w:t>
            </w:r>
            <w:r w:rsidRPr="006D072C">
              <w:rPr>
                <w:b/>
                <w:sz w:val="20"/>
                <w:vertAlign w:val="superscript"/>
              </w:rPr>
              <w:t>2</w:t>
            </w:r>
            <w:r w:rsidRPr="00237461">
              <w:rPr>
                <w:b/>
                <w:sz w:val="20"/>
                <w:vertAlign w:val="superscript"/>
              </w:rPr>
              <w:t>)</w:t>
            </w:r>
            <w:r w:rsidRPr="00237461">
              <w:rPr>
                <w:b/>
                <w:sz w:val="20"/>
              </w:rPr>
              <w:t>, тыс. м</w:t>
            </w:r>
            <w:r w:rsidRPr="00237461">
              <w:rPr>
                <w:b/>
                <w:sz w:val="20"/>
                <w:vertAlign w:val="superscript"/>
              </w:rPr>
              <w:t>2</w:t>
            </w:r>
            <w:r w:rsidRPr="00237461"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191" w:type="dxa"/>
            <w:vAlign w:val="bottom"/>
          </w:tcPr>
          <w:p w14:paraId="2DDA9D84" w14:textId="62136E47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425,6</w:t>
            </w:r>
          </w:p>
        </w:tc>
        <w:tc>
          <w:tcPr>
            <w:tcW w:w="1133" w:type="dxa"/>
            <w:vAlign w:val="bottom"/>
          </w:tcPr>
          <w:p w14:paraId="36D98C99" w14:textId="5C22CEF8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77" w:type="dxa"/>
            <w:vAlign w:val="bottom"/>
          </w:tcPr>
          <w:p w14:paraId="52F39389" w14:textId="259627B8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99,5</w:t>
            </w:r>
          </w:p>
        </w:tc>
      </w:tr>
      <w:tr w:rsidR="00443992" w:rsidRPr="00237461" w14:paraId="44529D0C" w14:textId="77777777" w:rsidTr="003D13CD">
        <w:trPr>
          <w:jc w:val="center"/>
        </w:trPr>
        <w:tc>
          <w:tcPr>
            <w:tcW w:w="5570" w:type="dxa"/>
            <w:vAlign w:val="bottom"/>
          </w:tcPr>
          <w:p w14:paraId="0E0AE7DA" w14:textId="0CB359D2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Грузооборот автомобильного транспорта</w:t>
            </w:r>
            <w:r>
              <w:rPr>
                <w:b/>
                <w:sz w:val="20"/>
                <w:vertAlign w:val="superscript"/>
              </w:rPr>
              <w:t>3</w:t>
            </w:r>
            <w:r w:rsidRPr="003D13CD">
              <w:rPr>
                <w:b/>
                <w:sz w:val="20"/>
                <w:vertAlign w:val="superscript"/>
              </w:rPr>
              <w:t>)</w:t>
            </w:r>
            <w:r w:rsidRPr="00237461">
              <w:rPr>
                <w:b/>
                <w:sz w:val="20"/>
              </w:rPr>
              <w:t>, млн т-км</w:t>
            </w:r>
          </w:p>
        </w:tc>
        <w:tc>
          <w:tcPr>
            <w:tcW w:w="1191" w:type="dxa"/>
            <w:vAlign w:val="bottom"/>
          </w:tcPr>
          <w:p w14:paraId="536D61B9" w14:textId="6EE16E01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50,3</w:t>
            </w:r>
          </w:p>
        </w:tc>
        <w:tc>
          <w:tcPr>
            <w:tcW w:w="1133" w:type="dxa"/>
            <w:vAlign w:val="bottom"/>
          </w:tcPr>
          <w:p w14:paraId="264AD3A5" w14:textId="6E811DED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67,0</w:t>
            </w:r>
          </w:p>
        </w:tc>
        <w:tc>
          <w:tcPr>
            <w:tcW w:w="1177" w:type="dxa"/>
            <w:vAlign w:val="bottom"/>
          </w:tcPr>
          <w:p w14:paraId="1FA627D3" w14:textId="6433A185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84,5</w:t>
            </w:r>
          </w:p>
        </w:tc>
      </w:tr>
      <w:tr w:rsidR="00443992" w:rsidRPr="00237461" w14:paraId="19375EB4" w14:textId="77777777" w:rsidTr="003D13CD">
        <w:trPr>
          <w:jc w:val="center"/>
        </w:trPr>
        <w:tc>
          <w:tcPr>
            <w:tcW w:w="5570" w:type="dxa"/>
            <w:vAlign w:val="bottom"/>
          </w:tcPr>
          <w:p w14:paraId="305FB592" w14:textId="77777777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Оборот розничной торговли</w:t>
            </w:r>
          </w:p>
        </w:tc>
        <w:tc>
          <w:tcPr>
            <w:tcW w:w="1191" w:type="dxa"/>
            <w:vAlign w:val="bottom"/>
          </w:tcPr>
          <w:p w14:paraId="62C55E34" w14:textId="3E95EFBF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B4D24">
              <w:rPr>
                <w:b/>
                <w:bCs/>
                <w:sz w:val="20"/>
              </w:rPr>
              <w:t>159518,9</w:t>
            </w:r>
          </w:p>
        </w:tc>
        <w:tc>
          <w:tcPr>
            <w:tcW w:w="1133" w:type="dxa"/>
            <w:vAlign w:val="bottom"/>
          </w:tcPr>
          <w:p w14:paraId="48BBEB9F" w14:textId="445420C1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 w:rsidRPr="00A862C2">
              <w:rPr>
                <w:b/>
                <w:sz w:val="20"/>
              </w:rPr>
              <w:t>106,0</w:t>
            </w:r>
          </w:p>
        </w:tc>
        <w:tc>
          <w:tcPr>
            <w:tcW w:w="1177" w:type="dxa"/>
            <w:vAlign w:val="bottom"/>
          </w:tcPr>
          <w:p w14:paraId="6C4B20D4" w14:textId="4FAAA368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B4D24">
              <w:rPr>
                <w:b/>
                <w:sz w:val="20"/>
              </w:rPr>
              <w:t>99,2</w:t>
            </w:r>
          </w:p>
        </w:tc>
      </w:tr>
      <w:tr w:rsidR="00443992" w:rsidRPr="00237461" w14:paraId="29D5E0C5" w14:textId="77777777" w:rsidTr="003D13CD">
        <w:trPr>
          <w:jc w:val="center"/>
        </w:trPr>
        <w:tc>
          <w:tcPr>
            <w:tcW w:w="5570" w:type="dxa"/>
            <w:vAlign w:val="bottom"/>
          </w:tcPr>
          <w:p w14:paraId="7C38D243" w14:textId="77777777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bCs/>
                <w:sz w:val="20"/>
              </w:rPr>
              <w:t>Оборот общественного питания</w:t>
            </w:r>
          </w:p>
        </w:tc>
        <w:tc>
          <w:tcPr>
            <w:tcW w:w="1191" w:type="dxa"/>
            <w:vAlign w:val="bottom"/>
          </w:tcPr>
          <w:p w14:paraId="2AE7615B" w14:textId="4FF9624E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B4D24">
              <w:rPr>
                <w:b/>
                <w:bCs/>
                <w:sz w:val="20"/>
              </w:rPr>
              <w:t>9287,5</w:t>
            </w:r>
          </w:p>
        </w:tc>
        <w:tc>
          <w:tcPr>
            <w:tcW w:w="1133" w:type="dxa"/>
            <w:vAlign w:val="bottom"/>
          </w:tcPr>
          <w:p w14:paraId="098EB435" w14:textId="1F98AD64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862C2">
              <w:rPr>
                <w:b/>
                <w:sz w:val="20"/>
              </w:rPr>
              <w:t>99,8</w:t>
            </w:r>
          </w:p>
        </w:tc>
        <w:tc>
          <w:tcPr>
            <w:tcW w:w="1177" w:type="dxa"/>
            <w:vAlign w:val="bottom"/>
          </w:tcPr>
          <w:p w14:paraId="42A4080E" w14:textId="2AE3EBF7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B4D24">
              <w:rPr>
                <w:b/>
                <w:sz w:val="20"/>
              </w:rPr>
              <w:t>109,4</w:t>
            </w:r>
          </w:p>
        </w:tc>
      </w:tr>
      <w:tr w:rsidR="00443992" w:rsidRPr="00237461" w14:paraId="2E5C111E" w14:textId="77777777" w:rsidTr="003D13CD">
        <w:trPr>
          <w:jc w:val="center"/>
        </w:trPr>
        <w:tc>
          <w:tcPr>
            <w:tcW w:w="5570" w:type="dxa"/>
            <w:vAlign w:val="bottom"/>
          </w:tcPr>
          <w:p w14:paraId="0D1CBDAF" w14:textId="77777777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Объем платных услуг населению</w:t>
            </w:r>
          </w:p>
        </w:tc>
        <w:tc>
          <w:tcPr>
            <w:tcW w:w="1191" w:type="dxa"/>
            <w:vAlign w:val="bottom"/>
          </w:tcPr>
          <w:p w14:paraId="22A5AD6E" w14:textId="27053B4B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B4D24">
              <w:rPr>
                <w:b/>
                <w:bCs/>
                <w:sz w:val="20"/>
              </w:rPr>
              <w:t>36157,3</w:t>
            </w:r>
          </w:p>
        </w:tc>
        <w:tc>
          <w:tcPr>
            <w:tcW w:w="1133" w:type="dxa"/>
            <w:vAlign w:val="bottom"/>
          </w:tcPr>
          <w:p w14:paraId="48FB1A0B" w14:textId="09553DA5" w:rsidR="00443992" w:rsidRPr="002B327A" w:rsidRDefault="00443992" w:rsidP="00443992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A862C2">
              <w:rPr>
                <w:b/>
                <w:sz w:val="20"/>
              </w:rPr>
              <w:t>100,1</w:t>
            </w:r>
          </w:p>
        </w:tc>
        <w:tc>
          <w:tcPr>
            <w:tcW w:w="1177" w:type="dxa"/>
            <w:vAlign w:val="bottom"/>
          </w:tcPr>
          <w:p w14:paraId="642303F7" w14:textId="4A637DD8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B4D24">
              <w:rPr>
                <w:b/>
                <w:sz w:val="20"/>
              </w:rPr>
              <w:t>100,9</w:t>
            </w:r>
          </w:p>
        </w:tc>
      </w:tr>
      <w:tr w:rsidR="00443992" w:rsidRPr="00237461" w14:paraId="5D862B85" w14:textId="77777777" w:rsidTr="003D13CD">
        <w:trPr>
          <w:jc w:val="center"/>
        </w:trPr>
        <w:tc>
          <w:tcPr>
            <w:tcW w:w="5570" w:type="dxa"/>
            <w:vAlign w:val="bottom"/>
          </w:tcPr>
          <w:p w14:paraId="1D098571" w14:textId="77777777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1191" w:type="dxa"/>
            <w:vAlign w:val="bottom"/>
          </w:tcPr>
          <w:p w14:paraId="1150F5DA" w14:textId="517DEB60" w:rsidR="00443992" w:rsidRPr="002B327A" w:rsidRDefault="00443992" w:rsidP="0044399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99603,2</w:t>
            </w:r>
          </w:p>
        </w:tc>
        <w:tc>
          <w:tcPr>
            <w:tcW w:w="1133" w:type="dxa"/>
            <w:vAlign w:val="bottom"/>
          </w:tcPr>
          <w:p w14:paraId="69F46FB4" w14:textId="489912E6" w:rsidR="00443992" w:rsidRPr="002B327A" w:rsidRDefault="00443992" w:rsidP="00443992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1B4D24">
              <w:rPr>
                <w:b/>
                <w:sz w:val="20"/>
              </w:rPr>
              <w:t>97,9</w:t>
            </w:r>
          </w:p>
        </w:tc>
        <w:tc>
          <w:tcPr>
            <w:tcW w:w="1177" w:type="dxa"/>
            <w:vAlign w:val="bottom"/>
          </w:tcPr>
          <w:p w14:paraId="616E3F7B" w14:textId="72D6D755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140,5</w:t>
            </w:r>
          </w:p>
        </w:tc>
      </w:tr>
      <w:tr w:rsidR="00443992" w:rsidRPr="00237461" w14:paraId="03E311F4" w14:textId="77777777" w:rsidTr="003D13CD">
        <w:trPr>
          <w:jc w:val="center"/>
        </w:trPr>
        <w:tc>
          <w:tcPr>
            <w:tcW w:w="5570" w:type="dxa"/>
            <w:shd w:val="clear" w:color="auto" w:fill="auto"/>
            <w:vAlign w:val="bottom"/>
          </w:tcPr>
          <w:p w14:paraId="7F408559" w14:textId="77777777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6948A715" w14:textId="1AD5ADC3" w:rsidR="00443992" w:rsidRPr="002B327A" w:rsidRDefault="00443992" w:rsidP="00443992">
            <w:pPr>
              <w:tabs>
                <w:tab w:val="left" w:pos="666"/>
                <w:tab w:val="left" w:pos="1416"/>
              </w:tabs>
              <w:ind w:right="-397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  <w:r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33EC54B" w14:textId="1277C52B" w:rsidR="00443992" w:rsidRPr="002B327A" w:rsidRDefault="00443992" w:rsidP="00443992">
            <w:pPr>
              <w:tabs>
                <w:tab w:val="left" w:pos="600"/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  <w:r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shd w:val="clear" w:color="auto" w:fill="auto"/>
            <w:vAlign w:val="bottom"/>
          </w:tcPr>
          <w:p w14:paraId="3A23A0F8" w14:textId="713B1633" w:rsidR="00443992" w:rsidRPr="002B327A" w:rsidRDefault="00443992" w:rsidP="00443992">
            <w:pPr>
              <w:tabs>
                <w:tab w:val="left" w:pos="395"/>
                <w:tab w:val="left" w:pos="572"/>
                <w:tab w:val="left" w:pos="932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102,8</w:t>
            </w:r>
            <w:r>
              <w:rPr>
                <w:b/>
                <w:sz w:val="20"/>
                <w:vertAlign w:val="superscript"/>
              </w:rPr>
              <w:t>6)</w:t>
            </w:r>
          </w:p>
        </w:tc>
      </w:tr>
      <w:tr w:rsidR="00443992" w:rsidRPr="00237461" w14:paraId="009B03BA" w14:textId="77777777" w:rsidTr="003D13CD">
        <w:trPr>
          <w:jc w:val="center"/>
        </w:trPr>
        <w:tc>
          <w:tcPr>
            <w:tcW w:w="5570" w:type="dxa"/>
            <w:shd w:val="clear" w:color="auto" w:fill="auto"/>
            <w:vAlign w:val="bottom"/>
          </w:tcPr>
          <w:p w14:paraId="39347889" w14:textId="622511DE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Индекс цен производителей промышленных товаров</w:t>
            </w:r>
            <w:r>
              <w:rPr>
                <w:b/>
                <w:sz w:val="20"/>
                <w:vertAlign w:val="superscript"/>
              </w:rPr>
              <w:t>1), 7</w:t>
            </w:r>
            <w:r w:rsidRPr="00237461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2D00F0C5" w14:textId="7354E9A9" w:rsidR="00443992" w:rsidRPr="002B327A" w:rsidRDefault="00443992" w:rsidP="00443992">
            <w:pPr>
              <w:tabs>
                <w:tab w:val="left" w:pos="800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  <w:r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821769B" w14:textId="3A406ECB" w:rsidR="00443992" w:rsidRPr="002B327A" w:rsidRDefault="00443992" w:rsidP="00443992">
            <w:pPr>
              <w:tabs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  <w:r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shd w:val="clear" w:color="auto" w:fill="auto"/>
            <w:vAlign w:val="bottom"/>
          </w:tcPr>
          <w:p w14:paraId="56CFE542" w14:textId="454D6205" w:rsidR="00443992" w:rsidRPr="002B327A" w:rsidRDefault="00443992" w:rsidP="00443992">
            <w:pPr>
              <w:tabs>
                <w:tab w:val="left" w:pos="932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132,5</w:t>
            </w:r>
            <w:r>
              <w:rPr>
                <w:b/>
                <w:sz w:val="20"/>
                <w:vertAlign w:val="superscript"/>
              </w:rPr>
              <w:t>6)</w:t>
            </w:r>
          </w:p>
        </w:tc>
      </w:tr>
      <w:tr w:rsidR="004C5EB2" w:rsidRPr="00237461" w14:paraId="2376C378" w14:textId="77777777" w:rsidTr="00617976">
        <w:trPr>
          <w:jc w:val="center"/>
        </w:trPr>
        <w:tc>
          <w:tcPr>
            <w:tcW w:w="9071" w:type="dxa"/>
            <w:gridSpan w:val="4"/>
            <w:vAlign w:val="bottom"/>
          </w:tcPr>
          <w:p w14:paraId="55EA9584" w14:textId="77777777" w:rsidR="004C5EB2" w:rsidRPr="00237461" w:rsidRDefault="004C5EB2" w:rsidP="004C5EB2">
            <w:pPr>
              <w:tabs>
                <w:tab w:val="left" w:pos="790"/>
              </w:tabs>
              <w:ind w:right="340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Среднемесячная начисленная заработная плата одного работника</w:t>
            </w:r>
          </w:p>
        </w:tc>
      </w:tr>
      <w:tr w:rsidR="00443992" w:rsidRPr="00237461" w14:paraId="5C0E708D" w14:textId="77777777" w:rsidTr="003D13CD">
        <w:trPr>
          <w:jc w:val="center"/>
        </w:trPr>
        <w:tc>
          <w:tcPr>
            <w:tcW w:w="5570" w:type="dxa"/>
            <w:vAlign w:val="bottom"/>
          </w:tcPr>
          <w:p w14:paraId="1E35A1B8" w14:textId="77777777" w:rsidR="00443992" w:rsidRPr="00237461" w:rsidRDefault="00443992" w:rsidP="00443992">
            <w:pPr>
              <w:ind w:left="113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номинальная, рублей</w:t>
            </w:r>
          </w:p>
        </w:tc>
        <w:tc>
          <w:tcPr>
            <w:tcW w:w="1191" w:type="dxa"/>
            <w:vAlign w:val="bottom"/>
          </w:tcPr>
          <w:p w14:paraId="0A89E27E" w14:textId="412C5B68" w:rsidR="00443992" w:rsidRPr="002B327A" w:rsidRDefault="00443992" w:rsidP="00443992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 w:rsidRPr="00523F6D">
              <w:rPr>
                <w:b/>
                <w:sz w:val="20"/>
              </w:rPr>
              <w:t>58926</w:t>
            </w:r>
            <w:r>
              <w:rPr>
                <w:b/>
                <w:sz w:val="20"/>
              </w:rPr>
              <w:t>,</w:t>
            </w:r>
            <w:r w:rsidRPr="00523F6D">
              <w:rPr>
                <w:b/>
                <w:sz w:val="20"/>
              </w:rPr>
              <w:t>5</w:t>
            </w:r>
            <w:r>
              <w:rPr>
                <w:b/>
                <w:sz w:val="20"/>
                <w:vertAlign w:val="superscript"/>
              </w:rPr>
              <w:t>8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vAlign w:val="bottom"/>
          </w:tcPr>
          <w:p w14:paraId="66C2BCA9" w14:textId="7E655AE0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115,3</w:t>
            </w:r>
            <w:r>
              <w:rPr>
                <w:b/>
                <w:sz w:val="20"/>
                <w:vertAlign w:val="superscript"/>
              </w:rPr>
              <w:t>9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vAlign w:val="bottom"/>
          </w:tcPr>
          <w:p w14:paraId="57CC84C5" w14:textId="1CF806BD" w:rsidR="00443992" w:rsidRPr="002B327A" w:rsidRDefault="00443992" w:rsidP="00EF6219">
            <w:pPr>
              <w:ind w:right="57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114,1</w:t>
            </w:r>
            <w:r>
              <w:rPr>
                <w:b/>
                <w:sz w:val="20"/>
                <w:vertAlign w:val="superscript"/>
              </w:rPr>
              <w:t>10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</w:tr>
      <w:tr w:rsidR="00443992" w:rsidRPr="00237461" w14:paraId="37F336E4" w14:textId="77777777" w:rsidTr="003D13CD">
        <w:trPr>
          <w:jc w:val="center"/>
        </w:trPr>
        <w:tc>
          <w:tcPr>
            <w:tcW w:w="5570" w:type="dxa"/>
            <w:vAlign w:val="bottom"/>
          </w:tcPr>
          <w:p w14:paraId="3100BC26" w14:textId="77777777" w:rsidR="00443992" w:rsidRPr="00237461" w:rsidRDefault="00443992" w:rsidP="00443992">
            <w:pPr>
              <w:ind w:left="113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реальная</w:t>
            </w:r>
          </w:p>
        </w:tc>
        <w:tc>
          <w:tcPr>
            <w:tcW w:w="1191" w:type="dxa"/>
            <w:vAlign w:val="bottom"/>
          </w:tcPr>
          <w:p w14:paraId="043EB901" w14:textId="6566D01E" w:rsidR="00443992" w:rsidRPr="002B327A" w:rsidRDefault="00443992" w:rsidP="00443992">
            <w:pPr>
              <w:tabs>
                <w:tab w:val="left" w:pos="921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754BFB81" w14:textId="3B5ECED9" w:rsidR="00443992" w:rsidRPr="002B327A" w:rsidRDefault="00443992" w:rsidP="00443992">
            <w:pPr>
              <w:ind w:right="113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107,</w:t>
            </w:r>
            <w:r w:rsidRPr="008C2B97">
              <w:rPr>
                <w:b/>
                <w:sz w:val="20"/>
              </w:rPr>
              <w:t>2</w:t>
            </w:r>
            <w:r>
              <w:rPr>
                <w:b/>
                <w:sz w:val="20"/>
                <w:vertAlign w:val="superscript"/>
              </w:rPr>
              <w:t>9</w:t>
            </w:r>
            <w:r w:rsidRPr="006C6686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vAlign w:val="bottom"/>
          </w:tcPr>
          <w:p w14:paraId="7EFC8124" w14:textId="0135DD87" w:rsidR="00443992" w:rsidRPr="002B327A" w:rsidRDefault="00443992" w:rsidP="00EF6219">
            <w:pPr>
              <w:ind w:right="57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107,7</w:t>
            </w:r>
            <w:r>
              <w:rPr>
                <w:b/>
                <w:sz w:val="20"/>
                <w:vertAlign w:val="superscript"/>
              </w:rPr>
              <w:t>10</w:t>
            </w:r>
            <w:r w:rsidRPr="006C6686">
              <w:rPr>
                <w:b/>
                <w:sz w:val="20"/>
                <w:vertAlign w:val="superscript"/>
              </w:rPr>
              <w:t>)</w:t>
            </w:r>
          </w:p>
        </w:tc>
      </w:tr>
      <w:tr w:rsidR="00443992" w:rsidRPr="00237461" w14:paraId="2D164F41" w14:textId="77777777" w:rsidTr="003D13CD">
        <w:trPr>
          <w:jc w:val="center"/>
        </w:trPr>
        <w:tc>
          <w:tcPr>
            <w:tcW w:w="5570" w:type="dxa"/>
            <w:vAlign w:val="bottom"/>
          </w:tcPr>
          <w:p w14:paraId="088DA990" w14:textId="77777777" w:rsidR="00443992" w:rsidRPr="00237461" w:rsidRDefault="00443992" w:rsidP="00443992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Численность официально зарегистрированных безработных на конец периода, тыс. человек</w:t>
            </w:r>
          </w:p>
        </w:tc>
        <w:tc>
          <w:tcPr>
            <w:tcW w:w="1191" w:type="dxa"/>
            <w:vAlign w:val="bottom"/>
          </w:tcPr>
          <w:p w14:paraId="3DAEBFE5" w14:textId="7229CEA5" w:rsidR="00443992" w:rsidRPr="002B327A" w:rsidRDefault="00443992" w:rsidP="00443992">
            <w:pPr>
              <w:ind w:right="-510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3,3</w:t>
            </w:r>
          </w:p>
        </w:tc>
        <w:tc>
          <w:tcPr>
            <w:tcW w:w="1133" w:type="dxa"/>
            <w:vAlign w:val="bottom"/>
          </w:tcPr>
          <w:p w14:paraId="74049213" w14:textId="4116D6A3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79,8</w:t>
            </w:r>
          </w:p>
        </w:tc>
        <w:tc>
          <w:tcPr>
            <w:tcW w:w="1177" w:type="dxa"/>
            <w:vAlign w:val="bottom"/>
          </w:tcPr>
          <w:p w14:paraId="6E64D398" w14:textId="232F0351" w:rsidR="00443992" w:rsidRPr="002B327A" w:rsidRDefault="00443992" w:rsidP="0044399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84,8</w:t>
            </w:r>
          </w:p>
        </w:tc>
      </w:tr>
    </w:tbl>
    <w:bookmarkEnd w:id="3"/>
    <w:p w14:paraId="57C96941" w14:textId="2C6F2C10" w:rsidR="00443992" w:rsidRDefault="00443992" w:rsidP="00443992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2E319E">
        <w:rPr>
          <w:sz w:val="18"/>
          <w:szCs w:val="18"/>
          <w:vertAlign w:val="superscript"/>
        </w:rPr>
        <w:t>)</w:t>
      </w:r>
      <w:r w:rsidRPr="002E319E">
        <w:rPr>
          <w:sz w:val="18"/>
          <w:szCs w:val="18"/>
        </w:rPr>
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</w:t>
      </w:r>
      <w:r>
        <w:rPr>
          <w:sz w:val="18"/>
          <w:szCs w:val="18"/>
        </w:rPr>
        <w:t>ость по ликвидации загрязнений»</w:t>
      </w:r>
    </w:p>
    <w:p w14:paraId="64D7D002" w14:textId="77777777" w:rsidR="00443992" w:rsidRPr="000C2ADA" w:rsidRDefault="00443992" w:rsidP="00443992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D33B7D">
        <w:rPr>
          <w:sz w:val="18"/>
          <w:szCs w:val="18"/>
          <w:vertAlign w:val="superscript"/>
        </w:rPr>
        <w:t>)</w:t>
      </w:r>
      <w:r w:rsidRPr="009A3754">
        <w:rPr>
          <w:sz w:val="18"/>
          <w:szCs w:val="18"/>
        </w:rPr>
        <w:t xml:space="preserve">с учетом жилых домов (квартир), построенных на земельных участках, предназначенных для ведения гражданами </w:t>
      </w:r>
      <w:r w:rsidRPr="000C2ADA">
        <w:rPr>
          <w:sz w:val="18"/>
          <w:szCs w:val="18"/>
        </w:rPr>
        <w:t>садоводства</w:t>
      </w:r>
    </w:p>
    <w:p w14:paraId="4653BE0F" w14:textId="77777777" w:rsidR="00443992" w:rsidRDefault="00443992" w:rsidP="00443992">
      <w:pPr>
        <w:ind w:left="425" w:hanging="85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3</w:t>
      </w:r>
      <w:r w:rsidRPr="00D33B7D">
        <w:rPr>
          <w:sz w:val="18"/>
          <w:szCs w:val="18"/>
          <w:vertAlign w:val="superscript"/>
        </w:rPr>
        <w:t>)</w:t>
      </w:r>
      <w:r w:rsidRPr="002E319E">
        <w:rPr>
          <w:sz w:val="18"/>
          <w:szCs w:val="18"/>
        </w:rPr>
        <w:t>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</w:r>
    </w:p>
    <w:p w14:paraId="15AF1D6B" w14:textId="77777777" w:rsidR="00443992" w:rsidRPr="002E319E" w:rsidRDefault="00443992" w:rsidP="00443992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4</w:t>
      </w:r>
      <w:r w:rsidRPr="00D33B7D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август 2024 года к июлю 2024</w:t>
      </w:r>
      <w:r w:rsidRPr="002E319E">
        <w:rPr>
          <w:sz w:val="18"/>
          <w:szCs w:val="18"/>
        </w:rPr>
        <w:t xml:space="preserve"> года</w:t>
      </w:r>
    </w:p>
    <w:p w14:paraId="7A084EC9" w14:textId="77777777" w:rsidR="00443992" w:rsidRPr="002E319E" w:rsidRDefault="00443992" w:rsidP="00443992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август 2024 года к декабрю 2023</w:t>
      </w:r>
      <w:r w:rsidRPr="002E319E">
        <w:rPr>
          <w:sz w:val="18"/>
          <w:szCs w:val="18"/>
        </w:rPr>
        <w:t xml:space="preserve"> года</w:t>
      </w:r>
    </w:p>
    <w:p w14:paraId="2BC368B6" w14:textId="77777777" w:rsidR="00443992" w:rsidRPr="002E319E" w:rsidRDefault="00443992" w:rsidP="00443992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6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август 2023 года к декабрю 2022</w:t>
      </w:r>
      <w:r w:rsidRPr="002E319E">
        <w:rPr>
          <w:sz w:val="18"/>
          <w:szCs w:val="18"/>
        </w:rPr>
        <w:t xml:space="preserve"> года</w:t>
      </w:r>
    </w:p>
    <w:p w14:paraId="0294D2FB" w14:textId="77777777" w:rsidR="00443992" w:rsidRPr="008770FC" w:rsidRDefault="00443992" w:rsidP="00443992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промышленные товары, предназначенные для реализации на внутреннем рынке и на экспорт</w:t>
      </w:r>
    </w:p>
    <w:p w14:paraId="226E97E4" w14:textId="77777777" w:rsidR="00443992" w:rsidRDefault="00443992" w:rsidP="00443992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8)</w:t>
      </w:r>
      <w:r>
        <w:rPr>
          <w:sz w:val="18"/>
          <w:szCs w:val="18"/>
        </w:rPr>
        <w:t>январь-июль 2024 года</w:t>
      </w:r>
    </w:p>
    <w:p w14:paraId="07C5BBDC" w14:textId="77777777" w:rsidR="00443992" w:rsidRDefault="00443992" w:rsidP="00443992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9)</w:t>
      </w:r>
      <w:r w:rsidRPr="00A463D8">
        <w:rPr>
          <w:sz w:val="18"/>
          <w:szCs w:val="18"/>
        </w:rPr>
        <w:t>январь-июль</w:t>
      </w:r>
      <w:r>
        <w:rPr>
          <w:sz w:val="18"/>
          <w:szCs w:val="18"/>
        </w:rPr>
        <w:t xml:space="preserve"> 2024 года к январю-июлю 2023 года</w:t>
      </w:r>
    </w:p>
    <w:p w14:paraId="47C4899D" w14:textId="77777777" w:rsidR="00443992" w:rsidRPr="00BB12DA" w:rsidRDefault="00443992" w:rsidP="00443992">
      <w:pPr>
        <w:tabs>
          <w:tab w:val="left" w:pos="993"/>
        </w:tabs>
        <w:ind w:left="283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10</w:t>
      </w:r>
      <w:r w:rsidRPr="00D423AB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январь-июль 2023 года к январю-июлю 2022 года</w:t>
      </w:r>
    </w:p>
    <w:p w14:paraId="38E0A3E2" w14:textId="77777777" w:rsidR="002664A9" w:rsidRDefault="002664A9">
      <w:pPr>
        <w:jc w:val="left"/>
        <w:rPr>
          <w:b/>
          <w:bCs/>
          <w:szCs w:val="24"/>
        </w:rPr>
      </w:pPr>
    </w:p>
    <w:p w14:paraId="1CFBED85" w14:textId="77777777" w:rsidR="002664A9" w:rsidRDefault="002664A9">
      <w:pPr>
        <w:jc w:val="left"/>
        <w:rPr>
          <w:b/>
          <w:bCs/>
          <w:szCs w:val="24"/>
        </w:rPr>
        <w:sectPr w:rsidR="002664A9" w:rsidSect="002664A9">
          <w:headerReference w:type="even" r:id="rId15"/>
          <w:headerReference w:type="default" r:id="rId16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07D3C7AF" w14:textId="7079DA0E" w:rsidR="0031223F" w:rsidRPr="00BC1F51" w:rsidRDefault="0031223F" w:rsidP="003B66B6">
      <w:pPr>
        <w:pStyle w:val="1"/>
        <w:spacing w:after="480"/>
        <w:rPr>
          <w:szCs w:val="24"/>
        </w:rPr>
      </w:pPr>
      <w:bookmarkStart w:id="5" w:name="_Toc178757131"/>
      <w:r w:rsidRPr="00BC1F51">
        <w:rPr>
          <w:szCs w:val="24"/>
        </w:rPr>
        <w:lastRenderedPageBreak/>
        <w:t>ПРОИЗВОДСТВО ТОВАРОВ И УСЛУ</w:t>
      </w:r>
      <w:bookmarkEnd w:id="4"/>
      <w:r w:rsidRPr="00BC1F51">
        <w:rPr>
          <w:szCs w:val="24"/>
        </w:rPr>
        <w:t>Г</w:t>
      </w:r>
      <w:bookmarkEnd w:id="5"/>
    </w:p>
    <w:p w14:paraId="62A0392C" w14:textId="4C26358E" w:rsidR="0031223F" w:rsidRPr="00BC1F51" w:rsidRDefault="0031223F" w:rsidP="009A15D9">
      <w:pPr>
        <w:pStyle w:val="2"/>
        <w:spacing w:after="240"/>
        <w:rPr>
          <w:sz w:val="20"/>
          <w:szCs w:val="10"/>
        </w:rPr>
      </w:pPr>
      <w:bookmarkStart w:id="6" w:name="_Toc493779718"/>
      <w:bookmarkStart w:id="7" w:name="_Toc178757132"/>
      <w:r w:rsidRPr="00BC1F51">
        <w:rPr>
          <w:sz w:val="20"/>
        </w:rPr>
        <w:t>ОБОРОТ ОРГАНИЗАЦИЙ</w:t>
      </w:r>
      <w:bookmarkEnd w:id="6"/>
      <w:bookmarkEnd w:id="7"/>
    </w:p>
    <w:p w14:paraId="37BE3A75" w14:textId="77777777" w:rsidR="0031223F" w:rsidRPr="007E661E" w:rsidRDefault="0031223F" w:rsidP="0031223F">
      <w:pPr>
        <w:spacing w:after="60"/>
        <w:jc w:val="right"/>
        <w:rPr>
          <w:b/>
          <w:bCs/>
          <w:sz w:val="20"/>
        </w:rPr>
      </w:pPr>
      <w:bookmarkStart w:id="8" w:name="_Toc383169413"/>
      <w:bookmarkStart w:id="9" w:name="_Toc383169408"/>
      <w:bookmarkStart w:id="10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1"/>
        <w:gridCol w:w="1136"/>
        <w:gridCol w:w="1134"/>
      </w:tblGrid>
      <w:tr w:rsidR="00FD1FD8" w:rsidRPr="00AA44DF" w14:paraId="78AD50C8" w14:textId="77777777" w:rsidTr="00FD1FD8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55C72" w14:textId="77777777" w:rsidR="00FD1FD8" w:rsidRPr="007E661E" w:rsidRDefault="00FD1FD8" w:rsidP="00FD1FD8">
            <w:pPr>
              <w:jc w:val="center"/>
              <w:rPr>
                <w:b/>
                <w:sz w:val="20"/>
              </w:rPr>
            </w:pPr>
            <w:bookmarkStart w:id="11" w:name="_Hlk173412371"/>
            <w:bookmarkStart w:id="12" w:name="_Toc477959012"/>
            <w:bookmarkStart w:id="13" w:name="_Toc493779719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82EE5" w14:textId="2C40E5AF"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D1258">
              <w:rPr>
                <w:b/>
                <w:bCs/>
                <w:sz w:val="20"/>
              </w:rPr>
              <w:t>Январь-</w:t>
            </w:r>
            <w:r w:rsidRPr="00AD1258">
              <w:rPr>
                <w:b/>
                <w:bCs/>
                <w:sz w:val="20"/>
              </w:rPr>
              <w:br/>
            </w:r>
            <w:r w:rsidR="002B327A">
              <w:rPr>
                <w:b/>
                <w:bCs/>
                <w:sz w:val="20"/>
              </w:rPr>
              <w:t>август</w:t>
            </w:r>
            <w:r w:rsidRPr="00AD1258">
              <w:rPr>
                <w:b/>
                <w:bCs/>
                <w:sz w:val="20"/>
              </w:rPr>
              <w:br/>
              <w:t>2024,</w:t>
            </w:r>
            <w:r w:rsidRPr="00AD1258">
              <w:rPr>
                <w:b/>
                <w:bCs/>
                <w:sz w:val="20"/>
              </w:rPr>
              <w:br/>
              <w:t>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BEAD9" w14:textId="0940D71F"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D1258">
              <w:rPr>
                <w:b/>
                <w:bCs/>
                <w:sz w:val="20"/>
              </w:rPr>
              <w:t>В  %</w:t>
            </w:r>
            <w:proofErr w:type="gramEnd"/>
            <w:r w:rsidRPr="00AD1258">
              <w:rPr>
                <w:b/>
                <w:bCs/>
                <w:sz w:val="20"/>
              </w:rPr>
              <w:t xml:space="preserve">  к</w:t>
            </w:r>
            <w:r w:rsidRPr="00AD1258">
              <w:rPr>
                <w:b/>
                <w:bCs/>
                <w:sz w:val="20"/>
              </w:rPr>
              <w:br/>
              <w:t>январю-</w:t>
            </w:r>
            <w:r w:rsidR="002B327A">
              <w:rPr>
                <w:b/>
                <w:bCs/>
                <w:sz w:val="20"/>
              </w:rPr>
              <w:t>августу</w:t>
            </w:r>
            <w:r w:rsidRPr="00AD1258">
              <w:rPr>
                <w:b/>
                <w:bCs/>
                <w:sz w:val="20"/>
              </w:rPr>
              <w:br/>
              <w:t>2023</w:t>
            </w:r>
          </w:p>
        </w:tc>
      </w:tr>
      <w:tr w:rsidR="005C221B" w:rsidRPr="00AA44DF" w14:paraId="529FE8AC" w14:textId="77777777" w:rsidTr="00B94312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11393" w14:textId="77777777" w:rsidR="005C221B" w:rsidRPr="00AA44DF" w:rsidRDefault="005C221B" w:rsidP="005C221B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8BF40" w14:textId="286CBA24" w:rsidR="005C221B" w:rsidRPr="002B327A" w:rsidRDefault="005C221B" w:rsidP="005C221B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2B28">
              <w:rPr>
                <w:b/>
                <w:bCs/>
                <w:noProof/>
                <w:color w:val="000000"/>
                <w:sz w:val="20"/>
              </w:rPr>
              <w:t>694322,8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DD3B7" w14:textId="697BF52D" w:rsidR="005C221B" w:rsidRPr="002B327A" w:rsidRDefault="005C221B" w:rsidP="005C221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2B28">
              <w:rPr>
                <w:b/>
                <w:bCs/>
                <w:noProof/>
                <w:color w:val="000000"/>
                <w:sz w:val="20"/>
              </w:rPr>
              <w:t>113,5</w:t>
            </w:r>
          </w:p>
        </w:tc>
      </w:tr>
      <w:tr w:rsidR="00FD1FD8" w:rsidRPr="00AA44DF" w14:paraId="3CBBC709" w14:textId="77777777" w:rsidTr="00FD1FD8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DFC7A" w14:textId="77777777" w:rsidR="00FD1FD8" w:rsidRPr="00F51555" w:rsidRDefault="00FD1FD8" w:rsidP="00FD1FD8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F51555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620ED1" w:rsidRPr="00AA44DF" w14:paraId="02D74BAE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0ACF81A2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36" w:type="dxa"/>
            <w:vAlign w:val="bottom"/>
          </w:tcPr>
          <w:p w14:paraId="55ACE3C4" w14:textId="2454D62C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6888,3</w:t>
            </w:r>
          </w:p>
        </w:tc>
        <w:tc>
          <w:tcPr>
            <w:tcW w:w="1134" w:type="dxa"/>
            <w:vAlign w:val="bottom"/>
          </w:tcPr>
          <w:p w14:paraId="64AAADB8" w14:textId="2632281C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130,9</w:t>
            </w:r>
          </w:p>
        </w:tc>
      </w:tr>
      <w:tr w:rsidR="00620ED1" w:rsidRPr="00AA44DF" w14:paraId="1A336163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187F11E7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136" w:type="dxa"/>
            <w:vAlign w:val="bottom"/>
          </w:tcPr>
          <w:p w14:paraId="5DDE8D88" w14:textId="54B96B38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338208,3</w:t>
            </w:r>
          </w:p>
        </w:tc>
        <w:tc>
          <w:tcPr>
            <w:tcW w:w="1134" w:type="dxa"/>
            <w:vAlign w:val="bottom"/>
          </w:tcPr>
          <w:p w14:paraId="3DE8773E" w14:textId="57C163AD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121,9</w:t>
            </w:r>
          </w:p>
        </w:tc>
      </w:tr>
      <w:tr w:rsidR="00620ED1" w:rsidRPr="00AA44DF" w14:paraId="34BA4BAA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402BE0F7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136" w:type="dxa"/>
            <w:vAlign w:val="bottom"/>
          </w:tcPr>
          <w:p w14:paraId="6E6240F0" w14:textId="451B88C3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54960,0</w:t>
            </w:r>
          </w:p>
        </w:tc>
        <w:tc>
          <w:tcPr>
            <w:tcW w:w="1134" w:type="dxa"/>
            <w:vAlign w:val="bottom"/>
          </w:tcPr>
          <w:p w14:paraId="4A6235E4" w14:textId="4712AC05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109,5</w:t>
            </w:r>
          </w:p>
        </w:tc>
      </w:tr>
      <w:tr w:rsidR="00620ED1" w:rsidRPr="00AA44DF" w14:paraId="439249D3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69F57872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кондиционирование воздуха</w:t>
            </w:r>
          </w:p>
        </w:tc>
        <w:tc>
          <w:tcPr>
            <w:tcW w:w="1136" w:type="dxa"/>
            <w:vAlign w:val="bottom"/>
          </w:tcPr>
          <w:p w14:paraId="091A9664" w14:textId="5E3DE208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45596,7</w:t>
            </w:r>
          </w:p>
        </w:tc>
        <w:tc>
          <w:tcPr>
            <w:tcW w:w="1134" w:type="dxa"/>
            <w:vAlign w:val="bottom"/>
          </w:tcPr>
          <w:p w14:paraId="5C084029" w14:textId="5109443B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103,3</w:t>
            </w:r>
          </w:p>
        </w:tc>
      </w:tr>
      <w:tr w:rsidR="00620ED1" w:rsidRPr="00AA44DF" w14:paraId="4C73ACCB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5E26F0D4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 xml:space="preserve">, организация сбора </w:t>
            </w:r>
            <w:r>
              <w:rPr>
                <w:b/>
                <w:bCs/>
                <w:color w:val="000000"/>
                <w:sz w:val="20"/>
              </w:rPr>
              <w:br/>
              <w:t>и утилизации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136" w:type="dxa"/>
            <w:vAlign w:val="bottom"/>
          </w:tcPr>
          <w:p w14:paraId="16F1D24E" w14:textId="5F5CAD38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5873,1</w:t>
            </w:r>
          </w:p>
        </w:tc>
        <w:tc>
          <w:tcPr>
            <w:tcW w:w="1134" w:type="dxa"/>
            <w:vAlign w:val="bottom"/>
          </w:tcPr>
          <w:p w14:paraId="561DB348" w14:textId="793CA391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104,9</w:t>
            </w:r>
          </w:p>
        </w:tc>
      </w:tr>
      <w:tr w:rsidR="00620ED1" w:rsidRPr="00AA44DF" w14:paraId="7B03B2BC" w14:textId="77777777" w:rsidTr="00EF6219">
        <w:trPr>
          <w:trHeight w:val="77"/>
          <w:jc w:val="center"/>
        </w:trPr>
        <w:tc>
          <w:tcPr>
            <w:tcW w:w="6801" w:type="dxa"/>
            <w:vAlign w:val="bottom"/>
          </w:tcPr>
          <w:p w14:paraId="0CB8C735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136" w:type="dxa"/>
            <w:vAlign w:val="bottom"/>
          </w:tcPr>
          <w:p w14:paraId="27BEFF77" w14:textId="31AE52C4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18514,9</w:t>
            </w:r>
          </w:p>
        </w:tc>
        <w:tc>
          <w:tcPr>
            <w:tcW w:w="1134" w:type="dxa"/>
            <w:vAlign w:val="bottom"/>
          </w:tcPr>
          <w:p w14:paraId="655B4F72" w14:textId="1D32D1FA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182,5</w:t>
            </w:r>
          </w:p>
        </w:tc>
      </w:tr>
      <w:tr w:rsidR="00620ED1" w:rsidRPr="00AA44DF" w14:paraId="13F9D5BA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57ECCCD5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136" w:type="dxa"/>
            <w:vAlign w:val="bottom"/>
          </w:tcPr>
          <w:p w14:paraId="327AEF02" w14:textId="508F5B76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135014,7</w:t>
            </w:r>
          </w:p>
        </w:tc>
        <w:tc>
          <w:tcPr>
            <w:tcW w:w="1134" w:type="dxa"/>
            <w:vAlign w:val="bottom"/>
          </w:tcPr>
          <w:p w14:paraId="312FDB39" w14:textId="776980BA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</w:tr>
      <w:tr w:rsidR="00620ED1" w:rsidRPr="00AA44DF" w14:paraId="09D58302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72890700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136" w:type="dxa"/>
            <w:vAlign w:val="bottom"/>
          </w:tcPr>
          <w:p w14:paraId="0DDE8151" w14:textId="2E9B6A4D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50434,3</w:t>
            </w:r>
          </w:p>
        </w:tc>
        <w:tc>
          <w:tcPr>
            <w:tcW w:w="1134" w:type="dxa"/>
            <w:vAlign w:val="bottom"/>
          </w:tcPr>
          <w:p w14:paraId="2C13ACB6" w14:textId="7D444B42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145,8</w:t>
            </w:r>
          </w:p>
        </w:tc>
      </w:tr>
      <w:tr w:rsidR="00620ED1" w:rsidRPr="00AA44DF" w14:paraId="6B600EEA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5F0FA2BD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6" w:type="dxa"/>
            <w:vAlign w:val="bottom"/>
          </w:tcPr>
          <w:p w14:paraId="75E323A5" w14:textId="10746D54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4930,6</w:t>
            </w:r>
          </w:p>
        </w:tc>
        <w:tc>
          <w:tcPr>
            <w:tcW w:w="1134" w:type="dxa"/>
            <w:vAlign w:val="bottom"/>
          </w:tcPr>
          <w:p w14:paraId="25DB5BDE" w14:textId="6A1A796A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98,0</w:t>
            </w:r>
          </w:p>
        </w:tc>
      </w:tr>
      <w:tr w:rsidR="00620ED1" w:rsidRPr="00AA44DF" w14:paraId="6E7C51FA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5F291AD8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136" w:type="dxa"/>
            <w:vAlign w:val="bottom"/>
          </w:tcPr>
          <w:p w14:paraId="46F7C9C7" w14:textId="5B53C0B3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8273,3</w:t>
            </w:r>
          </w:p>
        </w:tc>
        <w:tc>
          <w:tcPr>
            <w:tcW w:w="1134" w:type="dxa"/>
            <w:vAlign w:val="bottom"/>
          </w:tcPr>
          <w:p w14:paraId="2B04B40E" w14:textId="26566A2D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106,9</w:t>
            </w:r>
          </w:p>
        </w:tc>
      </w:tr>
      <w:tr w:rsidR="00620ED1" w:rsidRPr="00AA44DF" w14:paraId="31791AFC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3261DC4E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136" w:type="dxa"/>
            <w:vAlign w:val="bottom"/>
          </w:tcPr>
          <w:p w14:paraId="6F4D792B" w14:textId="516288B6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4198,9</w:t>
            </w:r>
          </w:p>
        </w:tc>
        <w:tc>
          <w:tcPr>
            <w:tcW w:w="1134" w:type="dxa"/>
            <w:vAlign w:val="bottom"/>
          </w:tcPr>
          <w:p w14:paraId="0A2E68DA" w14:textId="09463DA3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97,1</w:t>
            </w:r>
          </w:p>
        </w:tc>
      </w:tr>
      <w:tr w:rsidR="00620ED1" w:rsidRPr="00AA44DF" w14:paraId="0448D78F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0E0CFA56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6" w:type="dxa"/>
            <w:vAlign w:val="bottom"/>
          </w:tcPr>
          <w:p w14:paraId="22EC5EFB" w14:textId="22112BC6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6820,1</w:t>
            </w:r>
          </w:p>
        </w:tc>
        <w:tc>
          <w:tcPr>
            <w:tcW w:w="1134" w:type="dxa"/>
            <w:vAlign w:val="bottom"/>
          </w:tcPr>
          <w:p w14:paraId="61047D54" w14:textId="48DC9F06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91,7</w:t>
            </w:r>
          </w:p>
        </w:tc>
      </w:tr>
      <w:tr w:rsidR="00620ED1" w:rsidRPr="00AA44DF" w14:paraId="31100E02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79824CD5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AA44DF">
              <w:rPr>
                <w:b/>
                <w:bCs/>
                <w:color w:val="000000"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136" w:type="dxa"/>
            <w:vAlign w:val="bottom"/>
          </w:tcPr>
          <w:p w14:paraId="16CA76F3" w14:textId="3397EC6D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5706,3</w:t>
            </w:r>
          </w:p>
        </w:tc>
        <w:tc>
          <w:tcPr>
            <w:tcW w:w="1134" w:type="dxa"/>
            <w:vAlign w:val="bottom"/>
          </w:tcPr>
          <w:p w14:paraId="70420D95" w14:textId="075BAEB4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94,5</w:t>
            </w:r>
          </w:p>
        </w:tc>
      </w:tr>
      <w:tr w:rsidR="00620ED1" w:rsidRPr="00AA44DF" w14:paraId="2C93F66A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4FF62663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6" w:type="dxa"/>
            <w:vAlign w:val="bottom"/>
          </w:tcPr>
          <w:p w14:paraId="312B7EA1" w14:textId="22EAA355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153,8</w:t>
            </w:r>
          </w:p>
        </w:tc>
        <w:tc>
          <w:tcPr>
            <w:tcW w:w="1134" w:type="dxa"/>
            <w:vAlign w:val="bottom"/>
          </w:tcPr>
          <w:p w14:paraId="6CA5B815" w14:textId="00040C22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104,5</w:t>
            </w:r>
          </w:p>
        </w:tc>
      </w:tr>
      <w:tr w:rsidR="00620ED1" w:rsidRPr="00AA44DF" w14:paraId="1D33F324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436112DB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136" w:type="dxa"/>
            <w:vAlign w:val="bottom"/>
          </w:tcPr>
          <w:p w14:paraId="7E1D26EF" w14:textId="09899949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2833,3</w:t>
            </w:r>
          </w:p>
        </w:tc>
        <w:tc>
          <w:tcPr>
            <w:tcW w:w="1134" w:type="dxa"/>
            <w:vAlign w:val="bottom"/>
          </w:tcPr>
          <w:p w14:paraId="3F6B94B0" w14:textId="3115C7FF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104,9</w:t>
            </w:r>
          </w:p>
        </w:tc>
      </w:tr>
      <w:tr w:rsidR="00620ED1" w:rsidRPr="00AA44DF" w14:paraId="7A0CF8A2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6D035F54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136" w:type="dxa"/>
            <w:vAlign w:val="bottom"/>
          </w:tcPr>
          <w:p w14:paraId="356CFCA6" w14:textId="26E53672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4794,5</w:t>
            </w:r>
          </w:p>
        </w:tc>
        <w:tc>
          <w:tcPr>
            <w:tcW w:w="1134" w:type="dxa"/>
            <w:vAlign w:val="bottom"/>
          </w:tcPr>
          <w:p w14:paraId="31252BC5" w14:textId="6E71BFE5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36,6</w:t>
            </w:r>
          </w:p>
        </w:tc>
      </w:tr>
      <w:tr w:rsidR="00620ED1" w:rsidRPr="00AA44DF" w14:paraId="30317C15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5EAB5769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136" w:type="dxa"/>
            <w:vAlign w:val="bottom"/>
          </w:tcPr>
          <w:p w14:paraId="6E453B05" w14:textId="2EED0EC2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730,0</w:t>
            </w:r>
          </w:p>
        </w:tc>
        <w:tc>
          <w:tcPr>
            <w:tcW w:w="1134" w:type="dxa"/>
            <w:vAlign w:val="bottom"/>
          </w:tcPr>
          <w:p w14:paraId="70F633E3" w14:textId="7BB87E4C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147,3</w:t>
            </w:r>
          </w:p>
        </w:tc>
      </w:tr>
      <w:tr w:rsidR="00620ED1" w:rsidRPr="00AA44DF" w14:paraId="5B7C357F" w14:textId="77777777" w:rsidTr="00EF6219">
        <w:trPr>
          <w:trHeight w:val="227"/>
          <w:jc w:val="center"/>
        </w:trPr>
        <w:tc>
          <w:tcPr>
            <w:tcW w:w="6801" w:type="dxa"/>
            <w:vAlign w:val="bottom"/>
          </w:tcPr>
          <w:p w14:paraId="75720BC4" w14:textId="77777777" w:rsidR="00620ED1" w:rsidRPr="00AA44DF" w:rsidRDefault="00620ED1" w:rsidP="00620ED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136" w:type="dxa"/>
            <w:vAlign w:val="bottom"/>
          </w:tcPr>
          <w:p w14:paraId="333A4BC0" w14:textId="6DBD352C" w:rsidR="00620ED1" w:rsidRPr="002B327A" w:rsidRDefault="00620ED1" w:rsidP="00EF6219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391,8</w:t>
            </w:r>
          </w:p>
        </w:tc>
        <w:tc>
          <w:tcPr>
            <w:tcW w:w="1134" w:type="dxa"/>
            <w:vAlign w:val="bottom"/>
          </w:tcPr>
          <w:p w14:paraId="5E78CDCE" w14:textId="39811117" w:rsidR="00620ED1" w:rsidRPr="002B327A" w:rsidRDefault="00620ED1" w:rsidP="00EF621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89,8</w:t>
            </w:r>
          </w:p>
        </w:tc>
      </w:tr>
    </w:tbl>
    <w:p w14:paraId="471D24EC" w14:textId="77777777" w:rsidR="0031223F" w:rsidRPr="00890370" w:rsidRDefault="0031223F" w:rsidP="008861CE">
      <w:pPr>
        <w:pStyle w:val="2"/>
        <w:spacing w:before="480" w:after="240"/>
        <w:rPr>
          <w:sz w:val="20"/>
        </w:rPr>
      </w:pPr>
      <w:bookmarkStart w:id="14" w:name="_Toc178757133"/>
      <w:bookmarkEnd w:id="11"/>
      <w:r w:rsidRPr="00890370">
        <w:rPr>
          <w:sz w:val="20"/>
        </w:rPr>
        <w:t>ПРОМЫШЛЕННОЕ ПРОИЗВОДСТВО</w:t>
      </w:r>
      <w:bookmarkEnd w:id="12"/>
      <w:bookmarkEnd w:id="13"/>
      <w:bookmarkEnd w:id="14"/>
    </w:p>
    <w:p w14:paraId="441E5F21" w14:textId="6CFDB8FB" w:rsidR="0031223F" w:rsidRPr="007900B9" w:rsidRDefault="0031223F" w:rsidP="009274EA">
      <w:pPr>
        <w:pStyle w:val="3"/>
        <w:ind w:right="0" w:firstLine="709"/>
        <w:jc w:val="both"/>
        <w:rPr>
          <w:b w:val="0"/>
        </w:rPr>
      </w:pPr>
      <w:bookmarkStart w:id="15" w:name="_Toc493779720"/>
      <w:bookmarkStart w:id="16" w:name="_Toc178757134"/>
      <w:bookmarkStart w:id="17" w:name="_Hlk173412713"/>
      <w:r w:rsidRPr="00890370">
        <w:t>Индекс промышленного производства</w:t>
      </w:r>
      <w:r w:rsidRPr="00890370">
        <w:rPr>
          <w:vertAlign w:val="superscript"/>
        </w:rPr>
        <w:t>1</w:t>
      </w:r>
      <w:r w:rsidRPr="00890370">
        <w:rPr>
          <w:rStyle w:val="af7"/>
        </w:rPr>
        <w:t>)</w:t>
      </w:r>
      <w:r w:rsidRPr="00890370">
        <w:rPr>
          <w:b w:val="0"/>
        </w:rPr>
        <w:t xml:space="preserve"> </w:t>
      </w:r>
      <w:bookmarkEnd w:id="15"/>
      <w:r w:rsidR="00B47E1B" w:rsidRPr="00B01BAA">
        <w:rPr>
          <w:b w:val="0"/>
        </w:rPr>
        <w:t xml:space="preserve">в </w:t>
      </w:r>
      <w:r w:rsidR="00462DF3" w:rsidRPr="00B01BAA">
        <w:rPr>
          <w:b w:val="0"/>
        </w:rPr>
        <w:t>январе</w:t>
      </w:r>
      <w:r w:rsidR="00462DF3" w:rsidRPr="00B94312">
        <w:rPr>
          <w:b w:val="0"/>
        </w:rPr>
        <w:t>-</w:t>
      </w:r>
      <w:r w:rsidR="002B327A">
        <w:rPr>
          <w:b w:val="0"/>
        </w:rPr>
        <w:t>августе</w:t>
      </w:r>
      <w:r w:rsidR="003F5430" w:rsidRPr="00B01BAA">
        <w:rPr>
          <w:b w:val="0"/>
        </w:rPr>
        <w:t xml:space="preserve"> 20</w:t>
      </w:r>
      <w:r w:rsidR="00A47328" w:rsidRPr="00B01BAA">
        <w:rPr>
          <w:b w:val="0"/>
        </w:rPr>
        <w:t>2</w:t>
      </w:r>
      <w:r w:rsidR="003F5430" w:rsidRPr="00B01BAA">
        <w:rPr>
          <w:b w:val="0"/>
        </w:rPr>
        <w:t>4</w:t>
      </w:r>
      <w:r w:rsidR="00B47E1B" w:rsidRPr="00B01BAA">
        <w:rPr>
          <w:b w:val="0"/>
        </w:rPr>
        <w:t xml:space="preserve"> год</w:t>
      </w:r>
      <w:r w:rsidR="003F5430" w:rsidRPr="00B01BAA">
        <w:rPr>
          <w:b w:val="0"/>
        </w:rPr>
        <w:t>а</w:t>
      </w:r>
      <w:r w:rsidR="00B47E1B" w:rsidRPr="00B01BAA">
        <w:rPr>
          <w:b w:val="0"/>
        </w:rPr>
        <w:t xml:space="preserve"> по сравнению с</w:t>
      </w:r>
      <w:r w:rsidR="00A47328" w:rsidRPr="00B01BAA">
        <w:rPr>
          <w:b w:val="0"/>
        </w:rPr>
        <w:t xml:space="preserve"> соответствующим периодом</w:t>
      </w:r>
      <w:r w:rsidR="00B47E1B" w:rsidRPr="00B01BAA">
        <w:rPr>
          <w:b w:val="0"/>
        </w:rPr>
        <w:t xml:space="preserve"> предыдущ</w:t>
      </w:r>
      <w:r w:rsidR="00A47328" w:rsidRPr="00B01BAA">
        <w:rPr>
          <w:b w:val="0"/>
        </w:rPr>
        <w:t>его года</w:t>
      </w:r>
      <w:r w:rsidR="00B47E1B" w:rsidRPr="00B01BAA">
        <w:rPr>
          <w:b w:val="0"/>
        </w:rPr>
        <w:t xml:space="preserve"> составил </w:t>
      </w:r>
      <w:r w:rsidR="00443992" w:rsidRPr="00443992">
        <w:rPr>
          <w:b w:val="0"/>
        </w:rPr>
        <w:t>96,9</w:t>
      </w:r>
      <w:r w:rsidR="00CD181C" w:rsidRPr="006D6353">
        <w:rPr>
          <w:b w:val="0"/>
        </w:rPr>
        <w:t>%</w:t>
      </w:r>
      <w:r w:rsidR="00E71E41" w:rsidRPr="006D6353">
        <w:rPr>
          <w:b w:val="0"/>
        </w:rPr>
        <w:t>.</w:t>
      </w:r>
      <w:bookmarkEnd w:id="16"/>
    </w:p>
    <w:p w14:paraId="5C345652" w14:textId="77777777" w:rsidR="0031223F" w:rsidRPr="00890370" w:rsidRDefault="0031223F" w:rsidP="00AC560B">
      <w:pPr>
        <w:spacing w:before="120"/>
        <w:ind w:left="425" w:hanging="85"/>
      </w:pPr>
      <w:r w:rsidRPr="00890370">
        <w:rPr>
          <w:rStyle w:val="af7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 w:rsidR="00124088"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14:paraId="5EE05FC1" w14:textId="3A0644EC" w:rsidR="0031223F" w:rsidRPr="00B94312" w:rsidRDefault="0008403A" w:rsidP="009A15D9">
      <w:pPr>
        <w:pStyle w:val="afc"/>
        <w:spacing w:before="240" w:after="200"/>
        <w:ind w:firstLine="0"/>
        <w:outlineLvl w:val="2"/>
        <w:rPr>
          <w:b w:val="0"/>
          <w:szCs w:val="24"/>
          <w:vertAlign w:val="superscript"/>
        </w:rPr>
      </w:pPr>
      <w:bookmarkStart w:id="18" w:name="_Toc178757135"/>
      <w:r>
        <w:rPr>
          <w:szCs w:val="24"/>
        </w:rPr>
        <w:t xml:space="preserve">Динамика </w:t>
      </w:r>
      <w:r w:rsidRPr="00000221">
        <w:rPr>
          <w:szCs w:val="24"/>
        </w:rPr>
        <w:t>производства</w:t>
      </w:r>
      <w:bookmarkEnd w:id="18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617976" w:rsidRPr="00F46E3C" w14:paraId="2E1416AD" w14:textId="77777777" w:rsidTr="00617976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60C65264" w14:textId="77777777" w:rsidR="00617976" w:rsidRPr="00442E6D" w:rsidRDefault="00617976" w:rsidP="00617976">
            <w:pPr>
              <w:jc w:val="center"/>
              <w:rPr>
                <w:b/>
                <w:sz w:val="20"/>
              </w:rPr>
            </w:pPr>
            <w:bookmarkStart w:id="19" w:name="_Toc493779722"/>
          </w:p>
        </w:tc>
        <w:tc>
          <w:tcPr>
            <w:tcW w:w="4536" w:type="dxa"/>
            <w:gridSpan w:val="2"/>
            <w:vAlign w:val="center"/>
          </w:tcPr>
          <w:p w14:paraId="3353BA05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proofErr w:type="gramStart"/>
            <w:r w:rsidRPr="00F46E3C">
              <w:rPr>
                <w:b/>
                <w:sz w:val="20"/>
              </w:rPr>
              <w:t>В  %</w:t>
            </w:r>
            <w:proofErr w:type="gramEnd"/>
            <w:r w:rsidRPr="00F46E3C">
              <w:rPr>
                <w:b/>
                <w:sz w:val="20"/>
              </w:rPr>
              <w:t xml:space="preserve">  к</w:t>
            </w:r>
          </w:p>
        </w:tc>
      </w:tr>
      <w:tr w:rsidR="00617976" w:rsidRPr="00F46E3C" w14:paraId="2570FB8A" w14:textId="77777777" w:rsidTr="00617976">
        <w:trPr>
          <w:trHeight w:val="283"/>
          <w:jc w:val="center"/>
        </w:trPr>
        <w:tc>
          <w:tcPr>
            <w:tcW w:w="4535" w:type="dxa"/>
            <w:vMerge/>
            <w:vAlign w:val="center"/>
          </w:tcPr>
          <w:p w14:paraId="53B6C1EA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53A0A65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3EAD9D1B" w14:textId="77777777" w:rsidR="00617976" w:rsidRPr="00F46E3C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F46E3C" w14:paraId="7ED9A066" w14:textId="77777777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14:paraId="7A6E91BB" w14:textId="77777777"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B94312" w:rsidRPr="00F46E3C" w14:paraId="7D85EAFC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EB77CA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4D5F81A2" w14:textId="34E270E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97,7</w:t>
            </w:r>
          </w:p>
        </w:tc>
        <w:tc>
          <w:tcPr>
            <w:tcW w:w="2268" w:type="dxa"/>
            <w:vAlign w:val="bottom"/>
          </w:tcPr>
          <w:p w14:paraId="63FD0A6D" w14:textId="438194B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99,1</w:t>
            </w:r>
          </w:p>
        </w:tc>
      </w:tr>
      <w:tr w:rsidR="00B94312" w:rsidRPr="00F46E3C" w14:paraId="1A5DA5DB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594BB43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05E0BA9B" w14:textId="1A1D054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93,2</w:t>
            </w:r>
          </w:p>
        </w:tc>
        <w:tc>
          <w:tcPr>
            <w:tcW w:w="2268" w:type="dxa"/>
            <w:vAlign w:val="bottom"/>
          </w:tcPr>
          <w:p w14:paraId="196387CE" w14:textId="3A509FF1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89,5</w:t>
            </w:r>
          </w:p>
        </w:tc>
      </w:tr>
      <w:tr w:rsidR="00B94312" w:rsidRPr="00F46E3C" w14:paraId="16ACD514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5B088FE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30844839" w14:textId="2FC0E5B1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14:paraId="5DD38547" w14:textId="118136A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110,4</w:t>
            </w:r>
          </w:p>
        </w:tc>
      </w:tr>
      <w:tr w:rsidR="00B94312" w:rsidRPr="00F46E3C" w14:paraId="39D7689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F772366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895F6AB" w14:textId="65D273B3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96,5</w:t>
            </w:r>
          </w:p>
        </w:tc>
        <w:tc>
          <w:tcPr>
            <w:tcW w:w="2268" w:type="dxa"/>
            <w:vAlign w:val="bottom"/>
          </w:tcPr>
          <w:p w14:paraId="4C24C647" w14:textId="7A769AFD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102,5</w:t>
            </w:r>
          </w:p>
        </w:tc>
      </w:tr>
      <w:tr w:rsidR="00B94312" w:rsidRPr="00F46E3C" w14:paraId="6AFEDDD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7D31CD4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1905B38E" w14:textId="286D92A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108,6</w:t>
            </w:r>
          </w:p>
        </w:tc>
        <w:tc>
          <w:tcPr>
            <w:tcW w:w="2268" w:type="dxa"/>
            <w:vAlign w:val="bottom"/>
          </w:tcPr>
          <w:p w14:paraId="0AC60D74" w14:textId="34625FB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95,7</w:t>
            </w:r>
          </w:p>
        </w:tc>
      </w:tr>
      <w:tr w:rsidR="00B94312" w:rsidRPr="00F46E3C" w14:paraId="220DC17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E90DAD1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262764CF" w14:textId="32A7309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  <w:tc>
          <w:tcPr>
            <w:tcW w:w="2268" w:type="dxa"/>
            <w:vAlign w:val="bottom"/>
          </w:tcPr>
          <w:p w14:paraId="50532DB8" w14:textId="502ED8C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102,3</w:t>
            </w:r>
          </w:p>
        </w:tc>
      </w:tr>
      <w:tr w:rsidR="00B94312" w:rsidRPr="00F46E3C" w14:paraId="7A4CFEE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4C4A37E" w14:textId="67672D52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2268" w:type="dxa"/>
            <w:vAlign w:val="bottom"/>
          </w:tcPr>
          <w:p w14:paraId="06C0CC67" w14:textId="215229CF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2268" w:type="dxa"/>
            <w:vAlign w:val="bottom"/>
          </w:tcPr>
          <w:p w14:paraId="2D6E44AA" w14:textId="63E2BC3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96,3</w:t>
            </w:r>
          </w:p>
        </w:tc>
      </w:tr>
      <w:tr w:rsidR="00B94312" w:rsidRPr="00F46E3C" w14:paraId="6A942E8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6DBD941" w14:textId="225FC85D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6B2A7DD5" w14:textId="0C556BE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103,3</w:t>
            </w:r>
          </w:p>
        </w:tc>
        <w:tc>
          <w:tcPr>
            <w:tcW w:w="2268" w:type="dxa"/>
            <w:vAlign w:val="bottom"/>
          </w:tcPr>
          <w:p w14:paraId="582A51E2" w14:textId="203287D3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98,7</w:t>
            </w:r>
          </w:p>
        </w:tc>
      </w:tr>
      <w:tr w:rsidR="00B94312" w:rsidRPr="00F46E3C" w14:paraId="3D2F1DA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1C9F2AB" w14:textId="559286D6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 </w:t>
            </w:r>
            <w:r w:rsidRPr="00E02DEE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4B6F6D1A" w14:textId="5FCAC8D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0CB95644" w14:textId="4A8B9D6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14:paraId="299D3E1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3929824" w14:textId="7DA2EB89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9E3878D" w14:textId="7167D91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105,8</w:t>
            </w:r>
          </w:p>
        </w:tc>
        <w:tc>
          <w:tcPr>
            <w:tcW w:w="2268" w:type="dxa"/>
            <w:vAlign w:val="bottom"/>
          </w:tcPr>
          <w:p w14:paraId="68D40A55" w14:textId="0C25652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106,5</w:t>
            </w:r>
          </w:p>
        </w:tc>
      </w:tr>
      <w:tr w:rsidR="00B94312" w:rsidRPr="00F46E3C" w14:paraId="7EACC99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B637F9D" w14:textId="4AD4B0AB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332395B5" w14:textId="00008AD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2268" w:type="dxa"/>
            <w:vAlign w:val="bottom"/>
          </w:tcPr>
          <w:p w14:paraId="77331B57" w14:textId="297E73D4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EF6219" w:rsidRPr="00F46E3C" w14:paraId="5F080234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1DE4E17" w14:textId="6B8482DF" w:rsidR="00EF6219" w:rsidRPr="00E02DEE" w:rsidRDefault="00EF6219" w:rsidP="00B9431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0866972F" w14:textId="08F2AE05" w:rsidR="00EF6219" w:rsidRPr="00E02DEE" w:rsidRDefault="00EF6219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14:paraId="62C29CD8" w14:textId="0A5A5565" w:rsidR="00EF6219" w:rsidRPr="00A73BCF" w:rsidRDefault="00EF6219" w:rsidP="00B94312">
            <w:pPr>
              <w:ind w:right="794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14:paraId="2CC83AAE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5BEC920" w14:textId="442F9E20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4336A2AC" w14:textId="50E4AF55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14:paraId="220B765B" w14:textId="29F1041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102,0</w:t>
            </w:r>
          </w:p>
        </w:tc>
      </w:tr>
      <w:tr w:rsidR="00B94312" w:rsidRPr="00F46E3C" w14:paraId="0A0F4DF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87FF2D7" w14:textId="242B0D9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F93DC79" w14:textId="2CB5F4B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103,4</w:t>
            </w:r>
          </w:p>
        </w:tc>
        <w:tc>
          <w:tcPr>
            <w:tcW w:w="2268" w:type="dxa"/>
            <w:vAlign w:val="bottom"/>
          </w:tcPr>
          <w:p w14:paraId="667DFAE7" w14:textId="6817AE6B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104,7</w:t>
            </w:r>
          </w:p>
        </w:tc>
      </w:tr>
      <w:tr w:rsidR="00B94312" w:rsidRPr="00F46E3C" w14:paraId="39EBB0B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82E61E9" w14:textId="1B6212CA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766EDA11" w14:textId="4798C045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2268" w:type="dxa"/>
            <w:vAlign w:val="bottom"/>
          </w:tcPr>
          <w:p w14:paraId="15B0C7BF" w14:textId="21003F3B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14:paraId="1EA81C1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1E8585E" w14:textId="30CFB8FE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6992E4D7" w14:textId="3F837AAD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108,1</w:t>
            </w:r>
          </w:p>
        </w:tc>
        <w:tc>
          <w:tcPr>
            <w:tcW w:w="2268" w:type="dxa"/>
            <w:vAlign w:val="bottom"/>
          </w:tcPr>
          <w:p w14:paraId="4361EC04" w14:textId="2E1EF2E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91,9</w:t>
            </w:r>
          </w:p>
        </w:tc>
      </w:tr>
      <w:tr w:rsidR="00B94312" w:rsidRPr="00F46E3C" w14:paraId="48B2B97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324B4307" w14:textId="7C845A85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0C5729C1" w14:textId="3F2EA870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14:paraId="06E98C29" w14:textId="41FF3EA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B94312" w:rsidRPr="00F46E3C" w14:paraId="46E4FE5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B81E965" w14:textId="7A631914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11E36F08" w14:textId="41ABA11F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92,7</w:t>
            </w:r>
          </w:p>
        </w:tc>
        <w:tc>
          <w:tcPr>
            <w:tcW w:w="2268" w:type="dxa"/>
            <w:vAlign w:val="bottom"/>
          </w:tcPr>
          <w:p w14:paraId="5D27473E" w14:textId="6E1DC087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B94312" w:rsidRPr="00F46E3C" w14:paraId="1D52666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9FE7A97" w14:textId="346E7AFC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IV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2B1E007" w14:textId="10207BF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2268" w:type="dxa"/>
            <w:vAlign w:val="bottom"/>
          </w:tcPr>
          <w:p w14:paraId="4CEC38F8" w14:textId="6200B580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B94312" w:rsidRPr="00F46E3C" w14:paraId="30E72D5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301F63" w14:textId="3F3AEA8B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3A311738" w14:textId="3A07C12F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14:paraId="08549BBC" w14:textId="2C56F0E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617976" w:rsidRPr="00F46E3C" w14:paraId="7D609869" w14:textId="77777777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14:paraId="2FC3960F" w14:textId="77777777"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2024</w:t>
            </w:r>
          </w:p>
        </w:tc>
      </w:tr>
      <w:tr w:rsidR="00443992" w:rsidRPr="00F46E3C" w14:paraId="2904806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C3E19C" w14:textId="77777777" w:rsidR="00443992" w:rsidRPr="00F46E3C" w:rsidRDefault="00443992" w:rsidP="0044399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5EB32C69" w14:textId="0B1B8A8E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97,2</w:t>
            </w:r>
          </w:p>
        </w:tc>
        <w:tc>
          <w:tcPr>
            <w:tcW w:w="2268" w:type="dxa"/>
            <w:vAlign w:val="bottom"/>
          </w:tcPr>
          <w:p w14:paraId="1ABB9309" w14:textId="07D6E1B5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103,9</w:t>
            </w:r>
          </w:p>
        </w:tc>
      </w:tr>
      <w:tr w:rsidR="00443992" w:rsidRPr="00F46E3C" w14:paraId="0716D3F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CBF0234" w14:textId="77777777" w:rsidR="00443992" w:rsidRPr="00F46E3C" w:rsidRDefault="00443992" w:rsidP="0044399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36C4585D" w14:textId="0F1FDD2D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105,6</w:t>
            </w:r>
          </w:p>
        </w:tc>
        <w:tc>
          <w:tcPr>
            <w:tcW w:w="2268" w:type="dxa"/>
            <w:vAlign w:val="bottom"/>
          </w:tcPr>
          <w:p w14:paraId="257EA89A" w14:textId="1BF3D08D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97,2</w:t>
            </w:r>
          </w:p>
        </w:tc>
      </w:tr>
      <w:tr w:rsidR="00443992" w:rsidRPr="00F46E3C" w14:paraId="6F3B6B6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1CF8C05" w14:textId="77777777" w:rsidR="00443992" w:rsidRPr="00F46E3C" w:rsidRDefault="00443992" w:rsidP="0044399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623B6000" w14:textId="2388436B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99,4</w:t>
            </w:r>
          </w:p>
        </w:tc>
        <w:tc>
          <w:tcPr>
            <w:tcW w:w="2268" w:type="dxa"/>
            <w:vAlign w:val="bottom"/>
          </w:tcPr>
          <w:p w14:paraId="1ADEC515" w14:textId="391EDE61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443992" w:rsidRPr="00F46E3C" w14:paraId="0F5B82E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5933D48" w14:textId="77777777" w:rsidR="00443992" w:rsidRPr="00F46E3C" w:rsidRDefault="00443992" w:rsidP="0044399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0CA2D34B" w14:textId="4786F094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14:paraId="5D909972" w14:textId="02B67F3A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103,8</w:t>
            </w:r>
          </w:p>
        </w:tc>
      </w:tr>
      <w:tr w:rsidR="00443992" w:rsidRPr="00F46E3C" w14:paraId="45924A1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4B9C59D" w14:textId="77777777" w:rsidR="00443992" w:rsidRPr="00F46E3C" w:rsidRDefault="00443992" w:rsidP="0044399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25DEEEE1" w14:textId="3A2B35CC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2268" w:type="dxa"/>
            <w:vAlign w:val="bottom"/>
          </w:tcPr>
          <w:p w14:paraId="747EF538" w14:textId="07516A30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93,3</w:t>
            </w:r>
          </w:p>
        </w:tc>
      </w:tr>
      <w:tr w:rsidR="00443992" w:rsidRPr="00F46E3C" w14:paraId="748CF124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8326CF1" w14:textId="77777777" w:rsidR="00443992" w:rsidRPr="00F33A07" w:rsidRDefault="00443992" w:rsidP="00443992">
            <w:pPr>
              <w:jc w:val="left"/>
              <w:rPr>
                <w:b/>
                <w:sz w:val="20"/>
              </w:rPr>
            </w:pPr>
            <w:r w:rsidRPr="00F33A07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618A1FAF" w14:textId="563647C1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96,4</w:t>
            </w:r>
          </w:p>
        </w:tc>
        <w:tc>
          <w:tcPr>
            <w:tcW w:w="2268" w:type="dxa"/>
            <w:vAlign w:val="bottom"/>
          </w:tcPr>
          <w:p w14:paraId="0AEE5704" w14:textId="6BF4AC29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101,7</w:t>
            </w:r>
          </w:p>
        </w:tc>
      </w:tr>
      <w:tr w:rsidR="00443992" w:rsidRPr="00085A7A" w14:paraId="5AFC4E4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E0BF739" w14:textId="6C18AB7A" w:rsidR="00443992" w:rsidRPr="00F33A07" w:rsidRDefault="00443992" w:rsidP="00443992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0C183D5F" w14:textId="7E94FC20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88,6</w:t>
            </w:r>
          </w:p>
        </w:tc>
        <w:tc>
          <w:tcPr>
            <w:tcW w:w="2268" w:type="dxa"/>
            <w:vAlign w:val="bottom"/>
          </w:tcPr>
          <w:p w14:paraId="18F71C10" w14:textId="77A62A63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88,6</w:t>
            </w:r>
          </w:p>
        </w:tc>
      </w:tr>
      <w:tr w:rsidR="00443992" w:rsidRPr="00085A7A" w14:paraId="12E5ADE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A4D4494" w14:textId="09775C10" w:rsidR="00443992" w:rsidRPr="00F33A07" w:rsidRDefault="00443992" w:rsidP="00443992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 xml:space="preserve">II </w:t>
            </w:r>
            <w:r w:rsidRPr="003D3E2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14CB3E2" w14:textId="0795BC2A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94,0</w:t>
            </w:r>
          </w:p>
        </w:tc>
        <w:tc>
          <w:tcPr>
            <w:tcW w:w="2268" w:type="dxa"/>
            <w:vAlign w:val="bottom"/>
          </w:tcPr>
          <w:p w14:paraId="269DE84E" w14:textId="0A2ADCED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92,3</w:t>
            </w:r>
          </w:p>
        </w:tc>
      </w:tr>
      <w:tr w:rsidR="00443992" w:rsidRPr="00085A7A" w14:paraId="6BEBE73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F9046AA" w14:textId="4313854A" w:rsidR="00443992" w:rsidRPr="00F33A07" w:rsidRDefault="00443992" w:rsidP="00443992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>I</w:t>
            </w:r>
            <w:r w:rsidRPr="003D3E2C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7CF39B15" w14:textId="672E7838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2268" w:type="dxa"/>
            <w:vAlign w:val="bottom"/>
          </w:tcPr>
          <w:p w14:paraId="28915EBB" w14:textId="776C08B2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443992" w:rsidRPr="00085A7A" w14:paraId="766734A2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D948C40" w14:textId="45877938" w:rsidR="00443992" w:rsidRPr="003D3E2C" w:rsidRDefault="00443992" w:rsidP="00443992">
            <w:pPr>
              <w:jc w:val="left"/>
              <w:rPr>
                <w:b/>
                <w:sz w:val="20"/>
                <w:lang w:val="en-US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76D55F12" w14:textId="568140EF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89,7</w:t>
            </w:r>
          </w:p>
        </w:tc>
        <w:tc>
          <w:tcPr>
            <w:tcW w:w="2268" w:type="dxa"/>
            <w:vAlign w:val="bottom"/>
          </w:tcPr>
          <w:p w14:paraId="72AD1E10" w14:textId="4DD6A167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107,8</w:t>
            </w:r>
          </w:p>
        </w:tc>
      </w:tr>
      <w:tr w:rsidR="00443992" w:rsidRPr="00085A7A" w14:paraId="03C3A5E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B5FD03B" w14:textId="51414906" w:rsidR="00443992" w:rsidRPr="003D3E2C" w:rsidRDefault="00443992" w:rsidP="00443992">
            <w:pPr>
              <w:jc w:val="left"/>
              <w:rPr>
                <w:b/>
                <w:sz w:val="20"/>
                <w:lang w:val="en-US"/>
              </w:rPr>
            </w:pPr>
            <w:r w:rsidRPr="00A830D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5C4434C" w14:textId="5891C3C7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14:paraId="2556889D" w14:textId="74105AAF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111,3</w:t>
            </w:r>
          </w:p>
        </w:tc>
      </w:tr>
      <w:tr w:rsidR="00443992" w:rsidRPr="00085A7A" w14:paraId="642AF0D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3FC0CD38" w14:textId="509B40D2" w:rsidR="00443992" w:rsidRPr="00E02DEE" w:rsidRDefault="00443992" w:rsidP="00443992">
            <w:pPr>
              <w:jc w:val="left"/>
              <w:rPr>
                <w:b/>
                <w:sz w:val="20"/>
              </w:rPr>
            </w:pPr>
            <w:r w:rsidRPr="00A830D0">
              <w:rPr>
                <w:b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628DC6EA" w14:textId="3273E14A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96,9</w:t>
            </w:r>
          </w:p>
        </w:tc>
        <w:tc>
          <w:tcPr>
            <w:tcW w:w="2268" w:type="dxa"/>
            <w:vAlign w:val="bottom"/>
          </w:tcPr>
          <w:p w14:paraId="7414FC96" w14:textId="22969526" w:rsidR="00443992" w:rsidRPr="002B327A" w:rsidRDefault="00443992" w:rsidP="00443992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830D0">
              <w:rPr>
                <w:b/>
                <w:bCs/>
                <w:color w:val="000000"/>
                <w:sz w:val="20"/>
              </w:rPr>
              <w:t>х</w:t>
            </w:r>
          </w:p>
        </w:tc>
      </w:tr>
    </w:tbl>
    <w:p w14:paraId="1C53EA0A" w14:textId="79EB947B" w:rsidR="0031223F" w:rsidRDefault="0031223F" w:rsidP="00586F77">
      <w:pPr>
        <w:pStyle w:val="3"/>
        <w:spacing w:before="600" w:after="360"/>
        <w:ind w:right="0"/>
        <w:rPr>
          <w:szCs w:val="24"/>
        </w:rPr>
      </w:pPr>
      <w:bookmarkStart w:id="20" w:name="_Toc178757136"/>
      <w:r w:rsidRPr="00890370">
        <w:rPr>
          <w:szCs w:val="24"/>
        </w:rPr>
        <w:t>Индексы производства</w:t>
      </w:r>
      <w:r w:rsidRPr="00890370">
        <w:rPr>
          <w:szCs w:val="24"/>
        </w:rPr>
        <w:br/>
        <w:t>по видам экономической деятельности</w:t>
      </w:r>
      <w:bookmarkEnd w:id="19"/>
      <w:bookmarkEnd w:id="2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617976" w:rsidRPr="00F46E3C" w14:paraId="2E05CF49" w14:textId="77777777" w:rsidTr="00617976">
        <w:trPr>
          <w:cantSplit/>
          <w:trHeight w:val="227"/>
          <w:jc w:val="center"/>
        </w:trPr>
        <w:tc>
          <w:tcPr>
            <w:tcW w:w="4537" w:type="dxa"/>
            <w:vMerge w:val="restart"/>
            <w:vAlign w:val="bottom"/>
          </w:tcPr>
          <w:p w14:paraId="5A4638DB" w14:textId="77777777" w:rsidR="00617976" w:rsidRPr="005F377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3022" w:type="dxa"/>
            <w:gridSpan w:val="2"/>
            <w:vAlign w:val="center"/>
          </w:tcPr>
          <w:p w14:paraId="52FFFE60" w14:textId="77B458CD" w:rsidR="00617976" w:rsidRPr="00586F77" w:rsidRDefault="002B327A" w:rsidP="00617976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617976" w:rsidRPr="00586F77">
              <w:rPr>
                <w:b/>
                <w:sz w:val="20"/>
              </w:rPr>
              <w:br/>
              <w:t>2024</w:t>
            </w:r>
            <w:r w:rsidR="00617976" w:rsidRPr="00586F77">
              <w:rPr>
                <w:b/>
                <w:sz w:val="20"/>
              </w:rPr>
              <w:br/>
            </w:r>
            <w:proofErr w:type="gramStart"/>
            <w:r w:rsidR="00617976" w:rsidRPr="00586F77">
              <w:rPr>
                <w:b/>
                <w:sz w:val="20"/>
              </w:rPr>
              <w:t>в  %</w:t>
            </w:r>
            <w:proofErr w:type="gramEnd"/>
            <w:r w:rsidR="00617976" w:rsidRPr="00586F77">
              <w:rPr>
                <w:b/>
                <w:sz w:val="20"/>
              </w:rPr>
              <w:t xml:space="preserve">  к</w:t>
            </w:r>
          </w:p>
        </w:tc>
        <w:tc>
          <w:tcPr>
            <w:tcW w:w="1512" w:type="dxa"/>
            <w:vMerge w:val="restart"/>
            <w:vAlign w:val="center"/>
          </w:tcPr>
          <w:p w14:paraId="41CE9A64" w14:textId="2D7BC407" w:rsidR="00617976" w:rsidRPr="00586F77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r w:rsidRPr="00586F77">
              <w:rPr>
                <w:b/>
                <w:sz w:val="20"/>
              </w:rPr>
              <w:t>Январь-</w:t>
            </w:r>
            <w:r w:rsidR="00DA5619">
              <w:rPr>
                <w:b/>
                <w:sz w:val="20"/>
              </w:rPr>
              <w:t>август</w:t>
            </w:r>
            <w:r w:rsidRPr="00586F77">
              <w:rPr>
                <w:b/>
                <w:sz w:val="20"/>
              </w:rPr>
              <w:br/>
              <w:t>2024</w:t>
            </w:r>
            <w:r w:rsidRPr="00586F77">
              <w:rPr>
                <w:b/>
                <w:sz w:val="20"/>
              </w:rPr>
              <w:br/>
            </w:r>
            <w:proofErr w:type="gramStart"/>
            <w:r w:rsidRPr="00586F77">
              <w:rPr>
                <w:b/>
                <w:sz w:val="20"/>
              </w:rPr>
              <w:t>в  %</w:t>
            </w:r>
            <w:proofErr w:type="gramEnd"/>
            <w:r w:rsidRPr="00586F77">
              <w:rPr>
                <w:b/>
                <w:sz w:val="20"/>
              </w:rPr>
              <w:t xml:space="preserve">  к</w:t>
            </w:r>
            <w:r w:rsidRPr="00586F77">
              <w:rPr>
                <w:b/>
                <w:sz w:val="20"/>
              </w:rPr>
              <w:br/>
              <w:t>январю-</w:t>
            </w:r>
            <w:r w:rsidR="00DA5619">
              <w:rPr>
                <w:b/>
                <w:sz w:val="20"/>
              </w:rPr>
              <w:t>августу</w:t>
            </w:r>
            <w:r w:rsidRPr="00586F77">
              <w:rPr>
                <w:b/>
                <w:sz w:val="20"/>
              </w:rPr>
              <w:br/>
              <w:t>2023</w:t>
            </w:r>
          </w:p>
        </w:tc>
      </w:tr>
      <w:tr w:rsidR="00617976" w:rsidRPr="00F46E3C" w14:paraId="0DE2AD14" w14:textId="77777777" w:rsidTr="00617976">
        <w:trPr>
          <w:cantSplit/>
          <w:trHeight w:val="227"/>
          <w:jc w:val="center"/>
        </w:trPr>
        <w:tc>
          <w:tcPr>
            <w:tcW w:w="4537" w:type="dxa"/>
            <w:vMerge/>
            <w:vAlign w:val="bottom"/>
          </w:tcPr>
          <w:p w14:paraId="2FEDFF02" w14:textId="77777777" w:rsidR="00617976" w:rsidRPr="00F46E3C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511" w:type="dxa"/>
            <w:vAlign w:val="center"/>
          </w:tcPr>
          <w:p w14:paraId="585CC13F" w14:textId="2B4F7400" w:rsidR="00617976" w:rsidRPr="00586F77" w:rsidRDefault="002B327A" w:rsidP="000A253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617976" w:rsidRPr="00586F77">
              <w:rPr>
                <w:b/>
                <w:sz w:val="20"/>
              </w:rPr>
              <w:br/>
              <w:t>2023</w:t>
            </w:r>
          </w:p>
        </w:tc>
        <w:tc>
          <w:tcPr>
            <w:tcW w:w="1511" w:type="dxa"/>
            <w:vAlign w:val="center"/>
          </w:tcPr>
          <w:p w14:paraId="796E7FB3" w14:textId="0BF47FB7" w:rsidR="00617976" w:rsidRPr="00586F77" w:rsidRDefault="00586F77" w:rsidP="00617976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86F77">
              <w:rPr>
                <w:b/>
                <w:sz w:val="20"/>
              </w:rPr>
              <w:t>ию</w:t>
            </w:r>
            <w:r w:rsidR="002B327A">
              <w:rPr>
                <w:b/>
                <w:sz w:val="20"/>
              </w:rPr>
              <w:t>л</w:t>
            </w:r>
            <w:r w:rsidRPr="00586F77">
              <w:rPr>
                <w:b/>
                <w:sz w:val="20"/>
              </w:rPr>
              <w:t>ю</w:t>
            </w:r>
            <w:r w:rsidR="00617976" w:rsidRPr="00586F77">
              <w:rPr>
                <w:b/>
                <w:sz w:val="20"/>
              </w:rPr>
              <w:br/>
              <w:t>2024</w:t>
            </w:r>
          </w:p>
        </w:tc>
        <w:tc>
          <w:tcPr>
            <w:tcW w:w="1512" w:type="dxa"/>
            <w:vMerge/>
          </w:tcPr>
          <w:p w14:paraId="1F25F2DC" w14:textId="77777777" w:rsidR="00617976" w:rsidRPr="00B01BAA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F418B6" w:rsidRPr="00F46E3C" w14:paraId="6D65C2DE" w14:textId="77777777" w:rsidTr="00617976">
        <w:trPr>
          <w:cantSplit/>
          <w:trHeight w:val="68"/>
          <w:jc w:val="center"/>
        </w:trPr>
        <w:tc>
          <w:tcPr>
            <w:tcW w:w="4537" w:type="dxa"/>
            <w:vAlign w:val="bottom"/>
          </w:tcPr>
          <w:p w14:paraId="4C1692DC" w14:textId="77777777" w:rsidR="00F418B6" w:rsidRPr="00F46E3C" w:rsidRDefault="00F418B6" w:rsidP="00F418B6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511" w:type="dxa"/>
            <w:vAlign w:val="bottom"/>
          </w:tcPr>
          <w:p w14:paraId="190CDD69" w14:textId="7228223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99,9</w:t>
            </w:r>
          </w:p>
        </w:tc>
        <w:tc>
          <w:tcPr>
            <w:tcW w:w="1511" w:type="dxa"/>
            <w:vAlign w:val="bottom"/>
          </w:tcPr>
          <w:p w14:paraId="1D96D6AB" w14:textId="596E664F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107,5</w:t>
            </w:r>
          </w:p>
        </w:tc>
        <w:tc>
          <w:tcPr>
            <w:tcW w:w="1512" w:type="dxa"/>
            <w:vAlign w:val="bottom"/>
          </w:tcPr>
          <w:p w14:paraId="3EB62993" w14:textId="7471350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98,2</w:t>
            </w:r>
          </w:p>
        </w:tc>
      </w:tr>
      <w:tr w:rsidR="00617976" w:rsidRPr="00F46E3C" w14:paraId="19FA5C8D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73F1B003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нее:</w:t>
            </w:r>
          </w:p>
        </w:tc>
      </w:tr>
      <w:tr w:rsidR="00F418B6" w:rsidRPr="00F46E3C" w14:paraId="65BC473A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4BD51A2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511" w:type="dxa"/>
            <w:vAlign w:val="bottom"/>
          </w:tcPr>
          <w:p w14:paraId="5DF18778" w14:textId="3BD79271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78,6</w:t>
            </w:r>
          </w:p>
        </w:tc>
        <w:tc>
          <w:tcPr>
            <w:tcW w:w="1511" w:type="dxa"/>
            <w:vAlign w:val="bottom"/>
          </w:tcPr>
          <w:p w14:paraId="15E6FBB6" w14:textId="7199C80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110,5</w:t>
            </w:r>
          </w:p>
        </w:tc>
        <w:tc>
          <w:tcPr>
            <w:tcW w:w="1512" w:type="dxa"/>
            <w:vAlign w:val="bottom"/>
          </w:tcPr>
          <w:p w14:paraId="595324EC" w14:textId="15C8B7B3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77,5</w:t>
            </w:r>
          </w:p>
        </w:tc>
      </w:tr>
      <w:tr w:rsidR="00F418B6" w:rsidRPr="00F46E3C" w14:paraId="215EF933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3055F94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предоставление услуг </w:t>
            </w:r>
            <w:r w:rsidRPr="00F46E3C">
              <w:rPr>
                <w:b/>
                <w:sz w:val="20"/>
              </w:rPr>
              <w:br/>
              <w:t>в области добычи полезных ископаемых</w:t>
            </w:r>
          </w:p>
        </w:tc>
        <w:tc>
          <w:tcPr>
            <w:tcW w:w="1511" w:type="dxa"/>
            <w:vAlign w:val="bottom"/>
          </w:tcPr>
          <w:p w14:paraId="00306CA3" w14:textId="2896E919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2,1р.</w:t>
            </w:r>
          </w:p>
        </w:tc>
        <w:tc>
          <w:tcPr>
            <w:tcW w:w="1511" w:type="dxa"/>
            <w:vAlign w:val="bottom"/>
          </w:tcPr>
          <w:p w14:paraId="5CC461B6" w14:textId="04079268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2,3р.</w:t>
            </w:r>
          </w:p>
        </w:tc>
        <w:tc>
          <w:tcPr>
            <w:tcW w:w="1512" w:type="dxa"/>
            <w:vAlign w:val="bottom"/>
          </w:tcPr>
          <w:p w14:paraId="74E5724D" w14:textId="5384D874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108,3</w:t>
            </w:r>
          </w:p>
        </w:tc>
      </w:tr>
      <w:tr w:rsidR="00F418B6" w:rsidRPr="00F46E3C" w14:paraId="6130402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38ACB81" w14:textId="77777777" w:rsidR="00F418B6" w:rsidRPr="00F46E3C" w:rsidRDefault="00F418B6" w:rsidP="00F418B6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511" w:type="dxa"/>
            <w:vAlign w:val="bottom"/>
          </w:tcPr>
          <w:p w14:paraId="0EADF3A0" w14:textId="4131104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111,0</w:t>
            </w:r>
          </w:p>
        </w:tc>
        <w:tc>
          <w:tcPr>
            <w:tcW w:w="1511" w:type="dxa"/>
            <w:vAlign w:val="bottom"/>
          </w:tcPr>
          <w:p w14:paraId="4267F9D9" w14:textId="60AF5038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161,1</w:t>
            </w:r>
          </w:p>
        </w:tc>
        <w:tc>
          <w:tcPr>
            <w:tcW w:w="1512" w:type="dxa"/>
            <w:vAlign w:val="bottom"/>
          </w:tcPr>
          <w:p w14:paraId="29E8C091" w14:textId="24A6255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85,7</w:t>
            </w:r>
          </w:p>
        </w:tc>
      </w:tr>
      <w:tr w:rsidR="00617976" w:rsidRPr="00F46E3C" w14:paraId="4AD7DA41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131940C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них:</w:t>
            </w:r>
          </w:p>
        </w:tc>
      </w:tr>
      <w:tr w:rsidR="00F418B6" w:rsidRPr="00F46E3C" w14:paraId="62541D2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5DCCB06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511" w:type="dxa"/>
            <w:vAlign w:val="bottom"/>
          </w:tcPr>
          <w:p w14:paraId="1265961A" w14:textId="53DF4BF0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99,1</w:t>
            </w:r>
          </w:p>
        </w:tc>
        <w:tc>
          <w:tcPr>
            <w:tcW w:w="1511" w:type="dxa"/>
            <w:vAlign w:val="bottom"/>
          </w:tcPr>
          <w:p w14:paraId="5E3C0CA8" w14:textId="651BE73B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3,4р.</w:t>
            </w:r>
          </w:p>
        </w:tc>
        <w:tc>
          <w:tcPr>
            <w:tcW w:w="1512" w:type="dxa"/>
            <w:vAlign w:val="bottom"/>
          </w:tcPr>
          <w:p w14:paraId="40BE5F20" w14:textId="00C5EEB1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101,4</w:t>
            </w:r>
          </w:p>
        </w:tc>
      </w:tr>
      <w:tr w:rsidR="00F418B6" w:rsidRPr="00F46E3C" w14:paraId="368D584D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FEF226E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511" w:type="dxa"/>
            <w:vAlign w:val="bottom"/>
          </w:tcPr>
          <w:p w14:paraId="2408B7D2" w14:textId="1726CC2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96,0</w:t>
            </w:r>
          </w:p>
        </w:tc>
        <w:tc>
          <w:tcPr>
            <w:tcW w:w="1511" w:type="dxa"/>
            <w:vAlign w:val="bottom"/>
          </w:tcPr>
          <w:p w14:paraId="7D80AF4E" w14:textId="5F478D72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111,9</w:t>
            </w:r>
          </w:p>
        </w:tc>
        <w:tc>
          <w:tcPr>
            <w:tcW w:w="1512" w:type="dxa"/>
            <w:vAlign w:val="bottom"/>
          </w:tcPr>
          <w:p w14:paraId="4CD23022" w14:textId="3D29E69A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93,3</w:t>
            </w:r>
          </w:p>
        </w:tc>
      </w:tr>
      <w:tr w:rsidR="00F418B6" w:rsidRPr="00F46E3C" w14:paraId="0BEF58B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781548B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511" w:type="dxa"/>
            <w:vAlign w:val="bottom"/>
          </w:tcPr>
          <w:p w14:paraId="679538C7" w14:textId="5BDA3706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46,4</w:t>
            </w:r>
          </w:p>
        </w:tc>
        <w:tc>
          <w:tcPr>
            <w:tcW w:w="1511" w:type="dxa"/>
            <w:vAlign w:val="bottom"/>
          </w:tcPr>
          <w:p w14:paraId="62B013CA" w14:textId="4008AC1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116,1</w:t>
            </w:r>
          </w:p>
        </w:tc>
        <w:tc>
          <w:tcPr>
            <w:tcW w:w="1512" w:type="dxa"/>
            <w:vAlign w:val="bottom"/>
          </w:tcPr>
          <w:p w14:paraId="17F422FF" w14:textId="7C97ACD1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41,8</w:t>
            </w:r>
          </w:p>
        </w:tc>
      </w:tr>
      <w:tr w:rsidR="00F418B6" w:rsidRPr="00F46E3C" w14:paraId="0E732F2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82B5AA4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511" w:type="dxa"/>
            <w:vAlign w:val="bottom"/>
          </w:tcPr>
          <w:p w14:paraId="32413094" w14:textId="2C479DB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95,6</w:t>
            </w:r>
          </w:p>
        </w:tc>
        <w:tc>
          <w:tcPr>
            <w:tcW w:w="1511" w:type="dxa"/>
            <w:vAlign w:val="bottom"/>
          </w:tcPr>
          <w:p w14:paraId="09F15FEE" w14:textId="6143A1A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115,6</w:t>
            </w:r>
          </w:p>
        </w:tc>
        <w:tc>
          <w:tcPr>
            <w:tcW w:w="1512" w:type="dxa"/>
            <w:vAlign w:val="bottom"/>
          </w:tcPr>
          <w:p w14:paraId="0BF9EFDA" w14:textId="203F1AA9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77,1</w:t>
            </w:r>
          </w:p>
        </w:tc>
      </w:tr>
      <w:tr w:rsidR="00F418B6" w:rsidRPr="00F46E3C" w14:paraId="1617A82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3E3A98D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511" w:type="dxa"/>
            <w:vAlign w:val="bottom"/>
          </w:tcPr>
          <w:p w14:paraId="7FEC78A2" w14:textId="6DDBAF6F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103,0</w:t>
            </w:r>
          </w:p>
        </w:tc>
        <w:tc>
          <w:tcPr>
            <w:tcW w:w="1511" w:type="dxa"/>
            <w:vAlign w:val="bottom"/>
          </w:tcPr>
          <w:p w14:paraId="2DDCED24" w14:textId="5DEB0A6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106,9</w:t>
            </w:r>
          </w:p>
        </w:tc>
        <w:tc>
          <w:tcPr>
            <w:tcW w:w="1512" w:type="dxa"/>
            <w:vAlign w:val="bottom"/>
          </w:tcPr>
          <w:p w14:paraId="0F825586" w14:textId="05C94E67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100,7</w:t>
            </w:r>
          </w:p>
        </w:tc>
      </w:tr>
      <w:tr w:rsidR="00F418B6" w:rsidRPr="00F46E3C" w14:paraId="257B8941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49BD6E3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обработка древесины и производство изделий из дерева и пробки, кроме мебели, производство изделий из соломки </w:t>
            </w:r>
            <w:r w:rsidRPr="00F46E3C">
              <w:rPr>
                <w:b/>
                <w:sz w:val="20"/>
              </w:rPr>
              <w:br/>
              <w:t>и материалов для плетения</w:t>
            </w:r>
          </w:p>
        </w:tc>
        <w:tc>
          <w:tcPr>
            <w:tcW w:w="1511" w:type="dxa"/>
            <w:vAlign w:val="bottom"/>
          </w:tcPr>
          <w:p w14:paraId="098F84B5" w14:textId="7E9049E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97,7</w:t>
            </w:r>
          </w:p>
        </w:tc>
        <w:tc>
          <w:tcPr>
            <w:tcW w:w="1511" w:type="dxa"/>
            <w:vAlign w:val="bottom"/>
          </w:tcPr>
          <w:p w14:paraId="61E2B6BE" w14:textId="7F838AA2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161,7</w:t>
            </w:r>
          </w:p>
        </w:tc>
        <w:tc>
          <w:tcPr>
            <w:tcW w:w="1512" w:type="dxa"/>
            <w:vAlign w:val="bottom"/>
          </w:tcPr>
          <w:p w14:paraId="5189908E" w14:textId="2F0B554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101,0</w:t>
            </w:r>
          </w:p>
        </w:tc>
      </w:tr>
      <w:tr w:rsidR="00F418B6" w:rsidRPr="00F46E3C" w14:paraId="6C0D1F2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F4D4B26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511" w:type="dxa"/>
            <w:vAlign w:val="bottom"/>
          </w:tcPr>
          <w:p w14:paraId="23489DB0" w14:textId="3C51D327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96,4</w:t>
            </w:r>
          </w:p>
        </w:tc>
        <w:tc>
          <w:tcPr>
            <w:tcW w:w="1511" w:type="dxa"/>
            <w:vAlign w:val="bottom"/>
          </w:tcPr>
          <w:p w14:paraId="33D63B36" w14:textId="664CD5C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86,6</w:t>
            </w:r>
          </w:p>
        </w:tc>
        <w:tc>
          <w:tcPr>
            <w:tcW w:w="1512" w:type="dxa"/>
            <w:vAlign w:val="bottom"/>
          </w:tcPr>
          <w:p w14:paraId="3CAA4B07" w14:textId="65A932B4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104,8</w:t>
            </w:r>
          </w:p>
        </w:tc>
      </w:tr>
      <w:tr w:rsidR="00F418B6" w:rsidRPr="00F46E3C" w14:paraId="61C1E77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E715D02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деятельность полиграфическая </w:t>
            </w:r>
            <w:r w:rsidRPr="00F46E3C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1511" w:type="dxa"/>
            <w:vAlign w:val="bottom"/>
          </w:tcPr>
          <w:p w14:paraId="6E09EBF7" w14:textId="6BEC4EB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179,2</w:t>
            </w:r>
          </w:p>
        </w:tc>
        <w:tc>
          <w:tcPr>
            <w:tcW w:w="1511" w:type="dxa"/>
            <w:vAlign w:val="bottom"/>
          </w:tcPr>
          <w:p w14:paraId="0DAE658F" w14:textId="009B6B1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172,6</w:t>
            </w:r>
          </w:p>
        </w:tc>
        <w:tc>
          <w:tcPr>
            <w:tcW w:w="1512" w:type="dxa"/>
            <w:vAlign w:val="bottom"/>
          </w:tcPr>
          <w:p w14:paraId="767AD81E" w14:textId="7642EE15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196,5</w:t>
            </w:r>
          </w:p>
        </w:tc>
      </w:tr>
      <w:tr w:rsidR="00F418B6" w:rsidRPr="00F46E3C" w14:paraId="4ED5DF5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6D8AD4B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511" w:type="dxa"/>
            <w:vAlign w:val="bottom"/>
          </w:tcPr>
          <w:p w14:paraId="217D0EE2" w14:textId="2A6C5BE8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185,3</w:t>
            </w:r>
          </w:p>
        </w:tc>
        <w:tc>
          <w:tcPr>
            <w:tcW w:w="1511" w:type="dxa"/>
            <w:vAlign w:val="bottom"/>
          </w:tcPr>
          <w:p w14:paraId="55B0B883" w14:textId="3BE9EB6A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192,8</w:t>
            </w:r>
          </w:p>
        </w:tc>
        <w:tc>
          <w:tcPr>
            <w:tcW w:w="1512" w:type="dxa"/>
            <w:vAlign w:val="bottom"/>
          </w:tcPr>
          <w:p w14:paraId="77A34D35" w14:textId="4BE41828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92,9</w:t>
            </w:r>
          </w:p>
        </w:tc>
      </w:tr>
      <w:tr w:rsidR="00F418B6" w:rsidRPr="00F46E3C" w14:paraId="0A28EC5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DE6EF63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lastRenderedPageBreak/>
              <w:t>производство химических веществ химических продуктов</w:t>
            </w:r>
          </w:p>
        </w:tc>
        <w:tc>
          <w:tcPr>
            <w:tcW w:w="1511" w:type="dxa"/>
            <w:vAlign w:val="bottom"/>
          </w:tcPr>
          <w:p w14:paraId="1F7AABCB" w14:textId="41CC4A84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102,8</w:t>
            </w:r>
          </w:p>
        </w:tc>
        <w:tc>
          <w:tcPr>
            <w:tcW w:w="1511" w:type="dxa"/>
            <w:vAlign w:val="bottom"/>
          </w:tcPr>
          <w:p w14:paraId="401D43EB" w14:textId="7ED1817A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91,9</w:t>
            </w:r>
          </w:p>
        </w:tc>
        <w:tc>
          <w:tcPr>
            <w:tcW w:w="1512" w:type="dxa"/>
            <w:vAlign w:val="bottom"/>
          </w:tcPr>
          <w:p w14:paraId="3DC3588D" w14:textId="16FAC217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85,0</w:t>
            </w:r>
          </w:p>
        </w:tc>
      </w:tr>
      <w:tr w:rsidR="00F418B6" w:rsidRPr="00F46E3C" w14:paraId="28B6F50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EFECA1F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резиновых и пластмассовых изделий</w:t>
            </w:r>
          </w:p>
        </w:tc>
        <w:tc>
          <w:tcPr>
            <w:tcW w:w="1511" w:type="dxa"/>
            <w:vAlign w:val="bottom"/>
          </w:tcPr>
          <w:p w14:paraId="6F9CFA46" w14:textId="3F17A663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71,2</w:t>
            </w:r>
          </w:p>
        </w:tc>
        <w:tc>
          <w:tcPr>
            <w:tcW w:w="1511" w:type="dxa"/>
            <w:vAlign w:val="bottom"/>
          </w:tcPr>
          <w:p w14:paraId="743A48A9" w14:textId="6AC668D3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98,9</w:t>
            </w:r>
          </w:p>
        </w:tc>
        <w:tc>
          <w:tcPr>
            <w:tcW w:w="1512" w:type="dxa"/>
            <w:vAlign w:val="bottom"/>
          </w:tcPr>
          <w:p w14:paraId="7B0277B3" w14:textId="7D678AE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85,2</w:t>
            </w:r>
          </w:p>
        </w:tc>
      </w:tr>
      <w:tr w:rsidR="00F418B6" w:rsidRPr="00F46E3C" w14:paraId="24CD5C4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DE3EAA3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511" w:type="dxa"/>
            <w:vAlign w:val="bottom"/>
          </w:tcPr>
          <w:p w14:paraId="7BAD2CCD" w14:textId="0D60BF95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101,4</w:t>
            </w:r>
          </w:p>
        </w:tc>
        <w:tc>
          <w:tcPr>
            <w:tcW w:w="1511" w:type="dxa"/>
            <w:vAlign w:val="bottom"/>
          </w:tcPr>
          <w:p w14:paraId="3D9CC084" w14:textId="181A36E8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100,6</w:t>
            </w:r>
          </w:p>
        </w:tc>
        <w:tc>
          <w:tcPr>
            <w:tcW w:w="1512" w:type="dxa"/>
            <w:vAlign w:val="bottom"/>
          </w:tcPr>
          <w:p w14:paraId="41924E29" w14:textId="19D1CAA4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105,9</w:t>
            </w:r>
          </w:p>
        </w:tc>
      </w:tr>
      <w:tr w:rsidR="00F418B6" w:rsidRPr="00F46E3C" w14:paraId="7A5AB088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55AD4E7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511" w:type="dxa"/>
            <w:vAlign w:val="bottom"/>
          </w:tcPr>
          <w:p w14:paraId="38A6A771" w14:textId="5DCC71F4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110,4</w:t>
            </w:r>
          </w:p>
        </w:tc>
        <w:tc>
          <w:tcPr>
            <w:tcW w:w="1511" w:type="dxa"/>
            <w:vAlign w:val="bottom"/>
          </w:tcPr>
          <w:p w14:paraId="6C7267E6" w14:textId="3A6F256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141,2</w:t>
            </w:r>
          </w:p>
        </w:tc>
        <w:tc>
          <w:tcPr>
            <w:tcW w:w="1512" w:type="dxa"/>
            <w:vAlign w:val="bottom"/>
          </w:tcPr>
          <w:p w14:paraId="7C08D830" w14:textId="55634D8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101,4</w:t>
            </w:r>
          </w:p>
        </w:tc>
      </w:tr>
      <w:tr w:rsidR="00F418B6" w:rsidRPr="00F46E3C" w14:paraId="3804A4C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4333E6E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11" w:type="dxa"/>
            <w:vAlign w:val="bottom"/>
          </w:tcPr>
          <w:p w14:paraId="3CEEC087" w14:textId="5741E1D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68,5</w:t>
            </w:r>
          </w:p>
        </w:tc>
        <w:tc>
          <w:tcPr>
            <w:tcW w:w="1511" w:type="dxa"/>
            <w:vAlign w:val="bottom"/>
          </w:tcPr>
          <w:p w14:paraId="2E5CC838" w14:textId="4FCD9C6E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2,2р.</w:t>
            </w:r>
          </w:p>
        </w:tc>
        <w:tc>
          <w:tcPr>
            <w:tcW w:w="1512" w:type="dxa"/>
            <w:vAlign w:val="bottom"/>
          </w:tcPr>
          <w:p w14:paraId="3879E9A1" w14:textId="2826C5F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52,6</w:t>
            </w:r>
          </w:p>
        </w:tc>
      </w:tr>
      <w:tr w:rsidR="00F418B6" w:rsidRPr="00F46E3C" w14:paraId="62E639F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53301C0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компьютеров, </w:t>
            </w:r>
            <w:r w:rsidRPr="00F46E3C">
              <w:rPr>
                <w:b/>
                <w:sz w:val="20"/>
              </w:rPr>
              <w:br/>
              <w:t>электронных и оптических изделий</w:t>
            </w:r>
          </w:p>
        </w:tc>
        <w:tc>
          <w:tcPr>
            <w:tcW w:w="1511" w:type="dxa"/>
            <w:vAlign w:val="bottom"/>
          </w:tcPr>
          <w:p w14:paraId="30D6DBD9" w14:textId="1B0E3E6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17,0</w:t>
            </w:r>
          </w:p>
        </w:tc>
        <w:tc>
          <w:tcPr>
            <w:tcW w:w="1511" w:type="dxa"/>
            <w:vAlign w:val="bottom"/>
          </w:tcPr>
          <w:p w14:paraId="3DBCD70B" w14:textId="524C65D1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101,2</w:t>
            </w:r>
          </w:p>
        </w:tc>
        <w:tc>
          <w:tcPr>
            <w:tcW w:w="1512" w:type="dxa"/>
            <w:vAlign w:val="bottom"/>
          </w:tcPr>
          <w:p w14:paraId="10929837" w14:textId="6B1AFAB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17,3</w:t>
            </w:r>
          </w:p>
        </w:tc>
      </w:tr>
      <w:tr w:rsidR="00F418B6" w:rsidRPr="00F46E3C" w14:paraId="0D49C1B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549A2BA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511" w:type="dxa"/>
            <w:vAlign w:val="bottom"/>
          </w:tcPr>
          <w:p w14:paraId="64F47AAE" w14:textId="167B6109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3,6р.</w:t>
            </w:r>
          </w:p>
        </w:tc>
        <w:tc>
          <w:tcPr>
            <w:tcW w:w="1511" w:type="dxa"/>
            <w:vAlign w:val="bottom"/>
          </w:tcPr>
          <w:p w14:paraId="12135F7F" w14:textId="24DDAFA7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3,6р.</w:t>
            </w:r>
          </w:p>
        </w:tc>
        <w:tc>
          <w:tcPr>
            <w:tcW w:w="1512" w:type="dxa"/>
            <w:vAlign w:val="bottom"/>
          </w:tcPr>
          <w:p w14:paraId="0C434F66" w14:textId="3F1FF08D" w:rsidR="00F418B6" w:rsidRPr="00DA5619" w:rsidRDefault="00F418B6" w:rsidP="00F418B6">
            <w:pPr>
              <w:tabs>
                <w:tab w:val="left" w:pos="841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2,6р.</w:t>
            </w:r>
          </w:p>
        </w:tc>
      </w:tr>
      <w:tr w:rsidR="00F418B6" w:rsidRPr="00F46E3C" w14:paraId="56FFB80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19A46A6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машин и оборудования, </w:t>
            </w:r>
            <w:r w:rsidRPr="00F46E3C">
              <w:rPr>
                <w:b/>
                <w:sz w:val="20"/>
              </w:rPr>
              <w:br/>
              <w:t>не включенных в другие группировки</w:t>
            </w:r>
          </w:p>
        </w:tc>
        <w:tc>
          <w:tcPr>
            <w:tcW w:w="1511" w:type="dxa"/>
            <w:vAlign w:val="bottom"/>
          </w:tcPr>
          <w:p w14:paraId="76954A15" w14:textId="380C1E0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101,0</w:t>
            </w:r>
          </w:p>
        </w:tc>
        <w:tc>
          <w:tcPr>
            <w:tcW w:w="1511" w:type="dxa"/>
            <w:vAlign w:val="bottom"/>
          </w:tcPr>
          <w:p w14:paraId="58480A87" w14:textId="6A25C93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114,2</w:t>
            </w:r>
          </w:p>
        </w:tc>
        <w:tc>
          <w:tcPr>
            <w:tcW w:w="1512" w:type="dxa"/>
            <w:vAlign w:val="bottom"/>
          </w:tcPr>
          <w:p w14:paraId="5EC8C378" w14:textId="65AEF822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61,9</w:t>
            </w:r>
          </w:p>
        </w:tc>
      </w:tr>
      <w:tr w:rsidR="00F418B6" w:rsidRPr="00F46E3C" w14:paraId="630F7E2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B447BF4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прочих транспортных средств </w:t>
            </w:r>
            <w:r w:rsidRPr="00F46E3C">
              <w:rPr>
                <w:b/>
                <w:sz w:val="20"/>
              </w:rPr>
              <w:br/>
              <w:t>и оборудования</w:t>
            </w:r>
          </w:p>
        </w:tc>
        <w:tc>
          <w:tcPr>
            <w:tcW w:w="1511" w:type="dxa"/>
            <w:vAlign w:val="bottom"/>
          </w:tcPr>
          <w:p w14:paraId="7D540013" w14:textId="285C5030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70,6</w:t>
            </w:r>
          </w:p>
        </w:tc>
        <w:tc>
          <w:tcPr>
            <w:tcW w:w="1511" w:type="dxa"/>
            <w:vAlign w:val="bottom"/>
          </w:tcPr>
          <w:p w14:paraId="1A93E133" w14:textId="6EA6D157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64,0</w:t>
            </w:r>
          </w:p>
        </w:tc>
        <w:tc>
          <w:tcPr>
            <w:tcW w:w="1512" w:type="dxa"/>
            <w:vAlign w:val="bottom"/>
          </w:tcPr>
          <w:p w14:paraId="36332497" w14:textId="45056593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65,6</w:t>
            </w:r>
          </w:p>
        </w:tc>
      </w:tr>
      <w:tr w:rsidR="00F418B6" w:rsidRPr="00F46E3C" w14:paraId="2E42057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466D0EA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511" w:type="dxa"/>
            <w:vAlign w:val="bottom"/>
          </w:tcPr>
          <w:p w14:paraId="576996CB" w14:textId="296E634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105,1</w:t>
            </w:r>
          </w:p>
        </w:tc>
        <w:tc>
          <w:tcPr>
            <w:tcW w:w="1511" w:type="dxa"/>
            <w:vAlign w:val="bottom"/>
          </w:tcPr>
          <w:p w14:paraId="08CAD845" w14:textId="6AE8E90F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84,8</w:t>
            </w:r>
          </w:p>
        </w:tc>
        <w:tc>
          <w:tcPr>
            <w:tcW w:w="1512" w:type="dxa"/>
            <w:vAlign w:val="bottom"/>
          </w:tcPr>
          <w:p w14:paraId="68D77F78" w14:textId="6A3662B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130,4</w:t>
            </w:r>
          </w:p>
        </w:tc>
      </w:tr>
      <w:tr w:rsidR="00F418B6" w:rsidRPr="00F46E3C" w14:paraId="62D3F18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5D8B57F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511" w:type="dxa"/>
            <w:vAlign w:val="bottom"/>
          </w:tcPr>
          <w:p w14:paraId="55B78800" w14:textId="34D0FF97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103,2</w:t>
            </w:r>
          </w:p>
        </w:tc>
        <w:tc>
          <w:tcPr>
            <w:tcW w:w="1511" w:type="dxa"/>
            <w:vAlign w:val="bottom"/>
          </w:tcPr>
          <w:p w14:paraId="7CE9510C" w14:textId="41A45A46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111,1</w:t>
            </w:r>
          </w:p>
        </w:tc>
        <w:tc>
          <w:tcPr>
            <w:tcW w:w="1512" w:type="dxa"/>
            <w:vAlign w:val="bottom"/>
          </w:tcPr>
          <w:p w14:paraId="1DD72C87" w14:textId="70C4848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61,6</w:t>
            </w:r>
          </w:p>
        </w:tc>
      </w:tr>
      <w:tr w:rsidR="00F418B6" w:rsidRPr="00F46E3C" w14:paraId="2B01991A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7E6F5D4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511" w:type="dxa"/>
            <w:vAlign w:val="bottom"/>
          </w:tcPr>
          <w:p w14:paraId="7271C205" w14:textId="253C9059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85,8</w:t>
            </w:r>
          </w:p>
        </w:tc>
        <w:tc>
          <w:tcPr>
            <w:tcW w:w="1511" w:type="dxa"/>
            <w:vAlign w:val="bottom"/>
          </w:tcPr>
          <w:p w14:paraId="112D2B56" w14:textId="347DC43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99,4</w:t>
            </w:r>
          </w:p>
        </w:tc>
        <w:tc>
          <w:tcPr>
            <w:tcW w:w="1512" w:type="dxa"/>
            <w:vAlign w:val="bottom"/>
          </w:tcPr>
          <w:p w14:paraId="0CE43CEA" w14:textId="05EE309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76,4</w:t>
            </w:r>
          </w:p>
        </w:tc>
      </w:tr>
      <w:tr w:rsidR="00F418B6" w:rsidRPr="00F46E3C" w14:paraId="0A21D60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75B47D8" w14:textId="77777777" w:rsidR="00F418B6" w:rsidRPr="00F46E3C" w:rsidRDefault="00F418B6" w:rsidP="00F418B6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Обеспечение электрической энергией, </w:t>
            </w:r>
            <w:r w:rsidRPr="00F46E3C">
              <w:rPr>
                <w:b/>
                <w:sz w:val="20"/>
              </w:rPr>
              <w:br/>
              <w:t>газом и паром; кондиционирование воздуха</w:t>
            </w:r>
          </w:p>
        </w:tc>
        <w:tc>
          <w:tcPr>
            <w:tcW w:w="1511" w:type="dxa"/>
            <w:vAlign w:val="bottom"/>
          </w:tcPr>
          <w:p w14:paraId="03E01BAA" w14:textId="24D88920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90,4</w:t>
            </w:r>
          </w:p>
        </w:tc>
        <w:tc>
          <w:tcPr>
            <w:tcW w:w="1511" w:type="dxa"/>
            <w:vAlign w:val="bottom"/>
          </w:tcPr>
          <w:p w14:paraId="4791F557" w14:textId="0BCD46DA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96,4</w:t>
            </w:r>
          </w:p>
        </w:tc>
        <w:tc>
          <w:tcPr>
            <w:tcW w:w="1512" w:type="dxa"/>
            <w:vAlign w:val="bottom"/>
          </w:tcPr>
          <w:p w14:paraId="457DE75E" w14:textId="43FC36C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94,9</w:t>
            </w:r>
          </w:p>
        </w:tc>
      </w:tr>
      <w:tr w:rsidR="00617976" w:rsidRPr="00F46E3C" w14:paraId="2EB1F9BC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4F1D361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F418B6" w:rsidRPr="00F46E3C" w14:paraId="39070C2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CC67D28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511" w:type="dxa"/>
            <w:vAlign w:val="bottom"/>
          </w:tcPr>
          <w:p w14:paraId="65BC5BE5" w14:textId="33E5C322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98,5</w:t>
            </w:r>
          </w:p>
        </w:tc>
        <w:tc>
          <w:tcPr>
            <w:tcW w:w="1511" w:type="dxa"/>
            <w:vAlign w:val="bottom"/>
          </w:tcPr>
          <w:p w14:paraId="061E3D7B" w14:textId="787D677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95,5</w:t>
            </w:r>
          </w:p>
        </w:tc>
        <w:tc>
          <w:tcPr>
            <w:tcW w:w="1512" w:type="dxa"/>
            <w:vAlign w:val="bottom"/>
          </w:tcPr>
          <w:p w14:paraId="512950A1" w14:textId="2F425C95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94,8</w:t>
            </w:r>
          </w:p>
        </w:tc>
      </w:tr>
      <w:tr w:rsidR="00F418B6" w:rsidRPr="00F46E3C" w14:paraId="77247A8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E690715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511" w:type="dxa"/>
            <w:vAlign w:val="bottom"/>
          </w:tcPr>
          <w:p w14:paraId="7E419A33" w14:textId="6BDE9A13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50,7</w:t>
            </w:r>
          </w:p>
        </w:tc>
        <w:tc>
          <w:tcPr>
            <w:tcW w:w="1511" w:type="dxa"/>
            <w:vAlign w:val="bottom"/>
          </w:tcPr>
          <w:p w14:paraId="35C5941C" w14:textId="37E96EEC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91,6</w:t>
            </w:r>
          </w:p>
        </w:tc>
        <w:tc>
          <w:tcPr>
            <w:tcW w:w="1512" w:type="dxa"/>
            <w:vAlign w:val="bottom"/>
          </w:tcPr>
          <w:p w14:paraId="77CFBA21" w14:textId="6EFE3839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88,9</w:t>
            </w:r>
          </w:p>
        </w:tc>
      </w:tr>
      <w:tr w:rsidR="00F418B6" w:rsidRPr="00F46E3C" w14:paraId="5A929A6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D7D4E4E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производство, передача и распределение пара </w:t>
            </w:r>
            <w:r w:rsidRPr="00F46E3C">
              <w:rPr>
                <w:b/>
                <w:sz w:val="20"/>
              </w:rPr>
              <w:br/>
              <w:t>и горячей воды; кондиционирование воздуха</w:t>
            </w:r>
          </w:p>
        </w:tc>
        <w:tc>
          <w:tcPr>
            <w:tcW w:w="1511" w:type="dxa"/>
            <w:vAlign w:val="bottom"/>
          </w:tcPr>
          <w:p w14:paraId="5B31E844" w14:textId="3F968BCE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74,5</w:t>
            </w:r>
          </w:p>
        </w:tc>
        <w:tc>
          <w:tcPr>
            <w:tcW w:w="1511" w:type="dxa"/>
            <w:vAlign w:val="bottom"/>
          </w:tcPr>
          <w:p w14:paraId="24A8620E" w14:textId="3E9AD47A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103,3</w:t>
            </w:r>
          </w:p>
        </w:tc>
        <w:tc>
          <w:tcPr>
            <w:tcW w:w="1512" w:type="dxa"/>
            <w:vAlign w:val="bottom"/>
          </w:tcPr>
          <w:p w14:paraId="6AC67565" w14:textId="355AB1E3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97,0</w:t>
            </w:r>
          </w:p>
        </w:tc>
      </w:tr>
      <w:tr w:rsidR="00F418B6" w:rsidRPr="00F46E3C" w14:paraId="0764AAE5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5394A4A" w14:textId="77777777" w:rsidR="00F418B6" w:rsidRPr="00F46E3C" w:rsidRDefault="00F418B6" w:rsidP="00F418B6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 w:rsidRPr="00F46E3C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1511" w:type="dxa"/>
            <w:vAlign w:val="bottom"/>
          </w:tcPr>
          <w:p w14:paraId="41E3C490" w14:textId="5842BD84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107,5</w:t>
            </w:r>
          </w:p>
        </w:tc>
        <w:tc>
          <w:tcPr>
            <w:tcW w:w="1511" w:type="dxa"/>
            <w:vAlign w:val="bottom"/>
          </w:tcPr>
          <w:p w14:paraId="59F88D52" w14:textId="635F5978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113,1</w:t>
            </w:r>
          </w:p>
        </w:tc>
        <w:tc>
          <w:tcPr>
            <w:tcW w:w="1512" w:type="dxa"/>
            <w:vAlign w:val="bottom"/>
          </w:tcPr>
          <w:p w14:paraId="2F5267CB" w14:textId="5AC5B2E4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101,4</w:t>
            </w:r>
          </w:p>
        </w:tc>
      </w:tr>
      <w:tr w:rsidR="00617976" w:rsidRPr="00F46E3C" w14:paraId="6B4480F4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3BFCC5F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F418B6" w:rsidRPr="00F46E3C" w14:paraId="10099D8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E140F1F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511" w:type="dxa"/>
            <w:vAlign w:val="bottom"/>
          </w:tcPr>
          <w:p w14:paraId="2294E31E" w14:textId="3AF04C8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121,7</w:t>
            </w:r>
          </w:p>
        </w:tc>
        <w:tc>
          <w:tcPr>
            <w:tcW w:w="1511" w:type="dxa"/>
            <w:vAlign w:val="bottom"/>
          </w:tcPr>
          <w:p w14:paraId="44D9BAFB" w14:textId="617D147F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111,0</w:t>
            </w:r>
          </w:p>
        </w:tc>
        <w:tc>
          <w:tcPr>
            <w:tcW w:w="1512" w:type="dxa"/>
            <w:vAlign w:val="bottom"/>
          </w:tcPr>
          <w:p w14:paraId="6FE71B27" w14:textId="01874997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101,4</w:t>
            </w:r>
          </w:p>
        </w:tc>
      </w:tr>
      <w:tr w:rsidR="00F418B6" w:rsidRPr="00F46E3C" w14:paraId="22736F3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BEE2A20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511" w:type="dxa"/>
            <w:vAlign w:val="bottom"/>
          </w:tcPr>
          <w:p w14:paraId="5AD2E9C9" w14:textId="3F39D26D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95,5</w:t>
            </w:r>
          </w:p>
        </w:tc>
        <w:tc>
          <w:tcPr>
            <w:tcW w:w="1511" w:type="dxa"/>
            <w:vAlign w:val="bottom"/>
          </w:tcPr>
          <w:p w14:paraId="685FADE4" w14:textId="4A10A728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117,6</w:t>
            </w:r>
          </w:p>
        </w:tc>
        <w:tc>
          <w:tcPr>
            <w:tcW w:w="1512" w:type="dxa"/>
            <w:vAlign w:val="bottom"/>
          </w:tcPr>
          <w:p w14:paraId="399EF6EB" w14:textId="46F7757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94,0</w:t>
            </w:r>
          </w:p>
        </w:tc>
      </w:tr>
      <w:tr w:rsidR="00F418B6" w:rsidRPr="005F377B" w14:paraId="549991F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17E3C4A" w14:textId="77777777" w:rsidR="00F418B6" w:rsidRPr="00F46E3C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сбор, обработка и утилизация отходов; </w:t>
            </w:r>
            <w:r w:rsidRPr="00F46E3C">
              <w:rPr>
                <w:b/>
                <w:sz w:val="20"/>
              </w:rPr>
              <w:br/>
              <w:t>обработка вторичного сырья</w:t>
            </w:r>
          </w:p>
        </w:tc>
        <w:tc>
          <w:tcPr>
            <w:tcW w:w="1511" w:type="dxa"/>
            <w:vAlign w:val="bottom"/>
          </w:tcPr>
          <w:p w14:paraId="22DBBC46" w14:textId="2D116661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104,2</w:t>
            </w:r>
          </w:p>
        </w:tc>
        <w:tc>
          <w:tcPr>
            <w:tcW w:w="1511" w:type="dxa"/>
            <w:vAlign w:val="bottom"/>
          </w:tcPr>
          <w:p w14:paraId="62D297A7" w14:textId="56956180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112,4</w:t>
            </w:r>
          </w:p>
        </w:tc>
        <w:tc>
          <w:tcPr>
            <w:tcW w:w="1512" w:type="dxa"/>
            <w:vAlign w:val="bottom"/>
          </w:tcPr>
          <w:p w14:paraId="4410D3C9" w14:textId="5CDDE93B" w:rsidR="00F418B6" w:rsidRPr="00DA5619" w:rsidRDefault="00F418B6" w:rsidP="00F418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106,4</w:t>
            </w:r>
          </w:p>
        </w:tc>
      </w:tr>
    </w:tbl>
    <w:p w14:paraId="2282C485" w14:textId="7202BD20" w:rsidR="00E71E41" w:rsidRPr="002D4818" w:rsidRDefault="00617976" w:rsidP="008861CE">
      <w:pPr>
        <w:spacing w:before="36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</w:t>
      </w:r>
      <w:r w:rsidRPr="00B01BAA">
        <w:t>в январе-</w:t>
      </w:r>
      <w:r w:rsidR="00DA5619">
        <w:t>августе</w:t>
      </w:r>
      <w:r w:rsidR="000A2536" w:rsidRPr="00B01BAA">
        <w:t xml:space="preserve"> </w:t>
      </w:r>
      <w:r w:rsidRPr="00B01BAA">
        <w:t xml:space="preserve">2024 года составил </w:t>
      </w:r>
      <w:r w:rsidR="00F418B6" w:rsidRPr="00A830D0">
        <w:t>424806,7</w:t>
      </w:r>
      <w:r w:rsidR="005524E1" w:rsidRPr="005524E1">
        <w:t xml:space="preserve"> </w:t>
      </w:r>
      <w:r w:rsidRPr="005524E1">
        <w:t>млн рублей,</w:t>
      </w:r>
      <w:r w:rsidRPr="00B01BAA">
        <w:t xml:space="preserve"> </w:t>
      </w:r>
      <w:r w:rsidRPr="00B01BAA">
        <w:br/>
        <w:t xml:space="preserve">что на </w:t>
      </w:r>
      <w:r w:rsidR="00F418B6" w:rsidRPr="00A830D0">
        <w:t>19,0</w:t>
      </w:r>
      <w:r w:rsidR="005524E1" w:rsidRPr="006D6353">
        <w:t xml:space="preserve">% </w:t>
      </w:r>
      <w:r w:rsidRPr="00B01BAA">
        <w:t>(в действующих ценах) выше соответствующего периода предыдущего года</w:t>
      </w:r>
      <w:r w:rsidR="00E71E41" w:rsidRPr="00B01BAA">
        <w:t>.</w:t>
      </w:r>
    </w:p>
    <w:p w14:paraId="0DB9F6D7" w14:textId="54BF7EE8" w:rsidR="0031223F" w:rsidRPr="00997D18" w:rsidRDefault="00997D18" w:rsidP="008861CE">
      <w:pPr>
        <w:pStyle w:val="3"/>
        <w:spacing w:before="360" w:after="240"/>
        <w:ind w:right="0"/>
        <w:rPr>
          <w:szCs w:val="24"/>
        </w:rPr>
      </w:pPr>
      <w:bookmarkStart w:id="21" w:name="_Toc178757137"/>
      <w:r w:rsidRPr="00997D18">
        <w:rPr>
          <w:szCs w:val="24"/>
        </w:rPr>
        <w:t>Объем отгруженных товаров собственного производства,</w:t>
      </w:r>
      <w:r w:rsidRPr="00997D18">
        <w:rPr>
          <w:szCs w:val="24"/>
        </w:rPr>
        <w:br/>
        <w:t>выполненных работ и услуг собственными силами</w:t>
      </w:r>
      <w:r w:rsidRPr="00997D18">
        <w:rPr>
          <w:szCs w:val="24"/>
        </w:rPr>
        <w:br/>
        <w:t>по видам экономической деятельности</w:t>
      </w:r>
      <w:r w:rsidR="00F418B6">
        <w:rPr>
          <w:szCs w:val="24"/>
          <w:vertAlign w:val="superscript"/>
        </w:rPr>
        <w:t>2</w:t>
      </w:r>
      <w:r w:rsidRPr="00997D18">
        <w:rPr>
          <w:szCs w:val="24"/>
          <w:vertAlign w:val="superscript"/>
        </w:rPr>
        <w:t>)</w:t>
      </w:r>
      <w:bookmarkEnd w:id="21"/>
    </w:p>
    <w:p w14:paraId="323F4563" w14:textId="77777777" w:rsidR="0031223F" w:rsidRPr="00890370" w:rsidRDefault="0031223F" w:rsidP="0031223F">
      <w:pPr>
        <w:spacing w:after="60"/>
        <w:jc w:val="right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AC3AEF" w14:paraId="09A93F26" w14:textId="77777777" w:rsidTr="00617976">
        <w:trPr>
          <w:trHeight w:val="283"/>
          <w:jc w:val="center"/>
        </w:trPr>
        <w:tc>
          <w:tcPr>
            <w:tcW w:w="4535" w:type="dxa"/>
            <w:shd w:val="clear" w:color="auto" w:fill="auto"/>
          </w:tcPr>
          <w:p w14:paraId="4055B20B" w14:textId="77777777" w:rsidR="00617976" w:rsidRPr="00AC3AEF" w:rsidRDefault="00617976" w:rsidP="00617976">
            <w:pPr>
              <w:jc w:val="right"/>
              <w:rPr>
                <w:b/>
                <w:sz w:val="20"/>
              </w:rPr>
            </w:pPr>
            <w:bookmarkStart w:id="22" w:name="_Toc493779724"/>
          </w:p>
        </w:tc>
        <w:tc>
          <w:tcPr>
            <w:tcW w:w="1134" w:type="dxa"/>
            <w:shd w:val="clear" w:color="auto" w:fill="auto"/>
            <w:vAlign w:val="center"/>
          </w:tcPr>
          <w:p w14:paraId="329C29FC" w14:textId="26B87C0C" w:rsidR="00617976" w:rsidRPr="005524E1" w:rsidRDefault="00DA5619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617976" w:rsidRPr="005524E1">
              <w:rPr>
                <w:b/>
                <w:sz w:val="20"/>
              </w:rPr>
              <w:br/>
              <w:t>2024,</w:t>
            </w:r>
            <w:r w:rsidR="00617976"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38828" w14:textId="48607377"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  %</w:t>
            </w:r>
            <w:proofErr w:type="gramEnd"/>
            <w:r w:rsidRPr="005524E1">
              <w:rPr>
                <w:b/>
                <w:sz w:val="20"/>
              </w:rPr>
              <w:t xml:space="preserve">  к</w:t>
            </w:r>
            <w:r w:rsidRPr="005524E1">
              <w:rPr>
                <w:b/>
                <w:sz w:val="20"/>
              </w:rPr>
              <w:br/>
            </w:r>
            <w:r w:rsidR="00DA5619">
              <w:rPr>
                <w:b/>
                <w:sz w:val="20"/>
              </w:rPr>
              <w:t>августу</w:t>
            </w:r>
            <w:r w:rsidRPr="005524E1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B37AE" w14:textId="3A4958A3" w:rsidR="00617976" w:rsidRPr="005524E1" w:rsidRDefault="00617976" w:rsidP="000A2536">
            <w:pPr>
              <w:ind w:left="-57" w:right="-57"/>
              <w:jc w:val="center"/>
              <w:rPr>
                <w:b/>
                <w:sz w:val="20"/>
              </w:rPr>
            </w:pPr>
            <w:r w:rsidRPr="005524E1">
              <w:rPr>
                <w:b/>
                <w:sz w:val="20"/>
              </w:rPr>
              <w:t>Январь-</w:t>
            </w:r>
            <w:r w:rsidR="00DA5619">
              <w:rPr>
                <w:b/>
                <w:sz w:val="20"/>
              </w:rPr>
              <w:t>август</w:t>
            </w:r>
            <w:r w:rsidRPr="005524E1">
              <w:rPr>
                <w:b/>
                <w:sz w:val="20"/>
              </w:rPr>
              <w:br/>
              <w:t>2024,</w:t>
            </w:r>
            <w:r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vAlign w:val="center"/>
          </w:tcPr>
          <w:p w14:paraId="5DE3DD2F" w14:textId="7B6FCB21"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  %</w:t>
            </w:r>
            <w:proofErr w:type="gramEnd"/>
            <w:r w:rsidRPr="005524E1">
              <w:rPr>
                <w:b/>
                <w:sz w:val="20"/>
              </w:rPr>
              <w:t xml:space="preserve">  к</w:t>
            </w:r>
            <w:r w:rsidRPr="005524E1">
              <w:rPr>
                <w:b/>
                <w:sz w:val="20"/>
              </w:rPr>
              <w:br/>
              <w:t>январю-</w:t>
            </w:r>
            <w:r w:rsidR="00DA5619">
              <w:rPr>
                <w:b/>
                <w:sz w:val="20"/>
              </w:rPr>
              <w:t>августу</w:t>
            </w:r>
            <w:r w:rsidRPr="005524E1">
              <w:rPr>
                <w:b/>
                <w:sz w:val="20"/>
              </w:rPr>
              <w:br/>
              <w:t>2023</w:t>
            </w:r>
          </w:p>
        </w:tc>
      </w:tr>
      <w:tr w:rsidR="00F418B6" w:rsidRPr="00AC3AEF" w14:paraId="79E0277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CE85DEF" w14:textId="77777777" w:rsidR="00F418B6" w:rsidRPr="00AC3AEF" w:rsidRDefault="00F418B6" w:rsidP="00F418B6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687E74" w14:textId="43E7FFFA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44545,9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C7FFCE" w14:textId="4DEE099C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AD6F9C" w14:textId="7B21F9C0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331367,6</w:t>
            </w:r>
          </w:p>
        </w:tc>
        <w:tc>
          <w:tcPr>
            <w:tcW w:w="1134" w:type="dxa"/>
            <w:vAlign w:val="bottom"/>
          </w:tcPr>
          <w:p w14:paraId="379F6B32" w14:textId="35799BD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127,3</w:t>
            </w:r>
          </w:p>
        </w:tc>
      </w:tr>
      <w:tr w:rsidR="00617976" w:rsidRPr="00AC3AEF" w14:paraId="734ADA5D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2757EDCF" w14:textId="77777777"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нее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F418B6" w:rsidRPr="00AC3AEF" w14:paraId="560AB2B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9A81C85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добыча </w:t>
            </w:r>
            <w:r w:rsidRPr="00AC3AEF">
              <w:rPr>
                <w:b/>
                <w:sz w:val="20"/>
              </w:rPr>
              <w:t>нефти и природного газа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5AE22C" w14:textId="409F7CE2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40920,7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A3933D" w14:textId="69B8EA7D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548284" w14:textId="45B0009E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315760,3</w:t>
            </w:r>
          </w:p>
        </w:tc>
        <w:tc>
          <w:tcPr>
            <w:tcW w:w="1134" w:type="dxa"/>
            <w:vAlign w:val="bottom"/>
          </w:tcPr>
          <w:p w14:paraId="51200FCB" w14:textId="08A69714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127,3</w:t>
            </w:r>
          </w:p>
        </w:tc>
      </w:tr>
      <w:tr w:rsidR="00F418B6" w:rsidRPr="00AC3AEF" w14:paraId="39C0B30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377EE40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FBF52D" w14:textId="383CA4EB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340,6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F996CB" w14:textId="636F0091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1A9C40" w14:textId="2252E9A3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1890,0</w:t>
            </w:r>
          </w:p>
        </w:tc>
        <w:tc>
          <w:tcPr>
            <w:tcW w:w="1134" w:type="dxa"/>
            <w:vAlign w:val="bottom"/>
          </w:tcPr>
          <w:p w14:paraId="4FE9070F" w14:textId="7F2233B0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85,5</w:t>
            </w:r>
          </w:p>
        </w:tc>
      </w:tr>
      <w:tr w:rsidR="00F418B6" w:rsidRPr="00AC3AEF" w14:paraId="5E8911E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0A1C314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предоставление услуг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в области добычи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C5A970" w14:textId="6D9473AB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3284,6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01F8FD" w14:textId="234E0D37" w:rsidR="00F418B6" w:rsidRPr="00DA5619" w:rsidRDefault="00F418B6" w:rsidP="00F418B6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в </w:t>
            </w:r>
            <w:r w:rsidRPr="00A830D0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,2р.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B9F0CF" w14:textId="1A2D077C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13717,3</w:t>
            </w:r>
          </w:p>
        </w:tc>
        <w:tc>
          <w:tcPr>
            <w:tcW w:w="1134" w:type="dxa"/>
            <w:vAlign w:val="bottom"/>
          </w:tcPr>
          <w:p w14:paraId="7857E214" w14:textId="234E1854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135,4</w:t>
            </w:r>
          </w:p>
        </w:tc>
      </w:tr>
      <w:tr w:rsidR="00F418B6" w:rsidRPr="00AC3AEF" w14:paraId="259474F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B809ADE" w14:textId="77777777" w:rsidR="00F418B6" w:rsidRPr="00AC3AEF" w:rsidRDefault="00F418B6" w:rsidP="00F418B6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lastRenderedPageBreak/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C20939" w14:textId="6A1F8108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9137,8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E889A0" w14:textId="5F1DEFD5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F4A8A1" w14:textId="3C53226F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61241,7</w:t>
            </w:r>
          </w:p>
        </w:tc>
        <w:tc>
          <w:tcPr>
            <w:tcW w:w="1134" w:type="dxa"/>
            <w:vAlign w:val="bottom"/>
          </w:tcPr>
          <w:p w14:paraId="44F5D260" w14:textId="6F57890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92,6</w:t>
            </w:r>
          </w:p>
        </w:tc>
      </w:tr>
      <w:tr w:rsidR="00617976" w:rsidRPr="00AC3AEF" w14:paraId="7EF831AE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4B57B644" w14:textId="77777777"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из них:</w:t>
            </w:r>
          </w:p>
        </w:tc>
      </w:tr>
      <w:tr w:rsidR="00F418B6" w:rsidRPr="00AC3AEF" w14:paraId="2F1A80A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296DE65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DE77AC" w14:textId="7653C57E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1342,7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A1D70E" w14:textId="69DCEFBD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144,3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C3F833" w14:textId="248720A5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10614,3</w:t>
            </w:r>
          </w:p>
        </w:tc>
        <w:tc>
          <w:tcPr>
            <w:tcW w:w="1134" w:type="dxa"/>
            <w:vAlign w:val="bottom"/>
          </w:tcPr>
          <w:p w14:paraId="01157447" w14:textId="585EDF3D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124</w:t>
            </w:r>
            <w:r>
              <w:rPr>
                <w:b/>
                <w:bCs/>
                <w:sz w:val="20"/>
              </w:rPr>
              <w:t>,</w:t>
            </w:r>
            <w:r w:rsidRPr="00A830D0">
              <w:rPr>
                <w:b/>
                <w:bCs/>
                <w:sz w:val="20"/>
              </w:rPr>
              <w:t>4</w:t>
            </w:r>
          </w:p>
        </w:tc>
      </w:tr>
      <w:tr w:rsidR="00F418B6" w:rsidRPr="00AC3AEF" w14:paraId="67B2C02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26C6CE6E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EA1AAE" w14:textId="04962666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0E56B2" w14:textId="6A4C4D93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149,5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20C5D1" w14:textId="66449C04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479,0</w:t>
            </w:r>
          </w:p>
        </w:tc>
        <w:tc>
          <w:tcPr>
            <w:tcW w:w="1134" w:type="dxa"/>
            <w:vAlign w:val="bottom"/>
          </w:tcPr>
          <w:p w14:paraId="5051A84F" w14:textId="46DD7D7C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133</w:t>
            </w:r>
            <w:r>
              <w:rPr>
                <w:b/>
                <w:bCs/>
                <w:sz w:val="20"/>
              </w:rPr>
              <w:t>,</w:t>
            </w:r>
            <w:r w:rsidRPr="00A830D0">
              <w:rPr>
                <w:b/>
                <w:bCs/>
                <w:sz w:val="20"/>
              </w:rPr>
              <w:t>9</w:t>
            </w:r>
          </w:p>
        </w:tc>
      </w:tr>
      <w:tr w:rsidR="00F418B6" w:rsidRPr="00AC3AEF" w14:paraId="642DBD7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F838A9D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698414" w14:textId="0C34F01B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EFC9AFA" w14:textId="28054CA8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D24D01" w14:textId="25919D69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1561,0</w:t>
            </w:r>
          </w:p>
        </w:tc>
        <w:tc>
          <w:tcPr>
            <w:tcW w:w="1134" w:type="dxa"/>
            <w:vAlign w:val="bottom"/>
          </w:tcPr>
          <w:p w14:paraId="6DE0CD38" w14:textId="53831727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63C06BB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9CACCF5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25B277" w14:textId="3B458ABA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3C4271" w14:textId="57BFC082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CDC044" w14:textId="7C68D46D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755DB06" w14:textId="0CDF6F42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57734AE4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7F132F4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3CB4ED" w14:textId="30EFB55A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F5AC5B" w14:textId="4C74F2A1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E20B1B" w14:textId="63E91C1D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BD0E1CD" w14:textId="6F79038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106,4</w:t>
            </w:r>
          </w:p>
        </w:tc>
      </w:tr>
      <w:tr w:rsidR="00F418B6" w:rsidRPr="00AC3AEF" w14:paraId="7230682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D0CE95C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обработка древесины и производство изделий из дерева и пробки, кроме мебели, производство изделий из соломки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материалов для плетения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617B22" w14:textId="78A1E32E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BDCC59" w14:textId="7AC67647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555C0E" w14:textId="666B0DBB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6B96A50" w14:textId="33B4A83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0095350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619CD35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6E24717" w14:textId="5A40DEA3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CE1938" w14:textId="65568878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AA4759" w14:textId="7621E7A8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17FD82E" w14:textId="3F8FD860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0B8E786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721137A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F534C5" w14:textId="40804C1C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F63BEA" w14:textId="0A5C9B91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654B62" w14:textId="375586A1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201,4</w:t>
            </w:r>
          </w:p>
        </w:tc>
        <w:tc>
          <w:tcPr>
            <w:tcW w:w="1134" w:type="dxa"/>
            <w:vAlign w:val="bottom"/>
          </w:tcPr>
          <w:p w14:paraId="7909E476" w14:textId="01687658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120,1</w:t>
            </w:r>
          </w:p>
        </w:tc>
      </w:tr>
      <w:tr w:rsidR="00F418B6" w:rsidRPr="00AC3AEF" w14:paraId="0A7A21FB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3AEEDA6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DFE368" w14:textId="0D7FB96E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23C80C" w14:textId="35A19D85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BE6833" w14:textId="62480AE9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EB03F53" w14:textId="64AB5BE3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7FA1E03B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A7650F6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химических веществ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химических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0C985F" w14:textId="63E34E6A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3E7EC2" w14:textId="2D185D1C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9190E5" w14:textId="401E4245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2374,2</w:t>
            </w:r>
          </w:p>
        </w:tc>
        <w:tc>
          <w:tcPr>
            <w:tcW w:w="1134" w:type="dxa"/>
            <w:vAlign w:val="bottom"/>
          </w:tcPr>
          <w:p w14:paraId="497098C7" w14:textId="50B93222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52,4</w:t>
            </w:r>
          </w:p>
        </w:tc>
      </w:tr>
      <w:tr w:rsidR="00F418B6" w:rsidRPr="00AC3AEF" w14:paraId="7DB8201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02444C1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резиновых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пластмассовых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6E4368" w14:textId="04BA6B43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1CB577" w14:textId="7BFFB071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6A5F6D" w14:textId="58B40041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EDBB4E8" w14:textId="56D1A62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6212C554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BB3FD48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086E6C" w14:textId="214BB302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301,8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811913" w14:textId="741328A7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ABC0B2" w14:textId="3886C006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2584,3</w:t>
            </w:r>
          </w:p>
        </w:tc>
        <w:tc>
          <w:tcPr>
            <w:tcW w:w="1134" w:type="dxa"/>
            <w:vAlign w:val="bottom"/>
          </w:tcPr>
          <w:p w14:paraId="5C0C61DA" w14:textId="15C300E2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134,0</w:t>
            </w:r>
          </w:p>
        </w:tc>
      </w:tr>
      <w:tr w:rsidR="00F418B6" w:rsidRPr="00AC3AEF" w14:paraId="1F8D5213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5291F41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A0BE22" w14:textId="705E5B91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410,6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AAD6B2" w14:textId="6422EBB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199,0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FB5B47" w14:textId="2BDD70EF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2551,4</w:t>
            </w:r>
          </w:p>
        </w:tc>
        <w:tc>
          <w:tcPr>
            <w:tcW w:w="1134" w:type="dxa"/>
            <w:vAlign w:val="bottom"/>
          </w:tcPr>
          <w:p w14:paraId="0BE9B339" w14:textId="2D7B2D06" w:rsidR="00F418B6" w:rsidRPr="00DA5619" w:rsidRDefault="00F418B6" w:rsidP="00F418B6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в 2,4р.</w:t>
            </w:r>
          </w:p>
        </w:tc>
      </w:tr>
      <w:tr w:rsidR="00F418B6" w:rsidRPr="00AC3AEF" w14:paraId="20311468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B925781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33B6F9" w14:textId="2FB8864E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FF3065" w14:textId="40EA8ED1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F06689" w14:textId="1ED37FA7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726,9</w:t>
            </w:r>
          </w:p>
        </w:tc>
        <w:tc>
          <w:tcPr>
            <w:tcW w:w="1134" w:type="dxa"/>
            <w:vAlign w:val="bottom"/>
          </w:tcPr>
          <w:p w14:paraId="6B9A796C" w14:textId="2C31A63C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105,4</w:t>
            </w:r>
          </w:p>
        </w:tc>
      </w:tr>
      <w:tr w:rsidR="00F418B6" w:rsidRPr="00AC3AEF" w14:paraId="5178391C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5E88A1D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компьютеров,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электронных и оптических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073415" w14:textId="640D8562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65D049" w14:textId="4F91FF34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F4655F" w14:textId="069C9A55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76E1DA14" w14:textId="6F45C73A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6EC9EF5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C33CD27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520CD0" w14:textId="038E6B38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C25183" w14:textId="552269B7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BE1982" w14:textId="09CD58C9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4E56114" w14:textId="46B376D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2544E86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3F0BE57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C2FDAD" w14:textId="32E2EDB4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8AA92B" w14:textId="30FBF101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88AFDC" w14:textId="21CD1E1A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4CF7194" w14:textId="426CF03C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7F04204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F945C48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прочих транспортных средств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A51E15" w14:textId="52F09E52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780,7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7FE2FF" w14:textId="53D139BF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156,1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342288" w14:textId="6F462F6E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5140,7</w:t>
            </w:r>
          </w:p>
        </w:tc>
        <w:tc>
          <w:tcPr>
            <w:tcW w:w="1134" w:type="dxa"/>
            <w:vAlign w:val="bottom"/>
          </w:tcPr>
          <w:p w14:paraId="1A1DA9B4" w14:textId="10B50169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132,1</w:t>
            </w:r>
          </w:p>
        </w:tc>
      </w:tr>
      <w:tr w:rsidR="00F418B6" w:rsidRPr="00AC3AEF" w14:paraId="4B71C71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C562A7D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A8E555" w14:textId="2CFE73BA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2EB9C" w14:textId="7DC2A832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C591B8" w14:textId="478EDC5D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77415B6" w14:textId="36A90B30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</w:tr>
      <w:tr w:rsidR="00F418B6" w:rsidRPr="00AC3AEF" w14:paraId="5EA47CD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6EFFE12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F2D946" w14:textId="59302813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861903" w14:textId="31CE2F1E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7A65FA" w14:textId="666FB699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BA6F226" w14:textId="7D715013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50,0</w:t>
            </w:r>
          </w:p>
        </w:tc>
      </w:tr>
      <w:tr w:rsidR="00F418B6" w:rsidRPr="00AC3AEF" w14:paraId="4BF9A43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7560032" w14:textId="77777777" w:rsidR="00F418B6" w:rsidRPr="00AC3AEF" w:rsidRDefault="00F418B6" w:rsidP="00F418B6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5271ED" w14:textId="21D98E12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481,6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E9834A" w14:textId="5E026505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5E80D5" w14:textId="62F42410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3294,1</w:t>
            </w:r>
          </w:p>
        </w:tc>
        <w:tc>
          <w:tcPr>
            <w:tcW w:w="1134" w:type="dxa"/>
            <w:vAlign w:val="bottom"/>
          </w:tcPr>
          <w:p w14:paraId="438121C7" w14:textId="03CBCB9D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92,5</w:t>
            </w:r>
          </w:p>
        </w:tc>
      </w:tr>
      <w:tr w:rsidR="00F418B6" w:rsidRPr="00AC3AEF" w14:paraId="2BF0A26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31C978F" w14:textId="77777777" w:rsidR="00F418B6" w:rsidRPr="00AC3AEF" w:rsidRDefault="00F418B6" w:rsidP="00F418B6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Обеспечение электрической энергией,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EF25C9" w14:textId="3CE3A6F8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3464,1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896BE3" w14:textId="229A9530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124,1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FC8B1A" w14:textId="5FBDC458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26729,9</w:t>
            </w:r>
          </w:p>
        </w:tc>
        <w:tc>
          <w:tcPr>
            <w:tcW w:w="1134" w:type="dxa"/>
            <w:vAlign w:val="bottom"/>
          </w:tcPr>
          <w:p w14:paraId="787141A7" w14:textId="5686D362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106,4</w:t>
            </w:r>
          </w:p>
        </w:tc>
      </w:tr>
      <w:tr w:rsidR="00617976" w:rsidRPr="00AC3AEF" w14:paraId="7FA47404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4991F658" w14:textId="77777777"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F418B6" w:rsidRPr="00AC3AEF" w14:paraId="7E9B8C2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303CCCA" w14:textId="77777777" w:rsidR="00F418B6" w:rsidRPr="00960C54" w:rsidRDefault="00F418B6" w:rsidP="00F418B6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D44DA8" w14:textId="5DE08999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2791,2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B3EB91" w14:textId="7A390455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60E2BB" w14:textId="4DC2E04F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18056,0</w:t>
            </w:r>
          </w:p>
        </w:tc>
        <w:tc>
          <w:tcPr>
            <w:tcW w:w="1134" w:type="dxa"/>
            <w:vAlign w:val="bottom"/>
          </w:tcPr>
          <w:p w14:paraId="7EE6FD97" w14:textId="2CC336FA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110,3</w:t>
            </w:r>
          </w:p>
        </w:tc>
      </w:tr>
      <w:tr w:rsidR="00F418B6" w:rsidRPr="00AC3AEF" w14:paraId="38D3A63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05CAF93" w14:textId="77777777" w:rsidR="00F418B6" w:rsidRPr="00960C54" w:rsidRDefault="00F418B6" w:rsidP="00F418B6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C87A88" w14:textId="7EC78539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11B556" w14:textId="3762CAE0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665684" w14:textId="7F0839D9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841,0</w:t>
            </w:r>
          </w:p>
        </w:tc>
        <w:tc>
          <w:tcPr>
            <w:tcW w:w="1134" w:type="dxa"/>
            <w:vAlign w:val="bottom"/>
          </w:tcPr>
          <w:p w14:paraId="67120195" w14:textId="14748AB6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95,9</w:t>
            </w:r>
          </w:p>
        </w:tc>
      </w:tr>
      <w:tr w:rsidR="00F418B6" w:rsidRPr="00AC3AEF" w14:paraId="6DBE52A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2A9D6EB1" w14:textId="77777777" w:rsidR="00F418B6" w:rsidRPr="00960C54" w:rsidRDefault="00F418B6" w:rsidP="00F418B6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пара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AC51CB" w14:textId="761B723C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609,3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CABC41" w14:textId="400D756C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A4C57C" w14:textId="49CCA219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7832,9</w:t>
            </w:r>
          </w:p>
        </w:tc>
        <w:tc>
          <w:tcPr>
            <w:tcW w:w="1134" w:type="dxa"/>
            <w:vAlign w:val="bottom"/>
          </w:tcPr>
          <w:p w14:paraId="3138DE8B" w14:textId="4BB32665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99,5</w:t>
            </w:r>
          </w:p>
        </w:tc>
      </w:tr>
      <w:tr w:rsidR="00F418B6" w:rsidRPr="00AC3AEF" w14:paraId="4CD7811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976FBC3" w14:textId="77777777" w:rsidR="00F418B6" w:rsidRPr="00AC3AEF" w:rsidRDefault="00F418B6" w:rsidP="00F418B6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Водоснабжение; водоотведение,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A528CE" w14:textId="298CE805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759,8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1B2CD1" w14:textId="2DC314BD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111</w:t>
            </w:r>
            <w:r>
              <w:rPr>
                <w:b/>
                <w:bCs/>
                <w:sz w:val="20"/>
              </w:rPr>
              <w:t>,</w:t>
            </w:r>
            <w:r w:rsidRPr="00A830D0">
              <w:rPr>
                <w:b/>
                <w:bCs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9340CC" w14:textId="71DFBA75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5467</w:t>
            </w:r>
            <w:r>
              <w:rPr>
                <w:b/>
                <w:bCs/>
                <w:sz w:val="20"/>
              </w:rPr>
              <w:t>,</w:t>
            </w:r>
            <w:r w:rsidRPr="00A830D0">
              <w:rPr>
                <w:b/>
                <w:bCs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2C2970C2" w14:textId="5913FBF2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103</w:t>
            </w:r>
            <w:r>
              <w:rPr>
                <w:b/>
                <w:bCs/>
                <w:sz w:val="20"/>
              </w:rPr>
              <w:t>,</w:t>
            </w:r>
            <w:r w:rsidRPr="00A830D0">
              <w:rPr>
                <w:b/>
                <w:bCs/>
                <w:sz w:val="20"/>
              </w:rPr>
              <w:t>4</w:t>
            </w:r>
          </w:p>
        </w:tc>
      </w:tr>
      <w:tr w:rsidR="00617976" w:rsidRPr="00AC3AEF" w14:paraId="32D62B59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02813B8C" w14:textId="77777777"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F418B6" w:rsidRPr="00AC3AEF" w14:paraId="17D73C98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D49C5BB" w14:textId="77777777" w:rsidR="00F418B6" w:rsidRPr="00960C54" w:rsidRDefault="00F418B6" w:rsidP="00F418B6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3383F4" w14:textId="2079E1ED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252,1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5A0C7F" w14:textId="7F180C21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9E2A7F" w14:textId="18C9C4FB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1545,4</w:t>
            </w:r>
          </w:p>
        </w:tc>
        <w:tc>
          <w:tcPr>
            <w:tcW w:w="1134" w:type="dxa"/>
            <w:vAlign w:val="bottom"/>
          </w:tcPr>
          <w:p w14:paraId="48D1131E" w14:textId="20574BEF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103,2</w:t>
            </w:r>
          </w:p>
        </w:tc>
      </w:tr>
      <w:tr w:rsidR="00F418B6" w:rsidRPr="00AC3AEF" w14:paraId="6B6B4B3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73C4CC4" w14:textId="77777777" w:rsidR="00F418B6" w:rsidRPr="00960C54" w:rsidRDefault="00F418B6" w:rsidP="00F418B6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59C1DD" w14:textId="7E1631AA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191,5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6EF9C6" w14:textId="1C6817D0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710D81" w14:textId="4E17F46F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1387,8</w:t>
            </w:r>
          </w:p>
        </w:tc>
        <w:tc>
          <w:tcPr>
            <w:tcW w:w="1134" w:type="dxa"/>
            <w:vAlign w:val="bottom"/>
          </w:tcPr>
          <w:p w14:paraId="711FC8E7" w14:textId="5F0A351D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100,2</w:t>
            </w:r>
          </w:p>
        </w:tc>
      </w:tr>
      <w:tr w:rsidR="00F418B6" w:rsidRPr="00AC3AEF" w14:paraId="74EB360C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E315C38" w14:textId="77777777" w:rsidR="00F418B6" w:rsidRPr="00960C54" w:rsidRDefault="00F418B6" w:rsidP="00F418B6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 xml:space="preserve">сбор, обработка и утилизация отходов;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обработка вторичного сырья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AB7EBA" w14:textId="315B1681" w:rsidR="00F418B6" w:rsidRPr="00DA5619" w:rsidRDefault="00F418B6" w:rsidP="00F418B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316,2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2969C1" w14:textId="2546B463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112,3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CAF630" w14:textId="4E29763B" w:rsidR="00F418B6" w:rsidRPr="00DA5619" w:rsidRDefault="00F418B6" w:rsidP="00F418B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2534,4</w:t>
            </w:r>
          </w:p>
        </w:tc>
        <w:tc>
          <w:tcPr>
            <w:tcW w:w="1134" w:type="dxa"/>
            <w:vAlign w:val="bottom"/>
          </w:tcPr>
          <w:p w14:paraId="645390E9" w14:textId="2F6B9C48" w:rsidR="00F418B6" w:rsidRPr="00DA5619" w:rsidRDefault="00F418B6" w:rsidP="00F418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830D0">
              <w:rPr>
                <w:b/>
                <w:bCs/>
                <w:sz w:val="20"/>
              </w:rPr>
              <w:t>105,5</w:t>
            </w:r>
          </w:p>
        </w:tc>
      </w:tr>
    </w:tbl>
    <w:p w14:paraId="7E8570C7" w14:textId="7D311CE4" w:rsidR="00997D18" w:rsidRDefault="00F418B6" w:rsidP="00997D18">
      <w:pPr>
        <w:spacing w:before="120"/>
        <w:ind w:left="340"/>
        <w:rPr>
          <w:bCs/>
          <w:sz w:val="20"/>
        </w:rPr>
      </w:pPr>
      <w:r>
        <w:rPr>
          <w:sz w:val="18"/>
          <w:szCs w:val="18"/>
          <w:vertAlign w:val="superscript"/>
        </w:rPr>
        <w:t>2</w:t>
      </w:r>
      <w:r w:rsidR="00997D18" w:rsidRPr="005524E1">
        <w:rPr>
          <w:rStyle w:val="af7"/>
          <w:sz w:val="18"/>
          <w:szCs w:val="18"/>
        </w:rPr>
        <w:t>)</w:t>
      </w:r>
      <w:r w:rsidR="00997D18" w:rsidRPr="0075499C">
        <w:rPr>
          <w:rStyle w:val="af7"/>
          <w:sz w:val="18"/>
          <w:szCs w:val="18"/>
          <w:vertAlign w:val="baseline"/>
        </w:rPr>
        <w:t xml:space="preserve">по </w:t>
      </w:r>
      <w:r w:rsidR="00997D18" w:rsidRPr="0075499C">
        <w:rPr>
          <w:sz w:val="18"/>
          <w:szCs w:val="18"/>
        </w:rPr>
        <w:t>«</w:t>
      </w:r>
      <w:r w:rsidR="00997D18" w:rsidRPr="0075499C">
        <w:rPr>
          <w:rStyle w:val="af7"/>
          <w:sz w:val="18"/>
          <w:szCs w:val="18"/>
          <w:vertAlign w:val="baseline"/>
        </w:rPr>
        <w:t>чистым» видам экономической деятельности</w:t>
      </w:r>
    </w:p>
    <w:p w14:paraId="57C2B557" w14:textId="77777777" w:rsidR="008861CE" w:rsidRDefault="008861CE">
      <w:pPr>
        <w:jc w:val="left"/>
        <w:rPr>
          <w:b/>
          <w:bCs/>
          <w:sz w:val="20"/>
        </w:rPr>
      </w:pPr>
      <w:bookmarkStart w:id="23" w:name="_Hlk173412819"/>
      <w:bookmarkEnd w:id="17"/>
      <w:r>
        <w:rPr>
          <w:bCs/>
          <w:sz w:val="20"/>
        </w:rPr>
        <w:br w:type="page"/>
      </w:r>
    </w:p>
    <w:p w14:paraId="60447D66" w14:textId="6D405325" w:rsidR="009152DB" w:rsidRPr="007E1B0A" w:rsidRDefault="009152DB" w:rsidP="00284BFB">
      <w:pPr>
        <w:pStyle w:val="2"/>
        <w:spacing w:before="360" w:after="360"/>
        <w:rPr>
          <w:b w:val="0"/>
          <w:sz w:val="18"/>
          <w:szCs w:val="24"/>
        </w:rPr>
      </w:pPr>
      <w:bookmarkStart w:id="24" w:name="_Toc178757138"/>
      <w:r w:rsidRPr="007E1B0A">
        <w:rPr>
          <w:bCs/>
          <w:sz w:val="20"/>
        </w:rPr>
        <w:lastRenderedPageBreak/>
        <w:t>СЕЛЬСКОЕ ХОЗЯЙСТВО</w:t>
      </w:r>
      <w:bookmarkEnd w:id="24"/>
    </w:p>
    <w:p w14:paraId="54DE2AB0" w14:textId="19D7F56C" w:rsidR="009A15D9" w:rsidRPr="0010504C" w:rsidRDefault="009152DB" w:rsidP="00A409A4">
      <w:pPr>
        <w:pStyle w:val="3"/>
        <w:ind w:right="0" w:firstLine="709"/>
        <w:jc w:val="both"/>
        <w:rPr>
          <w:b w:val="0"/>
        </w:rPr>
      </w:pPr>
      <w:bookmarkStart w:id="25" w:name="_Toc178757139"/>
      <w:r w:rsidRPr="003C1A0F">
        <w:rPr>
          <w:bCs/>
        </w:rPr>
        <w:t>Производство продукции сельского хозяйства</w:t>
      </w:r>
      <w:r w:rsidRPr="003C1A0F">
        <w:t>.</w:t>
      </w:r>
      <w:r w:rsidRPr="00B63772">
        <w:rPr>
          <w:b w:val="0"/>
        </w:rPr>
        <w:t xml:space="preserve"> </w:t>
      </w:r>
      <w:r w:rsidR="00E668A1" w:rsidRPr="00E668A1">
        <w:rPr>
          <w:b w:val="0"/>
        </w:rPr>
        <w:t xml:space="preserve">Объем продукции сельского хозяйства </w:t>
      </w:r>
      <w:r w:rsidR="00E668A1" w:rsidRPr="00476A5A">
        <w:rPr>
          <w:b w:val="0"/>
        </w:rPr>
        <w:t xml:space="preserve">всех сельхозпроизводителей </w:t>
      </w:r>
      <w:r w:rsidR="00E668A1" w:rsidRPr="0010504C">
        <w:rPr>
          <w:b w:val="0"/>
        </w:rPr>
        <w:t xml:space="preserve">в </w:t>
      </w:r>
      <w:r w:rsidR="009E66A8" w:rsidRPr="0010504C">
        <w:rPr>
          <w:b w:val="0"/>
        </w:rPr>
        <w:t>январе-</w:t>
      </w:r>
      <w:r w:rsidR="00DA5619">
        <w:rPr>
          <w:b w:val="0"/>
        </w:rPr>
        <w:t>августе</w:t>
      </w:r>
      <w:r w:rsidR="00E668A1" w:rsidRPr="0010504C">
        <w:rPr>
          <w:b w:val="0"/>
        </w:rPr>
        <w:t xml:space="preserve"> 2024 года составил, по расчетам, </w:t>
      </w:r>
      <w:r w:rsidR="009A15D9" w:rsidRPr="0010504C">
        <w:rPr>
          <w:b w:val="0"/>
        </w:rPr>
        <w:br/>
      </w:r>
      <w:r w:rsidR="00E668A1" w:rsidRPr="0010504C">
        <w:rPr>
          <w:b w:val="0"/>
        </w:rPr>
        <w:t xml:space="preserve">в фактических ценах </w:t>
      </w:r>
      <w:r w:rsidR="008A02BB">
        <w:rPr>
          <w:b w:val="0"/>
          <w:bCs/>
        </w:rPr>
        <w:t xml:space="preserve">37107,5 </w:t>
      </w:r>
      <w:r w:rsidR="00FD1FD8" w:rsidRPr="0010504C">
        <w:rPr>
          <w:b w:val="0"/>
          <w:szCs w:val="24"/>
        </w:rPr>
        <w:t xml:space="preserve">млн рублей и </w:t>
      </w:r>
      <w:r w:rsidR="00FD1FD8" w:rsidRPr="0010504C">
        <w:rPr>
          <w:b w:val="0"/>
        </w:rPr>
        <w:t>снизился</w:t>
      </w:r>
      <w:r w:rsidR="00FD1FD8" w:rsidRPr="0010504C">
        <w:rPr>
          <w:b w:val="0"/>
          <w:szCs w:val="24"/>
        </w:rPr>
        <w:t xml:space="preserve"> в сопоставимой оценке </w:t>
      </w:r>
      <w:r w:rsidR="009A15D9" w:rsidRPr="0010504C">
        <w:rPr>
          <w:b w:val="0"/>
          <w:szCs w:val="24"/>
        </w:rPr>
        <w:br/>
      </w:r>
      <w:r w:rsidR="00FD1FD8" w:rsidRPr="0010504C">
        <w:rPr>
          <w:b w:val="0"/>
          <w:szCs w:val="24"/>
        </w:rPr>
        <w:t xml:space="preserve">по сравнению с соответствующим периодом предыдущего года на </w:t>
      </w:r>
      <w:r w:rsidR="008A02BB">
        <w:rPr>
          <w:b w:val="0"/>
        </w:rPr>
        <w:t>0,5</w:t>
      </w:r>
      <w:r w:rsidR="009022C0" w:rsidRPr="0010504C">
        <w:rPr>
          <w:b w:val="0"/>
        </w:rPr>
        <w:t>%</w:t>
      </w:r>
      <w:r w:rsidRPr="0010504C">
        <w:rPr>
          <w:b w:val="0"/>
        </w:rPr>
        <w:t>.</w:t>
      </w:r>
      <w:bookmarkEnd w:id="25"/>
    </w:p>
    <w:p w14:paraId="0D0684E6" w14:textId="7A9CCC02" w:rsidR="009152DB" w:rsidRPr="0022283C" w:rsidRDefault="009152DB" w:rsidP="00BA198F">
      <w:pPr>
        <w:pStyle w:val="3"/>
        <w:spacing w:before="240" w:after="240"/>
        <w:ind w:right="0"/>
      </w:pPr>
      <w:bookmarkStart w:id="26" w:name="_Toc178757140"/>
      <w:r w:rsidRPr="0022283C">
        <w:t>Динамика производства продукции сельского хозяйства</w:t>
      </w:r>
      <w:r w:rsidRPr="0022283C">
        <w:br/>
        <w:t>в хозяйствах всех категорий</w:t>
      </w:r>
      <w:bookmarkEnd w:id="26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FD1FD8" w:rsidRPr="006441ED" w14:paraId="09671A50" w14:textId="77777777" w:rsidTr="00FD1FD8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4E251C2F" w14:textId="77777777" w:rsidR="00FD1FD8" w:rsidRPr="00AE34ED" w:rsidRDefault="00FD1FD8" w:rsidP="00FD1FD8">
            <w:pPr>
              <w:jc w:val="center"/>
              <w:rPr>
                <w:b/>
                <w:sz w:val="20"/>
              </w:rPr>
            </w:pPr>
            <w:bookmarkStart w:id="27" w:name="_Toc134172252"/>
          </w:p>
        </w:tc>
        <w:tc>
          <w:tcPr>
            <w:tcW w:w="4536" w:type="dxa"/>
            <w:gridSpan w:val="2"/>
            <w:vAlign w:val="center"/>
          </w:tcPr>
          <w:p w14:paraId="00B70C7F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proofErr w:type="gramStart"/>
            <w:r w:rsidRPr="006441ED">
              <w:rPr>
                <w:b/>
                <w:sz w:val="20"/>
              </w:rPr>
              <w:t>В  %</w:t>
            </w:r>
            <w:proofErr w:type="gramEnd"/>
            <w:r w:rsidRPr="006441ED">
              <w:rPr>
                <w:b/>
                <w:sz w:val="20"/>
              </w:rPr>
              <w:t xml:space="preserve">  к</w:t>
            </w:r>
          </w:p>
        </w:tc>
      </w:tr>
      <w:tr w:rsidR="00FD1FD8" w:rsidRPr="006441ED" w14:paraId="4FF6F84F" w14:textId="77777777" w:rsidTr="00FD1FD8">
        <w:trPr>
          <w:trHeight w:val="397"/>
          <w:jc w:val="center"/>
        </w:trPr>
        <w:tc>
          <w:tcPr>
            <w:tcW w:w="4535" w:type="dxa"/>
            <w:vMerge/>
            <w:vAlign w:val="center"/>
          </w:tcPr>
          <w:p w14:paraId="53692F0D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53EEFB6" w14:textId="77777777" w:rsidR="00FD1FD8" w:rsidRPr="006441ED" w:rsidRDefault="00FD1FD8" w:rsidP="00FD1FD8">
            <w:pPr>
              <w:ind w:left="-57" w:right="-57"/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5A7EDD27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предыдущему периоду</w:t>
            </w:r>
          </w:p>
        </w:tc>
      </w:tr>
      <w:tr w:rsidR="00FD1FD8" w:rsidRPr="006441ED" w14:paraId="44A73761" w14:textId="77777777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D20E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2023</w:t>
            </w:r>
          </w:p>
        </w:tc>
      </w:tr>
      <w:tr w:rsidR="00FD1FD8" w:rsidRPr="006441ED" w14:paraId="580225E1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46B57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6C00B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53A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62,6</w:t>
            </w:r>
          </w:p>
        </w:tc>
      </w:tr>
      <w:tr w:rsidR="00FD1FD8" w:rsidRPr="006441ED" w14:paraId="0D2AA070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1156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9FFF6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D5389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120,6</w:t>
            </w:r>
          </w:p>
        </w:tc>
      </w:tr>
      <w:tr w:rsidR="00FD1FD8" w:rsidRPr="006441ED" w14:paraId="3A50216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9B138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08498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B6720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194,4</w:t>
            </w:r>
          </w:p>
        </w:tc>
      </w:tr>
      <w:tr w:rsidR="00FD1FD8" w:rsidRPr="006441ED" w14:paraId="3EAFC23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19AD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BD099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53C1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20,1</w:t>
            </w:r>
          </w:p>
        </w:tc>
      </w:tr>
      <w:tr w:rsidR="00FD1FD8" w:rsidRPr="006441ED" w14:paraId="4CAE458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A806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F6C5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CE8DD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70,9</w:t>
            </w:r>
          </w:p>
        </w:tc>
      </w:tr>
      <w:tr w:rsidR="00FD1FD8" w:rsidRPr="006441ED" w14:paraId="47A01B6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DD3FC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A4E21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0AD3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108,6</w:t>
            </w:r>
          </w:p>
        </w:tc>
      </w:tr>
      <w:tr w:rsidR="00FD1FD8" w:rsidRPr="006441ED" w14:paraId="2C3E833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82688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B0068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56D2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148,8</w:t>
            </w:r>
          </w:p>
        </w:tc>
      </w:tr>
      <w:tr w:rsidR="00FD1FD8" w:rsidRPr="006441ED" w14:paraId="23F76D0B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DA9E7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BEE97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F172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135,2</w:t>
            </w:r>
          </w:p>
        </w:tc>
      </w:tr>
      <w:tr w:rsidR="00FD1FD8" w:rsidRPr="006441ED" w14:paraId="0F741EDD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1589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A211B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D7B5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FD1FD8" w:rsidRPr="006441ED" w14:paraId="1D7B481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0AB2C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39B3E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74E80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71,2</w:t>
            </w:r>
          </w:p>
        </w:tc>
      </w:tr>
      <w:tr w:rsidR="00FD1FD8" w:rsidRPr="006441ED" w14:paraId="42C7782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47B1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000A8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5FF14" w14:textId="77777777" w:rsidR="00FD1FD8" w:rsidRPr="006441ED" w:rsidRDefault="00FD1FD8" w:rsidP="00FD1FD8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9,8р.</w:t>
            </w:r>
          </w:p>
        </w:tc>
      </w:tr>
      <w:tr w:rsidR="008A02BB" w:rsidRPr="006441ED" w14:paraId="58D0069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99551" w14:textId="32341B46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9A2015">
              <w:rPr>
                <w:b/>
                <w:sz w:val="20"/>
              </w:rPr>
              <w:t>Январь-август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22229" w14:textId="14070C92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9A2015">
              <w:rPr>
                <w:b/>
                <w:sz w:val="20"/>
              </w:rPr>
              <w:t>100,5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561A7" w14:textId="6D7A0318" w:rsidR="008A02BB" w:rsidRPr="006441ED" w:rsidRDefault="008A02BB" w:rsidP="00A73BCF">
            <w:pPr>
              <w:ind w:right="794"/>
              <w:jc w:val="right"/>
              <w:rPr>
                <w:b/>
                <w:sz w:val="20"/>
              </w:rPr>
            </w:pPr>
            <w:r w:rsidRPr="009A2015">
              <w:rPr>
                <w:b/>
                <w:sz w:val="20"/>
              </w:rPr>
              <w:t>х</w:t>
            </w:r>
          </w:p>
        </w:tc>
      </w:tr>
      <w:tr w:rsidR="008A02BB" w:rsidRPr="006441ED" w14:paraId="21B2E730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9055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600DE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C2561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6,6</w:t>
            </w:r>
          </w:p>
        </w:tc>
      </w:tr>
      <w:tr w:rsidR="008A02BB" w:rsidRPr="006441ED" w14:paraId="1D5E061F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BD3F5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F4EB2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AE3B2" w14:textId="77777777" w:rsidR="008A02BB" w:rsidRPr="006441ED" w:rsidRDefault="008A02BB" w:rsidP="008A02BB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3,6р.</w:t>
            </w:r>
          </w:p>
        </w:tc>
      </w:tr>
      <w:tr w:rsidR="008A02BB" w:rsidRPr="006441ED" w14:paraId="6DEFEB8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DA0AA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96595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AFE70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8A02BB" w:rsidRPr="006441ED" w14:paraId="49CDF07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B4F8B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55A6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D8616" w14:textId="77777777" w:rsidR="008A02BB" w:rsidRPr="006441ED" w:rsidRDefault="008A02BB" w:rsidP="008A02BB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10,4р.</w:t>
            </w:r>
          </w:p>
        </w:tc>
      </w:tr>
      <w:tr w:rsidR="008A02BB" w:rsidRPr="006441ED" w14:paraId="72BD317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E72A5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12258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119,6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F744C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47,0</w:t>
            </w:r>
          </w:p>
        </w:tc>
      </w:tr>
      <w:tr w:rsidR="008A02BB" w:rsidRPr="006441ED" w14:paraId="79788A3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9D37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C3D4C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838D0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75,2</w:t>
            </w:r>
          </w:p>
        </w:tc>
      </w:tr>
      <w:tr w:rsidR="008A02BB" w:rsidRPr="006441ED" w14:paraId="2ABF10C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B085E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IV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CD464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CDCCB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107,8</w:t>
            </w:r>
          </w:p>
        </w:tc>
      </w:tr>
      <w:tr w:rsidR="008A02BB" w:rsidRPr="006441ED" w14:paraId="29F18869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11CE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0D89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72ACB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8A02BB" w:rsidRPr="006441ED" w14:paraId="69824C71" w14:textId="77777777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F5BE" w14:textId="77777777" w:rsidR="008A02BB" w:rsidRPr="006441ED" w:rsidRDefault="008A02BB" w:rsidP="008A02BB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2024</w:t>
            </w:r>
          </w:p>
        </w:tc>
      </w:tr>
      <w:tr w:rsidR="008A02BB" w:rsidRPr="006441ED" w14:paraId="45656798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B83C3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A9B38" w14:textId="069B9139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82D7" w14:textId="519EA257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179,6</w:t>
            </w:r>
          </w:p>
        </w:tc>
      </w:tr>
      <w:tr w:rsidR="008A02BB" w:rsidRPr="006441ED" w14:paraId="3EAC1C81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04DD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B7989" w14:textId="5F0D912D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26227" w14:textId="3044DF4A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120,9</w:t>
            </w:r>
          </w:p>
        </w:tc>
      </w:tr>
      <w:tr w:rsidR="008A02BB" w:rsidRPr="006441ED" w14:paraId="6480AA4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E4C63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75C3" w14:textId="1E6D862F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3A729" w14:textId="1E565662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177,1</w:t>
            </w:r>
          </w:p>
        </w:tc>
      </w:tr>
      <w:tr w:rsidR="008A02BB" w:rsidRPr="006441ED" w14:paraId="558F68C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08210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A82B9" w14:textId="3E3E6AF7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59DB2" w14:textId="698E1586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18,9</w:t>
            </w:r>
          </w:p>
        </w:tc>
      </w:tr>
      <w:tr w:rsidR="008A02BB" w:rsidRPr="006441ED" w14:paraId="23126C3F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FC65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99CAF" w14:textId="4CDC1792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CD84A" w14:textId="1E6D5C30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80,5</w:t>
            </w:r>
          </w:p>
        </w:tc>
      </w:tr>
      <w:tr w:rsidR="008A02BB" w:rsidRPr="006441ED" w14:paraId="2DA5C727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F6CCE" w14:textId="77777777" w:rsidR="008A02BB" w:rsidRPr="006B6C43" w:rsidRDefault="008A02BB" w:rsidP="008A02BB">
            <w:pPr>
              <w:jc w:val="left"/>
              <w:rPr>
                <w:b/>
                <w:sz w:val="20"/>
              </w:rPr>
            </w:pPr>
            <w:r w:rsidRPr="006B6C43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DCBFC" w14:textId="2B07E74D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788BD" w14:textId="06CD3205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108,9</w:t>
            </w:r>
          </w:p>
        </w:tc>
      </w:tr>
      <w:tr w:rsidR="008A02BB" w:rsidRPr="00AE34ED" w14:paraId="574710D7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5ECD2" w14:textId="1DFFD3BA" w:rsidR="008A02BB" w:rsidRPr="006B6C43" w:rsidRDefault="008A02BB" w:rsidP="008A02BB">
            <w:pPr>
              <w:jc w:val="left"/>
              <w:rPr>
                <w:b/>
                <w:sz w:val="20"/>
              </w:rPr>
            </w:pPr>
            <w:r w:rsidRPr="000D3899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B2355" w14:textId="0E83B568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75510" w14:textId="570077D5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114,8</w:t>
            </w:r>
          </w:p>
        </w:tc>
      </w:tr>
      <w:tr w:rsidR="008A02BB" w:rsidRPr="00AE34ED" w14:paraId="6F6CE5E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AE4E0" w14:textId="7A6A40B6" w:rsidR="008A02BB" w:rsidRPr="006B6C43" w:rsidRDefault="008A02BB" w:rsidP="008A02BB">
            <w:pPr>
              <w:jc w:val="left"/>
              <w:rPr>
                <w:b/>
                <w:sz w:val="20"/>
              </w:rPr>
            </w:pPr>
            <w:r w:rsidRPr="000D3899">
              <w:rPr>
                <w:b/>
                <w:sz w:val="20"/>
              </w:rPr>
              <w:t>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B5D7C" w14:textId="130B10C6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3E67" w14:textId="52653717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132,3</w:t>
            </w:r>
          </w:p>
        </w:tc>
      </w:tr>
      <w:tr w:rsidR="008A02BB" w:rsidRPr="00AE34ED" w14:paraId="67284C83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94D0F" w14:textId="59418485" w:rsidR="008A02BB" w:rsidRPr="006B6C43" w:rsidRDefault="008A02BB" w:rsidP="008A02BB">
            <w:pPr>
              <w:jc w:val="left"/>
              <w:rPr>
                <w:b/>
                <w:sz w:val="20"/>
              </w:rPr>
            </w:pPr>
            <w:r w:rsidRPr="000D3899">
              <w:rPr>
                <w:b/>
                <w:sz w:val="20"/>
              </w:rPr>
              <w:t>I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E29D1" w14:textId="507A8DE7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95,2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70A06" w14:textId="65CE03DA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0D3899">
              <w:rPr>
                <w:b/>
                <w:sz w:val="20"/>
              </w:rPr>
              <w:t>х</w:t>
            </w:r>
          </w:p>
        </w:tc>
      </w:tr>
      <w:tr w:rsidR="008A02BB" w:rsidRPr="00AE34ED" w14:paraId="74173F6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8EEA9" w14:textId="308B0173" w:rsidR="008A02BB" w:rsidRPr="000D3899" w:rsidRDefault="008A02BB" w:rsidP="008A02BB">
            <w:pPr>
              <w:jc w:val="left"/>
              <w:rPr>
                <w:b/>
                <w:sz w:val="20"/>
              </w:rPr>
            </w:pPr>
            <w:r w:rsidRPr="000D3899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86E30" w14:textId="02E7B8F1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7E208" w14:textId="5DF8FED2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116,9</w:t>
            </w:r>
          </w:p>
        </w:tc>
      </w:tr>
      <w:tr w:rsidR="008A02BB" w:rsidRPr="00AE34ED" w14:paraId="394890A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F993B" w14:textId="0D37373E" w:rsidR="008A02BB" w:rsidRPr="000D3899" w:rsidRDefault="008A02BB" w:rsidP="008A02BB">
            <w:pPr>
              <w:jc w:val="left"/>
              <w:rPr>
                <w:b/>
                <w:sz w:val="20"/>
              </w:rPr>
            </w:pPr>
            <w:r w:rsidRPr="009A2015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62BAC" w14:textId="345495A8" w:rsidR="008A02BB" w:rsidRPr="00DA5619" w:rsidRDefault="008A02BB" w:rsidP="008A02BB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64B02" w14:textId="2BFE1FEE" w:rsidR="008A02BB" w:rsidRPr="00DA5619" w:rsidRDefault="008A02BB" w:rsidP="00A73BCF">
            <w:pPr>
              <w:ind w:right="62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в 15,3р.</w:t>
            </w:r>
          </w:p>
        </w:tc>
      </w:tr>
      <w:tr w:rsidR="00A73BCF" w:rsidRPr="00AE34ED" w14:paraId="0AD022BD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FA378" w14:textId="5AE7BB28" w:rsidR="00A73BCF" w:rsidRPr="009A2015" w:rsidRDefault="00A73BCF" w:rsidP="00A73BCF">
            <w:pPr>
              <w:jc w:val="left"/>
              <w:rPr>
                <w:b/>
                <w:sz w:val="20"/>
              </w:rPr>
            </w:pPr>
            <w:r w:rsidRPr="009A2015">
              <w:rPr>
                <w:b/>
                <w:sz w:val="20"/>
              </w:rPr>
              <w:t>Январь-август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F3DE3" w14:textId="0703D802" w:rsidR="00A73BCF" w:rsidRDefault="00A73BCF" w:rsidP="00A73BCF">
            <w:pPr>
              <w:ind w:right="79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FAB7" w14:textId="39827C79" w:rsidR="00A73BCF" w:rsidRDefault="00A73BCF" w:rsidP="00A73BCF">
            <w:pPr>
              <w:ind w:right="794"/>
              <w:jc w:val="right"/>
              <w:rPr>
                <w:b/>
                <w:sz w:val="20"/>
              </w:rPr>
            </w:pPr>
            <w:r w:rsidRPr="000D3899">
              <w:rPr>
                <w:b/>
                <w:sz w:val="20"/>
              </w:rPr>
              <w:t>х</w:t>
            </w:r>
          </w:p>
        </w:tc>
      </w:tr>
    </w:tbl>
    <w:p w14:paraId="2E988835" w14:textId="77777777" w:rsidR="00A73BCF" w:rsidRDefault="00A73BCF">
      <w:r>
        <w:br w:type="page"/>
      </w:r>
    </w:p>
    <w:p w14:paraId="4D435163" w14:textId="6C6205E4" w:rsidR="00A73BCF" w:rsidRDefault="00374A3E" w:rsidP="00A73BCF">
      <w:pPr>
        <w:pStyle w:val="3"/>
        <w:spacing w:before="360" w:after="240"/>
        <w:ind w:right="0" w:firstLine="709"/>
        <w:jc w:val="both"/>
        <w:rPr>
          <w:b w:val="0"/>
          <w:bCs/>
        </w:rPr>
      </w:pPr>
      <w:bookmarkStart w:id="28" w:name="_Toc178757141"/>
      <w:r w:rsidRPr="00E64FF7">
        <w:lastRenderedPageBreak/>
        <w:t>Растениеводство.</w:t>
      </w:r>
      <w:r w:rsidRPr="00D450C9">
        <w:t xml:space="preserve"> </w:t>
      </w:r>
      <w:bookmarkEnd w:id="27"/>
      <w:r w:rsidR="008A02BB" w:rsidRPr="00E07621">
        <w:rPr>
          <w:b w:val="0"/>
          <w:bCs/>
        </w:rPr>
        <w:t>К 1 сентября 202</w:t>
      </w:r>
      <w:r w:rsidR="008A02BB">
        <w:rPr>
          <w:b w:val="0"/>
          <w:bCs/>
        </w:rPr>
        <w:t>4</w:t>
      </w:r>
      <w:r w:rsidR="008A02BB" w:rsidRPr="00E07621">
        <w:rPr>
          <w:b w:val="0"/>
          <w:bCs/>
        </w:rPr>
        <w:t xml:space="preserve"> года валовой сбор основных сельскохозяйственных культур, по расчетам, составил:</w:t>
      </w:r>
      <w:bookmarkEnd w:id="28"/>
      <w:r w:rsidR="00A73BCF" w:rsidRPr="00A73BCF">
        <w:rPr>
          <w:b w:val="0"/>
          <w:bCs/>
        </w:rPr>
        <w:t xml:space="preserve"> </w:t>
      </w:r>
    </w:p>
    <w:p w14:paraId="137A35F7" w14:textId="77777777" w:rsidR="00A73BCF" w:rsidRPr="00E53A00" w:rsidRDefault="00A73BCF" w:rsidP="00A73BCF">
      <w:pPr>
        <w:spacing w:after="60"/>
        <w:jc w:val="right"/>
        <w:rPr>
          <w:b/>
          <w:sz w:val="20"/>
        </w:rPr>
      </w:pPr>
      <w:r w:rsidRPr="00E53A00">
        <w:rPr>
          <w:b/>
          <w:sz w:val="20"/>
        </w:rPr>
        <w:t>центнеров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370"/>
        <w:gridCol w:w="1370"/>
        <w:gridCol w:w="1370"/>
      </w:tblGrid>
      <w:tr w:rsidR="008A02BB" w:rsidRPr="004E28DA" w14:paraId="76C1B6D5" w14:textId="77777777" w:rsidTr="008A02BB">
        <w:trPr>
          <w:trHeight w:val="187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F36E" w14:textId="02AD0A02"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C017" w14:textId="77777777"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Январь-август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1961" w14:textId="05C5B908" w:rsidR="008A02BB" w:rsidRPr="00C9727C" w:rsidRDefault="008A02BB" w:rsidP="008A02BB">
            <w:pPr>
              <w:jc w:val="center"/>
              <w:rPr>
                <w:b/>
                <w:bCs/>
                <w:sz w:val="20"/>
                <w:lang w:val="en-US"/>
              </w:rPr>
            </w:pPr>
            <w:proofErr w:type="gramStart"/>
            <w:r w:rsidRPr="004E28DA">
              <w:rPr>
                <w:b/>
                <w:bCs/>
                <w:sz w:val="20"/>
              </w:rPr>
              <w:t>В  %</w:t>
            </w:r>
            <w:proofErr w:type="gramEnd"/>
            <w:r w:rsidRPr="004E28DA">
              <w:rPr>
                <w:b/>
                <w:bCs/>
                <w:sz w:val="20"/>
              </w:rPr>
              <w:t xml:space="preserve">  к</w:t>
            </w:r>
            <w:r w:rsidRPr="004E28DA">
              <w:rPr>
                <w:b/>
                <w:bCs/>
                <w:sz w:val="20"/>
              </w:rPr>
              <w:br/>
              <w:t>январю-августу</w:t>
            </w:r>
            <w:r w:rsidRPr="004E28DA">
              <w:rPr>
                <w:b/>
                <w:bCs/>
                <w:sz w:val="20"/>
              </w:rPr>
              <w:br/>
              <w:t>202</w:t>
            </w:r>
            <w:r w:rsidR="00C9727C"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9526" w14:textId="77777777" w:rsidR="008A02BB" w:rsidRPr="004E28DA" w:rsidRDefault="008A02BB" w:rsidP="008A02BB">
            <w:pPr>
              <w:ind w:left="-57" w:right="-57"/>
              <w:jc w:val="center"/>
              <w:rPr>
                <w:b/>
                <w:bCs/>
                <w:sz w:val="20"/>
              </w:rPr>
            </w:pPr>
            <w:proofErr w:type="spellStart"/>
            <w:r w:rsidRPr="004E28DA">
              <w:rPr>
                <w:b/>
                <w:bCs/>
                <w:sz w:val="20"/>
              </w:rPr>
              <w:t>Справочно</w:t>
            </w:r>
            <w:proofErr w:type="spellEnd"/>
            <w:r w:rsidRPr="004E28DA">
              <w:rPr>
                <w:b/>
                <w:bCs/>
                <w:sz w:val="20"/>
              </w:rPr>
              <w:t>:</w:t>
            </w:r>
            <w:r w:rsidRPr="004E28DA">
              <w:rPr>
                <w:b/>
                <w:bCs/>
                <w:sz w:val="20"/>
              </w:rPr>
              <w:br/>
              <w:t>январь-август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  <w:r w:rsidRPr="004E28DA">
              <w:rPr>
                <w:b/>
                <w:bCs/>
                <w:sz w:val="20"/>
              </w:rPr>
              <w:br/>
            </w:r>
            <w:proofErr w:type="gramStart"/>
            <w:r w:rsidRPr="004E28DA">
              <w:rPr>
                <w:b/>
                <w:bCs/>
                <w:sz w:val="20"/>
              </w:rPr>
              <w:t>в  %</w:t>
            </w:r>
            <w:proofErr w:type="gramEnd"/>
            <w:r w:rsidRPr="004E28DA">
              <w:rPr>
                <w:b/>
                <w:bCs/>
                <w:sz w:val="20"/>
              </w:rPr>
              <w:t xml:space="preserve">  к</w:t>
            </w:r>
            <w:r w:rsidRPr="004E28DA">
              <w:rPr>
                <w:b/>
                <w:bCs/>
                <w:sz w:val="20"/>
              </w:rPr>
              <w:br/>
              <w:t>январю-августу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2</w:t>
            </w:r>
          </w:p>
        </w:tc>
      </w:tr>
      <w:tr w:rsidR="008A02BB" w:rsidRPr="004E28DA" w14:paraId="2DE10C80" w14:textId="77777777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F61B" w14:textId="77777777" w:rsidR="008A02BB" w:rsidRPr="004E28DA" w:rsidRDefault="008A02BB" w:rsidP="008A02BB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bCs/>
                <w:sz w:val="20"/>
              </w:rPr>
              <w:t>в первоначально-оприходованном весе</w:t>
            </w:r>
          </w:p>
        </w:tc>
      </w:tr>
      <w:tr w:rsidR="008A02BB" w:rsidRPr="004E28DA" w14:paraId="79A9C9BB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682A" w14:textId="77777777" w:rsidR="008A02BB" w:rsidRPr="004E28DA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DD42F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332667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1E4C1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1A1D2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109,2</w:t>
            </w:r>
          </w:p>
        </w:tc>
      </w:tr>
      <w:tr w:rsidR="008A02BB" w:rsidRPr="004E28DA" w14:paraId="0A6339FF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CFFFA" w14:textId="77777777" w:rsidR="008A02BB" w:rsidRPr="00EB431F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4C2CE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67551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24064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182,2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D07DB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100,1</w:t>
            </w:r>
          </w:p>
        </w:tc>
      </w:tr>
      <w:tr w:rsidR="008A02BB" w:rsidRPr="004E28DA" w14:paraId="7E316BB5" w14:textId="77777777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B285" w14:textId="77777777" w:rsidR="008A02BB" w:rsidRPr="004E28DA" w:rsidRDefault="008A02BB" w:rsidP="008A02BB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sz w:val="20"/>
              </w:rPr>
              <w:t>в весе после доработки</w:t>
            </w:r>
          </w:p>
        </w:tc>
      </w:tr>
      <w:tr w:rsidR="008A02BB" w:rsidRPr="004E28DA" w14:paraId="6DCD8A14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0553" w14:textId="77777777" w:rsidR="008A02BB" w:rsidRPr="004E28DA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F23AF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226463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C4F1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115,7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83F9E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108,4</w:t>
            </w:r>
          </w:p>
        </w:tc>
      </w:tr>
      <w:tr w:rsidR="008A02BB" w:rsidRPr="004E28DA" w14:paraId="47CB4B21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720DF" w14:textId="77777777" w:rsidR="008A02BB" w:rsidRPr="00EB431F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4CB60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67393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AFCD6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182,7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296AC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100,3</w:t>
            </w:r>
          </w:p>
        </w:tc>
      </w:tr>
      <w:tr w:rsidR="008A02BB" w:rsidRPr="004E28DA" w14:paraId="011DDD88" w14:textId="77777777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1A90" w14:textId="77777777" w:rsidR="008A02BB" w:rsidRPr="004E28DA" w:rsidRDefault="008A02BB" w:rsidP="008A02BB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Картофель</w:t>
            </w:r>
          </w:p>
        </w:tc>
      </w:tr>
      <w:tr w:rsidR="008A02BB" w:rsidRPr="004E28DA" w14:paraId="0883AA8D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6E5D" w14:textId="77777777" w:rsidR="008A02BB" w:rsidRPr="004E28DA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EDC53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1822434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728CE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539B4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101,2</w:t>
            </w:r>
          </w:p>
        </w:tc>
      </w:tr>
      <w:tr w:rsidR="008A02BB" w:rsidRPr="004E28DA" w14:paraId="713A1AC6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295E0" w14:textId="77777777" w:rsidR="008A02BB" w:rsidRPr="00EB431F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C841F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194121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799F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131,9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792DF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95,7</w:t>
            </w:r>
          </w:p>
        </w:tc>
      </w:tr>
      <w:tr w:rsidR="008A02BB" w:rsidRPr="004E28DA" w14:paraId="7E4FEE19" w14:textId="77777777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0CBF" w14:textId="77777777" w:rsidR="008A02BB" w:rsidRPr="004E28DA" w:rsidRDefault="008A02BB" w:rsidP="008A02BB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8A02BB" w:rsidRPr="004E28DA" w14:paraId="007E590C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38CE" w14:textId="77777777" w:rsidR="008A02BB" w:rsidRPr="004E28DA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1D44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10517440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78CA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DB57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108,8</w:t>
            </w:r>
          </w:p>
        </w:tc>
      </w:tr>
      <w:tr w:rsidR="008A02BB" w:rsidRPr="004E28DA" w14:paraId="29C18584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ADCEE" w14:textId="77777777" w:rsidR="008A02BB" w:rsidRPr="00EB431F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A5973" w14:textId="77777777" w:rsidR="008A02BB" w:rsidRPr="004E28DA" w:rsidRDefault="008A02BB" w:rsidP="008A02B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1837736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65E96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7A5D3" w14:textId="77777777" w:rsidR="008A02BB" w:rsidRPr="004E28DA" w:rsidRDefault="008A02BB" w:rsidP="008A02BB">
            <w:pPr>
              <w:ind w:right="340"/>
              <w:jc w:val="righ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142,9</w:t>
            </w:r>
          </w:p>
        </w:tc>
      </w:tr>
    </w:tbl>
    <w:p w14:paraId="0CA54607" w14:textId="2BD5D0B2" w:rsidR="009152DB" w:rsidRDefault="009152DB" w:rsidP="008A02BB">
      <w:pPr>
        <w:pStyle w:val="3"/>
        <w:spacing w:before="360" w:after="240"/>
        <w:ind w:right="0" w:firstLine="709"/>
        <w:jc w:val="both"/>
        <w:rPr>
          <w:b w:val="0"/>
        </w:rPr>
      </w:pPr>
      <w:bookmarkStart w:id="29" w:name="_Toc178757142"/>
      <w:r w:rsidRPr="00632ACC">
        <w:rPr>
          <w:bCs/>
        </w:rPr>
        <w:t>Животноводство</w:t>
      </w:r>
      <w:r w:rsidRPr="00632ACC">
        <w:t>.</w:t>
      </w:r>
      <w:r w:rsidRPr="00240F60">
        <w:rPr>
          <w:b w:val="0"/>
        </w:rPr>
        <w:t xml:space="preserve"> </w:t>
      </w:r>
      <w:r w:rsidRPr="00F17219">
        <w:rPr>
          <w:b w:val="0"/>
          <w:szCs w:val="24"/>
        </w:rPr>
        <w:t xml:space="preserve">На </w:t>
      </w:r>
      <w:r w:rsidRPr="0068011B">
        <w:rPr>
          <w:b w:val="0"/>
          <w:szCs w:val="24"/>
        </w:rPr>
        <w:t xml:space="preserve">конец </w:t>
      </w:r>
      <w:r w:rsidR="00DA5619">
        <w:rPr>
          <w:b w:val="0"/>
          <w:szCs w:val="24"/>
        </w:rPr>
        <w:t>августа</w:t>
      </w:r>
      <w:r w:rsidR="00414991" w:rsidRPr="00A47E56">
        <w:rPr>
          <w:b w:val="0"/>
          <w:szCs w:val="24"/>
        </w:rPr>
        <w:t xml:space="preserve"> 2024</w:t>
      </w:r>
      <w:r w:rsidRPr="00A47E56">
        <w:rPr>
          <w:b w:val="0"/>
          <w:szCs w:val="24"/>
        </w:rPr>
        <w:t xml:space="preserve"> года</w:t>
      </w:r>
      <w:r w:rsidRPr="0068011B">
        <w:rPr>
          <w:b w:val="0"/>
          <w:szCs w:val="24"/>
        </w:rPr>
        <w:t xml:space="preserve"> поголовье скота и птицы, </w:t>
      </w:r>
      <w:r w:rsidR="00414991" w:rsidRPr="0068011B">
        <w:rPr>
          <w:b w:val="0"/>
          <w:szCs w:val="24"/>
        </w:rPr>
        <w:br/>
      </w:r>
      <w:r w:rsidRPr="0068011B">
        <w:rPr>
          <w:b w:val="0"/>
          <w:szCs w:val="24"/>
        </w:rPr>
        <w:t>по расчетам, составило</w:t>
      </w:r>
      <w:r w:rsidRPr="0068011B">
        <w:rPr>
          <w:b w:val="0"/>
        </w:rPr>
        <w:t>:</w:t>
      </w:r>
      <w:bookmarkEnd w:id="29"/>
    </w:p>
    <w:p w14:paraId="3B7C23FB" w14:textId="77777777" w:rsidR="009152DB" w:rsidRPr="00587221" w:rsidRDefault="009152DB" w:rsidP="009152DB">
      <w:pPr>
        <w:spacing w:after="60"/>
        <w:jc w:val="right"/>
        <w:rPr>
          <w:b/>
          <w:sz w:val="20"/>
        </w:rPr>
      </w:pPr>
      <w:r w:rsidRPr="00587221">
        <w:rPr>
          <w:b/>
          <w:sz w:val="20"/>
        </w:rPr>
        <w:t>на конец месяца; голов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1417"/>
        <w:gridCol w:w="1276"/>
        <w:gridCol w:w="1421"/>
      </w:tblGrid>
      <w:tr w:rsidR="00FD1FD8" w:rsidRPr="00A47E56" w14:paraId="4802F5FD" w14:textId="77777777" w:rsidTr="008A02BB">
        <w:trPr>
          <w:trHeight w:val="227"/>
          <w:jc w:val="center"/>
        </w:trPr>
        <w:tc>
          <w:tcPr>
            <w:tcW w:w="4957" w:type="dxa"/>
            <w:vAlign w:val="center"/>
          </w:tcPr>
          <w:p w14:paraId="247D18D2" w14:textId="77777777" w:rsidR="00FD1FD8" w:rsidRPr="00383970" w:rsidRDefault="00FD1FD8" w:rsidP="00FD1FD8">
            <w:pPr>
              <w:jc w:val="center"/>
              <w:rPr>
                <w:b/>
                <w:bCs/>
                <w:sz w:val="20"/>
              </w:rPr>
            </w:pPr>
            <w:bookmarkStart w:id="30" w:name="OLE_LINK1"/>
          </w:p>
        </w:tc>
        <w:tc>
          <w:tcPr>
            <w:tcW w:w="1372" w:type="dxa"/>
            <w:shd w:val="clear" w:color="auto" w:fill="auto"/>
            <w:vAlign w:val="center"/>
          </w:tcPr>
          <w:p w14:paraId="6E2DF273" w14:textId="1526D4AB" w:rsidR="00FD1FD8" w:rsidRPr="00A47E56" w:rsidRDefault="00DA5619" w:rsidP="00FD1F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</w:t>
            </w:r>
            <w:r w:rsidR="00FD1FD8" w:rsidRPr="00A47E56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B0E86" w14:textId="71969F5A" w:rsidR="00FD1FD8" w:rsidRPr="00A47E56" w:rsidRDefault="00FD1FD8" w:rsidP="00FD1FD8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A47E56">
              <w:rPr>
                <w:b/>
                <w:bCs/>
                <w:sz w:val="20"/>
              </w:rPr>
              <w:t>В  %</w:t>
            </w:r>
            <w:proofErr w:type="gramEnd"/>
            <w:r w:rsidRPr="00A47E56">
              <w:rPr>
                <w:b/>
                <w:bCs/>
                <w:sz w:val="20"/>
              </w:rPr>
              <w:t xml:space="preserve">  к </w:t>
            </w:r>
            <w:r w:rsidRPr="00A47E56">
              <w:rPr>
                <w:b/>
                <w:bCs/>
                <w:sz w:val="20"/>
              </w:rPr>
              <w:br/>
            </w:r>
            <w:r w:rsidR="00DA5619">
              <w:rPr>
                <w:b/>
                <w:bCs/>
                <w:sz w:val="20"/>
              </w:rPr>
              <w:t>августу</w:t>
            </w:r>
            <w:r w:rsidRPr="00A47E56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A29287B" w14:textId="7783B56A" w:rsidR="00FD1FD8" w:rsidRPr="00A47E56" w:rsidRDefault="00FD1FD8" w:rsidP="00FD1FD8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r w:rsidRPr="00A47E56">
              <w:rPr>
                <w:b/>
                <w:bCs/>
                <w:sz w:val="20"/>
              </w:rPr>
              <w:t>Справочно</w:t>
            </w:r>
            <w:proofErr w:type="spellEnd"/>
            <w:r w:rsidRPr="00A47E56">
              <w:rPr>
                <w:b/>
                <w:bCs/>
                <w:sz w:val="20"/>
              </w:rPr>
              <w:t>:</w:t>
            </w:r>
            <w:r w:rsidRPr="00A47E56">
              <w:rPr>
                <w:b/>
                <w:bCs/>
                <w:sz w:val="20"/>
              </w:rPr>
              <w:br/>
            </w:r>
            <w:r w:rsidR="00DA5619">
              <w:rPr>
                <w:b/>
                <w:bCs/>
                <w:sz w:val="20"/>
              </w:rPr>
              <w:t>август</w:t>
            </w:r>
            <w:r w:rsidRPr="00A47E56">
              <w:rPr>
                <w:b/>
                <w:bCs/>
                <w:sz w:val="20"/>
              </w:rPr>
              <w:br/>
              <w:t>2023</w:t>
            </w:r>
            <w:r w:rsidRPr="00A47E56">
              <w:rPr>
                <w:b/>
                <w:bCs/>
                <w:sz w:val="20"/>
              </w:rPr>
              <w:br/>
            </w:r>
            <w:proofErr w:type="gramStart"/>
            <w:r w:rsidRPr="00A47E56">
              <w:rPr>
                <w:b/>
                <w:bCs/>
                <w:sz w:val="20"/>
              </w:rPr>
              <w:t>в  %</w:t>
            </w:r>
            <w:proofErr w:type="gramEnd"/>
            <w:r w:rsidRPr="00A47E56">
              <w:rPr>
                <w:b/>
                <w:bCs/>
                <w:sz w:val="20"/>
              </w:rPr>
              <w:t xml:space="preserve">  к</w:t>
            </w:r>
            <w:r w:rsidRPr="00A47E56">
              <w:rPr>
                <w:b/>
                <w:bCs/>
                <w:sz w:val="20"/>
              </w:rPr>
              <w:br/>
            </w:r>
            <w:r w:rsidR="00DA5619">
              <w:rPr>
                <w:b/>
                <w:bCs/>
                <w:sz w:val="20"/>
              </w:rPr>
              <w:t>августу</w:t>
            </w:r>
            <w:r w:rsidRPr="00A47E56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6441ED" w14:paraId="077E056C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4A3B5B1" w14:textId="77777777" w:rsidR="00FD1FD8" w:rsidRPr="006441ED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8A02BB" w:rsidRPr="006441ED" w14:paraId="74225FF2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08A2A39B" w14:textId="77777777" w:rsidR="008A02BB" w:rsidRPr="006441ED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6B1A98" w14:textId="323D8CF5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297795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E81648" w14:textId="2B26EFB5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FAB928E" w14:textId="55F1D3EE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100,0</w:t>
            </w:r>
          </w:p>
        </w:tc>
      </w:tr>
      <w:tr w:rsidR="008A02BB" w:rsidRPr="006441ED" w14:paraId="6D49BA88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65C7CB9C" w14:textId="77777777" w:rsidR="008A02BB" w:rsidRPr="006441ED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6441ED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3CDB13E3" w14:textId="1EA2C9E8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9938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96BABD" w14:textId="3E18442E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103,4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2086C53F" w14:textId="43AFC054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97,5</w:t>
            </w:r>
          </w:p>
        </w:tc>
      </w:tr>
      <w:tr w:rsidR="00A47E56" w:rsidRPr="006441ED" w14:paraId="78C63904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410F0882" w14:textId="40CE6FB1" w:rsidR="00A47E56" w:rsidRPr="00A47E56" w:rsidRDefault="00A47E56" w:rsidP="00A47E56">
            <w:pPr>
              <w:ind w:left="567"/>
              <w:jc w:val="left"/>
              <w:rPr>
                <w:b/>
                <w:bCs/>
                <w:sz w:val="20"/>
              </w:rPr>
            </w:pPr>
            <w:r w:rsidRPr="00EB431F">
              <w:rPr>
                <w:b/>
                <w:bCs/>
                <w:sz w:val="20"/>
              </w:rPr>
              <w:t>в том числе коровы</w:t>
            </w:r>
          </w:p>
        </w:tc>
      </w:tr>
      <w:tr w:rsidR="008A02BB" w:rsidRPr="006441ED" w14:paraId="78E60B5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4EB6DCCC" w14:textId="5ECEC007" w:rsidR="008A02BB" w:rsidRPr="006441ED" w:rsidRDefault="008A02BB" w:rsidP="008A02BB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415207" w14:textId="579D6EFB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156375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F4C12A" w14:textId="0FB07E6F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4A3544E" w14:textId="7194276D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100,0</w:t>
            </w:r>
          </w:p>
        </w:tc>
      </w:tr>
      <w:tr w:rsidR="008A02BB" w:rsidRPr="006441ED" w14:paraId="7AB8B80C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36D9B8B4" w14:textId="3CA9C88D" w:rsidR="008A02BB" w:rsidRPr="00E77012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598FA9CE" w14:textId="725EE5EB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4181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722A8F" w14:textId="5A8EBF48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95,8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1D7B146" w14:textId="7753A54A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102,6</w:t>
            </w:r>
          </w:p>
        </w:tc>
      </w:tr>
      <w:tr w:rsidR="0068011B" w:rsidRPr="006441ED" w14:paraId="60A17A89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B64AF2E" w14:textId="77777777" w:rsidR="0068011B" w:rsidRPr="006441ED" w:rsidRDefault="0068011B" w:rsidP="0068011B">
            <w:pPr>
              <w:ind w:right="459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</w:tr>
      <w:tr w:rsidR="008A02BB" w:rsidRPr="006441ED" w14:paraId="4530A51A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2DE6B94E" w14:textId="7293A84A" w:rsidR="008A02BB" w:rsidRPr="006441ED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5FAF85" w14:textId="08F53260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488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CDD2E0C" w14:textId="5525140E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54,8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C3C6D0F" w14:textId="5187046F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2B632C">
              <w:rPr>
                <w:b/>
                <w:sz w:val="20"/>
              </w:rPr>
              <w:t>63,3</w:t>
            </w:r>
          </w:p>
        </w:tc>
      </w:tr>
      <w:tr w:rsidR="008A02BB" w:rsidRPr="006441ED" w14:paraId="4EA3C5DE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763AA950" w14:textId="7CB3C1D9" w:rsidR="008A02BB" w:rsidRPr="006441ED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437E5E38" w14:textId="06042072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F1636F" w14:textId="05C1822D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7E61B5">
              <w:rPr>
                <w:b/>
                <w:sz w:val="20"/>
              </w:rPr>
              <w:t>166,7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0480720B" w14:textId="343C0BB4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2B632C">
              <w:rPr>
                <w:b/>
                <w:sz w:val="20"/>
              </w:rPr>
              <w:t>150,0</w:t>
            </w:r>
          </w:p>
        </w:tc>
      </w:tr>
      <w:tr w:rsidR="0068011B" w:rsidRPr="006441ED" w14:paraId="78CD9860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BEAC67D" w14:textId="77777777" w:rsidR="0068011B" w:rsidRPr="00A251B2" w:rsidRDefault="0068011B" w:rsidP="0068011B">
            <w:pPr>
              <w:ind w:right="459"/>
              <w:jc w:val="left"/>
              <w:rPr>
                <w:b/>
                <w:bCs/>
                <w:sz w:val="20"/>
              </w:rPr>
            </w:pPr>
            <w:r w:rsidRPr="00A251B2">
              <w:rPr>
                <w:b/>
                <w:sz w:val="20"/>
              </w:rPr>
              <w:t>Овцы и козы</w:t>
            </w:r>
          </w:p>
        </w:tc>
      </w:tr>
      <w:tr w:rsidR="008A02BB" w:rsidRPr="006441ED" w14:paraId="6386CAE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025B9B88" w14:textId="448B38EA" w:rsidR="008A02BB" w:rsidRPr="006441ED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6A5F3D" w14:textId="78E45A2C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425903">
              <w:rPr>
                <w:b/>
                <w:sz w:val="20"/>
              </w:rPr>
              <w:t>1346963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D46ECA" w14:textId="0162267B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425903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6AB451A" w14:textId="7BF65645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6E150A">
              <w:rPr>
                <w:b/>
                <w:sz w:val="20"/>
              </w:rPr>
              <w:t>100,0</w:t>
            </w:r>
          </w:p>
        </w:tc>
      </w:tr>
      <w:tr w:rsidR="008A02BB" w:rsidRPr="006441ED" w14:paraId="3FFB935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45225B81" w14:textId="0D84F8CF" w:rsidR="008A02BB" w:rsidRPr="006441ED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521D3310" w14:textId="43F7AA36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425903">
              <w:rPr>
                <w:b/>
                <w:sz w:val="20"/>
              </w:rPr>
              <w:t>39780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53CC66D" w14:textId="18990B23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425903">
              <w:rPr>
                <w:b/>
                <w:sz w:val="20"/>
              </w:rPr>
              <w:t>122,0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79526BA" w14:textId="1E4C0546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6E150A">
              <w:rPr>
                <w:b/>
                <w:sz w:val="20"/>
              </w:rPr>
              <w:t>80,4</w:t>
            </w:r>
          </w:p>
        </w:tc>
      </w:tr>
      <w:tr w:rsidR="0068011B" w:rsidRPr="006441ED" w14:paraId="575D27EE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14FA441" w14:textId="77777777" w:rsidR="0068011B" w:rsidRPr="006441ED" w:rsidRDefault="0068011B" w:rsidP="0068011B">
            <w:pPr>
              <w:ind w:right="170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8A02BB" w:rsidRPr="006441ED" w14:paraId="5C9816CB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2BD1B8E4" w14:textId="209BB363" w:rsidR="008A02BB" w:rsidRPr="006441ED" w:rsidRDefault="008A02BB" w:rsidP="008A02BB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AEDE18" w14:textId="3E83F7AE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D631C">
              <w:rPr>
                <w:b/>
                <w:sz w:val="20"/>
              </w:rPr>
              <w:t>1534423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8AFB55" w14:textId="08BDEA67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631C">
              <w:rPr>
                <w:b/>
                <w:sz w:val="20"/>
              </w:rPr>
              <w:t>81,2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0D8EA0F" w14:textId="49CDFCD0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6E150A">
              <w:rPr>
                <w:b/>
                <w:sz w:val="20"/>
              </w:rPr>
              <w:t>105,9</w:t>
            </w:r>
          </w:p>
        </w:tc>
      </w:tr>
      <w:tr w:rsidR="008A02BB" w:rsidRPr="00C21276" w14:paraId="288BE221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51AF3F50" w14:textId="417E3788" w:rsidR="008A02BB" w:rsidRPr="006441ED" w:rsidRDefault="008A02BB" w:rsidP="008A02B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4B1CCA89" w14:textId="0C3772C0" w:rsidR="008A02BB" w:rsidRPr="00DA5619" w:rsidRDefault="008A02BB" w:rsidP="008A02B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D631C">
              <w:rPr>
                <w:b/>
                <w:sz w:val="20"/>
              </w:rPr>
              <w:t>1386662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92C7E2" w14:textId="3500030E" w:rsidR="008A02BB" w:rsidRPr="00DA5619" w:rsidRDefault="008A02BB" w:rsidP="008B135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631C">
              <w:rPr>
                <w:b/>
                <w:sz w:val="20"/>
              </w:rPr>
              <w:t>80,9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5C0AE1F9" w14:textId="022B6D23" w:rsidR="008A02BB" w:rsidRPr="00DA5619" w:rsidRDefault="008A02BB" w:rsidP="008A02B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6E150A">
              <w:rPr>
                <w:b/>
                <w:sz w:val="20"/>
              </w:rPr>
              <w:t>111,5</w:t>
            </w:r>
          </w:p>
        </w:tc>
      </w:tr>
      <w:bookmarkEnd w:id="30"/>
    </w:tbl>
    <w:p w14:paraId="7E356EE9" w14:textId="77777777" w:rsidR="007F5971" w:rsidRDefault="007F5971">
      <w:pPr>
        <w:jc w:val="left"/>
        <w:rPr>
          <w:b/>
          <w:bCs/>
        </w:rPr>
      </w:pPr>
      <w:r>
        <w:rPr>
          <w:bCs/>
        </w:rPr>
        <w:br w:type="page"/>
      </w:r>
    </w:p>
    <w:p w14:paraId="196EC935" w14:textId="5163D6D4" w:rsidR="009152DB" w:rsidRPr="00424EFE" w:rsidRDefault="009152DB" w:rsidP="009A15D9">
      <w:pPr>
        <w:pStyle w:val="3"/>
        <w:spacing w:before="240" w:after="240"/>
        <w:ind w:right="0"/>
        <w:rPr>
          <w:bCs/>
        </w:rPr>
      </w:pPr>
      <w:bookmarkStart w:id="31" w:name="_Toc178757143"/>
      <w:r w:rsidRPr="00424EFE">
        <w:rPr>
          <w:bCs/>
        </w:rPr>
        <w:lastRenderedPageBreak/>
        <w:t>Динамика поголовья скота и птицы</w:t>
      </w:r>
      <w:r w:rsidR="00BB3FC0">
        <w:rPr>
          <w:bCs/>
        </w:rPr>
        <w:t xml:space="preserve"> </w:t>
      </w:r>
      <w:r w:rsidR="004325C3">
        <w:rPr>
          <w:bCs/>
        </w:rPr>
        <w:br/>
      </w:r>
      <w:r w:rsidR="00DB12C8">
        <w:rPr>
          <w:bCs/>
        </w:rPr>
        <w:t>в хозяйствах всех категорий</w:t>
      </w:r>
      <w:bookmarkEnd w:id="31"/>
    </w:p>
    <w:p w14:paraId="4A29B917" w14:textId="77777777" w:rsidR="009152DB" w:rsidRDefault="009152DB" w:rsidP="009152DB">
      <w:pPr>
        <w:spacing w:after="60"/>
        <w:jc w:val="right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5"/>
        <w:gridCol w:w="1133"/>
        <w:gridCol w:w="1134"/>
        <w:gridCol w:w="1134"/>
      </w:tblGrid>
      <w:tr w:rsidR="00617976" w:rsidRPr="006441ED" w14:paraId="36C94822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DAE8218" w14:textId="77777777" w:rsidR="00617976" w:rsidRPr="00E31C80" w:rsidRDefault="00617976" w:rsidP="00617976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C1AB48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D4DDD2" w14:textId="77777777" w:rsidR="00617976" w:rsidRPr="006441ED" w:rsidRDefault="00617976" w:rsidP="00617976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B4E9402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90FEF2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 xml:space="preserve">Овцы </w:t>
            </w:r>
            <w:r w:rsidRPr="006441ED">
              <w:rPr>
                <w:b/>
                <w:bCs/>
                <w:sz w:val="20"/>
              </w:rPr>
              <w:br/>
              <w:t>и козы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916B2D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617976" w:rsidRPr="006441ED" w14:paraId="6F15CE39" w14:textId="77777777" w:rsidTr="00617976">
        <w:trPr>
          <w:trHeight w:val="283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62E10F53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2023</w:t>
            </w:r>
          </w:p>
        </w:tc>
      </w:tr>
      <w:tr w:rsidR="00617976" w:rsidRPr="006441ED" w14:paraId="49206C8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2955034" w14:textId="77777777" w:rsidR="00617976" w:rsidRPr="006441ED" w:rsidRDefault="00617976" w:rsidP="00617976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32992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12A6B3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35F4AE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CA90A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1B809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119,5</w:t>
            </w:r>
          </w:p>
        </w:tc>
      </w:tr>
      <w:tr w:rsidR="00617976" w:rsidRPr="006441ED" w14:paraId="2E259916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BF165A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D6220A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0FE4E06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82AD1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37DA25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B8A88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120,6</w:t>
            </w:r>
          </w:p>
        </w:tc>
      </w:tr>
      <w:tr w:rsidR="00617976" w:rsidRPr="006441ED" w14:paraId="58D31D3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36E9F41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E07EA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4067478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52EBEF5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60A57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B834E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107,0</w:t>
            </w:r>
          </w:p>
        </w:tc>
      </w:tr>
      <w:tr w:rsidR="00617976" w:rsidRPr="006441ED" w14:paraId="0BB169E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614E54E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ADB3C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4D5EBD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DC4C90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61076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65EFE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114,2</w:t>
            </w:r>
          </w:p>
        </w:tc>
      </w:tr>
      <w:tr w:rsidR="00617976" w:rsidRPr="006441ED" w14:paraId="72062D5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039905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638BB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4F395B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FC45E9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6D5BB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63357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110,7</w:t>
            </w:r>
          </w:p>
        </w:tc>
      </w:tr>
      <w:tr w:rsidR="00617976" w:rsidRPr="006441ED" w14:paraId="0679F40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205E453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154B3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36F49CE9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134552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B2E5E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2B702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109,4</w:t>
            </w:r>
          </w:p>
        </w:tc>
      </w:tr>
      <w:tr w:rsidR="00617976" w:rsidRPr="006441ED" w14:paraId="0669FA9D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F92F654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00A2D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777335D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9E66EDA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37559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DA9A9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14:paraId="1A1A6271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AC00565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9BBB8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876CB1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05B0EE5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574E9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6EEA2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105,9</w:t>
            </w:r>
          </w:p>
        </w:tc>
      </w:tr>
      <w:tr w:rsidR="00617976" w:rsidRPr="006441ED" w14:paraId="520D53C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13F5555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B94DE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0EEA7A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EA3A0E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602D2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B0572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108,6</w:t>
            </w:r>
          </w:p>
        </w:tc>
      </w:tr>
      <w:tr w:rsidR="00617976" w:rsidRPr="006441ED" w14:paraId="7B7405E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453F1D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721C0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4BA903B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015E6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8F48B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E68B1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14:paraId="0C08D15C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D12EFAB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81461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C69D6F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3678A1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80,2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2919C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1CDB79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95,3</w:t>
            </w:r>
          </w:p>
        </w:tc>
      </w:tr>
      <w:tr w:rsidR="00617976" w:rsidRPr="006441ED" w14:paraId="40CBA74D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9545E0F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A942A9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C6F25B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F077D0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55612C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7D9BB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91,5</w:t>
            </w:r>
          </w:p>
        </w:tc>
      </w:tr>
      <w:tr w:rsidR="00617976" w:rsidRPr="006441ED" w14:paraId="671E79E2" w14:textId="77777777" w:rsidTr="0068011B">
        <w:trPr>
          <w:trHeight w:val="225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5FDE1D7F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2024</w:t>
            </w:r>
          </w:p>
        </w:tc>
      </w:tr>
      <w:tr w:rsidR="00301920" w:rsidRPr="006441ED" w14:paraId="12A1911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736D0C2" w14:textId="77777777" w:rsidR="00301920" w:rsidRPr="006441ED" w:rsidRDefault="00301920" w:rsidP="00301920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F36D68" w14:textId="59E80FC7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1B8FAD6" w14:textId="6BF95AA8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07BA53C" w14:textId="2554E422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7E98D5" w14:textId="313B4616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B9F965" w14:textId="7A7AFBA4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52,9</w:t>
            </w:r>
          </w:p>
        </w:tc>
      </w:tr>
      <w:tr w:rsidR="00301920" w:rsidRPr="006441ED" w14:paraId="4E25CCE2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B48D9AE" w14:textId="77777777" w:rsidR="00301920" w:rsidRPr="006441ED" w:rsidRDefault="00301920" w:rsidP="00301920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D3C161" w14:textId="4689E417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AAE5F90" w14:textId="270B0DE6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94C911" w14:textId="01039F9F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F25C08" w14:textId="7E1B46C2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C163FE" w14:textId="18D2D6BE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49,7</w:t>
            </w:r>
          </w:p>
        </w:tc>
      </w:tr>
      <w:tr w:rsidR="00301920" w:rsidRPr="006441ED" w14:paraId="7C7B368B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B31CA21" w14:textId="77777777" w:rsidR="00301920" w:rsidRPr="006441ED" w:rsidRDefault="00301920" w:rsidP="00301920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24072A" w14:textId="67302AA2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133B26B" w14:textId="66BAD500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7509CBF" w14:textId="5F529E7A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9A181E" w14:textId="4D59D9E9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9BEA60" w14:textId="0B09F372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55,2</w:t>
            </w:r>
          </w:p>
        </w:tc>
      </w:tr>
      <w:tr w:rsidR="00301920" w:rsidRPr="00E31C80" w14:paraId="03E6D79A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DE87240" w14:textId="77777777" w:rsidR="00301920" w:rsidRPr="006441ED" w:rsidRDefault="00301920" w:rsidP="00301920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73CF8C" w14:textId="318E2800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AEE26F1" w14:textId="09CED6D1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D58D9C5" w14:textId="160243A9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A73BE5" w14:textId="0D3704A7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B1BE84" w14:textId="0C4C8A53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49,2</w:t>
            </w:r>
          </w:p>
        </w:tc>
      </w:tr>
      <w:tr w:rsidR="00301920" w:rsidRPr="00E31C80" w14:paraId="4E494B27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9E9D5FC" w14:textId="77777777" w:rsidR="00301920" w:rsidRPr="006441ED" w:rsidRDefault="00301920" w:rsidP="00301920">
            <w:pPr>
              <w:jc w:val="left"/>
              <w:rPr>
                <w:b/>
                <w:sz w:val="20"/>
              </w:rPr>
            </w:pPr>
            <w:r w:rsidRPr="006B6C43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C2F060" w14:textId="4CA1581C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38C65D3" w14:textId="6AEB9EE5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C2B060E" w14:textId="471D5049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93F59D" w14:textId="276F6ED5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428084" w14:textId="6B6FAED8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72,3</w:t>
            </w:r>
          </w:p>
        </w:tc>
      </w:tr>
      <w:tr w:rsidR="00301920" w:rsidRPr="00E31C80" w14:paraId="23F201E0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E61E2FD" w14:textId="03CAAF12" w:rsidR="00301920" w:rsidRPr="006B6C43" w:rsidRDefault="00301920" w:rsidP="0030192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4DFF9D" w14:textId="51E19419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075425F8" w14:textId="2A789542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2415F5B" w14:textId="5822D806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F3EBBD" w14:textId="119044C3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A7AF05" w14:textId="3D983549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75,6</w:t>
            </w:r>
          </w:p>
        </w:tc>
      </w:tr>
      <w:tr w:rsidR="00301920" w:rsidRPr="00E31C80" w14:paraId="57D2DB8F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C77A108" w14:textId="5A8225A7" w:rsidR="00301920" w:rsidRDefault="00301920" w:rsidP="0030192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6995A9" w14:textId="3ED9B710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19F41A6" w14:textId="516026FA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5A63B31" w14:textId="2FF87E23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39C85B" w14:textId="3D15F0EB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C800C9" w14:textId="57DEF640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80,0</w:t>
            </w:r>
          </w:p>
        </w:tc>
      </w:tr>
      <w:tr w:rsidR="00301920" w:rsidRPr="00E31C80" w14:paraId="1C03B167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3DCA3D0" w14:textId="0A9D8947" w:rsidR="00301920" w:rsidRDefault="00301920" w:rsidP="0030192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850D20" w14:textId="1F99E8B8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5553EB3" w14:textId="6E818ACC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25303BE" w14:textId="7AB69789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54,8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C331AB" w14:textId="49E06478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5535F4" w14:textId="407B399E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B564F">
              <w:rPr>
                <w:b/>
                <w:bCs/>
                <w:sz w:val="20"/>
              </w:rPr>
              <w:t>81,2</w:t>
            </w:r>
          </w:p>
        </w:tc>
      </w:tr>
    </w:tbl>
    <w:p w14:paraId="08CDEB42" w14:textId="4C325336" w:rsidR="00A251B2" w:rsidRPr="00E85A31" w:rsidRDefault="00FD1FD8" w:rsidP="00A251B2">
      <w:pPr>
        <w:spacing w:before="240"/>
        <w:ind w:firstLine="709"/>
        <w:rPr>
          <w:bCs/>
        </w:rPr>
      </w:pPr>
      <w:r>
        <w:rPr>
          <w:bCs/>
        </w:rPr>
        <w:t xml:space="preserve">В </w:t>
      </w:r>
      <w:r w:rsidRPr="0068011B">
        <w:rPr>
          <w:bCs/>
        </w:rPr>
        <w:t>январе-</w:t>
      </w:r>
      <w:r w:rsidR="00DA5619">
        <w:rPr>
          <w:bCs/>
        </w:rPr>
        <w:t>августе</w:t>
      </w:r>
      <w:r w:rsidRPr="00A251B2">
        <w:rPr>
          <w:bCs/>
        </w:rPr>
        <w:t xml:space="preserve"> </w:t>
      </w:r>
      <w:r w:rsidRPr="00A251B2">
        <w:t>2024 года</w:t>
      </w:r>
      <w:r w:rsidRPr="0068011B">
        <w:t xml:space="preserve"> в хозяйствах всех категорий, по расчетам, произведено скота и птицы на убой в живом </w:t>
      </w:r>
      <w:r w:rsidR="00301920">
        <w:t xml:space="preserve">весе </w:t>
      </w:r>
      <w:r w:rsidR="00301920" w:rsidRPr="00D05D8E">
        <w:rPr>
          <w:bCs/>
        </w:rPr>
        <w:t xml:space="preserve">43,7 </w:t>
      </w:r>
      <w:r w:rsidR="00A251B2" w:rsidRPr="00E85A31">
        <w:rPr>
          <w:bCs/>
        </w:rPr>
        <w:t xml:space="preserve">тыс. т, молока – </w:t>
      </w:r>
      <w:r w:rsidR="00301920" w:rsidRPr="00D05D8E">
        <w:rPr>
          <w:bCs/>
        </w:rPr>
        <w:t>126,7</w:t>
      </w:r>
      <w:r w:rsidR="00301920">
        <w:rPr>
          <w:bCs/>
        </w:rPr>
        <w:t xml:space="preserve"> </w:t>
      </w:r>
      <w:r w:rsidR="00A251B2" w:rsidRPr="00E85A31">
        <w:rPr>
          <w:bCs/>
        </w:rPr>
        <w:t xml:space="preserve">тыс. т, яиц – </w:t>
      </w:r>
      <w:r w:rsidR="00B96A32">
        <w:rPr>
          <w:bCs/>
        </w:rPr>
        <w:br/>
      </w:r>
      <w:r w:rsidR="00301920" w:rsidRPr="00D05D8E">
        <w:rPr>
          <w:bCs/>
        </w:rPr>
        <w:t xml:space="preserve">148,7 </w:t>
      </w:r>
      <w:r w:rsidR="00A251B2" w:rsidRPr="00E85A31">
        <w:rPr>
          <w:bCs/>
        </w:rPr>
        <w:t>млн шт.</w:t>
      </w:r>
    </w:p>
    <w:p w14:paraId="407F27C7" w14:textId="62ECD010" w:rsidR="009152DB" w:rsidRPr="00424EFE" w:rsidRDefault="009152DB" w:rsidP="009A15D9">
      <w:pPr>
        <w:pStyle w:val="3"/>
        <w:spacing w:before="240" w:after="240"/>
        <w:ind w:right="0"/>
      </w:pPr>
      <w:bookmarkStart w:id="32" w:name="_Toc178757144"/>
      <w:r w:rsidRPr="00424EFE">
        <w:rPr>
          <w:bCs/>
        </w:rPr>
        <w:t>Производство основных видов продук</w:t>
      </w:r>
      <w:r w:rsidR="00526769">
        <w:rPr>
          <w:bCs/>
        </w:rPr>
        <w:t>ции</w:t>
      </w:r>
      <w:r w:rsidRPr="00424EFE">
        <w:rPr>
          <w:bCs/>
        </w:rPr>
        <w:t xml:space="preserve"> животноводства</w:t>
      </w:r>
      <w:r w:rsidRPr="00424EFE">
        <w:rPr>
          <w:bCs/>
        </w:rPr>
        <w:br/>
      </w:r>
      <w:r w:rsidR="00FC237B">
        <w:t xml:space="preserve">в </w:t>
      </w:r>
      <w:r w:rsidRPr="00424EFE">
        <w:t>хозяйств</w:t>
      </w:r>
      <w:r w:rsidR="00FC237B">
        <w:t>ах всех категорий</w:t>
      </w:r>
      <w:bookmarkEnd w:id="3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134"/>
      </w:tblGrid>
      <w:tr w:rsidR="00FD1FD8" w:rsidRPr="009A69E4" w14:paraId="2203C460" w14:textId="77777777" w:rsidTr="00FD1FD8">
        <w:trPr>
          <w:trHeight w:val="227"/>
          <w:jc w:val="center"/>
        </w:trPr>
        <w:tc>
          <w:tcPr>
            <w:tcW w:w="5669" w:type="dxa"/>
            <w:vAlign w:val="center"/>
          </w:tcPr>
          <w:p w14:paraId="6925D688" w14:textId="77777777" w:rsidR="00FD1FD8" w:rsidRPr="009A69E4" w:rsidRDefault="00FD1FD8" w:rsidP="00FD1F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A4060E" w14:textId="233B0BE9" w:rsidR="00FD1FD8" w:rsidRPr="00A251B2" w:rsidRDefault="00FD1FD8" w:rsidP="00DA5619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Январь-</w:t>
            </w:r>
            <w:r w:rsidR="00DA5619">
              <w:rPr>
                <w:b/>
                <w:bCs/>
                <w:sz w:val="20"/>
              </w:rPr>
              <w:t>август</w:t>
            </w:r>
            <w:r w:rsidRPr="00A251B2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94172" w14:textId="777EDB6A"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251B2">
              <w:rPr>
                <w:b/>
                <w:bCs/>
                <w:sz w:val="20"/>
              </w:rPr>
              <w:t>В  %</w:t>
            </w:r>
            <w:proofErr w:type="gramEnd"/>
            <w:r w:rsidRPr="00A251B2">
              <w:rPr>
                <w:b/>
                <w:bCs/>
                <w:sz w:val="20"/>
              </w:rPr>
              <w:t xml:space="preserve">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DA5619">
              <w:rPr>
                <w:b/>
                <w:bCs/>
                <w:sz w:val="20"/>
              </w:rPr>
              <w:t>августу</w:t>
            </w:r>
            <w:r w:rsidRPr="00A251B2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7DB8" w14:textId="75BF5A90"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spellStart"/>
            <w:r w:rsidRPr="00A251B2">
              <w:rPr>
                <w:b/>
                <w:bCs/>
                <w:sz w:val="20"/>
              </w:rPr>
              <w:t>Справочно</w:t>
            </w:r>
            <w:proofErr w:type="spellEnd"/>
            <w:r w:rsidRPr="00A251B2">
              <w:rPr>
                <w:b/>
                <w:bCs/>
                <w:sz w:val="20"/>
              </w:rPr>
              <w:t>:</w:t>
            </w:r>
            <w:r w:rsidRPr="00A251B2">
              <w:rPr>
                <w:b/>
                <w:bCs/>
                <w:sz w:val="20"/>
              </w:rPr>
              <w:br/>
              <w:t>январь-</w:t>
            </w:r>
            <w:r w:rsidRPr="00A251B2">
              <w:rPr>
                <w:b/>
                <w:bCs/>
                <w:sz w:val="20"/>
              </w:rPr>
              <w:br/>
            </w:r>
            <w:r w:rsidR="00DA5619">
              <w:rPr>
                <w:b/>
                <w:bCs/>
                <w:sz w:val="20"/>
              </w:rPr>
              <w:t>август</w:t>
            </w:r>
            <w:r w:rsidRPr="00A251B2">
              <w:rPr>
                <w:b/>
                <w:bCs/>
                <w:sz w:val="20"/>
              </w:rPr>
              <w:br/>
              <w:t>2023</w:t>
            </w:r>
            <w:r w:rsidRPr="00A251B2">
              <w:rPr>
                <w:b/>
                <w:bCs/>
                <w:sz w:val="20"/>
              </w:rPr>
              <w:br/>
            </w:r>
            <w:proofErr w:type="gramStart"/>
            <w:r w:rsidRPr="00A251B2">
              <w:rPr>
                <w:b/>
                <w:bCs/>
                <w:sz w:val="20"/>
              </w:rPr>
              <w:t>в  %</w:t>
            </w:r>
            <w:proofErr w:type="gramEnd"/>
            <w:r w:rsidRPr="00A251B2">
              <w:rPr>
                <w:b/>
                <w:bCs/>
                <w:sz w:val="20"/>
              </w:rPr>
              <w:t xml:space="preserve">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DA5619">
              <w:rPr>
                <w:b/>
                <w:bCs/>
                <w:sz w:val="20"/>
              </w:rPr>
              <w:t>августу</w:t>
            </w:r>
            <w:r w:rsidRPr="00A251B2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9A69E4" w14:paraId="36A0F989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05916A20" w14:textId="77777777" w:rsidR="00FD1FD8" w:rsidRPr="009A69E4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>птица на убой в живом весе, т</w:t>
            </w:r>
          </w:p>
        </w:tc>
      </w:tr>
      <w:tr w:rsidR="00301920" w:rsidRPr="009A69E4" w14:paraId="768CAC85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891C12E" w14:textId="77777777" w:rsidR="00301920" w:rsidRPr="009A69E4" w:rsidRDefault="00301920" w:rsidP="00301920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ACD554" w14:textId="731945DD" w:rsidR="00301920" w:rsidRPr="00DA5619" w:rsidRDefault="00301920" w:rsidP="00301920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43671,2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80ECA2" w14:textId="551120AC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100,1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02B2A9" w14:textId="0665FA20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100,1</w:t>
            </w:r>
          </w:p>
        </w:tc>
      </w:tr>
      <w:tr w:rsidR="00301920" w:rsidRPr="009A69E4" w14:paraId="5EE64EE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0DC37430" w14:textId="77777777" w:rsidR="00301920" w:rsidRPr="009A69E4" w:rsidRDefault="00301920" w:rsidP="00301920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9A69E4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E4D114F" w14:textId="5EF78378" w:rsidR="00301920" w:rsidRPr="00DA5619" w:rsidRDefault="00301920" w:rsidP="00301920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748,6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9DBC33" w14:textId="1493B220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41,5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49A25A" w14:textId="0AA6709C" w:rsidR="00301920" w:rsidRPr="00DA5619" w:rsidRDefault="00301920" w:rsidP="00301920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в 2,5р.</w:t>
            </w:r>
          </w:p>
        </w:tc>
      </w:tr>
      <w:tr w:rsidR="00BA6A30" w:rsidRPr="002F0706" w14:paraId="23025329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446CF510" w14:textId="77777777" w:rsidR="00BA6A30" w:rsidRPr="002F0706" w:rsidRDefault="00BA6A30" w:rsidP="00BA6A30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Молоко, т</w:t>
            </w:r>
          </w:p>
        </w:tc>
      </w:tr>
      <w:tr w:rsidR="00301920" w:rsidRPr="002F0706" w14:paraId="2119018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2B3D1866" w14:textId="77777777" w:rsidR="00301920" w:rsidRPr="002F0706" w:rsidRDefault="00301920" w:rsidP="00301920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DDC5FD" w14:textId="37ACDE88" w:rsidR="00301920" w:rsidRPr="00DA5619" w:rsidRDefault="00301920" w:rsidP="00301920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126744,7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0158F3" w14:textId="598BAD99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BE142F" w14:textId="48631163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100,0</w:t>
            </w:r>
          </w:p>
        </w:tc>
      </w:tr>
      <w:tr w:rsidR="00301920" w:rsidRPr="002F0706" w14:paraId="72A134D9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75B6EB4" w14:textId="77777777" w:rsidR="00301920" w:rsidRPr="002F0706" w:rsidRDefault="00301920" w:rsidP="00301920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9B2DC1C" w14:textId="3919560B" w:rsidR="00301920" w:rsidRPr="00DA5619" w:rsidRDefault="00301920" w:rsidP="00301920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28,8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B30D85" w14:textId="477A25C3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74,0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1A57A6" w14:textId="1F92B90A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53,3</w:t>
            </w:r>
          </w:p>
        </w:tc>
      </w:tr>
      <w:tr w:rsidR="00BA6A30" w:rsidRPr="002F0706" w14:paraId="096B7121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D7555DB" w14:textId="77777777" w:rsidR="00BA6A30" w:rsidRPr="000C0433" w:rsidRDefault="00BA6A30" w:rsidP="00BA6A30">
            <w:pPr>
              <w:jc w:val="left"/>
              <w:rPr>
                <w:b/>
                <w:bCs/>
                <w:sz w:val="20"/>
                <w:highlight w:val="yellow"/>
              </w:rPr>
            </w:pPr>
            <w:r w:rsidRPr="00A251B2">
              <w:rPr>
                <w:b/>
                <w:bCs/>
                <w:sz w:val="20"/>
              </w:rPr>
              <w:t>Яйца, тыс. шт.</w:t>
            </w:r>
          </w:p>
        </w:tc>
      </w:tr>
      <w:tr w:rsidR="00301920" w:rsidRPr="002F0706" w14:paraId="613B1F6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79DFA5CC" w14:textId="77777777" w:rsidR="00301920" w:rsidRPr="002F0706" w:rsidRDefault="00301920" w:rsidP="00301920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E886C3" w14:textId="17837B16" w:rsidR="00301920" w:rsidRPr="00DA5619" w:rsidRDefault="00301920" w:rsidP="00301920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148656,7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869FDC" w14:textId="1F56E64D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57,0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AF9D86" w14:textId="6895915D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85,2</w:t>
            </w:r>
          </w:p>
        </w:tc>
      </w:tr>
      <w:tr w:rsidR="00301920" w:rsidRPr="002F0706" w14:paraId="2B42A8BB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342FB643" w14:textId="77777777" w:rsidR="00301920" w:rsidRPr="002F0706" w:rsidRDefault="00301920" w:rsidP="00301920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5700301" w14:textId="26992525" w:rsidR="00301920" w:rsidRPr="00DA5619" w:rsidRDefault="00301920" w:rsidP="00301920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139528,7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300EF6" w14:textId="2045D407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56,6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BAC5CA" w14:textId="0BC6AFC4" w:rsidR="00301920" w:rsidRPr="00DA5619" w:rsidRDefault="00301920" w:rsidP="0030192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05D8E">
              <w:rPr>
                <w:b/>
                <w:bCs/>
                <w:sz w:val="20"/>
              </w:rPr>
              <w:t>89,0</w:t>
            </w:r>
          </w:p>
        </w:tc>
      </w:tr>
    </w:tbl>
    <w:p w14:paraId="485F0C68" w14:textId="77777777" w:rsidR="007F5971" w:rsidRDefault="007F5971" w:rsidP="00A251B2">
      <w:pPr>
        <w:spacing w:before="240"/>
        <w:ind w:firstLine="709"/>
      </w:pPr>
      <w:bookmarkStart w:id="33" w:name="_Hlk173412918"/>
      <w:bookmarkEnd w:id="23"/>
    </w:p>
    <w:p w14:paraId="1EA06DBF" w14:textId="77777777" w:rsidR="007F5971" w:rsidRDefault="007F5971">
      <w:pPr>
        <w:jc w:val="left"/>
      </w:pPr>
      <w:r>
        <w:br w:type="page"/>
      </w:r>
    </w:p>
    <w:p w14:paraId="2CC26838" w14:textId="77777777" w:rsidR="005417A0" w:rsidRDefault="00A251B2" w:rsidP="005417A0">
      <w:pPr>
        <w:ind w:firstLine="709"/>
      </w:pPr>
      <w:r w:rsidRPr="000903B6">
        <w:lastRenderedPageBreak/>
        <w:t>В январе-</w:t>
      </w:r>
      <w:r w:rsidR="00DA5619">
        <w:t>августе</w:t>
      </w:r>
      <w:r w:rsidRPr="000903B6">
        <w:t xml:space="preserve"> 2024 года в </w:t>
      </w:r>
      <w:proofErr w:type="spellStart"/>
      <w:r w:rsidRPr="000903B6">
        <w:t>сельхозорганизациях</w:t>
      </w:r>
      <w:proofErr w:type="spellEnd"/>
      <w:r w:rsidRPr="000903B6">
        <w:t xml:space="preserve"> надой молока на 1 корову </w:t>
      </w:r>
      <w:r w:rsidRPr="000903B6">
        <w:br/>
        <w:t xml:space="preserve">в среднем составлял </w:t>
      </w:r>
      <w:r w:rsidR="00301920" w:rsidRPr="00103E69">
        <w:t>1252</w:t>
      </w:r>
      <w:r w:rsidRPr="000903B6">
        <w:t xml:space="preserve"> кг против </w:t>
      </w:r>
      <w:r w:rsidR="00301920" w:rsidRPr="00103E69">
        <w:t>1556</w:t>
      </w:r>
      <w:r w:rsidRPr="000903B6">
        <w:t xml:space="preserve"> кг в январе-</w:t>
      </w:r>
      <w:r w:rsidR="00DA5619">
        <w:t>августе</w:t>
      </w:r>
      <w:r w:rsidRPr="000903B6">
        <w:t xml:space="preserve"> 2023 года. </w:t>
      </w:r>
      <w:r w:rsidRPr="000903B6">
        <w:br/>
        <w:t xml:space="preserve">В крупных и средних </w:t>
      </w:r>
      <w:proofErr w:type="spellStart"/>
      <w:r w:rsidRPr="000903B6">
        <w:t>сельхозорганизациях</w:t>
      </w:r>
      <w:proofErr w:type="spellEnd"/>
      <w:r w:rsidRPr="000903B6">
        <w:t xml:space="preserve"> в январе-</w:t>
      </w:r>
      <w:r w:rsidR="00DA5619">
        <w:t>августе</w:t>
      </w:r>
      <w:r w:rsidRPr="000903B6">
        <w:t xml:space="preserve"> 2024 года яйценоскость </w:t>
      </w:r>
      <w:r w:rsidRPr="000903B6">
        <w:br/>
        <w:t xml:space="preserve">на 1 курицу-несушку в среднем составила </w:t>
      </w:r>
      <w:r w:rsidR="00301920" w:rsidRPr="00103E69">
        <w:t>193</w:t>
      </w:r>
      <w:r w:rsidRPr="000903B6">
        <w:t xml:space="preserve"> яиц против </w:t>
      </w:r>
      <w:r w:rsidR="00301920" w:rsidRPr="00103E69">
        <w:t>181</w:t>
      </w:r>
      <w:r w:rsidRPr="000903B6">
        <w:t xml:space="preserve"> шт. год назад.</w:t>
      </w:r>
    </w:p>
    <w:p w14:paraId="147F785D" w14:textId="6701024E" w:rsidR="001422F5" w:rsidRPr="00877405" w:rsidRDefault="001422F5" w:rsidP="005417A0">
      <w:pPr>
        <w:spacing w:before="120"/>
        <w:ind w:firstLine="709"/>
      </w:pPr>
      <w:r w:rsidRPr="00877405">
        <w:t xml:space="preserve">По итогам окончательного расчета объема и индекса производства продукции сельского хозяйства за 2023 год было произведено продукции </w:t>
      </w:r>
      <w:r w:rsidRPr="00877405">
        <w:rPr>
          <w:szCs w:val="24"/>
        </w:rPr>
        <w:t xml:space="preserve">сельского хозяйства </w:t>
      </w:r>
      <w:r w:rsidRPr="00877405">
        <w:rPr>
          <w:szCs w:val="24"/>
        </w:rPr>
        <w:br/>
        <w:t xml:space="preserve">в фактических ценах на </w:t>
      </w:r>
      <w:r w:rsidRPr="00877405">
        <w:t xml:space="preserve">71507,3 </w:t>
      </w:r>
      <w:r w:rsidRPr="00877405">
        <w:rPr>
          <w:szCs w:val="24"/>
        </w:rPr>
        <w:t>млн рублей, что составило 103,0%</w:t>
      </w:r>
      <w:r w:rsidRPr="00877405">
        <w:t xml:space="preserve"> в сопоставимых ценах к уровню предыдущего года. На долю </w:t>
      </w:r>
      <w:proofErr w:type="spellStart"/>
      <w:r w:rsidRPr="00877405">
        <w:t>сельхозорганизаций</w:t>
      </w:r>
      <w:proofErr w:type="spellEnd"/>
      <w:r w:rsidRPr="00877405">
        <w:t xml:space="preserve"> приходилось 16,7% всего объема произведенной продукции, на долю хозяйств населения – 35,3%, на долю крестьянских (фермерских) хозяйств – 48,0%.</w:t>
      </w:r>
    </w:p>
    <w:p w14:paraId="3ACFED55" w14:textId="77777777" w:rsidR="001422F5" w:rsidRPr="007079A3" w:rsidRDefault="001422F5" w:rsidP="00AA2072">
      <w:pPr>
        <w:pStyle w:val="3"/>
        <w:spacing w:before="120" w:after="120"/>
        <w:rPr>
          <w:bCs/>
          <w:szCs w:val="24"/>
        </w:rPr>
      </w:pPr>
      <w:bookmarkStart w:id="34" w:name="_Toc369782071"/>
      <w:bookmarkStart w:id="35" w:name="_Toc178757145"/>
      <w:r w:rsidRPr="007079A3">
        <w:rPr>
          <w:bCs/>
          <w:szCs w:val="24"/>
        </w:rPr>
        <w:t xml:space="preserve">Продукция сельского хозяйства </w:t>
      </w:r>
      <w:r w:rsidRPr="007079A3">
        <w:rPr>
          <w:bCs/>
          <w:szCs w:val="24"/>
        </w:rPr>
        <w:br/>
        <w:t>по категориям хозяйств</w:t>
      </w:r>
      <w:bookmarkEnd w:id="34"/>
      <w:r w:rsidRPr="007079A3">
        <w:rPr>
          <w:bCs/>
          <w:szCs w:val="24"/>
        </w:rPr>
        <w:br/>
        <w:t>в 2023 году</w:t>
      </w:r>
      <w:bookmarkEnd w:id="35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5"/>
        <w:gridCol w:w="1134"/>
        <w:gridCol w:w="1134"/>
        <w:gridCol w:w="1134"/>
        <w:gridCol w:w="1134"/>
      </w:tblGrid>
      <w:tr w:rsidR="001422F5" w:rsidRPr="002403B8" w14:paraId="19E7F673" w14:textId="77777777" w:rsidTr="005417A0">
        <w:trPr>
          <w:trHeight w:val="283"/>
          <w:jc w:val="center"/>
        </w:trPr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8200" w14:textId="77777777" w:rsidR="001422F5" w:rsidRPr="002403B8" w:rsidRDefault="001422F5" w:rsidP="005417A0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1351" w14:textId="77777777" w:rsidR="001422F5" w:rsidRPr="002403B8" w:rsidRDefault="001422F5" w:rsidP="005417A0">
            <w:pPr>
              <w:ind w:left="-57" w:right="-57"/>
              <w:jc w:val="center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 xml:space="preserve">Хозяйства </w:t>
            </w:r>
            <w:r w:rsidRPr="002403B8">
              <w:rPr>
                <w:b/>
                <w:sz w:val="20"/>
              </w:rPr>
              <w:br/>
              <w:t xml:space="preserve">всех </w:t>
            </w:r>
            <w:r w:rsidRPr="002403B8">
              <w:rPr>
                <w:b/>
                <w:sz w:val="20"/>
              </w:rPr>
              <w:br/>
              <w:t>категорий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D1AF" w14:textId="77777777" w:rsidR="001422F5" w:rsidRPr="002403B8" w:rsidRDefault="001422F5" w:rsidP="005417A0">
            <w:pPr>
              <w:jc w:val="center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в том числе:</w:t>
            </w:r>
          </w:p>
        </w:tc>
      </w:tr>
      <w:tr w:rsidR="001422F5" w:rsidRPr="002403B8" w14:paraId="711B5E0D" w14:textId="77777777" w:rsidTr="005417A0">
        <w:trPr>
          <w:trHeight w:val="577"/>
          <w:jc w:val="center"/>
        </w:trPr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6561" w14:textId="77777777" w:rsidR="001422F5" w:rsidRPr="002403B8" w:rsidRDefault="001422F5" w:rsidP="005417A0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1EA5" w14:textId="77777777" w:rsidR="001422F5" w:rsidRPr="002403B8" w:rsidRDefault="001422F5" w:rsidP="005417A0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62B4" w14:textId="77777777" w:rsidR="001422F5" w:rsidRPr="002403B8" w:rsidRDefault="001422F5" w:rsidP="005417A0">
            <w:pPr>
              <w:ind w:left="-57" w:right="-57"/>
              <w:jc w:val="center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сельхоз-</w:t>
            </w:r>
            <w:r w:rsidRPr="002403B8">
              <w:rPr>
                <w:b/>
                <w:sz w:val="20"/>
              </w:rPr>
              <w:br/>
            </w:r>
            <w:proofErr w:type="spellStart"/>
            <w:r w:rsidRPr="002403B8">
              <w:rPr>
                <w:b/>
                <w:sz w:val="20"/>
              </w:rPr>
              <w:t>органи</w:t>
            </w:r>
            <w:proofErr w:type="spellEnd"/>
            <w:r w:rsidRPr="002403B8">
              <w:rPr>
                <w:b/>
                <w:sz w:val="20"/>
              </w:rPr>
              <w:t>-</w:t>
            </w:r>
            <w:r w:rsidRPr="002403B8">
              <w:rPr>
                <w:b/>
                <w:sz w:val="20"/>
              </w:rPr>
              <w:br/>
            </w:r>
            <w:proofErr w:type="spellStart"/>
            <w:r w:rsidRPr="002403B8">
              <w:rPr>
                <w:b/>
                <w:sz w:val="20"/>
              </w:rPr>
              <w:t>зации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6729" w14:textId="77777777" w:rsidR="001422F5" w:rsidRPr="002403B8" w:rsidRDefault="001422F5" w:rsidP="005417A0">
            <w:pPr>
              <w:ind w:left="-57" w:right="-57"/>
              <w:jc w:val="center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 xml:space="preserve">хозяйства </w:t>
            </w:r>
            <w:r w:rsidRPr="002403B8">
              <w:rPr>
                <w:b/>
                <w:sz w:val="20"/>
              </w:rPr>
              <w:br/>
              <w:t>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6C95" w14:textId="77777777" w:rsidR="001422F5" w:rsidRPr="002403B8" w:rsidRDefault="001422F5" w:rsidP="005417A0">
            <w:pPr>
              <w:ind w:left="-57" w:right="-57"/>
              <w:jc w:val="center"/>
              <w:rPr>
                <w:b/>
                <w:sz w:val="20"/>
              </w:rPr>
            </w:pPr>
            <w:proofErr w:type="spellStart"/>
            <w:r w:rsidRPr="002403B8">
              <w:rPr>
                <w:b/>
                <w:sz w:val="20"/>
              </w:rPr>
              <w:t>крестьянс</w:t>
            </w:r>
            <w:proofErr w:type="spellEnd"/>
            <w:r w:rsidRPr="002403B8">
              <w:rPr>
                <w:b/>
                <w:sz w:val="20"/>
              </w:rPr>
              <w:t>-</w:t>
            </w:r>
            <w:r w:rsidRPr="002403B8">
              <w:rPr>
                <w:b/>
                <w:sz w:val="20"/>
              </w:rPr>
              <w:br/>
              <w:t>кие (</w:t>
            </w:r>
            <w:proofErr w:type="spellStart"/>
            <w:r w:rsidRPr="002403B8">
              <w:rPr>
                <w:b/>
                <w:sz w:val="20"/>
              </w:rPr>
              <w:t>фер</w:t>
            </w:r>
            <w:proofErr w:type="spellEnd"/>
            <w:r w:rsidRPr="002403B8">
              <w:rPr>
                <w:b/>
                <w:sz w:val="20"/>
              </w:rPr>
              <w:t>-</w:t>
            </w:r>
            <w:r w:rsidRPr="002403B8">
              <w:rPr>
                <w:b/>
                <w:sz w:val="20"/>
              </w:rPr>
              <w:br/>
            </w:r>
            <w:proofErr w:type="spellStart"/>
            <w:r w:rsidRPr="002403B8">
              <w:rPr>
                <w:b/>
                <w:sz w:val="20"/>
              </w:rPr>
              <w:t>мерские</w:t>
            </w:r>
            <w:proofErr w:type="spellEnd"/>
            <w:r w:rsidRPr="002403B8">
              <w:rPr>
                <w:b/>
                <w:sz w:val="20"/>
              </w:rPr>
              <w:t xml:space="preserve">) </w:t>
            </w:r>
            <w:r w:rsidRPr="002403B8">
              <w:rPr>
                <w:b/>
                <w:sz w:val="20"/>
              </w:rPr>
              <w:br/>
              <w:t xml:space="preserve">хозяйства </w:t>
            </w:r>
            <w:r w:rsidRPr="002403B8">
              <w:rPr>
                <w:b/>
                <w:sz w:val="20"/>
              </w:rPr>
              <w:br/>
              <w:t xml:space="preserve">и </w:t>
            </w:r>
            <w:proofErr w:type="spellStart"/>
            <w:r w:rsidRPr="002403B8">
              <w:rPr>
                <w:b/>
                <w:sz w:val="20"/>
              </w:rPr>
              <w:t>индиви</w:t>
            </w:r>
            <w:proofErr w:type="spellEnd"/>
            <w:r w:rsidRPr="002403B8">
              <w:rPr>
                <w:b/>
                <w:sz w:val="20"/>
              </w:rPr>
              <w:t>-</w:t>
            </w:r>
            <w:r w:rsidRPr="002403B8">
              <w:rPr>
                <w:b/>
                <w:sz w:val="20"/>
              </w:rPr>
              <w:br/>
              <w:t xml:space="preserve">дуальные </w:t>
            </w:r>
            <w:r w:rsidRPr="002403B8">
              <w:rPr>
                <w:b/>
                <w:sz w:val="20"/>
              </w:rPr>
              <w:br/>
            </w:r>
            <w:proofErr w:type="spellStart"/>
            <w:r w:rsidRPr="002403B8">
              <w:rPr>
                <w:b/>
                <w:sz w:val="20"/>
              </w:rPr>
              <w:t>предпри</w:t>
            </w:r>
            <w:proofErr w:type="spellEnd"/>
            <w:r w:rsidRPr="002403B8">
              <w:rPr>
                <w:b/>
                <w:sz w:val="20"/>
              </w:rPr>
              <w:t>-</w:t>
            </w:r>
            <w:r w:rsidRPr="002403B8">
              <w:rPr>
                <w:b/>
                <w:sz w:val="20"/>
              </w:rPr>
              <w:br/>
            </w:r>
            <w:proofErr w:type="spellStart"/>
            <w:r w:rsidRPr="002403B8">
              <w:rPr>
                <w:b/>
                <w:sz w:val="20"/>
              </w:rPr>
              <w:t>ниматели</w:t>
            </w:r>
            <w:proofErr w:type="spellEnd"/>
          </w:p>
        </w:tc>
      </w:tr>
      <w:tr w:rsidR="001422F5" w:rsidRPr="002403B8" w14:paraId="4BE3140D" w14:textId="77777777" w:rsidTr="005417A0">
        <w:trPr>
          <w:trHeight w:val="227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41554" w14:textId="77777777" w:rsidR="001422F5" w:rsidRPr="002403B8" w:rsidRDefault="001422F5" w:rsidP="005417A0">
            <w:pPr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Продукция сельского хозяйства</w:t>
            </w:r>
          </w:p>
        </w:tc>
      </w:tr>
      <w:tr w:rsidR="001422F5" w:rsidRPr="002403B8" w14:paraId="6A4BAFB1" w14:textId="77777777" w:rsidTr="005417A0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51D13" w14:textId="77777777" w:rsidR="001422F5" w:rsidRPr="002403B8" w:rsidRDefault="001422F5" w:rsidP="005417A0">
            <w:pPr>
              <w:ind w:left="113"/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в фактических ценах, 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94063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71507,3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E7F1AD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11947,0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F6046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25261,4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D42E1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34298,9</w:t>
            </w:r>
          </w:p>
        </w:tc>
      </w:tr>
      <w:tr w:rsidR="001422F5" w:rsidRPr="002403B8" w14:paraId="67F7F70D" w14:textId="77777777" w:rsidTr="005417A0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0002D" w14:textId="77777777" w:rsidR="001422F5" w:rsidRPr="002403B8" w:rsidRDefault="001422F5" w:rsidP="005417A0">
            <w:pPr>
              <w:ind w:left="113"/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в сопоставимых ценах,</w:t>
            </w:r>
            <w:r w:rsidRPr="002403B8">
              <w:rPr>
                <w:b/>
                <w:sz w:val="20"/>
              </w:rPr>
              <w:br/>
            </w:r>
            <w:proofErr w:type="gramStart"/>
            <w:r w:rsidRPr="002403B8">
              <w:rPr>
                <w:b/>
                <w:sz w:val="20"/>
              </w:rPr>
              <w:t>в  %</w:t>
            </w:r>
            <w:proofErr w:type="gramEnd"/>
            <w:r w:rsidRPr="002403B8">
              <w:rPr>
                <w:b/>
                <w:sz w:val="20"/>
              </w:rPr>
              <w:t xml:space="preserve"> 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33A73F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4011E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B9E95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FAD4C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108,3</w:t>
            </w:r>
          </w:p>
        </w:tc>
      </w:tr>
      <w:tr w:rsidR="001422F5" w:rsidRPr="002403B8" w14:paraId="21BEC3FB" w14:textId="77777777" w:rsidTr="005417A0">
        <w:trPr>
          <w:trHeight w:val="227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DA1A3" w14:textId="77777777" w:rsidR="001422F5" w:rsidRPr="002403B8" w:rsidRDefault="001422F5" w:rsidP="005417A0">
            <w:pPr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Продукция растениеводства</w:t>
            </w:r>
          </w:p>
        </w:tc>
      </w:tr>
      <w:tr w:rsidR="001422F5" w:rsidRPr="002403B8" w14:paraId="7EF0CD74" w14:textId="77777777" w:rsidTr="005417A0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13EE3" w14:textId="77777777" w:rsidR="001422F5" w:rsidRPr="002403B8" w:rsidRDefault="001422F5" w:rsidP="005417A0">
            <w:pPr>
              <w:ind w:left="113"/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в фактических ценах, 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667FA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44233,0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AFAC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8677,6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328C2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9225,5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F7B0F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26329,9</w:t>
            </w:r>
          </w:p>
        </w:tc>
      </w:tr>
      <w:tr w:rsidR="001422F5" w:rsidRPr="002403B8" w14:paraId="7109A9C6" w14:textId="77777777" w:rsidTr="005417A0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6E7A1" w14:textId="77777777" w:rsidR="001422F5" w:rsidRPr="002403B8" w:rsidRDefault="001422F5" w:rsidP="005417A0">
            <w:pPr>
              <w:ind w:left="113"/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в сопоставимых ценах,</w:t>
            </w:r>
            <w:r w:rsidRPr="002403B8">
              <w:rPr>
                <w:b/>
                <w:sz w:val="20"/>
              </w:rPr>
              <w:br/>
            </w:r>
            <w:proofErr w:type="gramStart"/>
            <w:r w:rsidRPr="002403B8">
              <w:rPr>
                <w:b/>
                <w:sz w:val="20"/>
              </w:rPr>
              <w:t>в  %</w:t>
            </w:r>
            <w:proofErr w:type="gramEnd"/>
            <w:r w:rsidRPr="002403B8">
              <w:rPr>
                <w:b/>
                <w:sz w:val="20"/>
              </w:rPr>
              <w:t xml:space="preserve"> 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0FB81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D72FB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0EF55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CA7C27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110,2</w:t>
            </w:r>
          </w:p>
        </w:tc>
      </w:tr>
      <w:tr w:rsidR="001422F5" w:rsidRPr="002403B8" w14:paraId="46FC87F7" w14:textId="77777777" w:rsidTr="005417A0">
        <w:trPr>
          <w:trHeight w:val="227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30752" w14:textId="77777777" w:rsidR="001422F5" w:rsidRPr="002403B8" w:rsidRDefault="001422F5" w:rsidP="005417A0">
            <w:pPr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Продукция животноводства</w:t>
            </w:r>
          </w:p>
        </w:tc>
      </w:tr>
      <w:tr w:rsidR="001422F5" w:rsidRPr="002403B8" w14:paraId="58377623" w14:textId="77777777" w:rsidTr="005417A0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8EAE4" w14:textId="77777777" w:rsidR="001422F5" w:rsidRPr="002403B8" w:rsidRDefault="001422F5" w:rsidP="005417A0">
            <w:pPr>
              <w:ind w:left="113"/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в фактических ценах, 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816B4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27274,2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BC41D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3269,4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F8CBD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16035,9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70068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7968,9</w:t>
            </w:r>
          </w:p>
        </w:tc>
      </w:tr>
      <w:tr w:rsidR="001422F5" w:rsidRPr="002403B8" w14:paraId="599C2BF3" w14:textId="77777777" w:rsidTr="005417A0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C0D2E" w14:textId="77777777" w:rsidR="001422F5" w:rsidRPr="002403B8" w:rsidRDefault="001422F5" w:rsidP="005417A0">
            <w:pPr>
              <w:ind w:left="113"/>
              <w:jc w:val="lef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в сопоставимых ценах,</w:t>
            </w:r>
            <w:r w:rsidRPr="002403B8">
              <w:rPr>
                <w:b/>
                <w:sz w:val="20"/>
              </w:rPr>
              <w:br/>
            </w:r>
            <w:proofErr w:type="gramStart"/>
            <w:r w:rsidRPr="002403B8">
              <w:rPr>
                <w:b/>
                <w:sz w:val="20"/>
              </w:rPr>
              <w:t>в  %</w:t>
            </w:r>
            <w:proofErr w:type="gramEnd"/>
            <w:r w:rsidRPr="002403B8">
              <w:rPr>
                <w:b/>
                <w:sz w:val="20"/>
              </w:rPr>
              <w:t xml:space="preserve"> 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29033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2E358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88999C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9CC38" w14:textId="77777777" w:rsidR="001422F5" w:rsidRPr="002403B8" w:rsidRDefault="001422F5" w:rsidP="005417A0">
            <w:pPr>
              <w:ind w:right="113"/>
              <w:jc w:val="right"/>
              <w:rPr>
                <w:b/>
                <w:sz w:val="20"/>
              </w:rPr>
            </w:pPr>
            <w:r w:rsidRPr="002403B8">
              <w:rPr>
                <w:b/>
                <w:sz w:val="20"/>
              </w:rPr>
              <w:t>102,2</w:t>
            </w:r>
          </w:p>
        </w:tc>
      </w:tr>
    </w:tbl>
    <w:p w14:paraId="5AF4AE39" w14:textId="4C74B556" w:rsidR="005417A0" w:rsidRPr="00676376" w:rsidRDefault="005417A0" w:rsidP="005417A0">
      <w:pPr>
        <w:spacing w:before="240"/>
        <w:ind w:firstLine="709"/>
        <w:rPr>
          <w:szCs w:val="24"/>
        </w:rPr>
      </w:pPr>
      <w:bookmarkStart w:id="36" w:name="_Toc369782072"/>
      <w:bookmarkStart w:id="37" w:name="_Toc147155820"/>
      <w:r w:rsidRPr="00676376">
        <w:rPr>
          <w:szCs w:val="24"/>
        </w:rPr>
        <w:t xml:space="preserve">Произведен расчет балансов продовольственных ресурсов (система показателей, характеризующих источники формирования ресурсов основных видов продовольствия </w:t>
      </w:r>
      <w:r w:rsidR="00FB059B">
        <w:rPr>
          <w:szCs w:val="24"/>
        </w:rPr>
        <w:br/>
      </w:r>
      <w:r w:rsidRPr="00676376">
        <w:rPr>
          <w:szCs w:val="24"/>
        </w:rPr>
        <w:t>и каналы их использования</w:t>
      </w:r>
      <w:r w:rsidRPr="00676376">
        <w:rPr>
          <w:sz w:val="22"/>
        </w:rPr>
        <w:t xml:space="preserve">) </w:t>
      </w:r>
      <w:r w:rsidRPr="00676376">
        <w:rPr>
          <w:szCs w:val="24"/>
        </w:rPr>
        <w:t>за 2023 год. На базе балансов продовольственных ресурсов рассчитывается потребление продуктов питания на душу населения основными видами сельскохозяйственной продукции.</w:t>
      </w:r>
    </w:p>
    <w:p w14:paraId="50AF6FBE" w14:textId="2B68BE3C" w:rsidR="00B84FEB" w:rsidRPr="00F42DBF" w:rsidRDefault="00B84FEB" w:rsidP="005417A0">
      <w:pPr>
        <w:pStyle w:val="3"/>
        <w:spacing w:before="120" w:after="120"/>
        <w:ind w:right="0"/>
        <w:rPr>
          <w:szCs w:val="24"/>
        </w:rPr>
      </w:pPr>
      <w:bookmarkStart w:id="38" w:name="_Toc178757146"/>
      <w:r w:rsidRPr="005417A0">
        <w:rPr>
          <w:szCs w:val="24"/>
        </w:rPr>
        <w:t>Потребление основных продуктов питания</w:t>
      </w:r>
      <w:r w:rsidRPr="005417A0">
        <w:rPr>
          <w:szCs w:val="24"/>
        </w:rPr>
        <w:br/>
        <w:t>в 2023 году</w:t>
      </w:r>
      <w:bookmarkEnd w:id="36"/>
      <w:bookmarkEnd w:id="37"/>
      <w:bookmarkEnd w:id="38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7"/>
        <w:gridCol w:w="1134"/>
      </w:tblGrid>
      <w:tr w:rsidR="00B84FEB" w:rsidRPr="004E3FD4" w14:paraId="4E447F8F" w14:textId="77777777" w:rsidTr="005417A0">
        <w:trPr>
          <w:trHeight w:val="283"/>
          <w:jc w:val="center"/>
        </w:trPr>
        <w:tc>
          <w:tcPr>
            <w:tcW w:w="7937" w:type="dxa"/>
            <w:vAlign w:val="center"/>
          </w:tcPr>
          <w:p w14:paraId="43A1C4BB" w14:textId="77777777" w:rsidR="00B84FEB" w:rsidRPr="004E3FD4" w:rsidRDefault="00B84FEB" w:rsidP="005417A0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00516B2" w14:textId="77777777" w:rsidR="00B84FEB" w:rsidRPr="004E3FD4" w:rsidRDefault="00B84FEB" w:rsidP="005417A0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3933F4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 xml:space="preserve"> на душу населения</w:t>
            </w:r>
          </w:p>
        </w:tc>
      </w:tr>
      <w:tr w:rsidR="005417A0" w:rsidRPr="004E3FD4" w14:paraId="4DAEECBD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34DE6312" w14:textId="77777777" w:rsidR="005417A0" w:rsidRPr="004E3FD4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4E3FD4">
              <w:rPr>
                <w:b/>
                <w:color w:val="000000"/>
                <w:sz w:val="20"/>
              </w:rPr>
              <w:t>Мясо и мясопродукты в пересчете на мясо</w:t>
            </w:r>
          </w:p>
        </w:tc>
        <w:tc>
          <w:tcPr>
            <w:tcW w:w="1134" w:type="dxa"/>
            <w:vAlign w:val="bottom"/>
          </w:tcPr>
          <w:p w14:paraId="528B8660" w14:textId="01E96498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85</w:t>
            </w:r>
          </w:p>
        </w:tc>
      </w:tr>
      <w:tr w:rsidR="005417A0" w:rsidRPr="004E3FD4" w14:paraId="63D83EA6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4ABCDCA9" w14:textId="77777777" w:rsidR="005417A0" w:rsidRPr="004E3FD4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4E3FD4">
              <w:rPr>
                <w:b/>
                <w:color w:val="000000"/>
                <w:sz w:val="20"/>
              </w:rPr>
              <w:t>Молоко и молокопродукты в пересчете на молоко</w:t>
            </w:r>
          </w:p>
        </w:tc>
        <w:tc>
          <w:tcPr>
            <w:tcW w:w="1134" w:type="dxa"/>
            <w:vAlign w:val="bottom"/>
          </w:tcPr>
          <w:p w14:paraId="4A6A1C9B" w14:textId="2609768A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208</w:t>
            </w:r>
          </w:p>
        </w:tc>
      </w:tr>
      <w:tr w:rsidR="005417A0" w:rsidRPr="00442A66" w14:paraId="20DFE85D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79E8460F" w14:textId="77777777" w:rsidR="005417A0" w:rsidRPr="00442A66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442A66">
              <w:rPr>
                <w:b/>
                <w:color w:val="000000"/>
                <w:sz w:val="20"/>
              </w:rPr>
              <w:t>Яйц</w:t>
            </w:r>
            <w:r>
              <w:rPr>
                <w:b/>
                <w:color w:val="000000"/>
                <w:sz w:val="20"/>
              </w:rPr>
              <w:t>а и яйцепродукты, шт.</w:t>
            </w:r>
          </w:p>
        </w:tc>
        <w:tc>
          <w:tcPr>
            <w:tcW w:w="1134" w:type="dxa"/>
            <w:vAlign w:val="bottom"/>
          </w:tcPr>
          <w:p w14:paraId="5ED4B2E5" w14:textId="509779ED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254</w:t>
            </w:r>
          </w:p>
        </w:tc>
      </w:tr>
      <w:tr w:rsidR="005417A0" w:rsidRPr="003A5A9B" w14:paraId="217B7913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48E20436" w14:textId="77777777" w:rsidR="005417A0" w:rsidRPr="003A5A9B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3A5A9B">
              <w:rPr>
                <w:b/>
                <w:color w:val="000000"/>
                <w:sz w:val="20"/>
              </w:rPr>
              <w:t>Сахар (включая кондитерские изделия в пересчете на сахар)</w:t>
            </w:r>
          </w:p>
        </w:tc>
        <w:tc>
          <w:tcPr>
            <w:tcW w:w="1134" w:type="dxa"/>
            <w:vAlign w:val="bottom"/>
          </w:tcPr>
          <w:p w14:paraId="21C86FF3" w14:textId="0D0FC4A3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43</w:t>
            </w:r>
          </w:p>
        </w:tc>
      </w:tr>
      <w:tr w:rsidR="005417A0" w:rsidRPr="003A5A9B" w14:paraId="56D6FDE0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18E07F6F" w14:textId="77777777" w:rsidR="005417A0" w:rsidRPr="003A5A9B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3A5A9B">
              <w:rPr>
                <w:b/>
                <w:color w:val="000000"/>
                <w:sz w:val="20"/>
              </w:rPr>
              <w:t>Масло растительное (включая продукты, содержащие растительное масло)</w:t>
            </w:r>
          </w:p>
        </w:tc>
        <w:tc>
          <w:tcPr>
            <w:tcW w:w="1134" w:type="dxa"/>
            <w:vAlign w:val="bottom"/>
          </w:tcPr>
          <w:p w14:paraId="77857B45" w14:textId="1C75D098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12</w:t>
            </w:r>
          </w:p>
        </w:tc>
      </w:tr>
      <w:tr w:rsidR="005417A0" w:rsidRPr="00500928" w14:paraId="69089620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10D6654D" w14:textId="77777777" w:rsidR="005417A0" w:rsidRPr="00500928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500928">
              <w:rPr>
                <w:b/>
                <w:color w:val="000000"/>
                <w:sz w:val="20"/>
              </w:rPr>
              <w:t>Картофель</w:t>
            </w:r>
          </w:p>
        </w:tc>
        <w:tc>
          <w:tcPr>
            <w:tcW w:w="1134" w:type="dxa"/>
            <w:vAlign w:val="bottom"/>
          </w:tcPr>
          <w:p w14:paraId="0BF8F62B" w14:textId="414ABCE7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124</w:t>
            </w:r>
          </w:p>
        </w:tc>
      </w:tr>
      <w:tr w:rsidR="005417A0" w:rsidRPr="00442A66" w14:paraId="0915E698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097446E9" w14:textId="77777777" w:rsidR="005417A0" w:rsidRPr="00442A66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442A66">
              <w:rPr>
                <w:b/>
                <w:color w:val="000000"/>
                <w:sz w:val="20"/>
              </w:rPr>
              <w:t>Овощи и продовольственные бахчевые культуры</w:t>
            </w:r>
          </w:p>
        </w:tc>
        <w:tc>
          <w:tcPr>
            <w:tcW w:w="1134" w:type="dxa"/>
            <w:vAlign w:val="bottom"/>
          </w:tcPr>
          <w:p w14:paraId="4CD100BB" w14:textId="38FC58A3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176</w:t>
            </w:r>
          </w:p>
        </w:tc>
      </w:tr>
      <w:tr w:rsidR="005417A0" w:rsidRPr="00442A66" w14:paraId="7EBFCCEA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283C14D6" w14:textId="77777777" w:rsidR="005417A0" w:rsidRPr="00442A66" w:rsidRDefault="005417A0" w:rsidP="005417A0">
            <w:pPr>
              <w:jc w:val="left"/>
              <w:rPr>
                <w:b/>
                <w:color w:val="000000"/>
                <w:sz w:val="20"/>
              </w:rPr>
            </w:pPr>
            <w:r w:rsidRPr="00442A66">
              <w:rPr>
                <w:b/>
                <w:color w:val="000000"/>
                <w:sz w:val="20"/>
              </w:rPr>
              <w:t>Фрукты и ягоды</w:t>
            </w:r>
          </w:p>
        </w:tc>
        <w:tc>
          <w:tcPr>
            <w:tcW w:w="1134" w:type="dxa"/>
            <w:vAlign w:val="bottom"/>
          </w:tcPr>
          <w:p w14:paraId="23F81163" w14:textId="3045EFE7" w:rsidR="005417A0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72</w:t>
            </w:r>
          </w:p>
        </w:tc>
      </w:tr>
      <w:tr w:rsidR="00B84FEB" w:rsidRPr="00442A66" w14:paraId="1F0AD061" w14:textId="77777777" w:rsidTr="005417A0">
        <w:trPr>
          <w:trHeight w:val="227"/>
          <w:jc w:val="center"/>
        </w:trPr>
        <w:tc>
          <w:tcPr>
            <w:tcW w:w="7937" w:type="dxa"/>
            <w:vAlign w:val="bottom"/>
          </w:tcPr>
          <w:p w14:paraId="1F2537ED" w14:textId="77777777" w:rsidR="00B84FEB" w:rsidRPr="00442A66" w:rsidRDefault="00B84FEB" w:rsidP="005417A0">
            <w:pPr>
              <w:jc w:val="left"/>
              <w:rPr>
                <w:b/>
                <w:color w:val="000000"/>
                <w:sz w:val="20"/>
              </w:rPr>
            </w:pPr>
            <w:r w:rsidRPr="00442A66">
              <w:rPr>
                <w:b/>
                <w:color w:val="000000"/>
                <w:sz w:val="20"/>
              </w:rPr>
              <w:t xml:space="preserve">Хлебные продукты </w:t>
            </w:r>
            <w:r>
              <w:rPr>
                <w:b/>
                <w:color w:val="000000"/>
                <w:sz w:val="20"/>
              </w:rPr>
              <w:br/>
            </w:r>
            <w:r w:rsidRPr="00442A66">
              <w:rPr>
                <w:b/>
                <w:color w:val="000000"/>
                <w:sz w:val="20"/>
              </w:rPr>
              <w:t>(хлеб и макаронные изделия в пересчете на муку, мука, крупа и бобовые)</w:t>
            </w:r>
          </w:p>
        </w:tc>
        <w:tc>
          <w:tcPr>
            <w:tcW w:w="1134" w:type="dxa"/>
            <w:vAlign w:val="bottom"/>
          </w:tcPr>
          <w:p w14:paraId="71DF4FF1" w14:textId="0E7951B7" w:rsidR="00B84FEB" w:rsidRPr="00B84FEB" w:rsidRDefault="005417A0" w:rsidP="005417A0">
            <w:pPr>
              <w:ind w:right="28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76376">
              <w:rPr>
                <w:b/>
                <w:color w:val="000000"/>
                <w:sz w:val="20"/>
              </w:rPr>
              <w:t>135</w:t>
            </w:r>
          </w:p>
        </w:tc>
      </w:tr>
    </w:tbl>
    <w:p w14:paraId="0D50A191" w14:textId="77777777" w:rsidR="0031223F" w:rsidRPr="00890370" w:rsidRDefault="0031223F" w:rsidP="008861CE">
      <w:pPr>
        <w:pStyle w:val="2"/>
        <w:spacing w:before="480" w:after="360"/>
        <w:rPr>
          <w:sz w:val="20"/>
        </w:rPr>
      </w:pPr>
      <w:bookmarkStart w:id="39" w:name="_Toc178757147"/>
      <w:r w:rsidRPr="00890370">
        <w:rPr>
          <w:sz w:val="20"/>
        </w:rPr>
        <w:lastRenderedPageBreak/>
        <w:t>РЫБОЛОВСТВО</w:t>
      </w:r>
      <w:r>
        <w:rPr>
          <w:sz w:val="20"/>
        </w:rPr>
        <w:t xml:space="preserve"> И</w:t>
      </w:r>
      <w:r w:rsidRPr="00890370">
        <w:rPr>
          <w:sz w:val="20"/>
        </w:rPr>
        <w:t xml:space="preserve"> РЫБОВОДСТВО</w:t>
      </w:r>
      <w:bookmarkEnd w:id="22"/>
      <w:bookmarkEnd w:id="39"/>
    </w:p>
    <w:p w14:paraId="6952E06F" w14:textId="38AB8F5E" w:rsidR="00E71E41" w:rsidRPr="00765450" w:rsidRDefault="00617976" w:rsidP="00E71E41">
      <w:pPr>
        <w:ind w:firstLine="709"/>
        <w:rPr>
          <w:b/>
        </w:rPr>
      </w:pPr>
      <w:bookmarkStart w:id="40" w:name="_Toc383169415"/>
      <w:r w:rsidRPr="00AB2756">
        <w:t>Объем отгруженных товаров собственного производства, выполненных работ</w:t>
      </w:r>
      <w:r w:rsidRPr="00AB2756">
        <w:br/>
        <w:t>и услуг собственными силами по виду экономической деятельности «Рыболовство</w:t>
      </w:r>
      <w:r w:rsidRPr="00AB2756">
        <w:br/>
        <w:t>и рыбоводство»</w:t>
      </w:r>
      <w:r w:rsidR="0088531A" w:rsidRPr="0088531A">
        <w:rPr>
          <w:vertAlign w:val="superscript"/>
        </w:rPr>
        <w:t>3</w:t>
      </w:r>
      <w:r w:rsidRPr="00AB2756">
        <w:rPr>
          <w:vertAlign w:val="superscript"/>
        </w:rPr>
        <w:t>)</w:t>
      </w:r>
      <w:r w:rsidRPr="00AB2756">
        <w:t xml:space="preserve"> составил </w:t>
      </w:r>
      <w:r w:rsidR="0027330A" w:rsidRPr="00D36C35">
        <w:t>1557,2</w:t>
      </w:r>
      <w:r w:rsidR="007F5F01">
        <w:t xml:space="preserve"> </w:t>
      </w:r>
      <w:r w:rsidRPr="00AB2756">
        <w:t xml:space="preserve">млн рублей или </w:t>
      </w:r>
      <w:r w:rsidR="0027330A" w:rsidRPr="00D36C35">
        <w:t>110,3</w:t>
      </w:r>
      <w:r w:rsidRPr="00AB2756">
        <w:t>% к январю-</w:t>
      </w:r>
      <w:r w:rsidR="00DA5619">
        <w:t>августу</w:t>
      </w:r>
      <w:r w:rsidRPr="00AB2756">
        <w:t xml:space="preserve"> 2023 года </w:t>
      </w:r>
      <w:r w:rsidRPr="00AB2756">
        <w:br/>
        <w:t xml:space="preserve">(в действующих ценах). По </w:t>
      </w:r>
      <w:r w:rsidRPr="00AB2756">
        <w:rPr>
          <w:szCs w:val="24"/>
        </w:rPr>
        <w:t xml:space="preserve">организациям, </w:t>
      </w:r>
      <w:r w:rsidRPr="00AB2756">
        <w:t xml:space="preserve">не относящимся к субъектам малого предпринимательства, объем отгруженной продукции составил </w:t>
      </w:r>
      <w:r w:rsidR="0027330A" w:rsidRPr="00D36C35">
        <w:t>51,7</w:t>
      </w:r>
      <w:r w:rsidR="00AB2756" w:rsidRPr="00AB2756">
        <w:t xml:space="preserve"> </w:t>
      </w:r>
      <w:r w:rsidRPr="00AB2756">
        <w:t>млн рублей</w:t>
      </w:r>
      <w:r w:rsidR="00765450" w:rsidRPr="00AB2756">
        <w:t>.</w:t>
      </w:r>
    </w:p>
    <w:p w14:paraId="2B78FB56" w14:textId="488B7A4F" w:rsidR="0031223F" w:rsidRPr="00890370" w:rsidRDefault="0088531A" w:rsidP="00AC560B">
      <w:pPr>
        <w:spacing w:before="120"/>
        <w:ind w:left="425" w:hanging="85"/>
        <w:rPr>
          <w:b/>
          <w:sz w:val="14"/>
        </w:rPr>
      </w:pPr>
      <w:r w:rsidRPr="0088531A">
        <w:rPr>
          <w:sz w:val="18"/>
          <w:szCs w:val="18"/>
          <w:vertAlign w:val="superscript"/>
        </w:rPr>
        <w:t>3</w:t>
      </w:r>
      <w:r w:rsidR="0031223F" w:rsidRPr="00890370">
        <w:rPr>
          <w:sz w:val="18"/>
          <w:szCs w:val="18"/>
          <w:vertAlign w:val="superscript"/>
        </w:rPr>
        <w:t>)</w:t>
      </w:r>
      <w:r w:rsidR="0031223F" w:rsidRPr="00890370">
        <w:rPr>
          <w:sz w:val="18"/>
          <w:szCs w:val="18"/>
        </w:rPr>
        <w:t xml:space="preserve">данные приведены по совокупности организаций, осуществляющих деятельность по виду </w:t>
      </w:r>
      <w:r w:rsidR="0031223F" w:rsidRPr="0058755C">
        <w:rPr>
          <w:sz w:val="18"/>
          <w:szCs w:val="18"/>
        </w:rPr>
        <w:t xml:space="preserve">экономической деятельности </w:t>
      </w:r>
      <w:r w:rsidR="0031223F" w:rsidRPr="00890370">
        <w:rPr>
          <w:sz w:val="18"/>
          <w:szCs w:val="18"/>
        </w:rPr>
        <w:t>«Рыболовство</w:t>
      </w:r>
      <w:r w:rsidR="0031223F">
        <w:rPr>
          <w:sz w:val="18"/>
          <w:szCs w:val="18"/>
        </w:rPr>
        <w:t xml:space="preserve"> и</w:t>
      </w:r>
      <w:r w:rsidR="0031223F" w:rsidRPr="00890370">
        <w:rPr>
          <w:sz w:val="18"/>
          <w:szCs w:val="18"/>
        </w:rPr>
        <w:t xml:space="preserve"> рыбоводство», независимо от их основного вида деятельности</w:t>
      </w:r>
    </w:p>
    <w:p w14:paraId="5B4ED321" w14:textId="77777777" w:rsidR="0031223F" w:rsidRDefault="0031223F" w:rsidP="009A15D9">
      <w:pPr>
        <w:pStyle w:val="3"/>
        <w:spacing w:before="240" w:after="120"/>
        <w:ind w:right="0"/>
        <w:rPr>
          <w:szCs w:val="24"/>
        </w:rPr>
      </w:pPr>
      <w:bookmarkStart w:id="41" w:name="_Toc493779725"/>
      <w:bookmarkStart w:id="42" w:name="_Toc178757148"/>
      <w:r w:rsidRPr="00890370">
        <w:rPr>
          <w:szCs w:val="24"/>
        </w:rPr>
        <w:t>Основные виды продукции</w:t>
      </w:r>
      <w:bookmarkEnd w:id="40"/>
      <w:bookmarkEnd w:id="41"/>
      <w:bookmarkEnd w:id="42"/>
    </w:p>
    <w:p w14:paraId="7A067E5D" w14:textId="77777777" w:rsidR="0031223F" w:rsidRPr="00F0446B" w:rsidRDefault="0031223F" w:rsidP="0031223F">
      <w:pPr>
        <w:spacing w:after="60"/>
        <w:jc w:val="right"/>
        <w:rPr>
          <w:b/>
          <w:sz w:val="20"/>
        </w:rPr>
      </w:pPr>
      <w:r w:rsidRPr="00F0446B">
        <w:rPr>
          <w:b/>
          <w:sz w:val="20"/>
        </w:rPr>
        <w:t>тонн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F20B5B" w14:paraId="7F4432DC" w14:textId="77777777" w:rsidTr="00617976">
        <w:trPr>
          <w:trHeight w:val="283"/>
          <w:jc w:val="center"/>
        </w:trPr>
        <w:tc>
          <w:tcPr>
            <w:tcW w:w="4535" w:type="dxa"/>
            <w:vMerge w:val="restart"/>
            <w:vAlign w:val="bottom"/>
          </w:tcPr>
          <w:p w14:paraId="662AACC5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bookmarkStart w:id="43" w:name="_Toc436038872"/>
            <w:bookmarkStart w:id="44" w:name="_Toc493779726"/>
            <w:bookmarkStart w:id="45" w:name="_Toc391275265"/>
            <w:bookmarkStart w:id="46" w:name="_Toc436038882"/>
            <w:bookmarkEnd w:id="8"/>
            <w:bookmarkEnd w:id="9"/>
            <w:bookmarkEnd w:id="10"/>
          </w:p>
        </w:tc>
        <w:tc>
          <w:tcPr>
            <w:tcW w:w="1134" w:type="dxa"/>
            <w:vMerge w:val="restart"/>
            <w:vAlign w:val="center"/>
          </w:tcPr>
          <w:p w14:paraId="0E32EC7E" w14:textId="6FFB4333" w:rsidR="00617976" w:rsidRPr="003343C5" w:rsidRDefault="00162EDB" w:rsidP="00617976">
            <w:pPr>
              <w:ind w:left="-113" w:right="-113"/>
              <w:jc w:val="center"/>
              <w:rPr>
                <w:b/>
                <w:bCs/>
                <w:color w:val="000000"/>
                <w:sz w:val="20"/>
              </w:rPr>
            </w:pPr>
            <w:r w:rsidRPr="003343C5">
              <w:rPr>
                <w:b/>
                <w:sz w:val="20"/>
              </w:rPr>
              <w:t>Январь-</w:t>
            </w:r>
            <w:r w:rsidRPr="003343C5">
              <w:rPr>
                <w:b/>
                <w:sz w:val="20"/>
              </w:rPr>
              <w:br/>
            </w:r>
            <w:r w:rsidR="00DA5619">
              <w:rPr>
                <w:b/>
                <w:sz w:val="20"/>
              </w:rPr>
              <w:t>август</w:t>
            </w:r>
            <w:r w:rsidR="00617976" w:rsidRPr="003343C5">
              <w:rPr>
                <w:b/>
                <w:sz w:val="20"/>
              </w:rPr>
              <w:t xml:space="preserve"> 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52A758F7" w14:textId="3AF19617" w:rsidR="00617976" w:rsidRPr="003343C5" w:rsidRDefault="00162EDB" w:rsidP="00617976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3343C5">
              <w:rPr>
                <w:b/>
                <w:sz w:val="20"/>
              </w:rPr>
              <w:t>В  %</w:t>
            </w:r>
            <w:proofErr w:type="gramEnd"/>
            <w:r w:rsidRPr="003343C5">
              <w:rPr>
                <w:b/>
                <w:sz w:val="20"/>
              </w:rPr>
              <w:t xml:space="preserve">  к</w:t>
            </w:r>
            <w:r w:rsidRPr="003343C5">
              <w:rPr>
                <w:b/>
                <w:sz w:val="20"/>
              </w:rPr>
              <w:br/>
              <w:t>январю-</w:t>
            </w:r>
            <w:r w:rsidR="00DA5619">
              <w:rPr>
                <w:b/>
                <w:sz w:val="20"/>
              </w:rPr>
              <w:t>августу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2268" w:type="dxa"/>
            <w:gridSpan w:val="2"/>
            <w:vAlign w:val="center"/>
          </w:tcPr>
          <w:p w14:paraId="790CE899" w14:textId="34B89118" w:rsidR="00617976" w:rsidRPr="003343C5" w:rsidRDefault="00DA5619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617976" w:rsidRPr="003343C5">
              <w:rPr>
                <w:b/>
                <w:sz w:val="20"/>
              </w:rPr>
              <w:br/>
              <w:t>2024</w:t>
            </w:r>
            <w:r w:rsidR="00617976" w:rsidRPr="003343C5">
              <w:rPr>
                <w:b/>
                <w:sz w:val="20"/>
              </w:rPr>
              <w:br/>
            </w:r>
            <w:proofErr w:type="gramStart"/>
            <w:r w:rsidR="00617976" w:rsidRPr="003343C5">
              <w:rPr>
                <w:b/>
                <w:sz w:val="20"/>
              </w:rPr>
              <w:t>в  %</w:t>
            </w:r>
            <w:proofErr w:type="gramEnd"/>
            <w:r w:rsidR="00617976" w:rsidRPr="003343C5">
              <w:rPr>
                <w:b/>
                <w:sz w:val="20"/>
              </w:rPr>
              <w:t xml:space="preserve">  к</w:t>
            </w:r>
          </w:p>
        </w:tc>
      </w:tr>
      <w:tr w:rsidR="00617976" w:rsidRPr="00F20B5B" w14:paraId="6C607A6C" w14:textId="77777777" w:rsidTr="00617976">
        <w:trPr>
          <w:trHeight w:val="283"/>
          <w:jc w:val="center"/>
        </w:trPr>
        <w:tc>
          <w:tcPr>
            <w:tcW w:w="4535" w:type="dxa"/>
            <w:vMerge/>
            <w:vAlign w:val="bottom"/>
          </w:tcPr>
          <w:p w14:paraId="766016BB" w14:textId="77777777" w:rsidR="00617976" w:rsidRPr="00F20B5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F550B07" w14:textId="77777777"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14:paraId="5C94F890" w14:textId="77777777"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A10912A" w14:textId="46B2A720" w:rsidR="00617976" w:rsidRPr="003343C5" w:rsidRDefault="00DA5619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14:paraId="489DE4D4" w14:textId="10E8E7A5" w:rsidR="00617976" w:rsidRPr="003343C5" w:rsidRDefault="00AB2756" w:rsidP="00617976">
            <w:pPr>
              <w:ind w:left="-57" w:right="-57"/>
              <w:jc w:val="center"/>
              <w:rPr>
                <w:b/>
                <w:sz w:val="20"/>
              </w:rPr>
            </w:pPr>
            <w:r w:rsidRPr="003343C5">
              <w:rPr>
                <w:b/>
                <w:sz w:val="20"/>
              </w:rPr>
              <w:t>ию</w:t>
            </w:r>
            <w:r w:rsidR="00DA5619">
              <w:rPr>
                <w:b/>
                <w:sz w:val="20"/>
              </w:rPr>
              <w:t>л</w:t>
            </w:r>
            <w:r w:rsidRPr="003343C5">
              <w:rPr>
                <w:b/>
                <w:sz w:val="20"/>
              </w:rPr>
              <w:t>ю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</w:tr>
      <w:tr w:rsidR="00AB2756" w:rsidRPr="00F20B5B" w14:paraId="194271C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AD63877" w14:textId="7C5C7AC7" w:rsidR="00AB2756" w:rsidRPr="00F20B5B" w:rsidRDefault="00AB2756" w:rsidP="00AB2756">
            <w:pPr>
              <w:jc w:val="left"/>
              <w:rPr>
                <w:b/>
                <w:sz w:val="20"/>
              </w:rPr>
            </w:pPr>
            <w:r w:rsidRPr="002A5F4C">
              <w:rPr>
                <w:b/>
                <w:sz w:val="20"/>
              </w:rPr>
              <w:t>Рыба морская живая, 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7740ECC4" w14:textId="5237B8F8" w:rsidR="00AB2756" w:rsidRPr="00F12133" w:rsidRDefault="00AB2756" w:rsidP="00AB2756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0C81C9C" w14:textId="3EBFF58F" w:rsidR="00AB2756" w:rsidRPr="00F12133" w:rsidRDefault="00AB2756" w:rsidP="008861CE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7FE3475" w14:textId="653C4544" w:rsidR="00AB2756" w:rsidRPr="00F12133" w:rsidRDefault="00AB2756" w:rsidP="00AB2756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E2F57A7" w14:textId="543A2522" w:rsidR="00AB2756" w:rsidRPr="00F12133" w:rsidRDefault="00AB2756" w:rsidP="00AB2756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3343C5" w:rsidRPr="00F20B5B" w14:paraId="6427D69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C45602B" w14:textId="77777777" w:rsidR="003343C5" w:rsidRPr="00F20B5B" w:rsidRDefault="003343C5" w:rsidP="003343C5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 xml:space="preserve">Рыба морская свежая или охлажденная, 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1C8730DC" w14:textId="2CB9A994" w:rsidR="003343C5" w:rsidRPr="00F12133" w:rsidRDefault="003343C5" w:rsidP="008861CE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648,4</w:t>
            </w:r>
          </w:p>
        </w:tc>
        <w:tc>
          <w:tcPr>
            <w:tcW w:w="1134" w:type="dxa"/>
            <w:vAlign w:val="bottom"/>
          </w:tcPr>
          <w:p w14:paraId="096A163B" w14:textId="6F869295" w:rsidR="003343C5" w:rsidRPr="00F12133" w:rsidRDefault="003343C5" w:rsidP="007F5F01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в 31,2р.</w:t>
            </w:r>
          </w:p>
        </w:tc>
        <w:tc>
          <w:tcPr>
            <w:tcW w:w="1134" w:type="dxa"/>
            <w:vAlign w:val="bottom"/>
          </w:tcPr>
          <w:p w14:paraId="45E392A6" w14:textId="0CAEC214" w:rsidR="003343C5" w:rsidRPr="00F12133" w:rsidRDefault="003343C5" w:rsidP="003343C5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467DD381" w14:textId="7EB0500F" w:rsidR="003343C5" w:rsidRPr="00F12133" w:rsidRDefault="003343C5" w:rsidP="003343C5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F12133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F12133" w:rsidRPr="00F20B5B" w14:paraId="1048A0F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760AA82" w14:textId="77777777" w:rsidR="00F12133" w:rsidRPr="00F20B5B" w:rsidRDefault="00F12133" w:rsidP="00F12133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027A31E5" w14:textId="70F0621D" w:rsidR="00F12133" w:rsidRPr="00DA5619" w:rsidRDefault="00F12133" w:rsidP="00F12133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296,1</w:t>
            </w:r>
          </w:p>
        </w:tc>
        <w:tc>
          <w:tcPr>
            <w:tcW w:w="1134" w:type="dxa"/>
            <w:vAlign w:val="bottom"/>
          </w:tcPr>
          <w:p w14:paraId="24D8CA8D" w14:textId="45CE17B8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2BDF4B15" w14:textId="171C7C96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0503687" w14:textId="62038015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F12133" w:rsidRPr="00F20B5B" w14:paraId="734EBB7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D5458AF" w14:textId="77777777" w:rsidR="00F12133" w:rsidRPr="00F20B5B" w:rsidRDefault="00F12133" w:rsidP="00F12133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свежая или охлажденная,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37DAFE74" w14:textId="560E0027" w:rsidR="00F12133" w:rsidRPr="00DA5619" w:rsidRDefault="00F12133" w:rsidP="00F12133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760698D" w14:textId="20F3C05E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74,5</w:t>
            </w:r>
          </w:p>
        </w:tc>
        <w:tc>
          <w:tcPr>
            <w:tcW w:w="1134" w:type="dxa"/>
            <w:vAlign w:val="bottom"/>
          </w:tcPr>
          <w:p w14:paraId="78BE3603" w14:textId="01AF529D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342B1198" w14:textId="452B88E4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140,6</w:t>
            </w:r>
          </w:p>
        </w:tc>
      </w:tr>
      <w:tr w:rsidR="00F12133" w:rsidRPr="00F20B5B" w14:paraId="48E3EE8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E7B0732" w14:textId="77777777" w:rsidR="00F12133" w:rsidRPr="00F20B5B" w:rsidRDefault="00F12133" w:rsidP="00F12133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морская свежая или охлажденная,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40CFD4EB" w14:textId="65BD33A5" w:rsidR="00F12133" w:rsidRPr="00DA5619" w:rsidRDefault="00F12133" w:rsidP="00F12133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134" w:type="dxa"/>
            <w:vAlign w:val="bottom"/>
          </w:tcPr>
          <w:p w14:paraId="0028075A" w14:textId="2AC2C637" w:rsidR="00F12133" w:rsidRPr="00DA5619" w:rsidRDefault="00F12133" w:rsidP="00F12133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AAEC238" w14:textId="2A2A942E" w:rsidR="00F12133" w:rsidRPr="00DA5619" w:rsidRDefault="00F12133" w:rsidP="00F12133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D5D8C80" w14:textId="55D55129" w:rsidR="00F12133" w:rsidRPr="00DA5619" w:rsidRDefault="00F12133" w:rsidP="00F12133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F12133" w:rsidRPr="00F20B5B" w14:paraId="05C11AD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B41E5BD" w14:textId="77777777" w:rsidR="00F12133" w:rsidRPr="00F20B5B" w:rsidRDefault="00F12133" w:rsidP="00F12133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5A176ECE" w14:textId="59378406" w:rsidR="00F12133" w:rsidRPr="00DA5619" w:rsidRDefault="00F12133" w:rsidP="00F12133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851,7</w:t>
            </w:r>
          </w:p>
        </w:tc>
        <w:tc>
          <w:tcPr>
            <w:tcW w:w="1134" w:type="dxa"/>
            <w:vAlign w:val="bottom"/>
          </w:tcPr>
          <w:p w14:paraId="5002CB72" w14:textId="0320413F" w:rsidR="00F12133" w:rsidRPr="00DA5619" w:rsidRDefault="00F12133" w:rsidP="00F12133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96,2</w:t>
            </w:r>
          </w:p>
        </w:tc>
        <w:tc>
          <w:tcPr>
            <w:tcW w:w="1134" w:type="dxa"/>
            <w:vAlign w:val="bottom"/>
          </w:tcPr>
          <w:p w14:paraId="1643C2DC" w14:textId="7C72399D" w:rsidR="00F12133" w:rsidRPr="00DA5619" w:rsidRDefault="00F12133" w:rsidP="00F12133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409741B9" w14:textId="74FFFC44" w:rsidR="00F12133" w:rsidRPr="00DA5619" w:rsidRDefault="00F12133" w:rsidP="00F12133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40,0</w:t>
            </w:r>
          </w:p>
        </w:tc>
      </w:tr>
      <w:tr w:rsidR="00F12133" w:rsidRPr="00D94FC9" w14:paraId="29060DB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C2F92A1" w14:textId="77777777" w:rsidR="00F12133" w:rsidRPr="00F20B5B" w:rsidRDefault="00F12133" w:rsidP="00F12133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свежая или охлажденная, пресноводная,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2819133D" w14:textId="43267232" w:rsidR="00F12133" w:rsidRPr="00DA5619" w:rsidRDefault="00F12133" w:rsidP="00F12133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1382,1</w:t>
            </w:r>
          </w:p>
        </w:tc>
        <w:tc>
          <w:tcPr>
            <w:tcW w:w="1134" w:type="dxa"/>
            <w:vAlign w:val="bottom"/>
          </w:tcPr>
          <w:p w14:paraId="6503E273" w14:textId="20A688DB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1134711" w14:textId="4B920C04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B9A4998" w14:textId="0B3DDA4B" w:rsidR="00F12133" w:rsidRPr="00DA5619" w:rsidRDefault="00F12133" w:rsidP="00F1213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</w:tr>
    </w:tbl>
    <w:p w14:paraId="6848A926" w14:textId="77777777" w:rsidR="0031223F" w:rsidRPr="002760B1" w:rsidRDefault="0031223F" w:rsidP="009A15D9">
      <w:pPr>
        <w:pStyle w:val="2"/>
        <w:spacing w:before="480" w:after="360"/>
        <w:rPr>
          <w:sz w:val="20"/>
        </w:rPr>
      </w:pPr>
      <w:bookmarkStart w:id="47" w:name="_Toc178757149"/>
      <w:bookmarkStart w:id="48" w:name="_Hlk173412964"/>
      <w:bookmarkEnd w:id="33"/>
      <w:r w:rsidRPr="002760B1">
        <w:rPr>
          <w:sz w:val="20"/>
        </w:rPr>
        <w:t>СТРОИТЕЛЬСТВО</w:t>
      </w:r>
      <w:bookmarkEnd w:id="43"/>
      <w:bookmarkEnd w:id="44"/>
      <w:bookmarkEnd w:id="47"/>
    </w:p>
    <w:p w14:paraId="468E1330" w14:textId="348B7558" w:rsidR="0031223F" w:rsidRPr="00471EEB" w:rsidRDefault="0031223F" w:rsidP="002C0FB2">
      <w:pPr>
        <w:pStyle w:val="3"/>
        <w:ind w:right="0" w:firstLine="709"/>
        <w:jc w:val="both"/>
        <w:rPr>
          <w:b w:val="0"/>
        </w:rPr>
      </w:pPr>
      <w:bookmarkStart w:id="49" w:name="_Toc436038873"/>
      <w:bookmarkStart w:id="50" w:name="_Toc493779727"/>
      <w:bookmarkStart w:id="51" w:name="_Toc178757150"/>
      <w:r w:rsidRPr="003343C5">
        <w:rPr>
          <w:szCs w:val="24"/>
        </w:rPr>
        <w:t>Строительная деятельность.</w:t>
      </w:r>
      <w:r w:rsidRPr="003343C5">
        <w:rPr>
          <w:b w:val="0"/>
          <w:szCs w:val="24"/>
        </w:rPr>
        <w:t xml:space="preserve"> </w:t>
      </w:r>
      <w:r w:rsidR="00617976" w:rsidRPr="003343C5">
        <w:rPr>
          <w:b w:val="0"/>
          <w:szCs w:val="24"/>
        </w:rPr>
        <w:t>Объем работ, выполненных по виду экономической деятельности</w:t>
      </w:r>
      <w:r w:rsidR="00162EDB" w:rsidRPr="003343C5">
        <w:rPr>
          <w:b w:val="0"/>
          <w:szCs w:val="24"/>
        </w:rPr>
        <w:t xml:space="preserve"> «Строительство», в январе-</w:t>
      </w:r>
      <w:r w:rsidR="00DA5619">
        <w:rPr>
          <w:b w:val="0"/>
          <w:szCs w:val="24"/>
        </w:rPr>
        <w:t>августе</w:t>
      </w:r>
      <w:r w:rsidR="00617976" w:rsidRPr="003343C5">
        <w:rPr>
          <w:b w:val="0"/>
          <w:szCs w:val="24"/>
        </w:rPr>
        <w:t xml:space="preserve"> 2024 года составил</w:t>
      </w:r>
      <w:r w:rsidR="00617976" w:rsidRPr="003343C5">
        <w:rPr>
          <w:b w:val="0"/>
          <w:szCs w:val="24"/>
        </w:rPr>
        <w:br/>
      </w:r>
      <w:r w:rsidR="00E239CE" w:rsidRPr="00F310A6">
        <w:rPr>
          <w:b w:val="0"/>
          <w:szCs w:val="24"/>
        </w:rPr>
        <w:t>27106</w:t>
      </w:r>
      <w:r w:rsidR="00E239CE">
        <w:rPr>
          <w:b w:val="0"/>
          <w:szCs w:val="24"/>
        </w:rPr>
        <w:t>,</w:t>
      </w:r>
      <w:r w:rsidR="00E239CE" w:rsidRPr="00F310A6">
        <w:rPr>
          <w:b w:val="0"/>
          <w:szCs w:val="24"/>
        </w:rPr>
        <w:t>8</w:t>
      </w:r>
      <w:r w:rsidR="00E239CE">
        <w:rPr>
          <w:b w:val="0"/>
          <w:szCs w:val="24"/>
        </w:rPr>
        <w:t xml:space="preserve"> </w:t>
      </w:r>
      <w:r w:rsidR="00617976" w:rsidRPr="003343C5">
        <w:rPr>
          <w:b w:val="0"/>
          <w:szCs w:val="24"/>
        </w:rPr>
        <w:t xml:space="preserve">млн рублей или </w:t>
      </w:r>
      <w:r w:rsidR="00E239CE" w:rsidRPr="00F310A6">
        <w:rPr>
          <w:b w:val="0"/>
          <w:szCs w:val="24"/>
        </w:rPr>
        <w:t>145,7</w:t>
      </w:r>
      <w:r w:rsidR="00617976" w:rsidRPr="003343C5">
        <w:rPr>
          <w:b w:val="0"/>
          <w:szCs w:val="24"/>
        </w:rPr>
        <w:t xml:space="preserve">% (в сопоставимых ценах) </w:t>
      </w:r>
      <w:r w:rsidR="004C2F24" w:rsidRPr="003343C5">
        <w:rPr>
          <w:b w:val="0"/>
          <w:szCs w:val="24"/>
        </w:rPr>
        <w:t>к</w:t>
      </w:r>
      <w:r w:rsidR="00617976" w:rsidRPr="003343C5">
        <w:rPr>
          <w:b w:val="0"/>
          <w:szCs w:val="24"/>
        </w:rPr>
        <w:t xml:space="preserve"> уровн</w:t>
      </w:r>
      <w:r w:rsidR="004C2F24" w:rsidRPr="003343C5">
        <w:rPr>
          <w:b w:val="0"/>
          <w:szCs w:val="24"/>
        </w:rPr>
        <w:t>ю</w:t>
      </w:r>
      <w:r w:rsidR="00617976" w:rsidRPr="003343C5">
        <w:rPr>
          <w:b w:val="0"/>
          <w:szCs w:val="24"/>
        </w:rPr>
        <w:t xml:space="preserve"> соответствующего периода предыдущего года</w:t>
      </w:r>
      <w:r w:rsidRPr="003343C5">
        <w:rPr>
          <w:b w:val="0"/>
          <w:szCs w:val="24"/>
        </w:rPr>
        <w:t>.</w:t>
      </w:r>
      <w:bookmarkEnd w:id="49"/>
      <w:bookmarkEnd w:id="50"/>
      <w:bookmarkEnd w:id="51"/>
    </w:p>
    <w:p w14:paraId="5382DFFE" w14:textId="77777777" w:rsidR="0031223F" w:rsidRPr="009152DB" w:rsidRDefault="0031223F" w:rsidP="009A15D9">
      <w:pPr>
        <w:pStyle w:val="3"/>
        <w:spacing w:before="360" w:after="240"/>
        <w:ind w:right="0"/>
        <w:rPr>
          <w:szCs w:val="24"/>
          <w:vertAlign w:val="superscript"/>
        </w:rPr>
      </w:pPr>
      <w:bookmarkStart w:id="52" w:name="_Toc436038874"/>
      <w:bookmarkStart w:id="53" w:name="_Toc493779728"/>
      <w:bookmarkStart w:id="54" w:name="_Toc178757151"/>
      <w:r w:rsidRPr="00471EEB">
        <w:rPr>
          <w:szCs w:val="24"/>
        </w:rPr>
        <w:t>Динамика объема работ,</w:t>
      </w:r>
      <w:r w:rsidRPr="00134AE7">
        <w:rPr>
          <w:szCs w:val="24"/>
        </w:rPr>
        <w:t xml:space="preserve"> </w:t>
      </w:r>
      <w:r w:rsidR="005C40BF">
        <w:rPr>
          <w:szCs w:val="24"/>
        </w:rPr>
        <w:br/>
      </w:r>
      <w:r w:rsidRPr="00134AE7">
        <w:rPr>
          <w:szCs w:val="24"/>
        </w:rPr>
        <w:t>выполненных</w:t>
      </w:r>
      <w:r w:rsidR="005C40BF">
        <w:rPr>
          <w:szCs w:val="24"/>
        </w:rPr>
        <w:t xml:space="preserve"> </w:t>
      </w:r>
      <w:r w:rsidRPr="00134AE7">
        <w:rPr>
          <w:szCs w:val="24"/>
        </w:rPr>
        <w:t>по виду экономической деятельности «Строительство»</w:t>
      </w:r>
      <w:bookmarkEnd w:id="52"/>
      <w:bookmarkEnd w:id="53"/>
      <w:bookmarkEnd w:id="54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116CBC" w14:paraId="40C965A1" w14:textId="77777777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14:paraId="5ED7FF05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F5F444D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Млн</w:t>
            </w:r>
            <w:r>
              <w:rPr>
                <w:b/>
                <w:sz w:val="20"/>
              </w:rPr>
              <w:br/>
            </w:r>
            <w:r w:rsidRPr="00116CBC">
              <w:rPr>
                <w:b/>
                <w:sz w:val="20"/>
              </w:rPr>
              <w:t>рублей</w:t>
            </w:r>
          </w:p>
        </w:tc>
        <w:tc>
          <w:tcPr>
            <w:tcW w:w="3402" w:type="dxa"/>
            <w:gridSpan w:val="2"/>
            <w:vAlign w:val="center"/>
          </w:tcPr>
          <w:p w14:paraId="24CBFD84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proofErr w:type="gramStart"/>
            <w:r w:rsidRPr="00116CBC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>%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 xml:space="preserve"> к</w:t>
            </w:r>
          </w:p>
        </w:tc>
      </w:tr>
      <w:tr w:rsidR="00617976" w:rsidRPr="00116CBC" w14:paraId="74B6E557" w14:textId="77777777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14:paraId="094C9F91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B923B7E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0124FF" w14:textId="77777777"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14:paraId="0AF50469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116CBC" w14:paraId="566E2B46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3976" w14:textId="77777777" w:rsidR="00617976" w:rsidRPr="008B5E56" w:rsidRDefault="00617976" w:rsidP="00617976">
            <w:pPr>
              <w:jc w:val="center"/>
              <w:rPr>
                <w:b/>
                <w:sz w:val="20"/>
              </w:rPr>
            </w:pPr>
            <w:r w:rsidRPr="00531E60">
              <w:rPr>
                <w:b/>
                <w:sz w:val="20"/>
              </w:rPr>
              <w:t>2023</w:t>
            </w:r>
          </w:p>
        </w:tc>
      </w:tr>
      <w:tr w:rsidR="00E239CE" w:rsidRPr="00116CBC" w14:paraId="2A7DB69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EFA3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2DFE3" w14:textId="44B1963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3C641" w14:textId="7B6BC0B8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8DB2" w14:textId="2F6B6DF9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19,0</w:t>
            </w:r>
          </w:p>
        </w:tc>
      </w:tr>
      <w:tr w:rsidR="00E239CE" w:rsidRPr="00116CBC" w14:paraId="4F8DE19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78E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ED2C" w14:textId="4D0B848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2184,0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878FE" w14:textId="5149384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6711B" w14:textId="708A40BF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108,6</w:t>
            </w:r>
          </w:p>
        </w:tc>
      </w:tr>
      <w:tr w:rsidR="00E239CE" w:rsidRPr="00116CBC" w14:paraId="59B7EA0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397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05024" w14:textId="554F39A4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3A9D" w14:textId="04AAF15F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86218" w14:textId="1E386300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103,6</w:t>
            </w:r>
          </w:p>
        </w:tc>
      </w:tr>
      <w:tr w:rsidR="00E239CE" w:rsidRPr="00116CBC" w14:paraId="0740447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9773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05AF1" w14:textId="0E0BE98F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6426,6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DAC17" w14:textId="31520F1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FAE57" w14:textId="31990D3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37,0</w:t>
            </w:r>
          </w:p>
        </w:tc>
      </w:tr>
      <w:tr w:rsidR="00E239CE" w:rsidRPr="00116CBC" w14:paraId="386B9E0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F0050" w14:textId="77777777"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BE5A9" w14:textId="24D5DFD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6741C" w14:textId="4E600978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14FB5" w14:textId="3073A091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124,2</w:t>
            </w:r>
          </w:p>
        </w:tc>
      </w:tr>
      <w:tr w:rsidR="00E239CE" w:rsidRPr="00116CBC" w14:paraId="359BA9F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B6DFC" w14:textId="77777777"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7096E" w14:textId="5D8EA04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1933B" w14:textId="1A8EEBD7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A2935" w14:textId="5964F848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54,8</w:t>
            </w:r>
          </w:p>
        </w:tc>
      </w:tr>
      <w:tr w:rsidR="00E239CE" w:rsidRPr="00116CBC" w14:paraId="4CBF1A6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2DED" w14:textId="77777777"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7A3C2" w14:textId="38EF7096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207F7" w14:textId="3BA66A2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7B4D" w14:textId="5621DB36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138,9</w:t>
            </w:r>
          </w:p>
        </w:tc>
      </w:tr>
      <w:tr w:rsidR="00E239CE" w:rsidRPr="00116CBC" w14:paraId="65C9851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DA2C" w14:textId="77777777"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lastRenderedPageBreak/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A925" w14:textId="15F12A12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6637,4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6BE25" w14:textId="5553710E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952C8" w14:textId="1107A6ED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100,5</w:t>
            </w:r>
          </w:p>
        </w:tc>
      </w:tr>
      <w:tr w:rsidR="00E239CE" w:rsidRPr="00116CBC" w14:paraId="76E8D98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4AE28" w14:textId="77777777" w:rsidR="00E239CE" w:rsidRPr="00465DA9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A21B3" w14:textId="03519F37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13064,0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BC2E5" w14:textId="0BCAC04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9032" w14:textId="74F47ECE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14:paraId="33254B5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E0A8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79C77" w14:textId="542C415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A4184" w14:textId="147C305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05F4F" w14:textId="31A405E2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90,4</w:t>
            </w:r>
          </w:p>
        </w:tc>
      </w:tr>
      <w:tr w:rsidR="00E239CE" w:rsidRPr="00116CBC" w14:paraId="1019F76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1DC1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74F54" w14:textId="3705D4A3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B17AA" w14:textId="2C55341B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7BFE8" w14:textId="722F526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94,4</w:t>
            </w:r>
          </w:p>
        </w:tc>
      </w:tr>
      <w:tr w:rsidR="00E239CE" w:rsidRPr="00116CBC" w14:paraId="5C92909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145EB" w14:textId="19352EA6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Январь-август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43638" w14:textId="1C78BD64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17004,9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0C0E9" w14:textId="5F0670EE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577D2" w14:textId="15273EDE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14:paraId="3C65C8D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424BF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28B6E" w14:textId="2674C8EB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2785,5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BBED9" w14:textId="3A179B97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55409" w14:textId="6994898B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143,9</w:t>
            </w:r>
          </w:p>
        </w:tc>
      </w:tr>
      <w:tr w:rsidR="00E239CE" w:rsidRPr="00116CBC" w14:paraId="11B2FAC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C032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505F3" w14:textId="3CC3325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1EF34" w14:textId="705CF249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27303" w14:textId="63D73721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98,3</w:t>
            </w:r>
          </w:p>
        </w:tc>
      </w:tr>
      <w:tr w:rsidR="00E239CE" w:rsidRPr="00116CBC" w14:paraId="36545FC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A8E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CED7B" w14:textId="69EC700D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F4B1E" w14:textId="6CA84044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1AA05" w14:textId="26E61658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14:paraId="1EEC8F8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B26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44BC5" w14:textId="2086A84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B8108" w14:textId="401F0E6C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20026" w14:textId="7B11946D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71,1</w:t>
            </w:r>
          </w:p>
        </w:tc>
      </w:tr>
      <w:tr w:rsidR="00E239CE" w:rsidRPr="00116CBC" w14:paraId="271869C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B83E3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F84BE" w14:textId="54AE2B4D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2871" w14:textId="3BC819C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05277" w14:textId="758737E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99,1</w:t>
            </w:r>
          </w:p>
        </w:tc>
      </w:tr>
      <w:tr w:rsidR="00E239CE" w:rsidRPr="00116CBC" w14:paraId="20F25BA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F13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844F" w14:textId="1DA2E650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6880,5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3BFAA" w14:textId="42CB04D4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A4FC" w14:textId="66DE2800" w:rsidR="00E239CE" w:rsidRPr="00B96736" w:rsidRDefault="00E239CE" w:rsidP="00E239CE">
            <w:pPr>
              <w:ind w:right="34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в 3,4р.</w:t>
            </w:r>
          </w:p>
        </w:tc>
      </w:tr>
      <w:tr w:rsidR="00E239CE" w:rsidRPr="00116CBC" w14:paraId="760EA04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2ABC6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94CF" w14:textId="784DE35E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DA6C9" w14:textId="48AC2D34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441D7" w14:textId="447F3D0A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</w:tr>
      <w:tr w:rsidR="00E239CE" w:rsidRPr="00116CBC" w14:paraId="643709C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6E4EF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98076" w14:textId="4E0D7003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30699,1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20E54" w14:textId="2EC60E66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C6FBA" w14:textId="03115479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617976" w:rsidRPr="00116CBC" w14:paraId="64ED5624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4E58" w14:textId="77777777" w:rsidR="00617976" w:rsidRPr="00B96736" w:rsidRDefault="00617976" w:rsidP="00617976">
            <w:pPr>
              <w:jc w:val="center"/>
              <w:rPr>
                <w:b/>
                <w:sz w:val="20"/>
              </w:rPr>
            </w:pPr>
            <w:r w:rsidRPr="00B96736">
              <w:rPr>
                <w:b/>
                <w:sz w:val="20"/>
              </w:rPr>
              <w:t>2024</w:t>
            </w:r>
          </w:p>
        </w:tc>
      </w:tr>
      <w:tr w:rsidR="00E239CE" w:rsidRPr="00116CBC" w14:paraId="53AF1D2C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E8A8F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63D81" w14:textId="1B2BC887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5673,1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687D" w14:textId="3CEE55E6" w:rsidR="00E239CE" w:rsidRPr="00DA5619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в 2,5р.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56BA" w14:textId="3668330E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81,8</w:t>
            </w:r>
          </w:p>
        </w:tc>
      </w:tr>
      <w:tr w:rsidR="00E239CE" w:rsidRPr="00116CBC" w14:paraId="12EA612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F07B5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7AC14" w14:textId="5B03FF21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860,7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168E2" w14:textId="4102F77A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19C69" w14:textId="1B3F66FF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15,2</w:t>
            </w:r>
          </w:p>
        </w:tc>
      </w:tr>
      <w:tr w:rsidR="00E239CE" w:rsidRPr="00116CBC" w14:paraId="6424D46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DFC6B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97A3F" w14:textId="5BB41BED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8117,6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3B9DF" w14:textId="4802782F" w:rsidR="00E239CE" w:rsidRPr="00DA5619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в 3,2р.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8AEE" w14:textId="4C705029" w:rsidR="00E239CE" w:rsidRPr="00DA5619" w:rsidRDefault="00E239CE" w:rsidP="00E239CE">
            <w:pPr>
              <w:ind w:right="340"/>
              <w:jc w:val="right"/>
              <w:rPr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в 9,4р.</w:t>
            </w:r>
          </w:p>
        </w:tc>
      </w:tr>
      <w:tr w:rsidR="00E239CE" w:rsidRPr="00116CBC" w14:paraId="6A39B44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7A42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31AD5" w14:textId="5FEB6C06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14651,4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923BC" w14:textId="2BF21F8F" w:rsidR="00E239CE" w:rsidRPr="00DA5619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в 2,0р.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CD2A4" w14:textId="6E770C73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132,7</w:t>
            </w:r>
          </w:p>
        </w:tc>
      </w:tr>
      <w:tr w:rsidR="00E239CE" w:rsidRPr="00116CBC" w14:paraId="0C705CF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59AFA" w14:textId="77777777" w:rsidR="00E239CE" w:rsidRPr="006A04A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72F7B" w14:textId="05D9DA23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1601,8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5402D" w14:textId="2F77927B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BC48F" w14:textId="1307D9CC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19,6</w:t>
            </w:r>
          </w:p>
        </w:tc>
      </w:tr>
      <w:tr w:rsidR="00E239CE" w:rsidRPr="00116CBC" w14:paraId="2D857C7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5B35" w14:textId="77777777" w:rsidR="00E239CE" w:rsidRPr="00AC1DC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C1DC1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3DF69" w14:textId="087DA96B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1895,4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EB336" w14:textId="41CCAEE4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DDFF5" w14:textId="0BCCFD04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118,8</w:t>
            </w:r>
          </w:p>
        </w:tc>
      </w:tr>
      <w:tr w:rsidR="00E239CE" w:rsidRPr="00116CBC" w14:paraId="210D530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4BF7D" w14:textId="4D8A364D" w:rsidR="00E239CE" w:rsidRPr="00AC1DC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040CB4">
              <w:rPr>
                <w:b/>
                <w:color w:val="000000"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30B94" w14:textId="45A9E167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2312,7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01FA2" w14:textId="2102E28F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4ECA" w14:textId="35550A6E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121,7</w:t>
            </w:r>
          </w:p>
        </w:tc>
      </w:tr>
      <w:tr w:rsidR="00E239CE" w:rsidRPr="00116CBC" w14:paraId="5AA6859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11974" w14:textId="3254DE27" w:rsidR="00E239CE" w:rsidRPr="00040CB4" w:rsidRDefault="00E239CE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040CB4">
              <w:rPr>
                <w:b/>
                <w:color w:val="000000"/>
                <w:sz w:val="20"/>
                <w:lang w:val="en-US"/>
              </w:rPr>
              <w:t>II</w:t>
            </w:r>
            <w:r w:rsidRPr="00040CB4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3840" w14:textId="6B22C177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5809,9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CE989" w14:textId="4BE99E59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7F107" w14:textId="4D5C810F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39,5</w:t>
            </w:r>
          </w:p>
        </w:tc>
      </w:tr>
      <w:tr w:rsidR="00E239CE" w:rsidRPr="00116CBC" w14:paraId="7BB8453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69EC8" w14:textId="426263C0" w:rsidR="00E239CE" w:rsidRPr="00040CB4" w:rsidRDefault="00E239CE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040CB4">
              <w:rPr>
                <w:b/>
                <w:color w:val="000000"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64109" w14:textId="781684CC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20461,3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9E311" w14:textId="56757FE9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8D320" w14:textId="78E2402F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х</w:t>
            </w:r>
          </w:p>
        </w:tc>
      </w:tr>
      <w:tr w:rsidR="00E239CE" w:rsidRPr="00116CBC" w14:paraId="31C6C3F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B6847" w14:textId="4A7A1790" w:rsidR="00E239CE" w:rsidRPr="00AC1DC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D0C51">
              <w:rPr>
                <w:b/>
                <w:color w:val="000000"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C0F02" w14:textId="1D057EA1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3210,8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A7CE" w14:textId="4B622610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48C7" w14:textId="32081E46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137,9</w:t>
            </w:r>
          </w:p>
        </w:tc>
      </w:tr>
      <w:tr w:rsidR="00E239CE" w:rsidRPr="00116CBC" w14:paraId="33217AA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D7F82" w14:textId="17C2CC39" w:rsidR="00E239CE" w:rsidRPr="00AC1DC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16BC6" w14:textId="1074A397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310A6">
              <w:rPr>
                <w:b/>
                <w:sz w:val="20"/>
              </w:rPr>
              <w:t>3434,7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08B0E" w14:textId="593E19F7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F310A6">
              <w:rPr>
                <w:b/>
                <w:sz w:val="20"/>
              </w:rPr>
              <w:t>167,8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38927" w14:textId="75FF48CB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F310A6">
              <w:rPr>
                <w:b/>
                <w:sz w:val="20"/>
              </w:rPr>
              <w:t>107,0</w:t>
            </w:r>
          </w:p>
        </w:tc>
      </w:tr>
      <w:tr w:rsidR="00E239CE" w:rsidRPr="00116CBC" w14:paraId="2A807D5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96251" w14:textId="272172B0" w:rsidR="00E239CE" w:rsidRPr="00ED0C51" w:rsidRDefault="00E239CE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Январь-август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DA80C" w14:textId="5D987EAB" w:rsidR="00E239CE" w:rsidRPr="00DA5619" w:rsidRDefault="00E239CE" w:rsidP="00E239C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310A6">
              <w:rPr>
                <w:b/>
                <w:sz w:val="20"/>
              </w:rPr>
              <w:t>27106,8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4C068" w14:textId="3E4047C1" w:rsidR="00E239CE" w:rsidRPr="00DA5619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F310A6">
              <w:rPr>
                <w:b/>
                <w:sz w:val="20"/>
              </w:rPr>
              <w:t>145,7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62CC5" w14:textId="430D8497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F310A6">
              <w:rPr>
                <w:b/>
                <w:sz w:val="20"/>
              </w:rPr>
              <w:t>х</w:t>
            </w:r>
          </w:p>
        </w:tc>
      </w:tr>
    </w:tbl>
    <w:p w14:paraId="1738185B" w14:textId="678028D2" w:rsidR="009152DB" w:rsidRPr="00424EFE" w:rsidRDefault="009152DB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55" w:name="_Toc178757152"/>
      <w:r w:rsidRPr="00E85C4E">
        <w:t>Ввод в действие (в эксплуатацию) зданий.</w:t>
      </w:r>
      <w:r w:rsidRPr="00424EFE">
        <w:rPr>
          <w:b w:val="0"/>
        </w:rPr>
        <w:t xml:space="preserve"> </w:t>
      </w:r>
      <w:r w:rsidR="00E668A1" w:rsidRPr="003343C5">
        <w:rPr>
          <w:b w:val="0"/>
        </w:rPr>
        <w:t>Из числа введенных в действие</w:t>
      </w:r>
      <w:r w:rsidR="00E668A1" w:rsidRPr="003343C5">
        <w:rPr>
          <w:b w:val="0"/>
        </w:rPr>
        <w:br/>
        <w:t xml:space="preserve">в </w:t>
      </w:r>
      <w:r w:rsidR="00162EDB" w:rsidRPr="003343C5">
        <w:rPr>
          <w:b w:val="0"/>
        </w:rPr>
        <w:t>январе-</w:t>
      </w:r>
      <w:r w:rsidR="00DA5619">
        <w:rPr>
          <w:b w:val="0"/>
        </w:rPr>
        <w:t>августе</w:t>
      </w:r>
      <w:r w:rsidR="00E668A1" w:rsidRPr="003343C5">
        <w:rPr>
          <w:b w:val="0"/>
        </w:rPr>
        <w:t xml:space="preserve"> 2024 года зданий </w:t>
      </w:r>
      <w:r w:rsidR="00E239CE" w:rsidRPr="00E239CE">
        <w:rPr>
          <w:b w:val="0"/>
        </w:rPr>
        <w:t>97,1</w:t>
      </w:r>
      <w:r w:rsidR="00E668A1" w:rsidRPr="003343C5">
        <w:rPr>
          <w:b w:val="0"/>
        </w:rPr>
        <w:t>% составляют здания жилого назначения</w:t>
      </w:r>
      <w:r w:rsidRPr="003343C5">
        <w:rPr>
          <w:b w:val="0"/>
        </w:rPr>
        <w:t>.</w:t>
      </w:r>
      <w:bookmarkEnd w:id="55"/>
    </w:p>
    <w:p w14:paraId="5E0B0D7C" w14:textId="26E13DAF" w:rsidR="009152DB" w:rsidRPr="00E85C4E" w:rsidRDefault="009152DB" w:rsidP="00DD3362">
      <w:pPr>
        <w:pStyle w:val="3"/>
        <w:spacing w:before="240" w:after="120"/>
        <w:ind w:right="0"/>
        <w:rPr>
          <w:szCs w:val="24"/>
        </w:rPr>
      </w:pPr>
      <w:bookmarkStart w:id="56" w:name="_Toc436038878"/>
      <w:bookmarkStart w:id="57" w:name="_Toc78896082"/>
      <w:bookmarkStart w:id="58" w:name="_Toc92984670"/>
      <w:bookmarkStart w:id="59" w:name="_Toc127177995"/>
      <w:bookmarkStart w:id="60" w:name="_Toc178757153"/>
      <w:r w:rsidRPr="00E85C4E">
        <w:rPr>
          <w:szCs w:val="24"/>
        </w:rPr>
        <w:t>Ввод в действие (в эксплуатацию) зданий по их видам</w:t>
      </w:r>
      <w:bookmarkEnd w:id="56"/>
      <w:bookmarkEnd w:id="57"/>
      <w:bookmarkEnd w:id="58"/>
      <w:bookmarkEnd w:id="59"/>
      <w:r w:rsidR="002329BA">
        <w:rPr>
          <w:szCs w:val="24"/>
        </w:rPr>
        <w:t xml:space="preserve"> </w:t>
      </w:r>
      <w:r w:rsidR="003116A1">
        <w:rPr>
          <w:szCs w:val="24"/>
        </w:rPr>
        <w:br/>
      </w:r>
      <w:r w:rsidRPr="00943238">
        <w:t xml:space="preserve">в </w:t>
      </w:r>
      <w:r w:rsidR="00162EDB" w:rsidRPr="00943238">
        <w:t>январе-</w:t>
      </w:r>
      <w:r w:rsidR="00DA5619">
        <w:t>августе</w:t>
      </w:r>
      <w:r w:rsidR="00266CFC" w:rsidRPr="00943238">
        <w:t xml:space="preserve"> 2024</w:t>
      </w:r>
      <w:r w:rsidRPr="00943238">
        <w:t xml:space="preserve"> </w:t>
      </w:r>
      <w:r w:rsidRPr="00943238">
        <w:rPr>
          <w:szCs w:val="24"/>
        </w:rPr>
        <w:t>год</w:t>
      </w:r>
      <w:r w:rsidR="00266CFC" w:rsidRPr="00943238">
        <w:rPr>
          <w:szCs w:val="24"/>
        </w:rPr>
        <w:t>а</w:t>
      </w:r>
      <w:bookmarkEnd w:id="6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701"/>
        <w:gridCol w:w="1701"/>
      </w:tblGrid>
      <w:tr w:rsidR="00617976" w:rsidRPr="00E34D39" w14:paraId="6B088461" w14:textId="77777777" w:rsidTr="00617976">
        <w:trPr>
          <w:cantSplit/>
          <w:trHeight w:val="283"/>
          <w:jc w:val="center"/>
        </w:trPr>
        <w:tc>
          <w:tcPr>
            <w:tcW w:w="5669" w:type="dxa"/>
            <w:vAlign w:val="center"/>
          </w:tcPr>
          <w:p w14:paraId="69113140" w14:textId="77777777" w:rsidR="00617976" w:rsidRPr="00E34D39" w:rsidRDefault="00617976" w:rsidP="00617976">
            <w:pPr>
              <w:jc w:val="center"/>
              <w:rPr>
                <w:b/>
                <w:sz w:val="20"/>
              </w:rPr>
            </w:pPr>
            <w:bookmarkStart w:id="61" w:name="_Toc436038880"/>
          </w:p>
        </w:tc>
        <w:tc>
          <w:tcPr>
            <w:tcW w:w="1701" w:type="dxa"/>
            <w:vAlign w:val="center"/>
          </w:tcPr>
          <w:p w14:paraId="539B50F8" w14:textId="77777777" w:rsidR="00617976" w:rsidRPr="00E34D39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зданий,</w:t>
            </w:r>
            <w:r>
              <w:rPr>
                <w:b/>
                <w:sz w:val="20"/>
              </w:rPr>
              <w:br/>
            </w:r>
            <w:r w:rsidRPr="00E34D39">
              <w:rPr>
                <w:b/>
                <w:sz w:val="20"/>
              </w:rPr>
              <w:t>ед.</w:t>
            </w:r>
          </w:p>
        </w:tc>
        <w:tc>
          <w:tcPr>
            <w:tcW w:w="1701" w:type="dxa"/>
            <w:vAlign w:val="center"/>
          </w:tcPr>
          <w:p w14:paraId="087E2971" w14:textId="77777777" w:rsidR="00617976" w:rsidRPr="00E34D39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8039CF">
              <w:rPr>
                <w:b/>
                <w:sz w:val="20"/>
              </w:rPr>
              <w:t>Общая площадь</w:t>
            </w:r>
            <w:r w:rsidRPr="00DE4F37">
              <w:rPr>
                <w:b/>
                <w:sz w:val="20"/>
              </w:rPr>
              <w:t xml:space="preserve"> </w:t>
            </w:r>
            <w:r w:rsidRPr="008039CF">
              <w:rPr>
                <w:b/>
                <w:sz w:val="20"/>
              </w:rPr>
              <w:t xml:space="preserve">зданий, </w:t>
            </w:r>
            <w:r w:rsidRPr="008039CF">
              <w:rPr>
                <w:b/>
                <w:sz w:val="20"/>
              </w:rPr>
              <w:br/>
              <w:t>тыс. м</w:t>
            </w:r>
            <w:r w:rsidRPr="008039CF">
              <w:rPr>
                <w:b/>
                <w:sz w:val="20"/>
                <w:vertAlign w:val="superscript"/>
              </w:rPr>
              <w:t>2</w:t>
            </w:r>
          </w:p>
        </w:tc>
      </w:tr>
      <w:tr w:rsidR="00E239CE" w:rsidRPr="00973C76" w14:paraId="36CEEF6A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0CB5D26" w14:textId="77777777" w:rsidR="00E239CE" w:rsidRPr="00E34D39" w:rsidRDefault="00E239CE" w:rsidP="00E239CE">
            <w:pPr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Введено в действие зданий</w:t>
            </w:r>
          </w:p>
        </w:tc>
        <w:tc>
          <w:tcPr>
            <w:tcW w:w="1701" w:type="dxa"/>
            <w:vAlign w:val="bottom"/>
          </w:tcPr>
          <w:p w14:paraId="54C14176" w14:textId="08B7A2AC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2968</w:t>
            </w:r>
          </w:p>
        </w:tc>
        <w:tc>
          <w:tcPr>
            <w:tcW w:w="1701" w:type="dxa"/>
            <w:vAlign w:val="bottom"/>
          </w:tcPr>
          <w:p w14:paraId="14F930B9" w14:textId="7887C36A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505,8</w:t>
            </w:r>
          </w:p>
        </w:tc>
      </w:tr>
      <w:tr w:rsidR="00617976" w:rsidRPr="00973C76" w14:paraId="59816DF1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3BC396EA" w14:textId="77777777" w:rsidR="00617976" w:rsidRPr="00DE4F37" w:rsidRDefault="00617976" w:rsidP="00617976">
            <w:pPr>
              <w:ind w:left="34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в том числе:</w:t>
            </w:r>
          </w:p>
        </w:tc>
      </w:tr>
      <w:tr w:rsidR="00E239CE" w:rsidRPr="00973C76" w14:paraId="66836BF3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56395B5" w14:textId="77777777" w:rsidR="00E239CE" w:rsidRPr="00E34D39" w:rsidRDefault="00E239CE" w:rsidP="00E239CE">
            <w:pPr>
              <w:ind w:left="113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жилого назначения</w:t>
            </w:r>
          </w:p>
        </w:tc>
        <w:tc>
          <w:tcPr>
            <w:tcW w:w="1701" w:type="dxa"/>
            <w:vAlign w:val="bottom"/>
          </w:tcPr>
          <w:p w14:paraId="687334D1" w14:textId="6086F426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2882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E1DA1" w14:textId="2CED9877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437,2</w:t>
            </w:r>
          </w:p>
        </w:tc>
      </w:tr>
      <w:tr w:rsidR="00E239CE" w:rsidRPr="00973C76" w14:paraId="1C02D727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AD12789" w14:textId="14A858F5" w:rsidR="00E239CE" w:rsidRPr="007B5094" w:rsidRDefault="00E239CE" w:rsidP="00E239CE">
            <w:pPr>
              <w:ind w:left="113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не</w:t>
            </w:r>
            <w:r w:rsidRPr="00E34D39">
              <w:rPr>
                <w:b/>
                <w:sz w:val="20"/>
              </w:rPr>
              <w:t>жилого назначения</w:t>
            </w:r>
            <w:r w:rsidR="0088531A">
              <w:rPr>
                <w:b/>
                <w:sz w:val="20"/>
                <w:vertAlign w:val="superscript"/>
                <w:lang w:val="en-US"/>
              </w:rPr>
              <w:t>4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701" w:type="dxa"/>
            <w:vAlign w:val="bottom"/>
          </w:tcPr>
          <w:p w14:paraId="24E69FF1" w14:textId="16EB7DA4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86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2ACFA" w14:textId="207F5629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68,6</w:t>
            </w:r>
          </w:p>
        </w:tc>
      </w:tr>
      <w:tr w:rsidR="00617976" w:rsidRPr="00973C76" w14:paraId="32B8EB42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3404AEF6" w14:textId="77777777" w:rsidR="00617976" w:rsidRPr="006C1615" w:rsidRDefault="00617976" w:rsidP="00617976">
            <w:pPr>
              <w:ind w:left="454"/>
              <w:jc w:val="left"/>
              <w:rPr>
                <w:b/>
                <w:sz w:val="20"/>
              </w:rPr>
            </w:pPr>
            <w:r w:rsidRPr="0045427C">
              <w:rPr>
                <w:b/>
                <w:sz w:val="20"/>
              </w:rPr>
              <w:t>из них здания:</w:t>
            </w:r>
          </w:p>
        </w:tc>
      </w:tr>
      <w:tr w:rsidR="00E239CE" w:rsidRPr="00973C76" w14:paraId="7D8B4A3E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B261F49" w14:textId="77777777"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промышленные</w:t>
            </w:r>
          </w:p>
        </w:tc>
        <w:tc>
          <w:tcPr>
            <w:tcW w:w="1701" w:type="dxa"/>
            <w:vAlign w:val="bottom"/>
          </w:tcPr>
          <w:p w14:paraId="008B2B56" w14:textId="6AEDC8B0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A206F" w14:textId="06E68244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8,5</w:t>
            </w:r>
          </w:p>
        </w:tc>
      </w:tr>
      <w:tr w:rsidR="00E239CE" w:rsidRPr="00973C76" w14:paraId="780F400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3AC24EE" w14:textId="77777777" w:rsidR="00E239CE" w:rsidRPr="00E34D39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сельскохозяйственные</w:t>
            </w:r>
          </w:p>
        </w:tc>
        <w:tc>
          <w:tcPr>
            <w:tcW w:w="1701" w:type="dxa"/>
            <w:vAlign w:val="bottom"/>
          </w:tcPr>
          <w:p w14:paraId="5E11BAC4" w14:textId="6CEB16A2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6D827" w14:textId="7CC8297C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,5</w:t>
            </w:r>
          </w:p>
        </w:tc>
      </w:tr>
      <w:tr w:rsidR="00E239CE" w:rsidRPr="00973C76" w14:paraId="4C969EB0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C187A60" w14:textId="77777777" w:rsidR="00E239CE" w:rsidRPr="005D6FD6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4B4055">
              <w:rPr>
                <w:b/>
                <w:sz w:val="20"/>
              </w:rPr>
              <w:t>оммерческие</w:t>
            </w:r>
          </w:p>
        </w:tc>
        <w:tc>
          <w:tcPr>
            <w:tcW w:w="1701" w:type="dxa"/>
            <w:vAlign w:val="bottom"/>
          </w:tcPr>
          <w:p w14:paraId="521B9E4C" w14:textId="79FB7383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52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4B955" w14:textId="03433C76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17</w:t>
            </w:r>
            <w:r>
              <w:rPr>
                <w:b/>
                <w:sz w:val="20"/>
              </w:rPr>
              <w:t>,</w:t>
            </w:r>
            <w:r w:rsidRPr="002975C0">
              <w:rPr>
                <w:b/>
                <w:sz w:val="20"/>
              </w:rPr>
              <w:t>3</w:t>
            </w:r>
          </w:p>
        </w:tc>
      </w:tr>
      <w:tr w:rsidR="00E239CE" w:rsidRPr="00973C76" w14:paraId="56CE0B39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952913D" w14:textId="77777777" w:rsidR="00E239CE" w:rsidRPr="004B4055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 w:rsidRPr="004B4055">
              <w:rPr>
                <w:b/>
                <w:sz w:val="20"/>
              </w:rPr>
              <w:t>дминистративные</w:t>
            </w:r>
          </w:p>
        </w:tc>
        <w:tc>
          <w:tcPr>
            <w:tcW w:w="1701" w:type="dxa"/>
            <w:vAlign w:val="bottom"/>
          </w:tcPr>
          <w:p w14:paraId="7F9AC00D" w14:textId="70DF3F75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6AC54" w14:textId="6C5AF19B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2,9</w:t>
            </w:r>
          </w:p>
        </w:tc>
      </w:tr>
      <w:tr w:rsidR="00E239CE" w:rsidRPr="00973C76" w14:paraId="6408F1C3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B5AAB65" w14:textId="56B0288C"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учебные</w:t>
            </w:r>
          </w:p>
        </w:tc>
        <w:tc>
          <w:tcPr>
            <w:tcW w:w="1701" w:type="dxa"/>
            <w:vAlign w:val="bottom"/>
          </w:tcPr>
          <w:p w14:paraId="106E2B0B" w14:textId="5C53F444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60774" w14:textId="65F63A8B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23</w:t>
            </w:r>
            <w:r>
              <w:rPr>
                <w:b/>
                <w:sz w:val="20"/>
              </w:rPr>
              <w:t>,</w:t>
            </w:r>
            <w:r w:rsidRPr="002975C0">
              <w:rPr>
                <w:b/>
                <w:sz w:val="20"/>
              </w:rPr>
              <w:t>4</w:t>
            </w:r>
          </w:p>
        </w:tc>
      </w:tr>
      <w:tr w:rsidR="00E239CE" w:rsidRPr="00973C76" w14:paraId="4791CE3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9917B86" w14:textId="77777777"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здравоохранени</w:t>
            </w:r>
            <w:r>
              <w:rPr>
                <w:b/>
                <w:sz w:val="20"/>
              </w:rPr>
              <w:t>я</w:t>
            </w:r>
          </w:p>
        </w:tc>
        <w:tc>
          <w:tcPr>
            <w:tcW w:w="1701" w:type="dxa"/>
            <w:vAlign w:val="bottom"/>
          </w:tcPr>
          <w:p w14:paraId="1D3C9A26" w14:textId="13A5B10A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26ECF" w14:textId="5937935D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0,0</w:t>
            </w:r>
          </w:p>
        </w:tc>
      </w:tr>
      <w:tr w:rsidR="00E239CE" w:rsidRPr="00973C76" w14:paraId="762DB34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FA11E13" w14:textId="77777777" w:rsidR="00E239CE" w:rsidRPr="004B4055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4B4055">
              <w:rPr>
                <w:b/>
                <w:sz w:val="20"/>
              </w:rPr>
              <w:t>ругие</w:t>
            </w:r>
          </w:p>
        </w:tc>
        <w:tc>
          <w:tcPr>
            <w:tcW w:w="1701" w:type="dxa"/>
            <w:vAlign w:val="bottom"/>
          </w:tcPr>
          <w:p w14:paraId="230B8FAD" w14:textId="2E2D03D1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3B259" w14:textId="4020C227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2975C0">
              <w:rPr>
                <w:b/>
                <w:sz w:val="20"/>
              </w:rPr>
              <w:t>11,9</w:t>
            </w:r>
          </w:p>
        </w:tc>
      </w:tr>
    </w:tbl>
    <w:p w14:paraId="5243BEC7" w14:textId="7EFEABCB" w:rsidR="00EA4626" w:rsidRDefault="0088531A" w:rsidP="003E3D18">
      <w:pPr>
        <w:spacing w:before="120"/>
        <w:ind w:left="453" w:hanging="113"/>
        <w:rPr>
          <w:sz w:val="18"/>
          <w:szCs w:val="18"/>
        </w:rPr>
      </w:pPr>
      <w:r w:rsidRPr="0088531A">
        <w:rPr>
          <w:sz w:val="18"/>
          <w:szCs w:val="18"/>
          <w:vertAlign w:val="superscript"/>
        </w:rPr>
        <w:t>4</w:t>
      </w:r>
      <w:r w:rsidR="00EA4626" w:rsidRPr="003E3D18">
        <w:rPr>
          <w:sz w:val="18"/>
          <w:szCs w:val="18"/>
          <w:vertAlign w:val="superscript"/>
        </w:rPr>
        <w:t>)</w:t>
      </w:r>
      <w:r w:rsidR="00EA4626" w:rsidRPr="003E3D18">
        <w:rPr>
          <w:sz w:val="18"/>
          <w:szCs w:val="18"/>
        </w:rPr>
        <w:t>здания нежилого назначения распределены исходя из целей их использования в соответствии</w:t>
      </w:r>
      <w:r w:rsidR="00EA4626" w:rsidRPr="003E3D18">
        <w:rPr>
          <w:sz w:val="18"/>
          <w:szCs w:val="18"/>
        </w:rPr>
        <w:br/>
        <w:t>с Общероссийским классификатором основных фондов</w:t>
      </w:r>
    </w:p>
    <w:p w14:paraId="61071444" w14:textId="3CDE0913" w:rsidR="0031223F" w:rsidRPr="002F1158" w:rsidRDefault="007E11A7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62" w:name="_Toc178757154"/>
      <w:r w:rsidRPr="007E1B0A">
        <w:rPr>
          <w:szCs w:val="24"/>
        </w:rPr>
        <w:t xml:space="preserve">Жилищное </w:t>
      </w:r>
      <w:r w:rsidRPr="00DE7BF7">
        <w:rPr>
          <w:szCs w:val="24"/>
        </w:rPr>
        <w:t>строительство</w:t>
      </w:r>
      <w:r w:rsidR="0088531A" w:rsidRPr="0088531A">
        <w:rPr>
          <w:szCs w:val="24"/>
          <w:vertAlign w:val="superscript"/>
        </w:rPr>
        <w:t>5</w:t>
      </w:r>
      <w:r w:rsidRPr="00DE7BF7">
        <w:rPr>
          <w:szCs w:val="24"/>
          <w:vertAlign w:val="superscript"/>
        </w:rPr>
        <w:t>)</w:t>
      </w:r>
      <w:r w:rsidRPr="0022283C">
        <w:rPr>
          <w:b w:val="0"/>
          <w:bCs/>
          <w:szCs w:val="24"/>
        </w:rPr>
        <w:t>.</w:t>
      </w:r>
      <w:r w:rsidR="007A0CB6" w:rsidRPr="002F1158">
        <w:rPr>
          <w:b w:val="0"/>
          <w:szCs w:val="24"/>
        </w:rPr>
        <w:t xml:space="preserve"> </w:t>
      </w:r>
      <w:r w:rsidR="009C29DA" w:rsidRPr="002F1158">
        <w:rPr>
          <w:b w:val="0"/>
          <w:szCs w:val="24"/>
        </w:rPr>
        <w:t>В январе-</w:t>
      </w:r>
      <w:r w:rsidR="00DA5619">
        <w:rPr>
          <w:b w:val="0"/>
          <w:szCs w:val="24"/>
        </w:rPr>
        <w:t>августе</w:t>
      </w:r>
      <w:r w:rsidR="00617976" w:rsidRPr="002F1158">
        <w:rPr>
          <w:b w:val="0"/>
          <w:szCs w:val="24"/>
        </w:rPr>
        <w:t xml:space="preserve"> 2024 года организациями всех форм собственности и индивидуальными застройщиками </w:t>
      </w:r>
      <w:r w:rsidR="00463A32" w:rsidRPr="002F1158">
        <w:rPr>
          <w:b w:val="0"/>
          <w:szCs w:val="24"/>
        </w:rPr>
        <w:t xml:space="preserve">построено </w:t>
      </w:r>
      <w:r w:rsidR="00E239CE" w:rsidRPr="00A00E11">
        <w:rPr>
          <w:b w:val="0"/>
          <w:szCs w:val="24"/>
        </w:rPr>
        <w:t>3615</w:t>
      </w:r>
      <w:r w:rsidR="00463A32" w:rsidRPr="002F1158">
        <w:rPr>
          <w:b w:val="0"/>
          <w:szCs w:val="24"/>
        </w:rPr>
        <w:t xml:space="preserve"> новых квартир </w:t>
      </w:r>
      <w:r w:rsidR="00617976" w:rsidRPr="002F1158">
        <w:rPr>
          <w:b w:val="0"/>
          <w:szCs w:val="24"/>
        </w:rPr>
        <w:t xml:space="preserve">общей площадью </w:t>
      </w:r>
      <w:r w:rsidR="00E239CE" w:rsidRPr="00A00E11">
        <w:rPr>
          <w:b w:val="0"/>
          <w:szCs w:val="24"/>
        </w:rPr>
        <w:t>425,6</w:t>
      </w:r>
      <w:r w:rsidR="002F1158" w:rsidRPr="00E239CE">
        <w:rPr>
          <w:b w:val="0"/>
          <w:szCs w:val="24"/>
        </w:rPr>
        <w:t xml:space="preserve"> </w:t>
      </w:r>
      <w:r w:rsidR="00617976" w:rsidRPr="002F1158">
        <w:rPr>
          <w:b w:val="0"/>
          <w:szCs w:val="24"/>
        </w:rPr>
        <w:t>тыс. м</w:t>
      </w:r>
      <w:r w:rsidR="00617976" w:rsidRPr="002F1158">
        <w:rPr>
          <w:b w:val="0"/>
          <w:szCs w:val="24"/>
          <w:vertAlign w:val="superscript"/>
        </w:rPr>
        <w:t>2</w:t>
      </w:r>
      <w:r w:rsidR="00617976" w:rsidRPr="002F1158">
        <w:rPr>
          <w:b w:val="0"/>
          <w:szCs w:val="24"/>
        </w:rPr>
        <w:t xml:space="preserve"> или </w:t>
      </w:r>
      <w:r w:rsidR="00E239CE" w:rsidRPr="00A00E11">
        <w:rPr>
          <w:b w:val="0"/>
          <w:szCs w:val="24"/>
        </w:rPr>
        <w:t>103,9</w:t>
      </w:r>
      <w:r w:rsidR="00617976" w:rsidRPr="002F1158">
        <w:rPr>
          <w:b w:val="0"/>
          <w:szCs w:val="24"/>
        </w:rPr>
        <w:t>% к уровню соответствующего периода предыдущего года</w:t>
      </w:r>
      <w:r w:rsidRPr="002F1158">
        <w:rPr>
          <w:b w:val="0"/>
        </w:rPr>
        <w:t>.</w:t>
      </w:r>
      <w:bookmarkEnd w:id="62"/>
    </w:p>
    <w:p w14:paraId="67A1574F" w14:textId="30ECF516" w:rsidR="00D64CEC" w:rsidRPr="00285E2C" w:rsidRDefault="0088531A" w:rsidP="00D64CEC">
      <w:pPr>
        <w:spacing w:before="120"/>
        <w:ind w:left="425" w:hanging="85"/>
        <w:rPr>
          <w:sz w:val="18"/>
          <w:szCs w:val="18"/>
        </w:rPr>
      </w:pPr>
      <w:r w:rsidRPr="0088531A">
        <w:rPr>
          <w:sz w:val="18"/>
          <w:szCs w:val="18"/>
          <w:vertAlign w:val="superscript"/>
        </w:rPr>
        <w:t>5</w:t>
      </w:r>
      <w:r w:rsidR="00D64CEC" w:rsidRPr="002F1158">
        <w:rPr>
          <w:sz w:val="18"/>
          <w:szCs w:val="18"/>
          <w:vertAlign w:val="superscript"/>
        </w:rPr>
        <w:t>)</w:t>
      </w:r>
      <w:r w:rsidR="00A03FF3" w:rsidRPr="002F1158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14:paraId="339F4D0A" w14:textId="77777777" w:rsidR="0031223F" w:rsidRPr="005D41C6" w:rsidRDefault="0031223F" w:rsidP="00DD3362">
      <w:pPr>
        <w:pStyle w:val="3"/>
        <w:spacing w:before="240" w:after="240"/>
        <w:ind w:right="0"/>
        <w:rPr>
          <w:szCs w:val="24"/>
          <w:vertAlign w:val="superscript"/>
        </w:rPr>
      </w:pPr>
      <w:bookmarkStart w:id="63" w:name="_Toc436038881"/>
      <w:bookmarkStart w:id="64" w:name="_Toc493779730"/>
      <w:bookmarkStart w:id="65" w:name="_Toc178757155"/>
      <w:bookmarkEnd w:id="61"/>
      <w:r w:rsidRPr="007E1B0A">
        <w:rPr>
          <w:szCs w:val="24"/>
        </w:rPr>
        <w:lastRenderedPageBreak/>
        <w:t>Динамика ввода в действие жилых домов</w:t>
      </w:r>
      <w:bookmarkEnd w:id="63"/>
      <w:bookmarkEnd w:id="64"/>
      <w:bookmarkEnd w:id="6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21445B" w14:paraId="07965F3F" w14:textId="77777777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14:paraId="015B3C39" w14:textId="77777777" w:rsidR="00617976" w:rsidRPr="00593A44" w:rsidRDefault="00617976" w:rsidP="00617976">
            <w:pPr>
              <w:jc w:val="center"/>
              <w:rPr>
                <w:b/>
                <w:sz w:val="20"/>
              </w:rPr>
            </w:pPr>
            <w:bookmarkStart w:id="66" w:name="_Toc493779731"/>
            <w:bookmarkEnd w:id="45"/>
            <w:bookmarkEnd w:id="46"/>
          </w:p>
        </w:tc>
        <w:tc>
          <w:tcPr>
            <w:tcW w:w="1701" w:type="dxa"/>
            <w:vMerge w:val="restart"/>
            <w:vAlign w:val="center"/>
          </w:tcPr>
          <w:p w14:paraId="2422040A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Тыс. м</w:t>
            </w:r>
            <w:r w:rsidRPr="0021445B">
              <w:rPr>
                <w:b/>
                <w:sz w:val="20"/>
                <w:vertAlign w:val="superscript"/>
              </w:rPr>
              <w:t>2</w:t>
            </w:r>
            <w:r w:rsidRPr="0021445B">
              <w:rPr>
                <w:b/>
                <w:sz w:val="20"/>
              </w:rPr>
              <w:br/>
              <w:t>общей площади</w:t>
            </w:r>
          </w:p>
        </w:tc>
        <w:tc>
          <w:tcPr>
            <w:tcW w:w="3402" w:type="dxa"/>
            <w:gridSpan w:val="2"/>
            <w:vAlign w:val="center"/>
          </w:tcPr>
          <w:p w14:paraId="4801C95A" w14:textId="77777777" w:rsidR="00617976" w:rsidRPr="0021445B" w:rsidRDefault="00617976" w:rsidP="00617976">
            <w:pPr>
              <w:jc w:val="center"/>
              <w:rPr>
                <w:b/>
                <w:sz w:val="20"/>
                <w:vertAlign w:val="superscript"/>
              </w:rPr>
            </w:pPr>
            <w:proofErr w:type="gramStart"/>
            <w:r w:rsidRPr="0021445B">
              <w:rPr>
                <w:b/>
                <w:sz w:val="20"/>
              </w:rPr>
              <w:t>В  %</w:t>
            </w:r>
            <w:proofErr w:type="gramEnd"/>
            <w:r w:rsidRPr="0021445B">
              <w:rPr>
                <w:b/>
                <w:sz w:val="20"/>
              </w:rPr>
              <w:t xml:space="preserve">  к</w:t>
            </w:r>
          </w:p>
        </w:tc>
      </w:tr>
      <w:tr w:rsidR="00617976" w:rsidRPr="0021445B" w14:paraId="51FBAA77" w14:textId="77777777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14:paraId="2ED0B214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74C79F7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BEFC441" w14:textId="77777777"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14:paraId="6848F569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21445B" w14:paraId="045DB04F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7198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2023</w:t>
            </w:r>
          </w:p>
        </w:tc>
      </w:tr>
      <w:tr w:rsidR="00617976" w:rsidRPr="0021445B" w14:paraId="4D16FF9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1833E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4B260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BBFFA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0AF0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135,4</w:t>
            </w:r>
          </w:p>
        </w:tc>
      </w:tr>
      <w:tr w:rsidR="00617976" w:rsidRPr="0021445B" w14:paraId="23350CA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7F875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3679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AB3F8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72B4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111,7</w:t>
            </w:r>
          </w:p>
        </w:tc>
      </w:tr>
      <w:tr w:rsidR="00617976" w:rsidRPr="0021445B" w14:paraId="29348C5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2464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81D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5D43A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7FD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97,0</w:t>
            </w:r>
          </w:p>
        </w:tc>
      </w:tr>
      <w:tr w:rsidR="00617976" w:rsidRPr="00593A44" w14:paraId="09D36E0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7A2CA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156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A0C0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5D68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167,9</w:t>
            </w:r>
          </w:p>
        </w:tc>
      </w:tr>
      <w:tr w:rsidR="00617976" w:rsidRPr="00593A44" w14:paraId="1344602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0E7D9" w14:textId="77777777"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B397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3918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0088B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73,8</w:t>
            </w:r>
          </w:p>
        </w:tc>
      </w:tr>
      <w:tr w:rsidR="00617976" w:rsidRPr="00593A44" w14:paraId="1DE760C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9F06B" w14:textId="77777777"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9057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D8AD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F6520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96,2</w:t>
            </w:r>
          </w:p>
        </w:tc>
      </w:tr>
      <w:tr w:rsidR="00617976" w:rsidRPr="00593A44" w14:paraId="4440C17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BF2F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C35A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24D3D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9D86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162,2</w:t>
            </w:r>
          </w:p>
        </w:tc>
      </w:tr>
      <w:tr w:rsidR="00617976" w:rsidRPr="00593A44" w14:paraId="799E0F4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B8A3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CFB9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8AEE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B597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88,0</w:t>
            </w:r>
          </w:p>
        </w:tc>
      </w:tr>
      <w:tr w:rsidR="00617976" w:rsidRPr="00593A44" w14:paraId="3C17457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C5A07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68C8B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319,9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8DB5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311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6B5255D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3867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B48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2F169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431A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70,0</w:t>
            </w:r>
          </w:p>
        </w:tc>
      </w:tr>
      <w:tr w:rsidR="00617976" w:rsidRPr="00593A44" w14:paraId="20A2A15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234D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83257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006A0" w14:textId="77777777"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B0BDA" w14:textId="77777777"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93,5</w:t>
            </w:r>
          </w:p>
        </w:tc>
      </w:tr>
      <w:tr w:rsidR="00DE7BF7" w:rsidRPr="00593A44" w14:paraId="6E3F155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65C18" w14:textId="437C9922" w:rsidR="00DE7BF7" w:rsidRPr="00DE7BF7" w:rsidRDefault="00DE7BF7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7E1DB" w14:textId="4296F37B" w:rsidR="00DE7BF7" w:rsidRPr="00DE7BF7" w:rsidRDefault="00DE7BF7" w:rsidP="00617976">
            <w:pPr>
              <w:ind w:right="51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409.8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05FEE" w14:textId="5E5F0158" w:rsidR="00DE7BF7" w:rsidRPr="00DE7BF7" w:rsidRDefault="00DE7BF7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99.5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D1157" w14:textId="505F55ED" w:rsidR="00DE7BF7" w:rsidRPr="000C7193" w:rsidRDefault="00DE7BF7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0814FDC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40C61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B983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A570F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AAA5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126,8</w:t>
            </w:r>
          </w:p>
        </w:tc>
      </w:tr>
      <w:tr w:rsidR="00617976" w:rsidRPr="00593A44" w14:paraId="3664EEE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7B985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>III</w:t>
            </w:r>
            <w:r w:rsidRPr="0021445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4E61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B6109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72F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96,7</w:t>
            </w:r>
          </w:p>
        </w:tc>
      </w:tr>
      <w:tr w:rsidR="00617976" w:rsidRPr="00593A44" w14:paraId="405E20B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EF6B4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33D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11195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C3D7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5D26816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A18A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1528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8E3EF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D133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92,0</w:t>
            </w:r>
          </w:p>
        </w:tc>
      </w:tr>
      <w:tr w:rsidR="00617976" w:rsidRPr="00593A44" w14:paraId="55A2941C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A874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3CC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D245" w14:textId="77777777" w:rsidR="00617976" w:rsidRPr="000C7193" w:rsidRDefault="00617976" w:rsidP="00617976">
            <w:pPr>
              <w:tabs>
                <w:tab w:val="left" w:pos="1593"/>
              </w:tabs>
              <w:ind w:right="34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в 3,3р.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0867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103,6</w:t>
            </w:r>
          </w:p>
        </w:tc>
      </w:tr>
      <w:tr w:rsidR="00617976" w:rsidRPr="00593A44" w14:paraId="79763AF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E823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E6B1F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4707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184F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122,5</w:t>
            </w:r>
          </w:p>
        </w:tc>
      </w:tr>
      <w:tr w:rsidR="00617976" w:rsidRPr="00593A44" w14:paraId="2295DF3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0E3A8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IV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A7A46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1ABE4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C2936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115,5</w:t>
            </w:r>
          </w:p>
        </w:tc>
      </w:tr>
      <w:tr w:rsidR="00617976" w:rsidRPr="00593A44" w14:paraId="7AD3FF5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1690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7B4F2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57B9C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3E56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3312E828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DBBE" w14:textId="77777777" w:rsidR="00617976" w:rsidRPr="000C7193" w:rsidRDefault="00617976" w:rsidP="00617976">
            <w:pPr>
              <w:jc w:val="center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2024</w:t>
            </w:r>
          </w:p>
        </w:tc>
      </w:tr>
      <w:tr w:rsidR="002F1158" w:rsidRPr="00593A44" w14:paraId="54BFB8A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2217" w14:textId="77777777" w:rsidR="002F1158" w:rsidRDefault="002F1158" w:rsidP="002F1158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5CB35" w14:textId="03FBAB60" w:rsidR="002F1158" w:rsidRPr="00E239CE" w:rsidRDefault="002F1158" w:rsidP="002F1158">
            <w:pPr>
              <w:ind w:right="510"/>
              <w:jc w:val="right"/>
              <w:rPr>
                <w:b/>
                <w:sz w:val="20"/>
              </w:rPr>
            </w:pPr>
            <w:r w:rsidRPr="00E239CE">
              <w:rPr>
                <w:b/>
                <w:sz w:val="20"/>
              </w:rPr>
              <w:t>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19E06" w14:textId="7BA05447" w:rsidR="002F1158" w:rsidRPr="00E239CE" w:rsidRDefault="002F1158" w:rsidP="002F1158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E239CE">
              <w:rPr>
                <w:b/>
                <w:sz w:val="20"/>
              </w:rPr>
              <w:t>125,5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829FD" w14:textId="1048AEBB" w:rsidR="002F1158" w:rsidRPr="00E239CE" w:rsidRDefault="002F1158" w:rsidP="002F1158">
            <w:pPr>
              <w:ind w:right="510"/>
              <w:jc w:val="right"/>
              <w:rPr>
                <w:b/>
                <w:sz w:val="20"/>
              </w:rPr>
            </w:pPr>
            <w:r w:rsidRPr="00E239CE">
              <w:rPr>
                <w:b/>
                <w:sz w:val="20"/>
              </w:rPr>
              <w:t>103,9</w:t>
            </w:r>
          </w:p>
        </w:tc>
      </w:tr>
      <w:tr w:rsidR="00E239CE" w:rsidRPr="00593A44" w14:paraId="00886E4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B0414" w14:textId="77777777" w:rsidR="00E239CE" w:rsidRPr="0021445B" w:rsidRDefault="00E239CE" w:rsidP="00E239C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5C50" w14:textId="61C7F041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A5C39" w14:textId="4426E26B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0FDE0" w14:textId="128E0F90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56,9</w:t>
            </w:r>
          </w:p>
        </w:tc>
      </w:tr>
      <w:tr w:rsidR="00E239CE" w:rsidRPr="00593A44" w14:paraId="380651A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BE6A6" w14:textId="77777777" w:rsidR="00E239CE" w:rsidRPr="0021445B" w:rsidRDefault="00E239CE" w:rsidP="00E239C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C3903" w14:textId="2F69D8B4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3EABD" w14:textId="6860A8E1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1311F" w14:textId="1022EA8A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106,4</w:t>
            </w:r>
          </w:p>
        </w:tc>
      </w:tr>
      <w:tr w:rsidR="00E239CE" w:rsidRPr="00593A44" w14:paraId="1C4ED82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7098C" w14:textId="77777777" w:rsidR="00E239CE" w:rsidRDefault="00E239CE" w:rsidP="00E239CE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61B33" w14:textId="73E45D2F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E371D" w14:textId="645680C8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5273B" w14:textId="7A55B785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86,7</w:t>
            </w:r>
          </w:p>
        </w:tc>
      </w:tr>
      <w:tr w:rsidR="00E239CE" w:rsidRPr="00593A44" w14:paraId="6BBCE9F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72238" w14:textId="77777777" w:rsidR="00E239CE" w:rsidRPr="006A04A2" w:rsidRDefault="00E239CE" w:rsidP="00E239C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6DD9" w14:textId="3693D358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AFDD1" w14:textId="3A4D6CB1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8088D" w14:textId="53204E85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93,8</w:t>
            </w:r>
          </w:p>
        </w:tc>
      </w:tr>
      <w:tr w:rsidR="00E239CE" w:rsidRPr="00593A44" w14:paraId="4232969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82296" w14:textId="77777777" w:rsidR="00E239CE" w:rsidRPr="00351FF2" w:rsidRDefault="00E239CE" w:rsidP="00E239CE">
            <w:pPr>
              <w:jc w:val="left"/>
              <w:rPr>
                <w:b/>
                <w:sz w:val="20"/>
              </w:rPr>
            </w:pPr>
            <w:r w:rsidRPr="00351FF2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3B287" w14:textId="2242E5DB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4BD50" w14:textId="60D829D8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F587D" w14:textId="6C17803A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115,9</w:t>
            </w:r>
          </w:p>
        </w:tc>
      </w:tr>
      <w:tr w:rsidR="00E239CE" w:rsidRPr="00593A44" w14:paraId="6152648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8F1C2" w14:textId="31B09FA9" w:rsidR="00E239CE" w:rsidRPr="00351FF2" w:rsidRDefault="00E239CE" w:rsidP="00E239CE">
            <w:pPr>
              <w:jc w:val="left"/>
              <w:rPr>
                <w:b/>
                <w:sz w:val="20"/>
              </w:rPr>
            </w:pPr>
            <w:r w:rsidRPr="00040CB4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F6876" w14:textId="5D699345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72733" w14:textId="59C2D57A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78913" w14:textId="54F57C09" w:rsidR="00E239CE" w:rsidRPr="00DA5619" w:rsidRDefault="00E239CE" w:rsidP="00E239C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в 2,1р.</w:t>
            </w:r>
          </w:p>
        </w:tc>
      </w:tr>
      <w:tr w:rsidR="00E239CE" w:rsidRPr="00593A44" w14:paraId="618BEBF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EDEF3" w14:textId="5FE9E5AB" w:rsidR="00E239CE" w:rsidRPr="00351FF2" w:rsidRDefault="00E239CE" w:rsidP="00E239CE">
            <w:pPr>
              <w:jc w:val="left"/>
              <w:rPr>
                <w:b/>
                <w:sz w:val="20"/>
              </w:rPr>
            </w:pPr>
            <w:r w:rsidRPr="00040CB4">
              <w:rPr>
                <w:b/>
                <w:sz w:val="20"/>
                <w:lang w:val="en-US"/>
              </w:rPr>
              <w:t xml:space="preserve">II </w:t>
            </w:r>
            <w:r w:rsidRPr="00040CB4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BF9A1" w14:textId="7F32D10F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57F4" w14:textId="02379748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EE389" w14:textId="61C9201A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119,2</w:t>
            </w:r>
          </w:p>
        </w:tc>
      </w:tr>
      <w:tr w:rsidR="00E239CE" w:rsidRPr="00593A44" w14:paraId="0622082D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D10FA" w14:textId="2B1CB1B5" w:rsidR="00E239CE" w:rsidRPr="00351FF2" w:rsidRDefault="00E239CE" w:rsidP="00E239CE">
            <w:pPr>
              <w:jc w:val="left"/>
              <w:rPr>
                <w:b/>
                <w:sz w:val="20"/>
              </w:rPr>
            </w:pPr>
            <w:r w:rsidRPr="00E10AEC"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132DE" w14:textId="0FC0C8D1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317,9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945A5" w14:textId="6CDD1A16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179FE" w14:textId="7707D66D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х</w:t>
            </w:r>
          </w:p>
        </w:tc>
      </w:tr>
      <w:tr w:rsidR="00E239CE" w:rsidRPr="00593A44" w14:paraId="54B6B38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899EC" w14:textId="656E1FB0" w:rsidR="00E239CE" w:rsidRPr="00E10AEC" w:rsidRDefault="00E239CE" w:rsidP="00E239CE">
            <w:pPr>
              <w:jc w:val="left"/>
              <w:rPr>
                <w:b/>
                <w:sz w:val="20"/>
              </w:rPr>
            </w:pPr>
            <w:r w:rsidRPr="00C46117"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5A397" w14:textId="354C0B9A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9BD1" w14:textId="7EB55E21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37119" w14:textId="201558C1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094CA1">
              <w:rPr>
                <w:b/>
                <w:sz w:val="20"/>
              </w:rPr>
              <w:t>61,4</w:t>
            </w:r>
          </w:p>
        </w:tc>
      </w:tr>
      <w:tr w:rsidR="00E239CE" w:rsidRPr="00593A44" w14:paraId="43021A9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B7AF6" w14:textId="6CC7716C" w:rsidR="00E239CE" w:rsidRPr="00E10AEC" w:rsidRDefault="00E239CE" w:rsidP="00E239CE">
            <w:pPr>
              <w:jc w:val="left"/>
              <w:rPr>
                <w:b/>
                <w:sz w:val="20"/>
              </w:rPr>
            </w:pPr>
            <w:r w:rsidRPr="00B737C2"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1858" w14:textId="468FB43C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737C2">
              <w:rPr>
                <w:b/>
                <w:sz w:val="20"/>
              </w:rPr>
              <w:t>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ADCE" w14:textId="7D06D33E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B737C2">
              <w:rPr>
                <w:b/>
                <w:sz w:val="20"/>
              </w:rPr>
              <w:t>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37667" w14:textId="619147A0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737C2">
              <w:rPr>
                <w:b/>
                <w:sz w:val="20"/>
              </w:rPr>
              <w:t>92,4</w:t>
            </w:r>
          </w:p>
        </w:tc>
      </w:tr>
      <w:tr w:rsidR="00E239CE" w:rsidRPr="00593A44" w14:paraId="13CA8E4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9B20A" w14:textId="3A572B81" w:rsidR="00E239CE" w:rsidRPr="00E10AEC" w:rsidRDefault="00E239CE" w:rsidP="00E239CE">
            <w:pPr>
              <w:jc w:val="left"/>
              <w:rPr>
                <w:b/>
                <w:sz w:val="20"/>
              </w:rPr>
            </w:pPr>
            <w:r w:rsidRPr="00320FA6">
              <w:rPr>
                <w:b/>
                <w:sz w:val="20"/>
              </w:rPr>
              <w:t>Январь-август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00112" w14:textId="1D75C1A9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320FA6">
              <w:rPr>
                <w:b/>
                <w:sz w:val="20"/>
              </w:rPr>
              <w:t>425,6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60EC4" w14:textId="49931F86" w:rsidR="00E239CE" w:rsidRPr="00DA5619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320FA6">
              <w:rPr>
                <w:b/>
                <w:sz w:val="20"/>
              </w:rPr>
              <w:t>103,9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15F86" w14:textId="2C2D3B30" w:rsidR="00E239CE" w:rsidRPr="00DA5619" w:rsidRDefault="00E239CE" w:rsidP="00E239C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320FA6">
              <w:rPr>
                <w:b/>
                <w:sz w:val="20"/>
              </w:rPr>
              <w:t>х</w:t>
            </w:r>
          </w:p>
        </w:tc>
      </w:tr>
    </w:tbl>
    <w:p w14:paraId="30E8A6CE" w14:textId="0BC1BE0A" w:rsidR="0031223F" w:rsidRPr="00C51FFD" w:rsidRDefault="00617976" w:rsidP="00DD3362">
      <w:pPr>
        <w:spacing w:before="120" w:after="120"/>
        <w:ind w:firstLine="709"/>
        <w:rPr>
          <w:szCs w:val="24"/>
        </w:rPr>
      </w:pPr>
      <w:r w:rsidRPr="00E44F9A">
        <w:t xml:space="preserve">Индивидуальными </w:t>
      </w:r>
      <w:r w:rsidRPr="009D07CF">
        <w:t xml:space="preserve">застройщиками построено </w:t>
      </w:r>
      <w:r w:rsidR="00E239CE" w:rsidRPr="00320FA6">
        <w:rPr>
          <w:color w:val="000000"/>
          <w:szCs w:val="24"/>
        </w:rPr>
        <w:t>2874</w:t>
      </w:r>
      <w:r w:rsidR="0088531A" w:rsidRPr="0088531A">
        <w:rPr>
          <w:vertAlign w:val="superscript"/>
        </w:rPr>
        <w:t>6</w:t>
      </w:r>
      <w:r w:rsidRPr="002F1158">
        <w:rPr>
          <w:vertAlign w:val="superscript"/>
        </w:rPr>
        <w:t>)</w:t>
      </w:r>
      <w:r w:rsidRPr="002F1158">
        <w:t xml:space="preserve"> дом</w:t>
      </w:r>
      <w:r w:rsidR="00197A2C" w:rsidRPr="002F1158">
        <w:t>а</w:t>
      </w:r>
      <w:r w:rsidRPr="002F1158">
        <w:t xml:space="preserve"> общей </w:t>
      </w:r>
      <w:r w:rsidRPr="002F1158">
        <w:rPr>
          <w:szCs w:val="24"/>
        </w:rPr>
        <w:t xml:space="preserve">площадью </w:t>
      </w:r>
      <w:r w:rsidRPr="002F1158">
        <w:rPr>
          <w:color w:val="000000"/>
          <w:szCs w:val="24"/>
        </w:rPr>
        <w:t>жилых помещений</w:t>
      </w:r>
      <w:r w:rsidRPr="002F1158">
        <w:rPr>
          <w:szCs w:val="24"/>
        </w:rPr>
        <w:t xml:space="preserve"> </w:t>
      </w:r>
      <w:r w:rsidR="00E239CE">
        <w:rPr>
          <w:color w:val="000000"/>
          <w:szCs w:val="24"/>
        </w:rPr>
        <w:t>384</w:t>
      </w:r>
      <w:r w:rsidR="00E239CE" w:rsidRPr="00320FA6">
        <w:rPr>
          <w:color w:val="000000"/>
          <w:szCs w:val="24"/>
        </w:rPr>
        <w:t>,</w:t>
      </w:r>
      <w:r w:rsidR="00E239CE" w:rsidRPr="00CC165D">
        <w:rPr>
          <w:color w:val="000000"/>
          <w:szCs w:val="24"/>
        </w:rPr>
        <w:t>1</w:t>
      </w:r>
      <w:r w:rsidR="0088531A" w:rsidRPr="0088531A">
        <w:rPr>
          <w:szCs w:val="24"/>
          <w:vertAlign w:val="superscript"/>
        </w:rPr>
        <w:t>6</w:t>
      </w:r>
      <w:r w:rsidRPr="00CC165D">
        <w:rPr>
          <w:szCs w:val="24"/>
          <w:vertAlign w:val="superscript"/>
        </w:rPr>
        <w:t>)</w:t>
      </w:r>
      <w:r w:rsidRPr="00CC165D">
        <w:t xml:space="preserve"> </w:t>
      </w:r>
      <w:r w:rsidRPr="00CC165D">
        <w:rPr>
          <w:szCs w:val="24"/>
        </w:rPr>
        <w:t>тыс</w:t>
      </w:r>
      <w:r w:rsidRPr="002F1158">
        <w:rPr>
          <w:szCs w:val="24"/>
        </w:rPr>
        <w:t>. м</w:t>
      </w:r>
      <w:r w:rsidRPr="002F1158">
        <w:rPr>
          <w:szCs w:val="24"/>
          <w:vertAlign w:val="superscript"/>
        </w:rPr>
        <w:t>2</w:t>
      </w:r>
      <w:r w:rsidRPr="002F1158">
        <w:rPr>
          <w:szCs w:val="24"/>
        </w:rPr>
        <w:t xml:space="preserve"> (из них </w:t>
      </w:r>
      <w:r w:rsidR="00E239CE" w:rsidRPr="00B737C2">
        <w:rPr>
          <w:szCs w:val="24"/>
        </w:rPr>
        <w:t>583</w:t>
      </w:r>
      <w:r w:rsidRPr="002F1158">
        <w:rPr>
          <w:szCs w:val="24"/>
        </w:rPr>
        <w:t xml:space="preserve"> дом</w:t>
      </w:r>
      <w:r w:rsidR="00DE7BF7">
        <w:rPr>
          <w:szCs w:val="24"/>
        </w:rPr>
        <w:t>а</w:t>
      </w:r>
      <w:r w:rsidRPr="002F1158">
        <w:rPr>
          <w:szCs w:val="24"/>
        </w:rPr>
        <w:t xml:space="preserve"> общей площадью </w:t>
      </w:r>
      <w:r w:rsidR="00CC165D" w:rsidRPr="00B737C2">
        <w:rPr>
          <w:szCs w:val="24"/>
        </w:rPr>
        <w:t xml:space="preserve">57,5 </w:t>
      </w:r>
      <w:r w:rsidRPr="002F1158">
        <w:rPr>
          <w:szCs w:val="24"/>
        </w:rPr>
        <w:t>тыс. м</w:t>
      </w:r>
      <w:r w:rsidRPr="002F1158">
        <w:rPr>
          <w:szCs w:val="24"/>
          <w:vertAlign w:val="superscript"/>
        </w:rPr>
        <w:t>2</w:t>
      </w:r>
      <w:r w:rsidRPr="002F1158">
        <w:rPr>
          <w:szCs w:val="24"/>
        </w:rPr>
        <w:t xml:space="preserve"> –</w:t>
      </w:r>
      <w:r w:rsidR="00172A35" w:rsidRPr="002F1158">
        <w:rPr>
          <w:szCs w:val="24"/>
        </w:rPr>
        <w:br/>
      </w:r>
      <w:r w:rsidRPr="002F1158">
        <w:rPr>
          <w:szCs w:val="24"/>
        </w:rPr>
        <w:t xml:space="preserve">на земельных участках, предназначенных для ведения садоводства) или </w:t>
      </w:r>
      <w:r w:rsidR="00CC165D" w:rsidRPr="00B737C2">
        <w:rPr>
          <w:szCs w:val="24"/>
        </w:rPr>
        <w:t>105,2</w:t>
      </w:r>
      <w:r w:rsidRPr="002F1158">
        <w:rPr>
          <w:szCs w:val="24"/>
        </w:rPr>
        <w:t xml:space="preserve">% </w:t>
      </w:r>
      <w:r w:rsidRPr="002F1158">
        <w:rPr>
          <w:szCs w:val="24"/>
        </w:rPr>
        <w:br/>
        <w:t>к уровню января-</w:t>
      </w:r>
      <w:r w:rsidR="00DA5619">
        <w:rPr>
          <w:szCs w:val="24"/>
        </w:rPr>
        <w:t>августа</w:t>
      </w:r>
      <w:r w:rsidRPr="002F1158">
        <w:rPr>
          <w:szCs w:val="24"/>
        </w:rPr>
        <w:t xml:space="preserve"> 2023 года</w:t>
      </w:r>
      <w:r w:rsidR="0031223F" w:rsidRPr="002F1158">
        <w:rPr>
          <w:szCs w:val="24"/>
        </w:rPr>
        <w:t>.</w:t>
      </w:r>
    </w:p>
    <w:p w14:paraId="68C63AAE" w14:textId="31950FA9" w:rsidR="00463A32" w:rsidRPr="002F1158" w:rsidRDefault="0088531A" w:rsidP="002F1158">
      <w:pPr>
        <w:spacing w:before="100"/>
        <w:ind w:left="425" w:hanging="85"/>
        <w:rPr>
          <w:sz w:val="18"/>
          <w:szCs w:val="18"/>
        </w:rPr>
      </w:pPr>
      <w:r w:rsidRPr="0088531A">
        <w:rPr>
          <w:rStyle w:val="af7"/>
          <w:sz w:val="18"/>
          <w:szCs w:val="18"/>
        </w:rPr>
        <w:t>6</w:t>
      </w:r>
      <w:r w:rsidR="0031223F" w:rsidRPr="005A3771">
        <w:rPr>
          <w:rStyle w:val="af7"/>
          <w:sz w:val="18"/>
          <w:szCs w:val="18"/>
        </w:rPr>
        <w:t>)</w:t>
      </w:r>
      <w:r w:rsidR="00B91CF1">
        <w:rPr>
          <w:sz w:val="18"/>
          <w:szCs w:val="18"/>
        </w:rPr>
        <w:t>с учетом данных</w:t>
      </w:r>
      <w:r w:rsidR="00B91CF1" w:rsidRPr="00E73638">
        <w:rPr>
          <w:sz w:val="18"/>
          <w:szCs w:val="18"/>
        </w:rPr>
        <w:t xml:space="preserve"> </w:t>
      </w:r>
      <w:r w:rsidR="00B91CF1" w:rsidRPr="006E46B6">
        <w:rPr>
          <w:sz w:val="18"/>
          <w:szCs w:val="18"/>
        </w:rPr>
        <w:t xml:space="preserve">Управления Федеральной службы государственной регистрации, кадастра и картографии </w:t>
      </w:r>
      <w:r w:rsidR="00B91CF1">
        <w:rPr>
          <w:sz w:val="18"/>
          <w:szCs w:val="18"/>
        </w:rPr>
        <w:br/>
      </w:r>
      <w:r w:rsidR="00B91CF1" w:rsidRPr="006E46B6">
        <w:rPr>
          <w:sz w:val="18"/>
          <w:szCs w:val="18"/>
        </w:rPr>
        <w:t>по Астраханской области</w:t>
      </w:r>
    </w:p>
    <w:p w14:paraId="6EF2EA9B" w14:textId="77777777" w:rsidR="007F5971" w:rsidRDefault="007F5971">
      <w:pPr>
        <w:jc w:val="left"/>
        <w:rPr>
          <w:b/>
          <w:sz w:val="20"/>
        </w:rPr>
      </w:pPr>
      <w:bookmarkStart w:id="67" w:name="_Toc420420947"/>
      <w:bookmarkStart w:id="68" w:name="_Toc493779735"/>
      <w:bookmarkStart w:id="69" w:name="_Toc393370739"/>
      <w:bookmarkStart w:id="70" w:name="_Toc385585569"/>
      <w:bookmarkStart w:id="71" w:name="_Toc383161983"/>
      <w:bookmarkEnd w:id="48"/>
      <w:bookmarkEnd w:id="66"/>
      <w:r>
        <w:rPr>
          <w:sz w:val="20"/>
        </w:rPr>
        <w:br w:type="page"/>
      </w:r>
    </w:p>
    <w:p w14:paraId="779FCE66" w14:textId="0B9F0797" w:rsidR="0031223F" w:rsidRPr="00134E99" w:rsidRDefault="0031223F" w:rsidP="00DD3362">
      <w:pPr>
        <w:pStyle w:val="2"/>
        <w:spacing w:before="360" w:after="120"/>
        <w:rPr>
          <w:sz w:val="20"/>
        </w:rPr>
      </w:pPr>
      <w:bookmarkStart w:id="72" w:name="_Toc178757156"/>
      <w:r w:rsidRPr="007F766E">
        <w:rPr>
          <w:sz w:val="20"/>
        </w:rPr>
        <w:lastRenderedPageBreak/>
        <w:t>ТРАНСПОРТ</w:t>
      </w:r>
      <w:bookmarkEnd w:id="67"/>
      <w:bookmarkEnd w:id="68"/>
      <w:bookmarkEnd w:id="72"/>
    </w:p>
    <w:p w14:paraId="48BE245A" w14:textId="2D06EA84" w:rsidR="00B07BBD" w:rsidRDefault="0031223F" w:rsidP="00DD3362">
      <w:pPr>
        <w:pStyle w:val="3"/>
        <w:spacing w:before="120" w:after="360"/>
        <w:ind w:right="0" w:firstLine="709"/>
        <w:jc w:val="both"/>
        <w:rPr>
          <w:b w:val="0"/>
          <w:szCs w:val="24"/>
        </w:rPr>
      </w:pPr>
      <w:bookmarkStart w:id="73" w:name="_Toc385585568"/>
      <w:bookmarkStart w:id="74" w:name="_Toc383161982"/>
      <w:bookmarkStart w:id="75" w:name="_Toc420420948"/>
      <w:bookmarkStart w:id="76" w:name="_Toc493779736"/>
      <w:bookmarkStart w:id="77" w:name="_Toc178757157"/>
      <w:bookmarkStart w:id="78" w:name="_Hlk173413757"/>
      <w:r w:rsidRPr="007E1B0A">
        <w:rPr>
          <w:bCs/>
        </w:rPr>
        <w:t>Автомобильный транспорт.</w:t>
      </w:r>
      <w:r w:rsidRPr="007E1B0A">
        <w:rPr>
          <w:b w:val="0"/>
        </w:rPr>
        <w:t xml:space="preserve"> </w:t>
      </w:r>
      <w:bookmarkEnd w:id="73"/>
      <w:bookmarkEnd w:id="74"/>
      <w:bookmarkEnd w:id="75"/>
      <w:bookmarkEnd w:id="76"/>
      <w:r w:rsidR="00BF75F6" w:rsidRPr="00B341D1">
        <w:rPr>
          <w:b w:val="0"/>
        </w:rPr>
        <w:t>Объемы перевозок грузов грузовыми автомобилями организаций всех видов деятельности, не относящихся к субъектам малого предпринимательства, с численностью работников свыше 15 человек</w:t>
      </w:r>
      <w:r w:rsidR="00BF75F6" w:rsidRPr="00B341D1">
        <w:rPr>
          <w:b w:val="0"/>
        </w:rPr>
        <w:br/>
      </w:r>
      <w:r w:rsidR="00BF75F6" w:rsidRPr="00D4566C">
        <w:rPr>
          <w:b w:val="0"/>
        </w:rPr>
        <w:t xml:space="preserve">и грузооборот в </w:t>
      </w:r>
      <w:r w:rsidR="00D4566C" w:rsidRPr="00D4566C">
        <w:rPr>
          <w:b w:val="0"/>
        </w:rPr>
        <w:t>январе-</w:t>
      </w:r>
      <w:r w:rsidR="00DA5619">
        <w:rPr>
          <w:b w:val="0"/>
        </w:rPr>
        <w:t>августе</w:t>
      </w:r>
      <w:r w:rsidR="00BF75F6" w:rsidRPr="00D4566C">
        <w:rPr>
          <w:b w:val="0"/>
        </w:rPr>
        <w:t xml:space="preserve"> 2024</w:t>
      </w:r>
      <w:r w:rsidR="00BF75F6" w:rsidRPr="00B341D1">
        <w:rPr>
          <w:b w:val="0"/>
        </w:rPr>
        <w:t xml:space="preserve"> года характеризуются данными:</w:t>
      </w:r>
      <w:bookmarkEnd w:id="77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B732A2" w14:paraId="0EFD031B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41856FEE" w14:textId="77777777" w:rsidR="007A2433" w:rsidRPr="00772EB4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3D221" w14:textId="1AB8C3C4" w:rsidR="007A2433" w:rsidRPr="00D4566C" w:rsidRDefault="00DA5619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1F91" w14:textId="77777777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64E6E1" w14:textId="2AB0AE41"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DA5619">
              <w:rPr>
                <w:b/>
                <w:bCs/>
                <w:sz w:val="20"/>
              </w:rPr>
              <w:t>август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9FA1E" w14:textId="4C3CC075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725A2C">
              <w:rPr>
                <w:b/>
                <w:bCs/>
                <w:sz w:val="20"/>
              </w:rPr>
              <w:t>августу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B732A2" w14:paraId="4B980D66" w14:textId="77777777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CD640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1042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7C3F" w14:textId="74AD7632" w:rsidR="007A2433" w:rsidRPr="00D4566C" w:rsidRDefault="00DA5619" w:rsidP="007A2433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августу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4AF7" w14:textId="323737D5" w:rsidR="007A2433" w:rsidRPr="00D4566C" w:rsidRDefault="00D4566C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ию</w:t>
            </w:r>
            <w:r w:rsidR="00DA5619">
              <w:rPr>
                <w:b/>
                <w:bCs/>
                <w:sz w:val="20"/>
              </w:rPr>
              <w:t>л</w:t>
            </w:r>
            <w:r w:rsidRPr="00D4566C">
              <w:rPr>
                <w:b/>
                <w:bCs/>
                <w:sz w:val="20"/>
              </w:rPr>
              <w:t>ю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A38D" w14:textId="77777777"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613" w14:textId="77777777"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CC165D" w:rsidRPr="00B732A2" w14:paraId="779FE597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6DDB2" w14:textId="49430312" w:rsidR="00CC165D" w:rsidRPr="00B732A2" w:rsidRDefault="00CC165D" w:rsidP="00CC165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Перевозки грузов</w:t>
            </w:r>
            <w:r w:rsidR="0088531A">
              <w:rPr>
                <w:b/>
                <w:sz w:val="20"/>
                <w:vertAlign w:val="superscript"/>
                <w:lang w:val="en-US"/>
              </w:rPr>
              <w:t>7</w:t>
            </w:r>
            <w:r w:rsidRPr="00B732A2">
              <w:rPr>
                <w:b/>
                <w:sz w:val="20"/>
                <w:vertAlign w:val="superscript"/>
              </w:rPr>
              <w:t>)</w:t>
            </w:r>
            <w:r w:rsidRPr="00B732A2">
              <w:rPr>
                <w:b/>
                <w:sz w:val="20"/>
              </w:rPr>
              <w:t>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3AEC2" w14:textId="32031C77" w:rsidR="00CC165D" w:rsidRPr="00725A2C" w:rsidRDefault="00CC165D" w:rsidP="00CC165D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4320D" w14:textId="75FEA236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0F404" w14:textId="109C3B82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E0861" w14:textId="268F156A" w:rsidR="00CC165D" w:rsidRPr="00725A2C" w:rsidRDefault="00CC165D" w:rsidP="00CC165D">
            <w:pPr>
              <w:tabs>
                <w:tab w:val="left" w:pos="846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463A7" w14:textId="4996302C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106,0</w:t>
            </w:r>
          </w:p>
        </w:tc>
      </w:tr>
      <w:tr w:rsidR="007A2433" w:rsidRPr="00B732A2" w14:paraId="14237F8B" w14:textId="77777777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7CF96" w14:textId="77777777"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CC165D" w:rsidRPr="00B732A2" w14:paraId="40BF4260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0A700" w14:textId="77777777" w:rsidR="00CC165D" w:rsidRPr="00B732A2" w:rsidRDefault="00CC165D" w:rsidP="00CC165D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38AFC" w14:textId="22C30E2F" w:rsidR="00CC165D" w:rsidRPr="00725A2C" w:rsidRDefault="00CC165D" w:rsidP="00CC165D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B32D" w14:textId="20AFD7DC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17FB8" w14:textId="2810BB05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D7C6D" w14:textId="45B40116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3F7C" w14:textId="330A3D85" w:rsidR="00CC165D" w:rsidRPr="00725A2C" w:rsidRDefault="00CC165D" w:rsidP="00CC165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106,5</w:t>
            </w:r>
          </w:p>
        </w:tc>
      </w:tr>
      <w:tr w:rsidR="00CC165D" w:rsidRPr="00B732A2" w14:paraId="4EBA1EF2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23DE9" w14:textId="79803BDD" w:rsidR="00CC165D" w:rsidRPr="00B732A2" w:rsidRDefault="00CC165D" w:rsidP="00CC165D">
            <w:pPr>
              <w:jc w:val="lef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Грузооборот</w:t>
            </w:r>
            <w:r w:rsidR="0088531A">
              <w:rPr>
                <w:b/>
                <w:bCs/>
                <w:sz w:val="20"/>
                <w:vertAlign w:val="superscript"/>
                <w:lang w:val="en-US"/>
              </w:rPr>
              <w:t>7</w:t>
            </w:r>
            <w:r w:rsidRPr="00B732A2">
              <w:rPr>
                <w:b/>
                <w:bCs/>
                <w:sz w:val="20"/>
                <w:vertAlign w:val="superscript"/>
              </w:rPr>
              <w:t>)</w:t>
            </w:r>
            <w:r w:rsidRPr="00B732A2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DCFBD" w14:textId="750F879E" w:rsidR="00CC165D" w:rsidRPr="00725A2C" w:rsidRDefault="00CC165D" w:rsidP="00CC165D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75311" w14:textId="03486EF4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A58A5" w14:textId="6AB6277C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75E87" w14:textId="009702C5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50303,9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21771" w14:textId="2F6718DA" w:rsidR="00CC165D" w:rsidRPr="00725A2C" w:rsidRDefault="00CC165D" w:rsidP="00CC165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67,0</w:t>
            </w:r>
          </w:p>
        </w:tc>
      </w:tr>
      <w:tr w:rsidR="007A2433" w:rsidRPr="00B732A2" w14:paraId="5F6EC21B" w14:textId="77777777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1FC09" w14:textId="77777777"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CC165D" w:rsidRPr="00772EB4" w14:paraId="1F7283A1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961AC" w14:textId="77777777" w:rsidR="00CC165D" w:rsidRPr="00B732A2" w:rsidRDefault="00CC165D" w:rsidP="00CC165D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4D17C" w14:textId="361F2A58" w:rsidR="00CC165D" w:rsidRPr="00725A2C" w:rsidRDefault="00CC165D" w:rsidP="00CC165D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38</w:t>
            </w:r>
            <w:r>
              <w:rPr>
                <w:b/>
                <w:bCs/>
                <w:sz w:val="20"/>
              </w:rP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55F43" w14:textId="237D4365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</w:t>
            </w:r>
            <w:r w:rsidRPr="003D7F9E">
              <w:rPr>
                <w:b/>
                <w:bCs/>
                <w:sz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43F51" w14:textId="6F5F2744" w:rsidR="00CC165D" w:rsidRPr="00725A2C" w:rsidRDefault="00CC165D" w:rsidP="00CC165D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E62F" w14:textId="2DEC28A7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47828" w14:textId="525BEB58" w:rsidR="00CC165D" w:rsidRPr="00725A2C" w:rsidRDefault="00CC165D" w:rsidP="00CC165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80,9</w:t>
            </w:r>
          </w:p>
        </w:tc>
      </w:tr>
    </w:tbl>
    <w:p w14:paraId="1ACEAB5B" w14:textId="6B1014E1" w:rsidR="005417A0" w:rsidRDefault="0088531A" w:rsidP="005417A0">
      <w:pPr>
        <w:spacing w:before="120"/>
        <w:ind w:left="436" w:hanging="96"/>
        <w:rPr>
          <w:sz w:val="18"/>
          <w:szCs w:val="18"/>
        </w:rPr>
      </w:pPr>
      <w:r w:rsidRPr="0088531A">
        <w:rPr>
          <w:sz w:val="18"/>
          <w:szCs w:val="18"/>
          <w:vertAlign w:val="superscript"/>
        </w:rPr>
        <w:t>7</w:t>
      </w:r>
      <w:r w:rsidR="0031223F" w:rsidRPr="009F1C11">
        <w:rPr>
          <w:sz w:val="18"/>
          <w:szCs w:val="18"/>
          <w:vertAlign w:val="superscript"/>
        </w:rPr>
        <w:t>)</w:t>
      </w:r>
      <w:r w:rsidR="00634824">
        <w:rPr>
          <w:sz w:val="18"/>
          <w:szCs w:val="18"/>
        </w:rPr>
        <w:t>здесь и далее включая</w:t>
      </w:r>
      <w:r w:rsidR="0031223F" w:rsidRPr="009F1C11">
        <w:rPr>
          <w:sz w:val="18"/>
          <w:szCs w:val="18"/>
        </w:rPr>
        <w:t xml:space="preserve"> данные автомобильного транспорта всех видов эко</w:t>
      </w:r>
      <w:r w:rsidR="00F9745E">
        <w:rPr>
          <w:sz w:val="18"/>
          <w:szCs w:val="18"/>
        </w:rPr>
        <w:t>номической деятельности крупных</w:t>
      </w:r>
      <w:r w:rsidR="0031223F" w:rsidRPr="009F1C11">
        <w:rPr>
          <w:sz w:val="18"/>
          <w:szCs w:val="18"/>
        </w:rPr>
        <w:br/>
        <w:t>и средних организаций, средняя численность работников которых превышает 15 человек</w:t>
      </w:r>
      <w:bookmarkStart w:id="79" w:name="_Toc420420949"/>
      <w:bookmarkStart w:id="80" w:name="_Toc493779737"/>
    </w:p>
    <w:p w14:paraId="3D1D2991" w14:textId="5AB98921" w:rsidR="0031223F" w:rsidRPr="007079A3" w:rsidRDefault="0031223F" w:rsidP="00AA2072">
      <w:pPr>
        <w:pStyle w:val="3"/>
        <w:spacing w:before="240" w:after="200"/>
        <w:rPr>
          <w:bCs/>
        </w:rPr>
      </w:pPr>
      <w:bookmarkStart w:id="81" w:name="_Toc178757158"/>
      <w:r w:rsidRPr="007079A3">
        <w:rPr>
          <w:bCs/>
        </w:rPr>
        <w:t>Динамика грузооборота и пассажирооборота</w:t>
      </w:r>
      <w:r w:rsidR="00002A26" w:rsidRPr="007079A3">
        <w:rPr>
          <w:bCs/>
        </w:rPr>
        <w:t xml:space="preserve"> </w:t>
      </w:r>
      <w:r w:rsidR="00153A66" w:rsidRPr="007079A3">
        <w:rPr>
          <w:bCs/>
        </w:rPr>
        <w:br/>
      </w:r>
      <w:r w:rsidRPr="007079A3">
        <w:rPr>
          <w:bCs/>
        </w:rPr>
        <w:t>автомобильного транспорта</w:t>
      </w:r>
      <w:bookmarkEnd w:id="79"/>
      <w:bookmarkEnd w:id="80"/>
      <w:bookmarkEnd w:id="81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44"/>
        <w:gridCol w:w="945"/>
        <w:gridCol w:w="945"/>
        <w:gridCol w:w="945"/>
        <w:gridCol w:w="945"/>
        <w:gridCol w:w="945"/>
      </w:tblGrid>
      <w:tr w:rsidR="007A2433" w:rsidRPr="00B732A2" w14:paraId="003D4F71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D07B17" w14:textId="77777777" w:rsidR="007A2433" w:rsidRDefault="007A2433" w:rsidP="007A2433">
            <w:pPr>
              <w:ind w:right="-57"/>
              <w:jc w:val="center"/>
              <w:rPr>
                <w:b/>
                <w:sz w:val="20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EBE9" w14:textId="42FF5229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Грузооборот</w:t>
            </w:r>
            <w:r w:rsidR="0088531A">
              <w:rPr>
                <w:b/>
                <w:sz w:val="20"/>
                <w:vertAlign w:val="superscript"/>
                <w:lang w:val="en-US"/>
              </w:rPr>
              <w:t>7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1938" w14:textId="098B5412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Пассажирооборот</w:t>
            </w:r>
            <w:r w:rsidR="0088531A">
              <w:rPr>
                <w:b/>
                <w:sz w:val="20"/>
                <w:vertAlign w:val="superscript"/>
                <w:lang w:val="en-US"/>
              </w:rPr>
              <w:t>8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</w:tr>
      <w:tr w:rsidR="007A2433" w:rsidRPr="00B732A2" w14:paraId="1FFFF70C" w14:textId="77777777" w:rsidTr="007A2433">
        <w:trPr>
          <w:trHeight w:val="283"/>
          <w:jc w:val="center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B1D4A36" w14:textId="77777777"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B4E13F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т-км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1F7C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B732A2">
              <w:rPr>
                <w:b/>
                <w:sz w:val="20"/>
              </w:rPr>
              <w:t>в  %</w:t>
            </w:r>
            <w:proofErr w:type="gramEnd"/>
            <w:r w:rsidRPr="00B732A2">
              <w:rPr>
                <w:b/>
                <w:sz w:val="20"/>
              </w:rPr>
              <w:t xml:space="preserve">  к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FAF7CB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пасс.-км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D53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B732A2">
              <w:rPr>
                <w:b/>
                <w:sz w:val="20"/>
              </w:rPr>
              <w:t>в  %</w:t>
            </w:r>
            <w:proofErr w:type="gramEnd"/>
            <w:r w:rsidRPr="00B732A2">
              <w:rPr>
                <w:b/>
                <w:sz w:val="20"/>
              </w:rPr>
              <w:t xml:space="preserve">  к</w:t>
            </w:r>
          </w:p>
        </w:tc>
      </w:tr>
      <w:tr w:rsidR="007A2433" w:rsidRPr="00B732A2" w14:paraId="1219469A" w14:textId="77777777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541F4" w14:textId="77777777"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0920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0882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2550B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5D89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2491C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5FDC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</w:tr>
      <w:tr w:rsidR="007A2433" w:rsidRPr="00B732A2" w14:paraId="61CCE3A4" w14:textId="77777777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46F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2023</w:t>
            </w:r>
          </w:p>
        </w:tc>
      </w:tr>
      <w:tr w:rsidR="007A2433" w:rsidRPr="00B732A2" w14:paraId="22FC4907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6051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DF627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6997,8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93C36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7E22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C83CE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70097,3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95D2A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7DA3E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86,4</w:t>
            </w:r>
          </w:p>
        </w:tc>
      </w:tr>
      <w:tr w:rsidR="007A2433" w:rsidRPr="00B732A2" w14:paraId="3058C4E7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A567A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4645B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7134,5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ACF52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07BF1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FAFC2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87484,9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866BD7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E3B9B8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124,8</w:t>
            </w:r>
          </w:p>
        </w:tc>
      </w:tr>
      <w:tr w:rsidR="007A2433" w:rsidRPr="00B732A2" w14:paraId="43655FD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6A27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3932F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10290,1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257C0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D4D3F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94453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91376,3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F0736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45B09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104,4</w:t>
            </w:r>
          </w:p>
        </w:tc>
      </w:tr>
      <w:tr w:rsidR="007A2433" w:rsidRPr="00B732A2" w14:paraId="6853158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B2A8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A5773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24422,4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39C6A6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6890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  <w:lang w:val="en-US"/>
              </w:rPr>
              <w:t>88</w:t>
            </w:r>
            <w:r w:rsidRPr="00B732A2">
              <w:rPr>
                <w:b/>
                <w:bCs/>
                <w:sz w:val="20"/>
              </w:rPr>
              <w:t>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447AC8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248958,4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73A4E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46854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103,9</w:t>
            </w:r>
          </w:p>
        </w:tc>
      </w:tr>
      <w:tr w:rsidR="007A2433" w:rsidRPr="00B732A2" w14:paraId="0C1CDF6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D28DE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5A42A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11031,2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7BF18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ABB68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46DC1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99090,5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3716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1A894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108,4</w:t>
            </w:r>
          </w:p>
        </w:tc>
      </w:tr>
      <w:tr w:rsidR="007A2433" w:rsidRPr="00B732A2" w14:paraId="1DB230D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43223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45340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10627,3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ABA6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E00D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443BB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95840,8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712D0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959AD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96,7</w:t>
            </w:r>
          </w:p>
        </w:tc>
      </w:tr>
      <w:tr w:rsidR="007A2433" w:rsidRPr="00B732A2" w14:paraId="180CAF7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27DA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A4E0D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11160,9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103EB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014E1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D2A7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122884,6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7457C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1606B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128,2</w:t>
            </w:r>
          </w:p>
        </w:tc>
      </w:tr>
      <w:tr w:rsidR="007A2433" w:rsidRPr="00B732A2" w14:paraId="0D3D212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3D30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37DDF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32819,4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0B50A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E497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4B4B1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317815,9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4C42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56AC0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127,7</w:t>
            </w:r>
          </w:p>
        </w:tc>
      </w:tr>
      <w:tr w:rsidR="007A2433" w:rsidRPr="00B732A2" w14:paraId="028C2C8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D304D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2EC17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57241,7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7FA69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E4FA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1CA3F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566774,3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8CF4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451A0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14:paraId="3580353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458B5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BFDA9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8767,3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F081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585E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F20A6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129757,3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4547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898F1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105,6</w:t>
            </w:r>
          </w:p>
        </w:tc>
      </w:tr>
      <w:tr w:rsidR="007A2433" w:rsidRPr="00B732A2" w14:paraId="3DB6F68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716EA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6D9DC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9027,0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0B85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DDA1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5A749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128851,9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F750F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A9C9C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99,3</w:t>
            </w:r>
          </w:p>
        </w:tc>
      </w:tr>
      <w:tr w:rsidR="007A2433" w:rsidRPr="00B732A2" w14:paraId="6EC35D8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D2596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7C556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9361,2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A1F8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93D9C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D7E43" w14:textId="77777777" w:rsidR="007A2433" w:rsidRPr="00B732A2" w:rsidRDefault="007A2433" w:rsidP="007A2433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126692,7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19C17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E10B2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98,3</w:t>
            </w:r>
          </w:p>
        </w:tc>
      </w:tr>
      <w:tr w:rsidR="007A2433" w:rsidRPr="00B732A2" w14:paraId="0BD9446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8986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A96E2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27155,5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B272E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AE9B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457A2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385301,9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2D95D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993D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121,2</w:t>
            </w:r>
          </w:p>
        </w:tc>
      </w:tr>
      <w:tr w:rsidR="007A2433" w:rsidRPr="00B732A2" w14:paraId="787EAE8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2A83F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Январь-сентябрь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D3787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84397,2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80A2F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BAC9A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96FC7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952076,1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20B6C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CF7E3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14:paraId="450A012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9928F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84FFE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8757,9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1872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AF91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31FAD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101652,2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329C2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132,6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5BF5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80,2</w:t>
            </w:r>
          </w:p>
        </w:tc>
      </w:tr>
      <w:tr w:rsidR="007A2433" w:rsidRPr="00B732A2" w14:paraId="4F89C67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A6CB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96984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7318,2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1E045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57F85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A03F6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95273,9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6A46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DA11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93,7</w:t>
            </w:r>
          </w:p>
        </w:tc>
      </w:tr>
      <w:tr w:rsidR="007A2433" w:rsidRPr="00B732A2" w14:paraId="24A25EE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0D990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Декабрь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76AF1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6514,1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E5C52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8752F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432D0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183868,7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E2BE1" w14:textId="77777777" w:rsidR="007A2433" w:rsidRPr="00B732A2" w:rsidRDefault="007A2433" w:rsidP="007A2433">
            <w:pPr>
              <w:ind w:right="-28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в 2,2р.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63A2A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193,0</w:t>
            </w:r>
          </w:p>
        </w:tc>
      </w:tr>
      <w:tr w:rsidR="007A2433" w:rsidRPr="00B732A2" w14:paraId="2413437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EE73C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IV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9A830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22590,2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6068B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5B27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BC934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380794,8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2D18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C981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98,8</w:t>
            </w:r>
          </w:p>
        </w:tc>
      </w:tr>
      <w:tr w:rsidR="007A2433" w:rsidRPr="00B732A2" w14:paraId="6301D6B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FB394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Год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8E098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106987,4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D3162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C7AB4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C4034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1332870,9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7EB8D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143,1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43FD7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14:paraId="65E9D6F1" w14:textId="77777777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4DB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2024</w:t>
            </w:r>
          </w:p>
        </w:tc>
      </w:tr>
      <w:tr w:rsidR="00CC165D" w:rsidRPr="00B732A2" w14:paraId="1265FB1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7D29C" w14:textId="77777777" w:rsidR="00CC165D" w:rsidRPr="00B732A2" w:rsidRDefault="00CC165D" w:rsidP="00CC165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79C91" w14:textId="71210365" w:rsidR="00CC165D" w:rsidRPr="00725A2C" w:rsidRDefault="00CC165D" w:rsidP="00CC165D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4488,2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E1DBF" w14:textId="0DFAF5F2" w:rsidR="00CC165D" w:rsidRPr="00725A2C" w:rsidRDefault="00CC165D" w:rsidP="00CC165D">
            <w:pPr>
              <w:tabs>
                <w:tab w:val="left" w:pos="1168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815A2" w14:textId="4D01FFEC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2BB66" w14:textId="544ECEF4" w:rsidR="00CC165D" w:rsidRPr="00725A2C" w:rsidRDefault="00CC165D" w:rsidP="00CC165D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92664,0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BFFD5" w14:textId="64FAF263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28F08" w14:textId="2E252BA5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50,4</w:t>
            </w:r>
          </w:p>
        </w:tc>
      </w:tr>
      <w:tr w:rsidR="00CC165D" w:rsidRPr="00B732A2" w14:paraId="02E8365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EDC13" w14:textId="77777777" w:rsidR="00CC165D" w:rsidRPr="00B732A2" w:rsidRDefault="00CC165D" w:rsidP="00CC165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DB79E" w14:textId="49B6D52D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4377,4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A05D5" w14:textId="2222E602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EA9B3" w14:textId="07B775EE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97,5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11265" w14:textId="73BA7D57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86177,4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B626B" w14:textId="1FC8FFA8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B5F6A" w14:textId="31C2BD90" w:rsidR="00CC165D" w:rsidRPr="00725A2C" w:rsidRDefault="00CC165D" w:rsidP="00CC165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93,0</w:t>
            </w:r>
          </w:p>
        </w:tc>
      </w:tr>
      <w:tr w:rsidR="00CC165D" w:rsidRPr="00B732A2" w14:paraId="6B9537E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A1A86" w14:textId="77777777" w:rsidR="00CC165D" w:rsidRPr="00B732A2" w:rsidRDefault="00CC165D" w:rsidP="00CC165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85BE0" w14:textId="6BC596F1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4605,2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97F03" w14:textId="2E584B0D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A5960" w14:textId="2790DB1A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39610" w14:textId="504062BD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99304,5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0A3A7" w14:textId="406C9830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30E37" w14:textId="12EA5E93" w:rsidR="00CC165D" w:rsidRPr="00725A2C" w:rsidRDefault="00CC165D" w:rsidP="00CC165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115,2</w:t>
            </w:r>
          </w:p>
        </w:tc>
      </w:tr>
      <w:tr w:rsidR="00CC165D" w:rsidRPr="00B732A2" w14:paraId="3BB90E34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FB1A7" w14:textId="77777777" w:rsidR="00CC165D" w:rsidRPr="00B732A2" w:rsidRDefault="00CC165D" w:rsidP="00CC165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F27D0" w14:textId="21FA279A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13470,8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72FBA" w14:textId="3EA2CAD5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ED241" w14:textId="348909FF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59,6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4DFBB" w14:textId="328583CA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278146,0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7D3CA" w14:textId="55D3E932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111,7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4B178" w14:textId="232FE950" w:rsidR="00CC165D" w:rsidRPr="00725A2C" w:rsidRDefault="00CC165D" w:rsidP="00CC165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73,0</w:t>
            </w:r>
          </w:p>
        </w:tc>
      </w:tr>
      <w:tr w:rsidR="00CC165D" w:rsidRPr="00B732A2" w14:paraId="7765658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2B0EA" w14:textId="77777777" w:rsidR="00CC165D" w:rsidRPr="00B732A2" w:rsidRDefault="00CC165D" w:rsidP="00CC165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9DA8B" w14:textId="78D2E7A4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7006,1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20906" w14:textId="73F13EA1" w:rsidR="00CC165D" w:rsidRPr="00725A2C" w:rsidRDefault="00CC165D" w:rsidP="00CC165D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0EED7" w14:textId="5B8BB466" w:rsidR="00CC165D" w:rsidRPr="00725A2C" w:rsidRDefault="00CC165D" w:rsidP="00CC165D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152,1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788C5" w14:textId="75354C43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99585,3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6BF2A" w14:textId="6F926F74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080AE" w14:textId="7C9EF9AE" w:rsidR="00CC165D" w:rsidRPr="00725A2C" w:rsidRDefault="00CC165D" w:rsidP="00CC165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100,3</w:t>
            </w:r>
          </w:p>
        </w:tc>
      </w:tr>
      <w:tr w:rsidR="00CC165D" w:rsidRPr="00B732A2" w14:paraId="00783510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5EA55" w14:textId="77777777" w:rsidR="00CC165D" w:rsidRPr="007C4C31" w:rsidRDefault="00CC165D" w:rsidP="00CC165D">
            <w:pPr>
              <w:jc w:val="left"/>
              <w:rPr>
                <w:b/>
                <w:sz w:val="20"/>
              </w:rPr>
            </w:pPr>
            <w:r w:rsidRPr="007C4C31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B682B" w14:textId="3F20E65C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6999,4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7F052" w14:textId="5E1F976C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B4433" w14:textId="286DE53A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40231" w14:textId="5F7CAF74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95079,8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4C4FA" w14:textId="0B7AE8AA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586FC" w14:textId="7EB1AAB4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95,5</w:t>
            </w:r>
          </w:p>
        </w:tc>
      </w:tr>
      <w:tr w:rsidR="00CC165D" w:rsidRPr="001046A8" w14:paraId="0D349D2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84D2E" w14:textId="4E5592E8" w:rsidR="00CC165D" w:rsidRPr="007C4C31" w:rsidRDefault="00CC165D" w:rsidP="00CC165D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59CAF" w14:textId="5F71E10E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7651,0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8D541" w14:textId="0A1F5397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A0185" w14:textId="36AAAD84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91C2A" w14:textId="4CC3A525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97253,4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A50B8" w14:textId="7D65977F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79E66" w14:textId="557BCEBB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CC165D" w:rsidRPr="001046A8" w14:paraId="64ADB1F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2BC1C" w14:textId="43F1A3A0" w:rsidR="00CC165D" w:rsidRPr="007C4C31" w:rsidRDefault="00CC165D" w:rsidP="00CC165D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II </w:t>
            </w:r>
            <w:r w:rsidRPr="003469D6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785DD" w14:textId="4256D3DE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21656,4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76DB1" w14:textId="70B1794B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7E330" w14:textId="54BB56B1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71A5" w14:textId="53A7150C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291918,4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B8C2D" w14:textId="4FC9A08D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D6DE5" w14:textId="64B0089C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105,0</w:t>
            </w:r>
          </w:p>
        </w:tc>
      </w:tr>
      <w:tr w:rsidR="00CC165D" w:rsidRPr="001046A8" w14:paraId="0CB97A6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D782F" w14:textId="281F06B2" w:rsidR="00CC165D" w:rsidRPr="007C4C31" w:rsidRDefault="00CC165D" w:rsidP="00CC165D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 </w:t>
            </w:r>
            <w:r w:rsidRPr="003469D6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84E01" w14:textId="5503A1C0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35127,2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57FA3" w14:textId="36082235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E730C" w14:textId="50265EF4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05D3D" w14:textId="38626D2E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570064,4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5CABF" w14:textId="20F51CE6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FD634" w14:textId="3846C1D5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  <w:tr w:rsidR="00CC165D" w:rsidRPr="001046A8" w14:paraId="6CCA922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8651A" w14:textId="3C2DA977" w:rsidR="00CC165D" w:rsidRPr="003D7F9E" w:rsidRDefault="00CC165D" w:rsidP="00CC165D">
            <w:pPr>
              <w:jc w:val="left"/>
              <w:rPr>
                <w:b/>
                <w:sz w:val="20"/>
              </w:rPr>
            </w:pPr>
            <w:r w:rsidRPr="0046119A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B77A0" w14:textId="0C3F3D65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7207,3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92584" w14:textId="69A083E4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12479" w14:textId="24F22561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128E5" w14:textId="62A148ED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46119A">
              <w:rPr>
                <w:b/>
                <w:bCs/>
                <w:sz w:val="20"/>
              </w:rPr>
              <w:t>101286,3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ACB9B" w14:textId="65570E7A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1E13C" w14:textId="6031EB21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</w:tr>
      <w:tr w:rsidR="00CC165D" w:rsidRPr="001046A8" w14:paraId="610ADC1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EB180" w14:textId="4D42F6F2" w:rsidR="00CC165D" w:rsidRPr="003D7F9E" w:rsidRDefault="00CC165D" w:rsidP="00CC165D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C5C4F" w14:textId="4EA633F5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7969,5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E1040" w14:textId="5B7C6B11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24104" w14:textId="3F78251B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50128" w14:textId="152978C6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8927DC">
              <w:rPr>
                <w:b/>
                <w:bCs/>
                <w:sz w:val="20"/>
              </w:rPr>
              <w:t>93</w:t>
            </w:r>
            <w:r>
              <w:rPr>
                <w:b/>
                <w:bCs/>
                <w:sz w:val="20"/>
              </w:rPr>
              <w:t>292,1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A390B" w14:textId="08770ECD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B28D9" w14:textId="66BAAF31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92,1</w:t>
            </w:r>
          </w:p>
        </w:tc>
      </w:tr>
      <w:tr w:rsidR="00CC165D" w:rsidRPr="001046A8" w14:paraId="1F892C5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CD0C3" w14:textId="1D089109" w:rsidR="00CC165D" w:rsidRPr="0046119A" w:rsidRDefault="00CC165D" w:rsidP="00CC165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193B2" w14:textId="22DFD67A" w:rsidR="00CC165D" w:rsidRPr="00725A2C" w:rsidRDefault="00CC165D" w:rsidP="00CC165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50303,9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BD8C0" w14:textId="0033BA7A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7035D" w14:textId="5B85779E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8B072" w14:textId="2A4AC311" w:rsidR="00CC165D" w:rsidRPr="00725A2C" w:rsidRDefault="00CC165D" w:rsidP="00CC165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764642,9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5DEF4" w14:textId="112A1CCC" w:rsidR="00CC165D" w:rsidRPr="00725A2C" w:rsidRDefault="00CC165D" w:rsidP="00CC165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712CE" w14:textId="179F8BBD" w:rsidR="00CC165D" w:rsidRPr="00725A2C" w:rsidRDefault="00CC165D" w:rsidP="00CC165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</w:tbl>
    <w:p w14:paraId="367CA7F2" w14:textId="3E74E12C" w:rsidR="0031223F" w:rsidRDefault="0088531A" w:rsidP="00DC4136">
      <w:pPr>
        <w:spacing w:before="120"/>
        <w:ind w:left="453" w:hanging="113"/>
        <w:rPr>
          <w:sz w:val="18"/>
          <w:szCs w:val="18"/>
        </w:rPr>
      </w:pPr>
      <w:r w:rsidRPr="0088531A">
        <w:rPr>
          <w:sz w:val="18"/>
          <w:szCs w:val="18"/>
          <w:vertAlign w:val="superscript"/>
        </w:rPr>
        <w:t>8</w:t>
      </w:r>
      <w:r w:rsidR="0031223F" w:rsidRPr="001046A8">
        <w:rPr>
          <w:sz w:val="18"/>
          <w:szCs w:val="18"/>
          <w:vertAlign w:val="superscript"/>
        </w:rPr>
        <w:t>)</w:t>
      </w:r>
      <w:r w:rsidR="008903BB" w:rsidRPr="001046A8">
        <w:rPr>
          <w:sz w:val="18"/>
          <w:szCs w:val="18"/>
        </w:rPr>
        <w:t xml:space="preserve">здесь и далее </w:t>
      </w:r>
      <w:r w:rsidR="008903BB" w:rsidRPr="00EE7976">
        <w:rPr>
          <w:sz w:val="18"/>
          <w:szCs w:val="18"/>
        </w:rPr>
        <w:t>по данным органов исполнительной власти субъектов Российской Федерации и органов местного самоуправления, а также юридических лиц (кроме микропредприятий), осуществляющих регулярные перевозки пассажиров по автобусным маршрутам общего пользования на коммерческой основе</w:t>
      </w:r>
    </w:p>
    <w:p w14:paraId="4D1E7714" w14:textId="486071D9" w:rsidR="007F766E" w:rsidRPr="004304BB" w:rsidRDefault="0031223F" w:rsidP="00465ED5">
      <w:pPr>
        <w:pStyle w:val="3"/>
        <w:spacing w:before="240" w:after="240"/>
        <w:ind w:right="0" w:firstLine="709"/>
        <w:jc w:val="both"/>
        <w:rPr>
          <w:b w:val="0"/>
          <w:szCs w:val="24"/>
        </w:rPr>
      </w:pPr>
      <w:bookmarkStart w:id="82" w:name="_Toc420420950"/>
      <w:bookmarkStart w:id="83" w:name="_Toc493779738"/>
      <w:bookmarkStart w:id="84" w:name="_Toc178757159"/>
      <w:r w:rsidRPr="00601370">
        <w:t>Работа эксплуатационных автобусов (маршрутных таксомоторов)</w:t>
      </w:r>
      <w:r w:rsidRPr="00601370">
        <w:br/>
        <w:t xml:space="preserve">по маршрутам </w:t>
      </w:r>
      <w:r w:rsidRPr="00601370">
        <w:rPr>
          <w:szCs w:val="24"/>
        </w:rPr>
        <w:t>регулярных перевозок</w:t>
      </w:r>
      <w:r w:rsidRPr="00A52797">
        <w:rPr>
          <w:b w:val="0"/>
          <w:szCs w:val="24"/>
        </w:rPr>
        <w:t xml:space="preserve"> </w:t>
      </w:r>
      <w:bookmarkEnd w:id="82"/>
      <w:bookmarkEnd w:id="83"/>
      <w:r w:rsidR="007F766E" w:rsidRPr="004304BB">
        <w:rPr>
          <w:b w:val="0"/>
          <w:szCs w:val="24"/>
        </w:rPr>
        <w:t xml:space="preserve">в </w:t>
      </w:r>
      <w:r w:rsidR="00D4566C">
        <w:rPr>
          <w:b w:val="0"/>
          <w:szCs w:val="24"/>
        </w:rPr>
        <w:t>январе-</w:t>
      </w:r>
      <w:r w:rsidR="00725A2C">
        <w:rPr>
          <w:b w:val="0"/>
          <w:szCs w:val="24"/>
        </w:rPr>
        <w:t>августе</w:t>
      </w:r>
      <w:r w:rsidR="007F766E" w:rsidRPr="00D4566C">
        <w:rPr>
          <w:b w:val="0"/>
          <w:szCs w:val="24"/>
        </w:rPr>
        <w:t xml:space="preserve"> </w:t>
      </w:r>
      <w:r w:rsidR="007F766E" w:rsidRPr="00D4566C">
        <w:rPr>
          <w:b w:val="0"/>
        </w:rPr>
        <w:t>2024</w:t>
      </w:r>
      <w:r w:rsidR="007F766E" w:rsidRPr="004304BB">
        <w:rPr>
          <w:b w:val="0"/>
        </w:rPr>
        <w:t xml:space="preserve"> года характеризуется следующими данными</w:t>
      </w:r>
      <w:r w:rsidR="007F766E" w:rsidRPr="004304BB">
        <w:rPr>
          <w:b w:val="0"/>
          <w:szCs w:val="24"/>
        </w:rPr>
        <w:t>:</w:t>
      </w:r>
      <w:bookmarkEnd w:id="84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7E661E" w14:paraId="142D71DC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266D2" w14:textId="77777777" w:rsidR="007A2433" w:rsidRPr="007E661E" w:rsidRDefault="007A2433" w:rsidP="007A2433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bookmarkStart w:id="85" w:name="_Toc493779739"/>
            <w:bookmarkStart w:id="86" w:name="_Toc383161985"/>
            <w:bookmarkStart w:id="87" w:name="_Toc385585571"/>
            <w:bookmarkEnd w:id="69"/>
            <w:bookmarkEnd w:id="70"/>
            <w:bookmarkEnd w:id="71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F5A49" w14:textId="5820B6DD" w:rsidR="007A2433" w:rsidRPr="00D4566C" w:rsidRDefault="00725A2C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</w:t>
            </w:r>
            <w:r w:rsidR="007F766E"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DC0" w14:textId="77777777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A2051" w14:textId="12F449DD"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725A2C">
              <w:rPr>
                <w:b/>
                <w:bCs/>
                <w:sz w:val="20"/>
              </w:rPr>
              <w:t>август</w:t>
            </w:r>
            <w:r w:rsidRPr="00D4566C">
              <w:rPr>
                <w:b/>
                <w:bCs/>
                <w:sz w:val="20"/>
              </w:rPr>
              <w:br/>
            </w:r>
            <w:r w:rsidR="007F766E" w:rsidRPr="00D4566C">
              <w:rPr>
                <w:b/>
                <w:bCs/>
                <w:sz w:val="20"/>
              </w:rPr>
              <w:t xml:space="preserve"> </w:t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6746D" w14:textId="69504B36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725A2C">
              <w:rPr>
                <w:b/>
                <w:bCs/>
                <w:sz w:val="20"/>
              </w:rPr>
              <w:t>августу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7E661E" w14:paraId="2FA4FBBC" w14:textId="77777777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CCEE" w14:textId="77777777" w:rsidR="007A2433" w:rsidRPr="00601370" w:rsidRDefault="007A2433" w:rsidP="007A243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8F4A" w14:textId="77777777" w:rsidR="007A2433" w:rsidRPr="000C0433" w:rsidRDefault="007A2433" w:rsidP="007A2433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F900" w14:textId="240C473D" w:rsidR="007A2433" w:rsidRPr="00D4566C" w:rsidRDefault="00725A2C" w:rsidP="007A2433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августу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5D3B" w14:textId="09E1784D" w:rsidR="007A2433" w:rsidRPr="00D4566C" w:rsidRDefault="00D4566C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ию</w:t>
            </w:r>
            <w:r w:rsidR="00725A2C">
              <w:rPr>
                <w:b/>
                <w:bCs/>
                <w:sz w:val="20"/>
              </w:rPr>
              <w:t>л</w:t>
            </w:r>
            <w:r w:rsidRPr="00D4566C">
              <w:rPr>
                <w:b/>
                <w:bCs/>
                <w:sz w:val="20"/>
              </w:rPr>
              <w:t>ю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6F2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99B0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CC165D" w:rsidRPr="0018692F" w14:paraId="489696BF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A2C71" w14:textId="04D05E41" w:rsidR="00CC165D" w:rsidRPr="0018692F" w:rsidRDefault="00CC165D" w:rsidP="00CC165D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r w:rsidR="0088531A">
              <w:rPr>
                <w:b/>
                <w:bCs/>
                <w:sz w:val="20"/>
                <w:vertAlign w:val="superscript"/>
                <w:lang w:val="en-US"/>
              </w:rPr>
              <w:t>8</w:t>
            </w:r>
            <w:r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7E064" w14:textId="1FB0ADB0" w:rsidR="00CC165D" w:rsidRPr="00725A2C" w:rsidRDefault="00CC165D" w:rsidP="00CC165D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82109" w14:textId="2B603B5C" w:rsidR="00CC165D" w:rsidRPr="00725A2C" w:rsidRDefault="00CC165D" w:rsidP="00CC165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845C3" w14:textId="05501A52" w:rsidR="00CC165D" w:rsidRPr="00725A2C" w:rsidRDefault="00CC165D" w:rsidP="00CC165D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92E78" w14:textId="5CF7BF13" w:rsidR="00CC165D" w:rsidRPr="00725A2C" w:rsidRDefault="00CC165D" w:rsidP="00CC165D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28648,5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88942" w14:textId="2C15E898" w:rsidR="00CC165D" w:rsidRPr="00725A2C" w:rsidRDefault="00CC165D" w:rsidP="00CC165D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173BC">
              <w:rPr>
                <w:b/>
                <w:bCs/>
                <w:sz w:val="20"/>
              </w:rPr>
              <w:t>13</w:t>
            </w:r>
            <w:r>
              <w:rPr>
                <w:b/>
                <w:bCs/>
                <w:sz w:val="20"/>
              </w:rPr>
              <w:t>2,7</w:t>
            </w:r>
          </w:p>
        </w:tc>
      </w:tr>
      <w:tr w:rsidR="00CC165D" w:rsidRPr="0018692F" w14:paraId="1B85D541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1FB45" w14:textId="05310837" w:rsidR="00CC165D" w:rsidRPr="0018692F" w:rsidRDefault="00CC165D" w:rsidP="00CC165D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 w:rsidR="0088531A">
              <w:rPr>
                <w:b/>
                <w:bCs/>
                <w:sz w:val="20"/>
                <w:vertAlign w:val="superscript"/>
                <w:lang w:val="en-US"/>
              </w:rPr>
              <w:t>8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пасс.-км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176C2" w14:textId="1EFD9D2E" w:rsidR="00CC165D" w:rsidRPr="00725A2C" w:rsidRDefault="00CC165D" w:rsidP="00CC165D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927DC">
              <w:rPr>
                <w:b/>
                <w:bCs/>
                <w:sz w:val="20"/>
              </w:rPr>
              <w:t>93</w:t>
            </w:r>
            <w:r>
              <w:rPr>
                <w:b/>
                <w:bCs/>
                <w:sz w:val="20"/>
              </w:rPr>
              <w:t>292,1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5D182" w14:textId="1143E3A9" w:rsidR="00CC165D" w:rsidRPr="00725A2C" w:rsidRDefault="00CC165D" w:rsidP="00CC165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34AAF" w14:textId="28D1E527" w:rsidR="00CC165D" w:rsidRPr="00725A2C" w:rsidRDefault="00CC165D" w:rsidP="00CC165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4E8F9" w14:textId="108CCA2B" w:rsidR="00CC165D" w:rsidRPr="00725A2C" w:rsidRDefault="00CC165D" w:rsidP="00CC165D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764642,9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A8AA6" w14:textId="6D2167E8" w:rsidR="00CC165D" w:rsidRPr="00725A2C" w:rsidRDefault="00CC165D" w:rsidP="00CC165D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92,6</w:t>
            </w:r>
          </w:p>
        </w:tc>
      </w:tr>
    </w:tbl>
    <w:p w14:paraId="7852D502" w14:textId="77777777" w:rsidR="0031223F" w:rsidRPr="00601370" w:rsidRDefault="0031223F" w:rsidP="00A22290">
      <w:pPr>
        <w:pStyle w:val="2"/>
        <w:spacing w:before="360" w:after="240"/>
        <w:rPr>
          <w:sz w:val="20"/>
        </w:rPr>
      </w:pPr>
      <w:bookmarkStart w:id="88" w:name="_Toc178757160"/>
      <w:bookmarkEnd w:id="78"/>
      <w:r w:rsidRPr="00601370">
        <w:rPr>
          <w:sz w:val="20"/>
        </w:rPr>
        <w:t>ПОЧТОВАЯ СВЯЗЬ</w:t>
      </w:r>
      <w:r w:rsidR="002329BA">
        <w:rPr>
          <w:sz w:val="20"/>
        </w:rPr>
        <w:t xml:space="preserve"> </w:t>
      </w:r>
      <w:r w:rsidR="003116A1">
        <w:rPr>
          <w:sz w:val="20"/>
        </w:rPr>
        <w:br/>
      </w:r>
      <w:r w:rsidRPr="00601370">
        <w:rPr>
          <w:sz w:val="20"/>
        </w:rPr>
        <w:t>И КУРЬЕРСКАЯ ДЕЯТЕЛЬНОСТЬ</w:t>
      </w:r>
      <w:bookmarkEnd w:id="85"/>
      <w:bookmarkEnd w:id="88"/>
    </w:p>
    <w:p w14:paraId="000912BA" w14:textId="1CB1B304" w:rsidR="005417A0" w:rsidRPr="008325F4" w:rsidRDefault="007F766E" w:rsidP="005417A0">
      <w:pPr>
        <w:ind w:firstLine="709"/>
        <w:sectPr w:rsidR="005417A0" w:rsidRPr="008325F4" w:rsidSect="00BB22F3">
          <w:headerReference w:type="even" r:id="rId17"/>
          <w:headerReference w:type="default" r:id="rId1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89" w:name="_Hlk173414008"/>
      <w:bookmarkEnd w:id="86"/>
      <w:bookmarkEnd w:id="87"/>
      <w:r w:rsidRPr="00D4566C">
        <w:t xml:space="preserve">В </w:t>
      </w:r>
      <w:r w:rsidR="00D4566C" w:rsidRPr="00D4566C">
        <w:t>январе-</w:t>
      </w:r>
      <w:r w:rsidR="00725A2C">
        <w:t>августе</w:t>
      </w:r>
      <w:r w:rsidRPr="00D4566C">
        <w:rPr>
          <w:szCs w:val="24"/>
        </w:rPr>
        <w:t xml:space="preserve"> </w:t>
      </w:r>
      <w:r w:rsidRPr="00D4566C">
        <w:t xml:space="preserve">2024 года общий объем выполненных работ и услуг собственными силами организациями почтовой связи и курьерской доставки, </w:t>
      </w:r>
      <w:r w:rsidRPr="00D4566C">
        <w:br/>
        <w:t xml:space="preserve">не относящимися к субъектам малого предпринимательства, с численностью работников свыше 15 человек составил </w:t>
      </w:r>
      <w:r w:rsidR="00CC165D">
        <w:t>649</w:t>
      </w:r>
      <w:r w:rsidR="00CC165D" w:rsidRPr="00B44EF1">
        <w:t>,</w:t>
      </w:r>
      <w:r w:rsidR="00CC165D">
        <w:t xml:space="preserve">0 </w:t>
      </w:r>
      <w:r w:rsidRPr="00D4566C">
        <w:t xml:space="preserve">млн рублей и по сравнению </w:t>
      </w:r>
      <w:r w:rsidRPr="00D4566C">
        <w:br/>
      </w:r>
      <w:r w:rsidR="00D4566C" w:rsidRPr="00D4566C">
        <w:t>с январем-</w:t>
      </w:r>
      <w:r w:rsidR="00725A2C">
        <w:t>августом</w:t>
      </w:r>
      <w:r w:rsidR="00D4566C" w:rsidRPr="00D4566C">
        <w:t xml:space="preserve"> </w:t>
      </w:r>
      <w:r w:rsidRPr="00D4566C">
        <w:t xml:space="preserve">2023 года увеличился на </w:t>
      </w:r>
      <w:r w:rsidR="00CC165D">
        <w:t>10,4</w:t>
      </w:r>
      <w:r w:rsidRPr="00D4566C">
        <w:t xml:space="preserve">% (в фактических ценах, без НДС </w:t>
      </w:r>
      <w:r w:rsidR="00DD6424">
        <w:br/>
      </w:r>
      <w:r w:rsidRPr="00D4566C">
        <w:t>и других аналогичных платежей)</w:t>
      </w:r>
      <w:bookmarkStart w:id="90" w:name="_Toc493779740"/>
      <w:bookmarkEnd w:id="89"/>
      <w:r w:rsidR="008325F4">
        <w:t>.</w:t>
      </w:r>
    </w:p>
    <w:p w14:paraId="15A04DC2" w14:textId="477C20F4" w:rsidR="0031223F" w:rsidRPr="007079A3" w:rsidRDefault="0031223F" w:rsidP="00AA2072">
      <w:pPr>
        <w:pStyle w:val="1"/>
        <w:spacing w:before="480" w:after="360"/>
        <w:rPr>
          <w:szCs w:val="24"/>
        </w:rPr>
      </w:pPr>
      <w:bookmarkStart w:id="91" w:name="_Toc178757161"/>
      <w:r w:rsidRPr="007079A3">
        <w:rPr>
          <w:szCs w:val="24"/>
        </w:rPr>
        <w:t>РЫНКИ ТОВАРОВ И УСЛУ</w:t>
      </w:r>
      <w:bookmarkEnd w:id="90"/>
      <w:r w:rsidRPr="007079A3">
        <w:rPr>
          <w:szCs w:val="24"/>
        </w:rPr>
        <w:t>Г</w:t>
      </w:r>
      <w:bookmarkEnd w:id="91"/>
    </w:p>
    <w:p w14:paraId="41D3D9DA" w14:textId="7BD7516C" w:rsidR="0031223F" w:rsidRPr="00FD6999" w:rsidRDefault="0031223F" w:rsidP="00AA2072">
      <w:pPr>
        <w:pStyle w:val="2"/>
        <w:spacing w:after="360"/>
        <w:rPr>
          <w:sz w:val="20"/>
        </w:rPr>
      </w:pPr>
      <w:bookmarkStart w:id="92" w:name="_Toc414870588"/>
      <w:bookmarkStart w:id="93" w:name="_Toc493779741"/>
      <w:bookmarkStart w:id="94" w:name="_Toc178757162"/>
      <w:r w:rsidRPr="00FD6999">
        <w:rPr>
          <w:sz w:val="20"/>
        </w:rPr>
        <w:t>РОЗНИЧНАЯ ТОР</w:t>
      </w:r>
      <w:r>
        <w:rPr>
          <w:sz w:val="20"/>
        </w:rPr>
        <w:t>Г</w:t>
      </w:r>
      <w:r w:rsidRPr="00FD6999">
        <w:rPr>
          <w:sz w:val="20"/>
        </w:rPr>
        <w:t>ОВЛЯ</w:t>
      </w:r>
      <w:bookmarkEnd w:id="92"/>
      <w:bookmarkEnd w:id="93"/>
      <w:bookmarkEnd w:id="94"/>
    </w:p>
    <w:p w14:paraId="775959E2" w14:textId="10A9949D" w:rsidR="0031223F" w:rsidRPr="003C49F8" w:rsidRDefault="00AC73CF" w:rsidP="00465ED5">
      <w:pPr>
        <w:pStyle w:val="3"/>
        <w:ind w:right="0" w:firstLine="709"/>
        <w:jc w:val="both"/>
        <w:rPr>
          <w:b w:val="0"/>
        </w:rPr>
      </w:pPr>
      <w:bookmarkStart w:id="95" w:name="_Toc414870589"/>
      <w:bookmarkStart w:id="96" w:name="_Toc493779742"/>
      <w:bookmarkStart w:id="97" w:name="_Toc178757163"/>
      <w:bookmarkStart w:id="98" w:name="_Toc417301671"/>
      <w:bookmarkStart w:id="99" w:name="_Toc414870590"/>
      <w:bookmarkStart w:id="100" w:name="_Hlk173414078"/>
      <w:r w:rsidRPr="00AC73CF">
        <w:rPr>
          <w:bCs/>
        </w:rPr>
        <w:t>Оборот розничной торговли</w:t>
      </w:r>
      <w:r w:rsidRPr="00AC73CF">
        <w:rPr>
          <w:b w:val="0"/>
          <w:bCs/>
        </w:rPr>
        <w:t xml:space="preserve"> </w:t>
      </w:r>
      <w:bookmarkEnd w:id="95"/>
      <w:bookmarkEnd w:id="96"/>
      <w:r w:rsidR="00997D18" w:rsidRPr="00D4566C">
        <w:rPr>
          <w:b w:val="0"/>
        </w:rPr>
        <w:t xml:space="preserve">в </w:t>
      </w:r>
      <w:r w:rsidR="001D5F89" w:rsidRPr="00D4566C">
        <w:rPr>
          <w:b w:val="0"/>
        </w:rPr>
        <w:t>январе-</w:t>
      </w:r>
      <w:r w:rsidR="00725A2C">
        <w:rPr>
          <w:b w:val="0"/>
        </w:rPr>
        <w:t>августе</w:t>
      </w:r>
      <w:r w:rsidR="005D77D3" w:rsidRPr="00D4566C">
        <w:rPr>
          <w:b w:val="0"/>
        </w:rPr>
        <w:t xml:space="preserve"> 2024</w:t>
      </w:r>
      <w:r w:rsidR="00997D18" w:rsidRPr="00D4566C">
        <w:rPr>
          <w:b w:val="0"/>
        </w:rPr>
        <w:t xml:space="preserve"> год</w:t>
      </w:r>
      <w:r w:rsidR="005D77D3" w:rsidRPr="00D4566C">
        <w:rPr>
          <w:b w:val="0"/>
        </w:rPr>
        <w:t>а</w:t>
      </w:r>
      <w:r w:rsidR="00997D18" w:rsidRPr="00D4566C">
        <w:rPr>
          <w:b w:val="0"/>
        </w:rPr>
        <w:t xml:space="preserve"> составил</w:t>
      </w:r>
      <w:r w:rsidR="00D75831" w:rsidRPr="00D4566C">
        <w:rPr>
          <w:b w:val="0"/>
        </w:rPr>
        <w:br/>
      </w:r>
      <w:r w:rsidR="00CC165D" w:rsidRPr="00CC165D">
        <w:rPr>
          <w:b w:val="0"/>
        </w:rPr>
        <w:t>159518,9</w:t>
      </w:r>
      <w:r w:rsidR="00CC165D">
        <w:rPr>
          <w:lang w:eastAsia="x-none"/>
        </w:rPr>
        <w:t xml:space="preserve"> </w:t>
      </w:r>
      <w:r w:rsidR="008024EE" w:rsidRPr="00D4566C">
        <w:rPr>
          <w:b w:val="0"/>
          <w:bCs/>
        </w:rPr>
        <w:t>млн</w:t>
      </w:r>
      <w:r w:rsidR="008024EE" w:rsidRPr="00D4566C">
        <w:rPr>
          <w:b w:val="0"/>
        </w:rPr>
        <w:t xml:space="preserve"> рублей, что </w:t>
      </w:r>
      <w:r w:rsidR="008024EE" w:rsidRPr="00D4566C">
        <w:rPr>
          <w:b w:val="0"/>
          <w:lang w:val="x-none" w:eastAsia="x-none"/>
        </w:rPr>
        <w:t xml:space="preserve">в товарной массе на </w:t>
      </w:r>
      <w:r w:rsidR="00CC165D" w:rsidRPr="00CC165D">
        <w:rPr>
          <w:b w:val="0"/>
          <w:bCs/>
          <w:lang w:eastAsia="x-none"/>
        </w:rPr>
        <w:t>6,0</w:t>
      </w:r>
      <w:r w:rsidR="008024EE" w:rsidRPr="00D4566C">
        <w:rPr>
          <w:b w:val="0"/>
          <w:lang w:val="x-none" w:eastAsia="x-none"/>
        </w:rPr>
        <w:t xml:space="preserve">% </w:t>
      </w:r>
      <w:r w:rsidR="008024EE" w:rsidRPr="00D4566C">
        <w:rPr>
          <w:b w:val="0"/>
          <w:lang w:eastAsia="x-none"/>
        </w:rPr>
        <w:t>больше</w:t>
      </w:r>
      <w:r w:rsidR="00FA5B8E" w:rsidRPr="00D4566C">
        <w:rPr>
          <w:b w:val="0"/>
          <w:lang w:val="x-none" w:eastAsia="x-none"/>
        </w:rPr>
        <w:t xml:space="preserve">, чем в </w:t>
      </w:r>
      <w:r w:rsidR="001D5F89" w:rsidRPr="00D4566C">
        <w:rPr>
          <w:b w:val="0"/>
          <w:lang w:eastAsia="x-none"/>
        </w:rPr>
        <w:t>январе-</w:t>
      </w:r>
      <w:r w:rsidR="00725A2C">
        <w:rPr>
          <w:b w:val="0"/>
          <w:lang w:eastAsia="x-none"/>
        </w:rPr>
        <w:t>августе</w:t>
      </w:r>
      <w:r w:rsidR="00FA5B8E" w:rsidRPr="00D4566C">
        <w:rPr>
          <w:b w:val="0"/>
        </w:rPr>
        <w:t xml:space="preserve"> </w:t>
      </w:r>
      <w:r w:rsidR="00725A2C">
        <w:rPr>
          <w:b w:val="0"/>
        </w:rPr>
        <w:br/>
      </w:r>
      <w:r w:rsidR="00FA5B8E" w:rsidRPr="00D4566C">
        <w:rPr>
          <w:b w:val="0"/>
          <w:lang w:val="x-none" w:eastAsia="x-none"/>
        </w:rPr>
        <w:t>202</w:t>
      </w:r>
      <w:r w:rsidR="00FA5B8E" w:rsidRPr="00D4566C">
        <w:rPr>
          <w:b w:val="0"/>
          <w:lang w:eastAsia="x-none"/>
        </w:rPr>
        <w:t>3</w:t>
      </w:r>
      <w:r w:rsidR="00FA5B8E" w:rsidRPr="00D4566C">
        <w:rPr>
          <w:b w:val="0"/>
          <w:lang w:val="x-none" w:eastAsia="x-none"/>
        </w:rPr>
        <w:t xml:space="preserve"> год</w:t>
      </w:r>
      <w:r w:rsidR="00FA5B8E" w:rsidRPr="00D4566C">
        <w:rPr>
          <w:b w:val="0"/>
          <w:lang w:eastAsia="x-none"/>
        </w:rPr>
        <w:t>а</w:t>
      </w:r>
      <w:r w:rsidR="0098044F" w:rsidRPr="00D4566C">
        <w:rPr>
          <w:b w:val="0"/>
        </w:rPr>
        <w:t>.</w:t>
      </w:r>
      <w:bookmarkEnd w:id="97"/>
    </w:p>
    <w:p w14:paraId="39DA1D33" w14:textId="77777777" w:rsidR="0031223F" w:rsidRPr="009B49E8" w:rsidRDefault="0031223F" w:rsidP="00FA48EF">
      <w:pPr>
        <w:pStyle w:val="3"/>
        <w:spacing w:before="240" w:after="240"/>
        <w:rPr>
          <w:b w:val="0"/>
          <w:bCs/>
          <w:sz w:val="18"/>
        </w:rPr>
      </w:pPr>
      <w:bookmarkStart w:id="101" w:name="_Toc493779743"/>
      <w:bookmarkStart w:id="102" w:name="_Toc178757164"/>
      <w:r w:rsidRPr="003C49F8">
        <w:rPr>
          <w:bCs/>
        </w:rPr>
        <w:t>Динамика оборота розничной торговли</w:t>
      </w:r>
      <w:bookmarkEnd w:id="98"/>
      <w:bookmarkEnd w:id="101"/>
      <w:bookmarkEnd w:id="102"/>
    </w:p>
    <w:bookmarkEnd w:id="99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8024EE" w:rsidRPr="00C33ECE" w14:paraId="638A2543" w14:textId="77777777" w:rsidTr="008024EE">
        <w:trPr>
          <w:cantSplit/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7F9F0F28" w14:textId="77777777" w:rsidR="008024EE" w:rsidRPr="00AD69A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4156560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</w:t>
            </w:r>
            <w:r w:rsidRPr="00C33ECE">
              <w:rPr>
                <w:b/>
                <w:bCs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13DEC07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C33ECE" w14:paraId="2CDA91D3" w14:textId="77777777" w:rsidTr="008024EE">
        <w:trPr>
          <w:cantSplit/>
          <w:trHeight w:val="227"/>
          <w:jc w:val="center"/>
        </w:trPr>
        <w:tc>
          <w:tcPr>
            <w:tcW w:w="2268" w:type="dxa"/>
            <w:vMerge/>
            <w:vAlign w:val="center"/>
          </w:tcPr>
          <w:p w14:paraId="45C47699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D069DB5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1DCDF3B" w14:textId="77777777"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316C8FEF" w14:textId="77777777"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14:paraId="58417EA0" w14:textId="77777777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581928DD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39D9D88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3A39FE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17398030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17133,9</w:t>
            </w:r>
          </w:p>
        </w:tc>
        <w:tc>
          <w:tcPr>
            <w:tcW w:w="2268" w:type="dxa"/>
            <w:vAlign w:val="bottom"/>
          </w:tcPr>
          <w:p w14:paraId="13F7782C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14:paraId="17C9F572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86,4</w:t>
            </w:r>
          </w:p>
        </w:tc>
      </w:tr>
      <w:tr w:rsidR="008024EE" w:rsidRPr="00C33ECE" w14:paraId="1F1C43D7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553884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20A00D92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16677,3</w:t>
            </w:r>
          </w:p>
        </w:tc>
        <w:tc>
          <w:tcPr>
            <w:tcW w:w="2268" w:type="dxa"/>
            <w:vAlign w:val="bottom"/>
          </w:tcPr>
          <w:p w14:paraId="3735649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94,1</w:t>
            </w:r>
          </w:p>
        </w:tc>
        <w:tc>
          <w:tcPr>
            <w:tcW w:w="2268" w:type="dxa"/>
            <w:vAlign w:val="bottom"/>
          </w:tcPr>
          <w:p w14:paraId="1660EACC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14:paraId="091D115F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A635DA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710BD11D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17167,3</w:t>
            </w:r>
          </w:p>
        </w:tc>
        <w:tc>
          <w:tcPr>
            <w:tcW w:w="2268" w:type="dxa"/>
            <w:vAlign w:val="bottom"/>
          </w:tcPr>
          <w:p w14:paraId="6D62276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93,7</w:t>
            </w:r>
          </w:p>
        </w:tc>
        <w:tc>
          <w:tcPr>
            <w:tcW w:w="2268" w:type="dxa"/>
            <w:vAlign w:val="bottom"/>
          </w:tcPr>
          <w:p w14:paraId="698E09DB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</w:tr>
      <w:tr w:rsidR="008024EE" w:rsidRPr="00C33ECE" w14:paraId="48C86A4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B3011D3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3E289ADA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50978,6</w:t>
            </w:r>
          </w:p>
        </w:tc>
        <w:tc>
          <w:tcPr>
            <w:tcW w:w="2268" w:type="dxa"/>
            <w:vAlign w:val="bottom"/>
          </w:tcPr>
          <w:p w14:paraId="36C976CF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  <w:tc>
          <w:tcPr>
            <w:tcW w:w="2268" w:type="dxa"/>
            <w:vAlign w:val="bottom"/>
          </w:tcPr>
          <w:p w14:paraId="69DFC65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1883B16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BA1A62B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137095F1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17108,2</w:t>
            </w:r>
          </w:p>
        </w:tc>
        <w:tc>
          <w:tcPr>
            <w:tcW w:w="2268" w:type="dxa"/>
            <w:vAlign w:val="bottom"/>
          </w:tcPr>
          <w:p w14:paraId="6134FB9E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14:paraId="48A5B7A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</w:tr>
      <w:tr w:rsidR="008024EE" w:rsidRPr="00C33ECE" w14:paraId="544EA723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F3887B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lastRenderedPageBreak/>
              <w:t>Май</w:t>
            </w:r>
          </w:p>
        </w:tc>
        <w:tc>
          <w:tcPr>
            <w:tcW w:w="2268" w:type="dxa"/>
            <w:vAlign w:val="bottom"/>
          </w:tcPr>
          <w:p w14:paraId="06BA66A6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17223,5</w:t>
            </w:r>
          </w:p>
        </w:tc>
        <w:tc>
          <w:tcPr>
            <w:tcW w:w="2268" w:type="dxa"/>
            <w:vAlign w:val="bottom"/>
          </w:tcPr>
          <w:p w14:paraId="38009D8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8" w:type="dxa"/>
            <w:vAlign w:val="bottom"/>
          </w:tcPr>
          <w:p w14:paraId="0AA76EB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</w:tr>
      <w:tr w:rsidR="008024EE" w:rsidRPr="00C33ECE" w14:paraId="30D063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710829F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3F6FDC70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17112,7</w:t>
            </w:r>
          </w:p>
        </w:tc>
        <w:tc>
          <w:tcPr>
            <w:tcW w:w="2268" w:type="dxa"/>
            <w:vAlign w:val="bottom"/>
          </w:tcPr>
          <w:p w14:paraId="416883E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14:paraId="6198751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99,3</w:t>
            </w:r>
          </w:p>
        </w:tc>
      </w:tr>
      <w:tr w:rsidR="008024EE" w:rsidRPr="00C33ECE" w14:paraId="3B4D9C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581FF7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II</w:t>
            </w:r>
            <w:r w:rsidRPr="00C33ECE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14:paraId="27318584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51444,4</w:t>
            </w:r>
          </w:p>
        </w:tc>
        <w:tc>
          <w:tcPr>
            <w:tcW w:w="2268" w:type="dxa"/>
            <w:vAlign w:val="bottom"/>
          </w:tcPr>
          <w:p w14:paraId="31DBEF4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5D770D7F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7186FDAB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B75D809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62EDA91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102423,0</w:t>
            </w:r>
          </w:p>
        </w:tc>
        <w:tc>
          <w:tcPr>
            <w:tcW w:w="2268" w:type="dxa"/>
            <w:vAlign w:val="bottom"/>
          </w:tcPr>
          <w:p w14:paraId="527C865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14:paraId="0E3A66D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7CD2C47D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2BE8D9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434ADF74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18616,3</w:t>
            </w:r>
          </w:p>
        </w:tc>
        <w:tc>
          <w:tcPr>
            <w:tcW w:w="2268" w:type="dxa"/>
            <w:vAlign w:val="bottom"/>
          </w:tcPr>
          <w:p w14:paraId="2A6B39D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6E959DC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108,8</w:t>
            </w:r>
          </w:p>
        </w:tc>
      </w:tr>
      <w:tr w:rsidR="008024EE" w:rsidRPr="00C33ECE" w14:paraId="65BE819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CC8F083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03BFAA3C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19507,4</w:t>
            </w:r>
          </w:p>
        </w:tc>
        <w:tc>
          <w:tcPr>
            <w:tcW w:w="2268" w:type="dxa"/>
            <w:vAlign w:val="bottom"/>
          </w:tcPr>
          <w:p w14:paraId="6AF26EB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14:paraId="718DBDFD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08546F" w:rsidRPr="00C33ECE" w14:paraId="679286B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7A0DD9B" w14:textId="7042F5E4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216280AB" w14:textId="53E02CEE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ED763B">
              <w:rPr>
                <w:b/>
                <w:color w:val="000000"/>
                <w:sz w:val="20"/>
              </w:rPr>
              <w:t>140546</w:t>
            </w:r>
            <w:r>
              <w:rPr>
                <w:b/>
                <w:color w:val="000000"/>
                <w:sz w:val="20"/>
              </w:rPr>
              <w:t>,8</w:t>
            </w:r>
          </w:p>
        </w:tc>
        <w:tc>
          <w:tcPr>
            <w:tcW w:w="2268" w:type="dxa"/>
            <w:vAlign w:val="bottom"/>
          </w:tcPr>
          <w:p w14:paraId="5AEEDAA4" w14:textId="5A287F1A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ED763B">
              <w:rPr>
                <w:b/>
                <w:bCs/>
                <w:sz w:val="20"/>
              </w:rPr>
              <w:t>99,2</w:t>
            </w:r>
          </w:p>
        </w:tc>
        <w:tc>
          <w:tcPr>
            <w:tcW w:w="2268" w:type="dxa"/>
            <w:vAlign w:val="bottom"/>
          </w:tcPr>
          <w:p w14:paraId="18469A1A" w14:textId="5EA0DDB6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36B401FC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87DEF8B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725B8D19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19259,0</w:t>
            </w:r>
          </w:p>
        </w:tc>
        <w:tc>
          <w:tcPr>
            <w:tcW w:w="2268" w:type="dxa"/>
            <w:vAlign w:val="bottom"/>
          </w:tcPr>
          <w:p w14:paraId="3D40DD9C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104,9</w:t>
            </w:r>
          </w:p>
        </w:tc>
        <w:tc>
          <w:tcPr>
            <w:tcW w:w="2268" w:type="dxa"/>
            <w:vAlign w:val="bottom"/>
          </w:tcPr>
          <w:p w14:paraId="7C82884E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98,1</w:t>
            </w:r>
          </w:p>
        </w:tc>
      </w:tr>
      <w:tr w:rsidR="0008546F" w:rsidRPr="00C33ECE" w14:paraId="68ED08A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2BCFEE2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78AF1E1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57382,8</w:t>
            </w:r>
          </w:p>
        </w:tc>
        <w:tc>
          <w:tcPr>
            <w:tcW w:w="2268" w:type="dxa"/>
            <w:vAlign w:val="bottom"/>
          </w:tcPr>
          <w:p w14:paraId="486E0D0B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40F743B3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28144B9E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872250B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7E03F52D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159805,8</w:t>
            </w:r>
          </w:p>
        </w:tc>
        <w:tc>
          <w:tcPr>
            <w:tcW w:w="2268" w:type="dxa"/>
            <w:vAlign w:val="bottom"/>
          </w:tcPr>
          <w:p w14:paraId="78E1CBE9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8" w:type="dxa"/>
            <w:vAlign w:val="bottom"/>
          </w:tcPr>
          <w:p w14:paraId="0958A08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73921E3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DA5B2AF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48C4A596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19830,6</w:t>
            </w:r>
          </w:p>
        </w:tc>
        <w:tc>
          <w:tcPr>
            <w:tcW w:w="2268" w:type="dxa"/>
            <w:vAlign w:val="bottom"/>
          </w:tcPr>
          <w:p w14:paraId="3B11464E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14:paraId="20C2FDD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102,0</w:t>
            </w:r>
          </w:p>
        </w:tc>
      </w:tr>
      <w:tr w:rsidR="0008546F" w:rsidRPr="00C33ECE" w14:paraId="2158309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79D10E5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6F9E0BF6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19399,1</w:t>
            </w:r>
          </w:p>
        </w:tc>
        <w:tc>
          <w:tcPr>
            <w:tcW w:w="2268" w:type="dxa"/>
            <w:vAlign w:val="bottom"/>
          </w:tcPr>
          <w:p w14:paraId="1D3DD65A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vAlign w:val="bottom"/>
          </w:tcPr>
          <w:p w14:paraId="68550971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96,8</w:t>
            </w:r>
          </w:p>
        </w:tc>
      </w:tr>
      <w:tr w:rsidR="0008546F" w:rsidRPr="00C33ECE" w14:paraId="2BFF42C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F4C999F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48AE4C44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22092,3</w:t>
            </w:r>
          </w:p>
        </w:tc>
        <w:tc>
          <w:tcPr>
            <w:tcW w:w="2268" w:type="dxa"/>
            <w:vAlign w:val="bottom"/>
          </w:tcPr>
          <w:p w14:paraId="61B0AEE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105,4</w:t>
            </w:r>
          </w:p>
        </w:tc>
        <w:tc>
          <w:tcPr>
            <w:tcW w:w="2268" w:type="dxa"/>
            <w:vAlign w:val="bottom"/>
          </w:tcPr>
          <w:p w14:paraId="5233E5A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112,5</w:t>
            </w:r>
          </w:p>
        </w:tc>
      </w:tr>
      <w:tr w:rsidR="0008546F" w:rsidRPr="00C33ECE" w14:paraId="2E77ACF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AB12B06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9CC6C81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61322,0</w:t>
            </w:r>
          </w:p>
        </w:tc>
        <w:tc>
          <w:tcPr>
            <w:tcW w:w="2268" w:type="dxa"/>
            <w:vAlign w:val="bottom"/>
          </w:tcPr>
          <w:p w14:paraId="326B7D49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105,0</w:t>
            </w:r>
          </w:p>
        </w:tc>
        <w:tc>
          <w:tcPr>
            <w:tcW w:w="2268" w:type="dxa"/>
            <w:vAlign w:val="bottom"/>
          </w:tcPr>
          <w:p w14:paraId="60B22D10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02F1CAB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0330D4B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0191CB5E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221127,7</w:t>
            </w:r>
          </w:p>
        </w:tc>
        <w:tc>
          <w:tcPr>
            <w:tcW w:w="2268" w:type="dxa"/>
            <w:vAlign w:val="bottom"/>
          </w:tcPr>
          <w:p w14:paraId="513395D0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vAlign w:val="bottom"/>
          </w:tcPr>
          <w:p w14:paraId="43071D09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0208938B" w14:textId="77777777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10FAD6A1" w14:textId="77777777" w:rsidR="0008546F" w:rsidRPr="00C33ECE" w:rsidRDefault="0008546F" w:rsidP="0008546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08546F" w:rsidRPr="00D117C2" w14:paraId="19153A93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E10F6B1" w14:textId="36032B04" w:rsidR="0008546F" w:rsidRPr="00D117C2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0BD4AAD0" w14:textId="43E21E21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18246,8</w:t>
            </w:r>
          </w:p>
        </w:tc>
        <w:tc>
          <w:tcPr>
            <w:tcW w:w="2268" w:type="dxa"/>
            <w:vAlign w:val="bottom"/>
          </w:tcPr>
          <w:p w14:paraId="78A9B51E" w14:textId="357D2C48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21962BA6" w14:textId="2F210971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81,7</w:t>
            </w:r>
          </w:p>
        </w:tc>
      </w:tr>
      <w:tr w:rsidR="0008546F" w:rsidRPr="00D117C2" w14:paraId="5CC2068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E74E6E0" w14:textId="4299154C" w:rsidR="0008546F" w:rsidRPr="00D117C2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5CA1889" w14:textId="7C5F9455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18469,7</w:t>
            </w:r>
          </w:p>
        </w:tc>
        <w:tc>
          <w:tcPr>
            <w:tcW w:w="2268" w:type="dxa"/>
            <w:vAlign w:val="bottom"/>
          </w:tcPr>
          <w:p w14:paraId="751C0E97" w14:textId="68E67307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2268" w:type="dxa"/>
            <w:vAlign w:val="bottom"/>
          </w:tcPr>
          <w:p w14:paraId="5068BA5B" w14:textId="4D204EE4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08546F" w:rsidRPr="00D117C2" w14:paraId="198B626A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A806DB7" w14:textId="058FF4BF" w:rsidR="0008546F" w:rsidRPr="00D117C2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4BFDB9B5" w14:textId="12DF801A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19921,3</w:t>
            </w:r>
          </w:p>
        </w:tc>
        <w:tc>
          <w:tcPr>
            <w:tcW w:w="2268" w:type="dxa"/>
            <w:vAlign w:val="bottom"/>
          </w:tcPr>
          <w:p w14:paraId="5FCA1F62" w14:textId="3BBCD0A5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14:paraId="6822C924" w14:textId="08EB3BE6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</w:tr>
      <w:tr w:rsidR="0008546F" w:rsidRPr="00D117C2" w14:paraId="3878C87C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34B4B69" w14:textId="4CE349D1" w:rsidR="0008546F" w:rsidRPr="00D117C2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4A98B8E3" w14:textId="2E905706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56637,8</w:t>
            </w:r>
          </w:p>
        </w:tc>
        <w:tc>
          <w:tcPr>
            <w:tcW w:w="2268" w:type="dxa"/>
            <w:vAlign w:val="bottom"/>
          </w:tcPr>
          <w:p w14:paraId="5FF9A9B7" w14:textId="00D3EF3C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vAlign w:val="bottom"/>
          </w:tcPr>
          <w:p w14:paraId="07F0B5BD" w14:textId="1A713396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D117C2" w14:paraId="2B64B8B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CB01910" w14:textId="0B5058D2" w:rsidR="0008546F" w:rsidRPr="0008546F" w:rsidRDefault="0008546F" w:rsidP="0008546F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Апрель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5ABE3063" w14:textId="1476E584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20185</w:t>
            </w:r>
            <w:r>
              <w:rPr>
                <w:b/>
                <w:color w:val="000000"/>
                <w:sz w:val="20"/>
              </w:rPr>
              <w:t>,6</w:t>
            </w:r>
          </w:p>
        </w:tc>
        <w:tc>
          <w:tcPr>
            <w:tcW w:w="2268" w:type="dxa"/>
            <w:vAlign w:val="bottom"/>
          </w:tcPr>
          <w:p w14:paraId="4D531AEF" w14:textId="7CA21D9A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2268" w:type="dxa"/>
            <w:vAlign w:val="bottom"/>
          </w:tcPr>
          <w:p w14:paraId="083D1BEB" w14:textId="7FD4ACC1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</w:tr>
      <w:tr w:rsidR="0008546F" w:rsidRPr="00D117C2" w14:paraId="2E97734E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20F6D71" w14:textId="71E60186" w:rsidR="0008546F" w:rsidRPr="0008546F" w:rsidRDefault="0008546F" w:rsidP="0008546F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Май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34E678E5" w14:textId="643960DD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20197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2268" w:type="dxa"/>
            <w:vAlign w:val="bottom"/>
          </w:tcPr>
          <w:p w14:paraId="08B8B1CD" w14:textId="7F357F1B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109,7</w:t>
            </w:r>
          </w:p>
        </w:tc>
        <w:tc>
          <w:tcPr>
            <w:tcW w:w="2268" w:type="dxa"/>
            <w:vAlign w:val="bottom"/>
          </w:tcPr>
          <w:p w14:paraId="3089B953" w14:textId="18AAB930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</w:tr>
      <w:tr w:rsidR="0008546F" w:rsidRPr="00D117C2" w14:paraId="74A4C10B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32F3C20" w14:textId="579EDDF4" w:rsidR="0008546F" w:rsidRPr="0008546F" w:rsidRDefault="0008546F" w:rsidP="0008546F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Июнь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4622415C" w14:textId="55DC0C6D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20022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268" w:type="dxa"/>
            <w:vAlign w:val="bottom"/>
          </w:tcPr>
          <w:p w14:paraId="2B3246EF" w14:textId="2004CED0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14:paraId="42D80781" w14:textId="62AE675E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98,4</w:t>
            </w:r>
          </w:p>
        </w:tc>
      </w:tr>
      <w:tr w:rsidR="0008546F" w:rsidRPr="00D117C2" w14:paraId="39DCF39D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1ED2371" w14:textId="4D8D3AFF" w:rsidR="0008546F" w:rsidRPr="0008546F" w:rsidRDefault="0008546F" w:rsidP="0008546F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>II</w:t>
            </w:r>
            <w:r w:rsidRPr="00D117C2">
              <w:rPr>
                <w:b/>
                <w:bCs/>
                <w:sz w:val="20"/>
              </w:rPr>
              <w:t xml:space="preserve"> квартал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0175485F" w14:textId="0B5257DC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60405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268" w:type="dxa"/>
            <w:vAlign w:val="bottom"/>
          </w:tcPr>
          <w:p w14:paraId="0B661F56" w14:textId="58A04C9B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109,5</w:t>
            </w:r>
          </w:p>
        </w:tc>
        <w:tc>
          <w:tcPr>
            <w:tcW w:w="2268" w:type="dxa"/>
            <w:vAlign w:val="bottom"/>
          </w:tcPr>
          <w:p w14:paraId="67CCE0E7" w14:textId="7553E582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D117C2" w14:paraId="3E025BC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7EF6A79" w14:textId="2E485FE7" w:rsidR="0008546F" w:rsidRPr="0008546F" w:rsidRDefault="0008546F" w:rsidP="0008546F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полугодие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36D495ED" w14:textId="2E953251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117043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2268" w:type="dxa"/>
            <w:vAlign w:val="bottom"/>
          </w:tcPr>
          <w:p w14:paraId="14886337" w14:textId="2F3493F9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vAlign w:val="bottom"/>
          </w:tcPr>
          <w:p w14:paraId="4F52FEB6" w14:textId="794B2596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D117C2" w14:paraId="22452FA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945E7BE" w14:textId="2BB48569" w:rsidR="0008546F" w:rsidRPr="0008546F" w:rsidRDefault="0008546F" w:rsidP="0008546F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69D84641" w14:textId="0886EABC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20928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2268" w:type="dxa"/>
            <w:vAlign w:val="bottom"/>
          </w:tcPr>
          <w:p w14:paraId="290C0A79" w14:textId="6B09EEE7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4DFA9C26" w14:textId="7D7C24A1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104,7</w:t>
            </w:r>
          </w:p>
        </w:tc>
      </w:tr>
      <w:tr w:rsidR="0008546F" w:rsidRPr="00D117C2" w14:paraId="3DA9CB1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F0CD622" w14:textId="76789EB6" w:rsidR="0008546F" w:rsidRPr="00D117C2" w:rsidRDefault="0008546F" w:rsidP="0008546F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2A7FCC84" w14:textId="03B538F3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126B6">
              <w:rPr>
                <w:b/>
                <w:color w:val="000000"/>
                <w:sz w:val="20"/>
              </w:rPr>
              <w:t>21547,1</w:t>
            </w:r>
          </w:p>
        </w:tc>
        <w:tc>
          <w:tcPr>
            <w:tcW w:w="2268" w:type="dxa"/>
            <w:vAlign w:val="bottom"/>
          </w:tcPr>
          <w:p w14:paraId="03D5A8AB" w14:textId="3F9779D1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103,0</w:t>
            </w:r>
          </w:p>
        </w:tc>
        <w:tc>
          <w:tcPr>
            <w:tcW w:w="2268" w:type="dxa"/>
            <w:vAlign w:val="bottom"/>
          </w:tcPr>
          <w:p w14:paraId="36B44AE4" w14:textId="0EA1D5FF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102,6</w:t>
            </w:r>
          </w:p>
        </w:tc>
      </w:tr>
      <w:tr w:rsidR="0008546F" w:rsidRPr="00D117C2" w14:paraId="716DB39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6C9F525" w14:textId="0C6D9386" w:rsidR="0008546F" w:rsidRDefault="0008546F" w:rsidP="0008546F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0CCE4012" w14:textId="719B4424" w:rsidR="0008546F" w:rsidRPr="00725A2C" w:rsidRDefault="0008546F" w:rsidP="0008546F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D620B">
              <w:rPr>
                <w:b/>
                <w:color w:val="000000"/>
                <w:sz w:val="20"/>
              </w:rPr>
              <w:t>159518,9</w:t>
            </w:r>
          </w:p>
        </w:tc>
        <w:tc>
          <w:tcPr>
            <w:tcW w:w="2268" w:type="dxa"/>
            <w:vAlign w:val="bottom"/>
          </w:tcPr>
          <w:p w14:paraId="5F7CABC8" w14:textId="6C92153B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106,0</w:t>
            </w:r>
          </w:p>
        </w:tc>
        <w:tc>
          <w:tcPr>
            <w:tcW w:w="2268" w:type="dxa"/>
            <w:vAlign w:val="bottom"/>
          </w:tcPr>
          <w:p w14:paraId="4CD70F2B" w14:textId="3B4577E3" w:rsidR="0008546F" w:rsidRPr="00725A2C" w:rsidRDefault="0008546F" w:rsidP="0008546F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5DE6798F" w14:textId="77777777" w:rsidR="0008546F" w:rsidRPr="0008546F" w:rsidRDefault="0008546F" w:rsidP="0008546F">
      <w:pPr>
        <w:spacing w:before="120"/>
        <w:ind w:left="453" w:hanging="113"/>
        <w:rPr>
          <w:sz w:val="18"/>
          <w:szCs w:val="18"/>
        </w:rPr>
      </w:pPr>
      <w:r w:rsidRPr="0008546F">
        <w:rPr>
          <w:sz w:val="18"/>
          <w:szCs w:val="18"/>
          <w:vertAlign w:val="superscript"/>
        </w:rPr>
        <w:t>1)</w:t>
      </w:r>
      <w:r w:rsidRPr="0008546F">
        <w:rPr>
          <w:sz w:val="18"/>
          <w:szCs w:val="18"/>
        </w:rPr>
        <w:t xml:space="preserve">здесь и далее данные уточнены по итогам ежеквартальных обследований малых предприятий и розничных рынков </w:t>
      </w:r>
    </w:p>
    <w:p w14:paraId="5084C87C" w14:textId="1B31E768" w:rsidR="0031223F" w:rsidRPr="005B43AE" w:rsidRDefault="008024EE" w:rsidP="005A66EF">
      <w:pPr>
        <w:spacing w:before="240"/>
        <w:ind w:firstLine="709"/>
      </w:pPr>
      <w:r w:rsidRPr="00ED3075">
        <w:t xml:space="preserve">В </w:t>
      </w:r>
      <w:r w:rsidR="001D5F89" w:rsidRPr="00ED3075">
        <w:t>январе-</w:t>
      </w:r>
      <w:r w:rsidR="00725A2C">
        <w:t>августе</w:t>
      </w:r>
      <w:r w:rsidRPr="00ED3075">
        <w:t xml:space="preserve"> 2024 года оборот розничной торговли на </w:t>
      </w:r>
      <w:r w:rsidR="0008546F">
        <w:rPr>
          <w:noProof/>
        </w:rPr>
        <w:t>97,4</w:t>
      </w:r>
      <w:r w:rsidRPr="00ED3075">
        <w:t xml:space="preserve">% формировался </w:t>
      </w:r>
      <w:r w:rsidRPr="00ED3075">
        <w:rPr>
          <w:b/>
        </w:rPr>
        <w:t>торгующими организациями и индивидуальными предпринимателями</w:t>
      </w:r>
      <w:r w:rsidRPr="00ED3075">
        <w:t>, осуществляющими деятельность в стационарной торговой сети (вне рынка);</w:t>
      </w:r>
      <w:r w:rsidRPr="00ED3075">
        <w:br/>
      </w:r>
      <w:r w:rsidRPr="00ED3075">
        <w:rPr>
          <w:b/>
        </w:rPr>
        <w:t>доля</w:t>
      </w:r>
      <w:r w:rsidRPr="00ED3075">
        <w:t xml:space="preserve"> </w:t>
      </w:r>
      <w:r w:rsidRPr="00ED3075">
        <w:rPr>
          <w:b/>
        </w:rPr>
        <w:t>розничных рынков и ярмарок</w:t>
      </w:r>
      <w:r w:rsidRPr="00ED3075">
        <w:t xml:space="preserve"> составила </w:t>
      </w:r>
      <w:r w:rsidR="0008546F">
        <w:rPr>
          <w:noProof/>
        </w:rPr>
        <w:t>2,6</w:t>
      </w:r>
      <w:r w:rsidR="001D5F89" w:rsidRPr="00ED3075">
        <w:t>% (в январе-</w:t>
      </w:r>
      <w:r w:rsidR="00725A2C">
        <w:t>августе</w:t>
      </w:r>
      <w:r w:rsidRPr="00ED3075">
        <w:t xml:space="preserve"> 2023 года – соответственно </w:t>
      </w:r>
      <w:r w:rsidR="0008546F" w:rsidRPr="007A3484">
        <w:rPr>
          <w:noProof/>
        </w:rPr>
        <w:t>97,</w:t>
      </w:r>
      <w:r w:rsidR="0008546F">
        <w:rPr>
          <w:noProof/>
        </w:rPr>
        <w:t>3</w:t>
      </w:r>
      <w:r w:rsidR="0008546F" w:rsidRPr="007A3484">
        <w:rPr>
          <w:noProof/>
        </w:rPr>
        <w:t xml:space="preserve"> </w:t>
      </w:r>
      <w:r w:rsidR="0008546F" w:rsidRPr="007A3484">
        <w:t xml:space="preserve"> и </w:t>
      </w:r>
      <w:r w:rsidR="0008546F" w:rsidRPr="007A3484">
        <w:rPr>
          <w:noProof/>
        </w:rPr>
        <w:t>2,</w:t>
      </w:r>
      <w:r w:rsidR="0008546F">
        <w:rPr>
          <w:noProof/>
        </w:rPr>
        <w:t>7</w:t>
      </w:r>
      <w:r w:rsidR="001F1983" w:rsidRPr="005A3771">
        <w:t>%</w:t>
      </w:r>
      <w:r w:rsidR="001F1983" w:rsidRPr="00ED3075">
        <w:t>)</w:t>
      </w:r>
      <w:r w:rsidR="004D1E8D" w:rsidRPr="00ED3075">
        <w:t>.</w:t>
      </w:r>
    </w:p>
    <w:p w14:paraId="110C3011" w14:textId="77777777" w:rsidR="009B0535" w:rsidRPr="00617976" w:rsidRDefault="0031223F" w:rsidP="00336CF7">
      <w:pPr>
        <w:pStyle w:val="3"/>
        <w:spacing w:before="240" w:after="240"/>
        <w:rPr>
          <w:bCs/>
        </w:rPr>
      </w:pPr>
      <w:bookmarkStart w:id="103" w:name="_Toc414870591"/>
      <w:bookmarkStart w:id="104" w:name="_Toc493779744"/>
      <w:bookmarkStart w:id="105" w:name="_Toc178757165"/>
      <w:r w:rsidRPr="00304D78">
        <w:rPr>
          <w:bCs/>
        </w:rPr>
        <w:t>Изменение оборота</w:t>
      </w:r>
      <w:r w:rsidRPr="00054C30">
        <w:rPr>
          <w:bCs/>
        </w:rPr>
        <w:t xml:space="preserve"> розничной торговли торгующих организаций</w:t>
      </w:r>
      <w:r w:rsidRPr="00054C30">
        <w:rPr>
          <w:bCs/>
        </w:rPr>
        <w:br/>
        <w:t>и продажи товаров на розничных рынках и ярмарках</w:t>
      </w:r>
      <w:bookmarkEnd w:id="103"/>
      <w:bookmarkEnd w:id="104"/>
      <w:bookmarkEnd w:id="105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1134"/>
        <w:gridCol w:w="1134"/>
        <w:gridCol w:w="1134"/>
      </w:tblGrid>
      <w:tr w:rsidR="008024EE" w:rsidRPr="00C33ECE" w14:paraId="7BC7C82E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1B9CA8B0" w14:textId="77777777" w:rsidR="008024EE" w:rsidRPr="00D83B1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400175E" w14:textId="77777777"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 xml:space="preserve">Млн </w:t>
            </w:r>
            <w:r w:rsidR="0083070D" w:rsidRPr="00ED3075">
              <w:rPr>
                <w:b/>
                <w:bCs/>
                <w:sz w:val="20"/>
              </w:rPr>
              <w:br/>
            </w:r>
            <w:r w:rsidRPr="00ED3075">
              <w:rPr>
                <w:b/>
                <w:bCs/>
                <w:sz w:val="20"/>
              </w:rPr>
              <w:t>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28D4A29" w14:textId="77777777"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ED3075">
              <w:rPr>
                <w:b/>
                <w:bCs/>
                <w:sz w:val="20"/>
              </w:rPr>
              <w:t>В  %</w:t>
            </w:r>
            <w:proofErr w:type="gramEnd"/>
            <w:r w:rsidRPr="00ED3075">
              <w:rPr>
                <w:b/>
                <w:bCs/>
                <w:sz w:val="20"/>
              </w:rPr>
              <w:t xml:space="preserve">  к</w:t>
            </w:r>
          </w:p>
        </w:tc>
        <w:tc>
          <w:tcPr>
            <w:tcW w:w="1134" w:type="dxa"/>
            <w:vMerge w:val="restart"/>
            <w:vAlign w:val="center"/>
          </w:tcPr>
          <w:p w14:paraId="3162FF01" w14:textId="47C91FAD" w:rsidR="008024EE" w:rsidRPr="00ED3075" w:rsidRDefault="00725A2C" w:rsidP="008024EE">
            <w:pPr>
              <w:ind w:left="-113" w:right="-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</w:t>
            </w:r>
            <w:r w:rsidR="001D5F89" w:rsidRPr="00ED3075">
              <w:rPr>
                <w:b/>
                <w:bCs/>
                <w:sz w:val="20"/>
              </w:rPr>
              <w:br/>
              <w:t>2024</w:t>
            </w:r>
            <w:r w:rsidR="001D5F89" w:rsidRPr="00ED3075">
              <w:rPr>
                <w:b/>
                <w:bCs/>
                <w:sz w:val="20"/>
              </w:rPr>
              <w:br/>
            </w:r>
            <w:proofErr w:type="gramStart"/>
            <w:r w:rsidR="001D5F89" w:rsidRPr="00ED3075">
              <w:rPr>
                <w:b/>
                <w:bCs/>
                <w:sz w:val="20"/>
              </w:rPr>
              <w:t>в  %</w:t>
            </w:r>
            <w:proofErr w:type="gramEnd"/>
            <w:r w:rsidR="001D5F89" w:rsidRPr="00ED3075">
              <w:rPr>
                <w:b/>
                <w:bCs/>
                <w:sz w:val="20"/>
              </w:rPr>
              <w:t xml:space="preserve">  к</w:t>
            </w:r>
            <w:r w:rsidR="001D5F89" w:rsidRPr="00ED3075">
              <w:rPr>
                <w:b/>
                <w:bCs/>
                <w:sz w:val="20"/>
              </w:rPr>
              <w:br/>
            </w:r>
            <w:r w:rsidR="0008546F">
              <w:rPr>
                <w:b/>
                <w:bCs/>
                <w:sz w:val="20"/>
              </w:rPr>
              <w:t>июлю</w:t>
            </w:r>
            <w:r w:rsidR="00ED3075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DDA9CC" w14:textId="3311A116" w:rsidR="008024EE" w:rsidRPr="00ED3075" w:rsidRDefault="001D5F89" w:rsidP="008024EE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ED3075">
              <w:rPr>
                <w:b/>
                <w:bCs/>
                <w:sz w:val="20"/>
              </w:rPr>
              <w:t>Справочно</w:t>
            </w:r>
            <w:proofErr w:type="spellEnd"/>
            <w:r w:rsidRPr="00ED3075">
              <w:rPr>
                <w:b/>
                <w:bCs/>
                <w:sz w:val="20"/>
              </w:rPr>
              <w:t>:</w:t>
            </w:r>
            <w:r w:rsidRPr="00ED3075">
              <w:rPr>
                <w:b/>
                <w:bCs/>
                <w:sz w:val="20"/>
              </w:rPr>
              <w:br/>
              <w:t>январь-</w:t>
            </w:r>
            <w:r w:rsidRPr="00ED3075">
              <w:rPr>
                <w:b/>
                <w:bCs/>
                <w:sz w:val="20"/>
              </w:rPr>
              <w:br/>
            </w:r>
            <w:r w:rsidR="00725A2C">
              <w:rPr>
                <w:b/>
                <w:bCs/>
                <w:sz w:val="20"/>
              </w:rPr>
              <w:t>август</w:t>
            </w:r>
            <w:r w:rsidRPr="00ED3075">
              <w:rPr>
                <w:b/>
                <w:bCs/>
                <w:sz w:val="20"/>
              </w:rPr>
              <w:br/>
              <w:t>2023</w:t>
            </w:r>
            <w:r w:rsidRPr="00ED3075">
              <w:rPr>
                <w:b/>
                <w:bCs/>
                <w:sz w:val="20"/>
              </w:rPr>
              <w:br/>
            </w:r>
            <w:proofErr w:type="gramStart"/>
            <w:r w:rsidRPr="00ED3075">
              <w:rPr>
                <w:b/>
                <w:bCs/>
                <w:sz w:val="20"/>
              </w:rPr>
              <w:t>в  %</w:t>
            </w:r>
            <w:proofErr w:type="gramEnd"/>
            <w:r w:rsidRPr="00ED3075">
              <w:rPr>
                <w:b/>
                <w:bCs/>
                <w:sz w:val="20"/>
              </w:rPr>
              <w:t xml:space="preserve">  к</w:t>
            </w:r>
            <w:r w:rsidRPr="00ED3075">
              <w:rPr>
                <w:b/>
                <w:bCs/>
                <w:sz w:val="20"/>
              </w:rPr>
              <w:br/>
              <w:t>январю-</w:t>
            </w:r>
            <w:r w:rsidR="00725A2C">
              <w:rPr>
                <w:b/>
                <w:bCs/>
                <w:sz w:val="20"/>
              </w:rPr>
              <w:t>августу</w:t>
            </w:r>
            <w:r w:rsidR="00D117C2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2022</w:t>
            </w:r>
          </w:p>
        </w:tc>
      </w:tr>
      <w:tr w:rsidR="008024EE" w:rsidRPr="00C33ECE" w14:paraId="4C693F42" w14:textId="77777777" w:rsidTr="008024EE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14:paraId="3A577B15" w14:textId="77777777" w:rsidR="008024EE" w:rsidRPr="00C33ECE" w:rsidRDefault="008024EE" w:rsidP="008024EE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199D89" w14:textId="40755699" w:rsidR="008024EE" w:rsidRPr="00ED3075" w:rsidRDefault="00725A2C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8024EE" w:rsidRPr="00ED307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14:paraId="76BD607D" w14:textId="63D781E6"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январь-</w:t>
            </w:r>
            <w:r w:rsidR="00725A2C">
              <w:rPr>
                <w:b/>
                <w:bCs/>
                <w:sz w:val="20"/>
              </w:rPr>
              <w:t>август</w:t>
            </w:r>
            <w:r w:rsidR="008024EE" w:rsidRPr="00ED3075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2BA5CD" w14:textId="3295128F" w:rsidR="008024EE" w:rsidRPr="00ED3075" w:rsidRDefault="00725A2C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900091">
              <w:rPr>
                <w:b/>
                <w:sz w:val="20"/>
              </w:rPr>
              <w:t>у</w:t>
            </w:r>
            <w:r w:rsidR="008024EE" w:rsidRPr="00ED307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14:paraId="57849631" w14:textId="7A943219"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январю-</w:t>
            </w:r>
            <w:r w:rsidR="00725A2C">
              <w:rPr>
                <w:b/>
                <w:bCs/>
                <w:sz w:val="20"/>
              </w:rPr>
              <w:t>августу</w:t>
            </w:r>
            <w:r w:rsidR="008024EE" w:rsidRPr="00ED307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vMerge/>
          </w:tcPr>
          <w:p w14:paraId="1482C526" w14:textId="77777777"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D1F321" w14:textId="77777777"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08546F" w:rsidRPr="00C33ECE" w14:paraId="5BB34FAD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7CACB3FE" w14:textId="77777777" w:rsidR="0008546F" w:rsidRPr="00C33ECE" w:rsidRDefault="0008546F" w:rsidP="0008546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82227E" w14:textId="731ADCCF" w:rsidR="0008546F" w:rsidRPr="00725A2C" w:rsidRDefault="0008546F" w:rsidP="0008546F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21547,1</w:t>
            </w:r>
          </w:p>
        </w:tc>
        <w:tc>
          <w:tcPr>
            <w:tcW w:w="1134" w:type="dxa"/>
            <w:vAlign w:val="bottom"/>
          </w:tcPr>
          <w:p w14:paraId="03720223" w14:textId="5807F472" w:rsidR="0008546F" w:rsidRPr="00725A2C" w:rsidRDefault="0008546F" w:rsidP="0008546F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159518,9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C89B55" w14:textId="6FA2187B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103,0</w:t>
            </w:r>
          </w:p>
        </w:tc>
        <w:tc>
          <w:tcPr>
            <w:tcW w:w="1134" w:type="dxa"/>
            <w:vAlign w:val="bottom"/>
          </w:tcPr>
          <w:p w14:paraId="75FBE291" w14:textId="58D9906C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14:paraId="5B2FDAF2" w14:textId="173092C6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EF62EF" w14:textId="448FD50C" w:rsidR="0008546F" w:rsidRPr="00725A2C" w:rsidRDefault="0008546F" w:rsidP="0008546F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ED763B">
              <w:rPr>
                <w:b/>
                <w:bCs/>
                <w:sz w:val="20"/>
              </w:rPr>
              <w:t>99,2</w:t>
            </w:r>
          </w:p>
        </w:tc>
      </w:tr>
      <w:tr w:rsidR="008024EE" w:rsidRPr="00C33ECE" w14:paraId="0E8BC648" w14:textId="77777777" w:rsidTr="008024EE">
        <w:trPr>
          <w:trHeight w:val="227"/>
          <w:jc w:val="center"/>
        </w:trPr>
        <w:tc>
          <w:tcPr>
            <w:tcW w:w="9072" w:type="dxa"/>
            <w:gridSpan w:val="7"/>
            <w:shd w:val="clear" w:color="auto" w:fill="auto"/>
            <w:vAlign w:val="bottom"/>
          </w:tcPr>
          <w:p w14:paraId="09048C6C" w14:textId="77777777" w:rsidR="008024EE" w:rsidRPr="00C33ECE" w:rsidRDefault="008024EE" w:rsidP="008024EE">
            <w:pPr>
              <w:ind w:left="340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 том числе:</w:t>
            </w:r>
          </w:p>
        </w:tc>
      </w:tr>
      <w:tr w:rsidR="0008546F" w:rsidRPr="00C33ECE" w14:paraId="70C3EE77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234270BB" w14:textId="77777777" w:rsidR="0008546F" w:rsidRPr="00C33ECE" w:rsidRDefault="0008546F" w:rsidP="0008546F">
            <w:pPr>
              <w:ind w:left="113" w:right="-57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оборот торгующих организаций, </w:t>
            </w: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индиви</w:t>
            </w:r>
            <w:proofErr w:type="spellEnd"/>
            <w:r w:rsidRPr="00C33ECE">
              <w:rPr>
                <w:b/>
                <w:bCs/>
                <w:sz w:val="20"/>
              </w:rPr>
              <w:t>-дуальных</w:t>
            </w:r>
            <w:proofErr w:type="gramEnd"/>
            <w:r w:rsidRPr="00C33ECE">
              <w:rPr>
                <w:b/>
                <w:bCs/>
                <w:sz w:val="20"/>
              </w:rPr>
              <w:t xml:space="preserve"> </w:t>
            </w:r>
            <w:proofErr w:type="spellStart"/>
            <w:r w:rsidRPr="00C33ECE">
              <w:rPr>
                <w:b/>
                <w:bCs/>
                <w:sz w:val="20"/>
              </w:rPr>
              <w:t>предприни-мателей</w:t>
            </w:r>
            <w:proofErr w:type="spellEnd"/>
            <w:r w:rsidRPr="00C33ECE">
              <w:rPr>
                <w:b/>
                <w:bCs/>
                <w:sz w:val="20"/>
              </w:rPr>
              <w:t xml:space="preserve"> вне рынка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EB6EBB" w14:textId="7E4C95D1" w:rsidR="0008546F" w:rsidRPr="00725A2C" w:rsidRDefault="0008546F" w:rsidP="0008546F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20953,0</w:t>
            </w:r>
          </w:p>
        </w:tc>
        <w:tc>
          <w:tcPr>
            <w:tcW w:w="1134" w:type="dxa"/>
            <w:vAlign w:val="bottom"/>
          </w:tcPr>
          <w:p w14:paraId="5103C9A2" w14:textId="6C099B49" w:rsidR="0008546F" w:rsidRPr="00725A2C" w:rsidRDefault="0008546F" w:rsidP="0008546F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155409,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5B338E" w14:textId="0FFE9356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103,1</w:t>
            </w:r>
          </w:p>
        </w:tc>
        <w:tc>
          <w:tcPr>
            <w:tcW w:w="1134" w:type="dxa"/>
            <w:vAlign w:val="bottom"/>
          </w:tcPr>
          <w:p w14:paraId="5AD5910C" w14:textId="6CB8FDAE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14:paraId="4E2A579E" w14:textId="74CCC6D8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703592" w14:textId="54294D31" w:rsidR="0008546F" w:rsidRPr="00725A2C" w:rsidRDefault="0008546F" w:rsidP="0008546F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ED763B">
              <w:rPr>
                <w:b/>
                <w:bCs/>
                <w:sz w:val="20"/>
              </w:rPr>
              <w:t>99,8</w:t>
            </w:r>
          </w:p>
        </w:tc>
      </w:tr>
      <w:tr w:rsidR="0008546F" w:rsidRPr="00D83B1C" w14:paraId="7B776779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27A02F90" w14:textId="77777777" w:rsidR="0008546F" w:rsidRPr="00C33ECE" w:rsidRDefault="0008546F" w:rsidP="0008546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продажа товаров </w:t>
            </w:r>
            <w:r w:rsidRPr="00C33ECE">
              <w:rPr>
                <w:b/>
                <w:bCs/>
                <w:sz w:val="20"/>
              </w:rPr>
              <w:br/>
              <w:t>на розничных рынках и ярмарках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4D632E" w14:textId="789709C3" w:rsidR="0008546F" w:rsidRPr="00725A2C" w:rsidRDefault="0008546F" w:rsidP="0008546F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594,1</w:t>
            </w:r>
          </w:p>
        </w:tc>
        <w:tc>
          <w:tcPr>
            <w:tcW w:w="1134" w:type="dxa"/>
            <w:vAlign w:val="bottom"/>
          </w:tcPr>
          <w:p w14:paraId="7EE2BA91" w14:textId="22309F1C" w:rsidR="0008546F" w:rsidRPr="00725A2C" w:rsidRDefault="0008546F" w:rsidP="0008546F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4109,5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1C4B3A" w14:textId="55ECDF64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677EE854" w14:textId="507222B2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102,4</w:t>
            </w:r>
          </w:p>
        </w:tc>
        <w:tc>
          <w:tcPr>
            <w:tcW w:w="1134" w:type="dxa"/>
            <w:vAlign w:val="bottom"/>
          </w:tcPr>
          <w:p w14:paraId="0AA3CCD0" w14:textId="2161432D" w:rsidR="0008546F" w:rsidRPr="00725A2C" w:rsidRDefault="0008546F" w:rsidP="000854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31B9F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F5096D" w14:textId="55F68B64" w:rsidR="0008546F" w:rsidRPr="00725A2C" w:rsidRDefault="0008546F" w:rsidP="0008546F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ED763B">
              <w:rPr>
                <w:b/>
                <w:bCs/>
                <w:sz w:val="20"/>
              </w:rPr>
              <w:t>83,7</w:t>
            </w:r>
          </w:p>
        </w:tc>
      </w:tr>
    </w:tbl>
    <w:p w14:paraId="2EC974BC" w14:textId="4B0E509E" w:rsidR="0031223F" w:rsidRPr="00B60A22" w:rsidRDefault="008024EE" w:rsidP="005417A0">
      <w:pPr>
        <w:spacing w:before="240"/>
        <w:ind w:firstLine="709"/>
      </w:pPr>
      <w:r w:rsidRPr="00ED3075">
        <w:lastRenderedPageBreak/>
        <w:t xml:space="preserve">В </w:t>
      </w:r>
      <w:r w:rsidR="001D5F89" w:rsidRPr="00ED3075">
        <w:t>январе-</w:t>
      </w:r>
      <w:r w:rsidR="00725A2C">
        <w:t>августе</w:t>
      </w:r>
      <w:r w:rsidRPr="00ED3075">
        <w:t xml:space="preserve"> 2024 года в структуре оборота розничной торговли удельный вес </w:t>
      </w:r>
      <w:r w:rsidRPr="00ED3075">
        <w:rPr>
          <w:b/>
        </w:rPr>
        <w:t>пищевых продуктов, включая напитки, и табачных изделий</w:t>
      </w:r>
      <w:r w:rsidRPr="00ED3075">
        <w:t xml:space="preserve"> составил </w:t>
      </w:r>
      <w:r w:rsidR="0008546F">
        <w:rPr>
          <w:noProof/>
        </w:rPr>
        <w:t>43,6</w:t>
      </w:r>
      <w:r w:rsidRPr="00AF58BC">
        <w:t xml:space="preserve">%, </w:t>
      </w:r>
      <w:r w:rsidRPr="00AF58BC">
        <w:rPr>
          <w:b/>
        </w:rPr>
        <w:t>непродовольственных товаров</w:t>
      </w:r>
      <w:r w:rsidRPr="00AF58BC">
        <w:t xml:space="preserve"> – </w:t>
      </w:r>
      <w:r w:rsidR="0008546F">
        <w:rPr>
          <w:noProof/>
        </w:rPr>
        <w:t>56,4</w:t>
      </w:r>
      <w:r w:rsidRPr="00AF58BC">
        <w:t xml:space="preserve">% (в </w:t>
      </w:r>
      <w:r w:rsidR="001D5F89" w:rsidRPr="00AF58BC">
        <w:t>январе-</w:t>
      </w:r>
      <w:r w:rsidR="00725A2C">
        <w:t>августе</w:t>
      </w:r>
      <w:r w:rsidRPr="00AF58BC">
        <w:t xml:space="preserve"> 2023 года – </w:t>
      </w:r>
      <w:r w:rsidR="0008546F">
        <w:t>45,5</w:t>
      </w:r>
      <w:r w:rsidR="0008546F" w:rsidRPr="00F5366D">
        <w:t xml:space="preserve"> и </w:t>
      </w:r>
      <w:r w:rsidR="0008546F">
        <w:t>54,5</w:t>
      </w:r>
      <w:r w:rsidRPr="00AF58BC">
        <w:t>% соответственно</w:t>
      </w:r>
      <w:r w:rsidR="00BF1261" w:rsidRPr="00AF58BC">
        <w:t>)</w:t>
      </w:r>
      <w:r w:rsidR="004D1E8D" w:rsidRPr="00AF58BC">
        <w:t>.</w:t>
      </w:r>
    </w:p>
    <w:p w14:paraId="019019CE" w14:textId="77777777" w:rsidR="0031223F" w:rsidRPr="003E355C" w:rsidRDefault="0031223F" w:rsidP="00A232D3">
      <w:pPr>
        <w:pStyle w:val="3"/>
        <w:spacing w:before="200" w:after="200"/>
        <w:ind w:right="0"/>
        <w:rPr>
          <w:bCs/>
        </w:rPr>
      </w:pPr>
      <w:bookmarkStart w:id="106" w:name="_Toc414870593"/>
      <w:bookmarkStart w:id="107" w:name="_Toc493779745"/>
      <w:bookmarkStart w:id="108" w:name="_Toc178757166"/>
      <w:r w:rsidRPr="00B60A22">
        <w:rPr>
          <w:bCs/>
        </w:rPr>
        <w:t xml:space="preserve">Динамика оборота розничной торговли </w:t>
      </w:r>
      <w:r w:rsidR="001D5F89">
        <w:rPr>
          <w:bCs/>
        </w:rPr>
        <w:br/>
      </w:r>
      <w:r w:rsidRPr="00B60A22">
        <w:rPr>
          <w:bCs/>
        </w:rPr>
        <w:t>пищевыми продуктами,</w:t>
      </w:r>
      <w:r w:rsidR="00304D78">
        <w:rPr>
          <w:bCs/>
        </w:rPr>
        <w:t xml:space="preserve"> </w:t>
      </w:r>
      <w:r w:rsidRPr="003E355C">
        <w:rPr>
          <w:bCs/>
        </w:rPr>
        <w:t>включая напитки, и табачными изделиями, непродовольственными товарами</w:t>
      </w:r>
      <w:bookmarkEnd w:id="106"/>
      <w:bookmarkEnd w:id="107"/>
      <w:bookmarkEnd w:id="108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3"/>
      </w:tblGrid>
      <w:tr w:rsidR="008024EE" w:rsidRPr="00C33ECE" w14:paraId="629C9FF1" w14:textId="77777777" w:rsidTr="008024EE">
        <w:trPr>
          <w:trHeight w:val="227"/>
          <w:jc w:val="center"/>
        </w:trPr>
        <w:tc>
          <w:tcPr>
            <w:tcW w:w="2269" w:type="dxa"/>
            <w:vMerge w:val="restart"/>
            <w:vAlign w:val="center"/>
          </w:tcPr>
          <w:p w14:paraId="103AAE95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6484D31" w14:textId="77777777" w:rsidR="008024EE" w:rsidRPr="00C33ECE" w:rsidRDefault="008024EE" w:rsidP="00FE69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401" w:type="dxa"/>
            <w:gridSpan w:val="3"/>
            <w:vAlign w:val="center"/>
          </w:tcPr>
          <w:p w14:paraId="0EC6259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Непродовольственные товары</w:t>
            </w:r>
          </w:p>
        </w:tc>
      </w:tr>
      <w:tr w:rsidR="008024EE" w:rsidRPr="00C33ECE" w14:paraId="73771A3B" w14:textId="77777777" w:rsidTr="008024EE">
        <w:trPr>
          <w:trHeight w:val="283"/>
          <w:jc w:val="center"/>
        </w:trPr>
        <w:tc>
          <w:tcPr>
            <w:tcW w:w="2269" w:type="dxa"/>
            <w:vMerge/>
            <w:vAlign w:val="center"/>
          </w:tcPr>
          <w:p w14:paraId="2DB0C01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0C5D62B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vAlign w:val="center"/>
          </w:tcPr>
          <w:p w14:paraId="70B62914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  <w:tc>
          <w:tcPr>
            <w:tcW w:w="1134" w:type="dxa"/>
            <w:vMerge w:val="restart"/>
            <w:vAlign w:val="center"/>
          </w:tcPr>
          <w:p w14:paraId="1752CF0B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7" w:type="dxa"/>
            <w:gridSpan w:val="2"/>
            <w:vAlign w:val="center"/>
          </w:tcPr>
          <w:p w14:paraId="5EDD8653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C33ECE" w14:paraId="5F56E4CC" w14:textId="77777777" w:rsidTr="008024EE">
        <w:trPr>
          <w:trHeight w:val="227"/>
          <w:jc w:val="center"/>
        </w:trPr>
        <w:tc>
          <w:tcPr>
            <w:tcW w:w="2269" w:type="dxa"/>
            <w:vMerge/>
            <w:vAlign w:val="center"/>
          </w:tcPr>
          <w:p w14:paraId="3B3641D8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B88D16A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AD69019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5462D896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  <w:tc>
          <w:tcPr>
            <w:tcW w:w="1134" w:type="dxa"/>
            <w:vMerge/>
            <w:vAlign w:val="center"/>
          </w:tcPr>
          <w:p w14:paraId="6F1BD399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9917E02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3" w:type="dxa"/>
            <w:vAlign w:val="center"/>
          </w:tcPr>
          <w:p w14:paraId="7D9BDC14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</w:tr>
      <w:tr w:rsidR="008024EE" w:rsidRPr="00C33ECE" w14:paraId="0CFDF591" w14:textId="77777777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14:paraId="239457ED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36EA6E76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05C286AF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12B5943C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7714,5</w:t>
            </w:r>
          </w:p>
        </w:tc>
        <w:tc>
          <w:tcPr>
            <w:tcW w:w="1134" w:type="dxa"/>
            <w:vAlign w:val="bottom"/>
          </w:tcPr>
          <w:p w14:paraId="5B047F2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103,2</w:t>
            </w:r>
          </w:p>
        </w:tc>
        <w:tc>
          <w:tcPr>
            <w:tcW w:w="1134" w:type="dxa"/>
            <w:vAlign w:val="bottom"/>
          </w:tcPr>
          <w:p w14:paraId="568F3F0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83,4</w:t>
            </w:r>
          </w:p>
        </w:tc>
        <w:tc>
          <w:tcPr>
            <w:tcW w:w="1134" w:type="dxa"/>
            <w:vAlign w:val="bottom"/>
          </w:tcPr>
          <w:p w14:paraId="5071E867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9419,4</w:t>
            </w:r>
          </w:p>
        </w:tc>
        <w:tc>
          <w:tcPr>
            <w:tcW w:w="1134" w:type="dxa"/>
            <w:vAlign w:val="bottom"/>
          </w:tcPr>
          <w:p w14:paraId="3CED90B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93,1</w:t>
            </w:r>
          </w:p>
        </w:tc>
        <w:tc>
          <w:tcPr>
            <w:tcW w:w="1133" w:type="dxa"/>
            <w:vAlign w:val="bottom"/>
          </w:tcPr>
          <w:p w14:paraId="00D6438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88,9</w:t>
            </w:r>
          </w:p>
        </w:tc>
      </w:tr>
      <w:tr w:rsidR="008024EE" w:rsidRPr="00C33ECE" w14:paraId="4524ED7F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5A9C7078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3E939B76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7711,9</w:t>
            </w:r>
          </w:p>
        </w:tc>
        <w:tc>
          <w:tcPr>
            <w:tcW w:w="1134" w:type="dxa"/>
            <w:vAlign w:val="bottom"/>
          </w:tcPr>
          <w:p w14:paraId="3FBFDEF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vAlign w:val="bottom"/>
          </w:tcPr>
          <w:p w14:paraId="3ED9DFE2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  <w:tc>
          <w:tcPr>
            <w:tcW w:w="1134" w:type="dxa"/>
            <w:vAlign w:val="bottom"/>
          </w:tcPr>
          <w:p w14:paraId="476EAA6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8965,5</w:t>
            </w:r>
          </w:p>
        </w:tc>
        <w:tc>
          <w:tcPr>
            <w:tcW w:w="1134" w:type="dxa"/>
            <w:vAlign w:val="bottom"/>
          </w:tcPr>
          <w:p w14:paraId="7B8B3DCD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87,6</w:t>
            </w:r>
          </w:p>
        </w:tc>
        <w:tc>
          <w:tcPr>
            <w:tcW w:w="1133" w:type="dxa"/>
            <w:vAlign w:val="bottom"/>
          </w:tcPr>
          <w:p w14:paraId="27CED74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</w:tr>
      <w:tr w:rsidR="008024EE" w:rsidRPr="00C33ECE" w14:paraId="74FB17EF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34B7F7E8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10AE3FCC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7942,4</w:t>
            </w:r>
          </w:p>
        </w:tc>
        <w:tc>
          <w:tcPr>
            <w:tcW w:w="1134" w:type="dxa"/>
            <w:vAlign w:val="bottom"/>
          </w:tcPr>
          <w:p w14:paraId="07D237A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97,6</w:t>
            </w:r>
          </w:p>
        </w:tc>
        <w:tc>
          <w:tcPr>
            <w:tcW w:w="1134" w:type="dxa"/>
            <w:vAlign w:val="bottom"/>
          </w:tcPr>
          <w:p w14:paraId="26AD9A2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102,4</w:t>
            </w:r>
          </w:p>
        </w:tc>
        <w:tc>
          <w:tcPr>
            <w:tcW w:w="1134" w:type="dxa"/>
            <w:vAlign w:val="bottom"/>
          </w:tcPr>
          <w:p w14:paraId="6D004CAB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9224,9</w:t>
            </w:r>
          </w:p>
        </w:tc>
        <w:tc>
          <w:tcPr>
            <w:tcW w:w="1134" w:type="dxa"/>
            <w:vAlign w:val="bottom"/>
          </w:tcPr>
          <w:p w14:paraId="3F8A2F4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90,7</w:t>
            </w:r>
          </w:p>
        </w:tc>
        <w:tc>
          <w:tcPr>
            <w:tcW w:w="1133" w:type="dxa"/>
            <w:vAlign w:val="bottom"/>
          </w:tcPr>
          <w:p w14:paraId="3344E46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102,9</w:t>
            </w:r>
          </w:p>
        </w:tc>
      </w:tr>
      <w:tr w:rsidR="008024EE" w:rsidRPr="00C33ECE" w14:paraId="43EADF71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5FD227D4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1C4EE189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23368,8</w:t>
            </w:r>
          </w:p>
        </w:tc>
        <w:tc>
          <w:tcPr>
            <w:tcW w:w="1134" w:type="dxa"/>
            <w:vAlign w:val="bottom"/>
          </w:tcPr>
          <w:p w14:paraId="192EFF5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3B076E4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71E44F4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27609,8</w:t>
            </w:r>
          </w:p>
        </w:tc>
        <w:tc>
          <w:tcPr>
            <w:tcW w:w="1134" w:type="dxa"/>
            <w:vAlign w:val="bottom"/>
          </w:tcPr>
          <w:p w14:paraId="4F48101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90,4</w:t>
            </w:r>
          </w:p>
        </w:tc>
        <w:tc>
          <w:tcPr>
            <w:tcW w:w="1133" w:type="dxa"/>
            <w:vAlign w:val="bottom"/>
          </w:tcPr>
          <w:p w14:paraId="1A9E3F3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02ED79D9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248AC513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7AB72744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7987,8</w:t>
            </w:r>
          </w:p>
        </w:tc>
        <w:tc>
          <w:tcPr>
            <w:tcW w:w="1134" w:type="dxa"/>
            <w:vAlign w:val="bottom"/>
          </w:tcPr>
          <w:p w14:paraId="5F6A52D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0CF8D4C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4106B100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9120,4</w:t>
            </w:r>
          </w:p>
        </w:tc>
        <w:tc>
          <w:tcPr>
            <w:tcW w:w="1134" w:type="dxa"/>
            <w:vAlign w:val="bottom"/>
          </w:tcPr>
          <w:p w14:paraId="38C1326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98,5</w:t>
            </w:r>
          </w:p>
        </w:tc>
        <w:tc>
          <w:tcPr>
            <w:tcW w:w="1133" w:type="dxa"/>
            <w:vAlign w:val="bottom"/>
          </w:tcPr>
          <w:p w14:paraId="66B683D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</w:tr>
      <w:tr w:rsidR="008024EE" w:rsidRPr="00C33ECE" w14:paraId="23E8153F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B683506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17C7140E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7991,2</w:t>
            </w:r>
          </w:p>
        </w:tc>
        <w:tc>
          <w:tcPr>
            <w:tcW w:w="1134" w:type="dxa"/>
            <w:vAlign w:val="bottom"/>
          </w:tcPr>
          <w:p w14:paraId="4B5924A4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14:paraId="35DF935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5D23B8A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9232,3</w:t>
            </w:r>
          </w:p>
        </w:tc>
        <w:tc>
          <w:tcPr>
            <w:tcW w:w="1134" w:type="dxa"/>
            <w:vAlign w:val="bottom"/>
          </w:tcPr>
          <w:p w14:paraId="3E6F04C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99,0</w:t>
            </w:r>
          </w:p>
        </w:tc>
        <w:tc>
          <w:tcPr>
            <w:tcW w:w="1133" w:type="dxa"/>
            <w:vAlign w:val="bottom"/>
          </w:tcPr>
          <w:p w14:paraId="44163B2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</w:tr>
      <w:tr w:rsidR="008024EE" w:rsidRPr="00C33ECE" w14:paraId="2FCCCB8A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33F7EEB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65F4E4D8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7805,2</w:t>
            </w:r>
          </w:p>
        </w:tc>
        <w:tc>
          <w:tcPr>
            <w:tcW w:w="1134" w:type="dxa"/>
            <w:vAlign w:val="bottom"/>
          </w:tcPr>
          <w:p w14:paraId="7EFC2CD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2B508C3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98,0</w:t>
            </w:r>
          </w:p>
        </w:tc>
        <w:tc>
          <w:tcPr>
            <w:tcW w:w="1134" w:type="dxa"/>
            <w:vAlign w:val="bottom"/>
          </w:tcPr>
          <w:p w14:paraId="4C210E73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9307,5</w:t>
            </w:r>
          </w:p>
        </w:tc>
        <w:tc>
          <w:tcPr>
            <w:tcW w:w="1134" w:type="dxa"/>
            <w:vAlign w:val="bottom"/>
          </w:tcPr>
          <w:p w14:paraId="2B342925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  <w:tc>
          <w:tcPr>
            <w:tcW w:w="1133" w:type="dxa"/>
            <w:vAlign w:val="bottom"/>
          </w:tcPr>
          <w:p w14:paraId="0B1B425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</w:tr>
      <w:tr w:rsidR="008024EE" w:rsidRPr="00C33ECE" w14:paraId="52EAF933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EA92EFE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1B7CB984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23784,2</w:t>
            </w:r>
          </w:p>
        </w:tc>
        <w:tc>
          <w:tcPr>
            <w:tcW w:w="1134" w:type="dxa"/>
            <w:vAlign w:val="bottom"/>
          </w:tcPr>
          <w:p w14:paraId="1AE5BE5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7AC4E59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EA838E7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27660,2</w:t>
            </w:r>
          </w:p>
        </w:tc>
        <w:tc>
          <w:tcPr>
            <w:tcW w:w="1134" w:type="dxa"/>
            <w:vAlign w:val="bottom"/>
          </w:tcPr>
          <w:p w14:paraId="469BE38A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14:paraId="6574F514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52C03D9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1B66F9D0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588A63B2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47153,0</w:t>
            </w:r>
          </w:p>
        </w:tc>
        <w:tc>
          <w:tcPr>
            <w:tcW w:w="1134" w:type="dxa"/>
            <w:vAlign w:val="bottom"/>
          </w:tcPr>
          <w:p w14:paraId="501F9A4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676E5DD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10142A2D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55270,0</w:t>
            </w:r>
          </w:p>
        </w:tc>
        <w:tc>
          <w:tcPr>
            <w:tcW w:w="1134" w:type="dxa"/>
            <w:vAlign w:val="bottom"/>
          </w:tcPr>
          <w:p w14:paraId="70A2C4F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94,6</w:t>
            </w:r>
          </w:p>
        </w:tc>
        <w:tc>
          <w:tcPr>
            <w:tcW w:w="1133" w:type="dxa"/>
            <w:vAlign w:val="bottom"/>
          </w:tcPr>
          <w:p w14:paraId="2F6BB9B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43A6B97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34073507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138A145A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8231,7</w:t>
            </w:r>
          </w:p>
        </w:tc>
        <w:tc>
          <w:tcPr>
            <w:tcW w:w="1134" w:type="dxa"/>
            <w:vAlign w:val="bottom"/>
          </w:tcPr>
          <w:p w14:paraId="333B8D2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14:paraId="0EA1C29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14:paraId="6EB2FD0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10384,7</w:t>
            </w:r>
          </w:p>
        </w:tc>
        <w:tc>
          <w:tcPr>
            <w:tcW w:w="1134" w:type="dxa"/>
            <w:vAlign w:val="bottom"/>
          </w:tcPr>
          <w:p w14:paraId="63A133F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107,2</w:t>
            </w:r>
          </w:p>
        </w:tc>
        <w:tc>
          <w:tcPr>
            <w:tcW w:w="1133" w:type="dxa"/>
            <w:vAlign w:val="bottom"/>
          </w:tcPr>
          <w:p w14:paraId="3A540092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111,3</w:t>
            </w:r>
          </w:p>
        </w:tc>
      </w:tr>
      <w:tr w:rsidR="008024EE" w:rsidRPr="00C33ECE" w14:paraId="20B49B96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E257DDD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F5A889D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8563,5</w:t>
            </w:r>
          </w:p>
        </w:tc>
        <w:tc>
          <w:tcPr>
            <w:tcW w:w="1134" w:type="dxa"/>
            <w:vAlign w:val="bottom"/>
          </w:tcPr>
          <w:p w14:paraId="3F37B64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14:paraId="57592B1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103,5</w:t>
            </w:r>
          </w:p>
        </w:tc>
        <w:tc>
          <w:tcPr>
            <w:tcW w:w="1134" w:type="dxa"/>
            <w:vAlign w:val="bottom"/>
          </w:tcPr>
          <w:p w14:paraId="12D80FDE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10944,0</w:t>
            </w:r>
          </w:p>
        </w:tc>
        <w:tc>
          <w:tcPr>
            <w:tcW w:w="1134" w:type="dxa"/>
            <w:vAlign w:val="bottom"/>
          </w:tcPr>
          <w:p w14:paraId="05E575B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105,5</w:t>
            </w:r>
          </w:p>
        </w:tc>
        <w:tc>
          <w:tcPr>
            <w:tcW w:w="1133" w:type="dxa"/>
            <w:vAlign w:val="bottom"/>
          </w:tcPr>
          <w:p w14:paraId="4EE0CA1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</w:tr>
      <w:tr w:rsidR="0008546F" w:rsidRPr="00C33ECE" w14:paraId="16E15A80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26EA487" w14:textId="309F25A8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14:paraId="09AAA31E" w14:textId="6474649D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63948,</w:t>
            </w:r>
            <w:r w:rsidRPr="00721529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724061BB" w14:textId="6044CFEC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14:paraId="2AF226BD" w14:textId="4AE9785C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6C4F867" w14:textId="79BB4346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76598,6</w:t>
            </w:r>
          </w:p>
        </w:tc>
        <w:tc>
          <w:tcPr>
            <w:tcW w:w="1134" w:type="dxa"/>
            <w:vAlign w:val="bottom"/>
          </w:tcPr>
          <w:p w14:paraId="6D7A55CA" w14:textId="2010DD2D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97,7</w:t>
            </w:r>
          </w:p>
        </w:tc>
        <w:tc>
          <w:tcPr>
            <w:tcW w:w="1133" w:type="dxa"/>
            <w:vAlign w:val="bottom"/>
          </w:tcPr>
          <w:p w14:paraId="093A2670" w14:textId="4201CDDB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1EB3A0D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BC17FD1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595142DA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8396,7</w:t>
            </w:r>
          </w:p>
        </w:tc>
        <w:tc>
          <w:tcPr>
            <w:tcW w:w="1134" w:type="dxa"/>
            <w:vAlign w:val="bottom"/>
          </w:tcPr>
          <w:p w14:paraId="1D7E7B7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18525427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  <w:tc>
          <w:tcPr>
            <w:tcW w:w="1134" w:type="dxa"/>
            <w:vAlign w:val="bottom"/>
          </w:tcPr>
          <w:p w14:paraId="29731531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10862,3</w:t>
            </w:r>
          </w:p>
        </w:tc>
        <w:tc>
          <w:tcPr>
            <w:tcW w:w="1134" w:type="dxa"/>
            <w:vAlign w:val="bottom"/>
          </w:tcPr>
          <w:p w14:paraId="3F00B50B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108,5</w:t>
            </w:r>
          </w:p>
        </w:tc>
        <w:tc>
          <w:tcPr>
            <w:tcW w:w="1133" w:type="dxa"/>
            <w:vAlign w:val="bottom"/>
          </w:tcPr>
          <w:p w14:paraId="192E4256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</w:tr>
      <w:tr w:rsidR="0008546F" w:rsidRPr="00C33ECE" w14:paraId="4D1106AD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C2DB8B5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3113F3D6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25191,8</w:t>
            </w:r>
          </w:p>
        </w:tc>
        <w:tc>
          <w:tcPr>
            <w:tcW w:w="1134" w:type="dxa"/>
            <w:vAlign w:val="bottom"/>
          </w:tcPr>
          <w:p w14:paraId="657E2AC9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14:paraId="343C5D4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AD2403D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32191,0</w:t>
            </w:r>
          </w:p>
        </w:tc>
        <w:tc>
          <w:tcPr>
            <w:tcW w:w="1134" w:type="dxa"/>
            <w:vAlign w:val="bottom"/>
          </w:tcPr>
          <w:p w14:paraId="3EF70B6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107,1</w:t>
            </w:r>
          </w:p>
        </w:tc>
        <w:tc>
          <w:tcPr>
            <w:tcW w:w="1133" w:type="dxa"/>
            <w:vAlign w:val="bottom"/>
          </w:tcPr>
          <w:p w14:paraId="267E0EF8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5A1AAA2C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139F8BC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48080EA0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72344,8</w:t>
            </w:r>
          </w:p>
        </w:tc>
        <w:tc>
          <w:tcPr>
            <w:tcW w:w="1134" w:type="dxa"/>
            <w:vAlign w:val="bottom"/>
          </w:tcPr>
          <w:p w14:paraId="7825F127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14:paraId="62A16DF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6055075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87460,9</w:t>
            </w:r>
          </w:p>
        </w:tc>
        <w:tc>
          <w:tcPr>
            <w:tcW w:w="1134" w:type="dxa"/>
            <w:vAlign w:val="bottom"/>
          </w:tcPr>
          <w:p w14:paraId="74EC98A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14:paraId="33A8498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6643490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BFF2ECE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7B35FFE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8482,7</w:t>
            </w:r>
          </w:p>
        </w:tc>
        <w:tc>
          <w:tcPr>
            <w:tcW w:w="1134" w:type="dxa"/>
            <w:vAlign w:val="bottom"/>
          </w:tcPr>
          <w:p w14:paraId="57764DD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4" w:type="dxa"/>
            <w:vAlign w:val="bottom"/>
          </w:tcPr>
          <w:p w14:paraId="70961922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494F253D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11347,9</w:t>
            </w:r>
          </w:p>
        </w:tc>
        <w:tc>
          <w:tcPr>
            <w:tcW w:w="1134" w:type="dxa"/>
            <w:vAlign w:val="bottom"/>
          </w:tcPr>
          <w:p w14:paraId="7C54609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110,4</w:t>
            </w:r>
          </w:p>
        </w:tc>
        <w:tc>
          <w:tcPr>
            <w:tcW w:w="1133" w:type="dxa"/>
            <w:vAlign w:val="bottom"/>
          </w:tcPr>
          <w:p w14:paraId="4C0B3D8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103,7</w:t>
            </w:r>
          </w:p>
        </w:tc>
      </w:tr>
      <w:tr w:rsidR="0008546F" w:rsidRPr="00C33ECE" w14:paraId="32D8DC41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3E54FF69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5DD73AA1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8405,3</w:t>
            </w:r>
          </w:p>
        </w:tc>
        <w:tc>
          <w:tcPr>
            <w:tcW w:w="1134" w:type="dxa"/>
            <w:vAlign w:val="bottom"/>
          </w:tcPr>
          <w:p w14:paraId="24F12A6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52F37054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97,7</w:t>
            </w:r>
          </w:p>
        </w:tc>
        <w:tc>
          <w:tcPr>
            <w:tcW w:w="1134" w:type="dxa"/>
            <w:vAlign w:val="bottom"/>
          </w:tcPr>
          <w:p w14:paraId="60291CFB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10993,8</w:t>
            </w:r>
          </w:p>
        </w:tc>
        <w:tc>
          <w:tcPr>
            <w:tcW w:w="1134" w:type="dxa"/>
            <w:vAlign w:val="bottom"/>
          </w:tcPr>
          <w:p w14:paraId="2449BA8D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108,0</w:t>
            </w:r>
          </w:p>
        </w:tc>
        <w:tc>
          <w:tcPr>
            <w:tcW w:w="1133" w:type="dxa"/>
            <w:vAlign w:val="bottom"/>
          </w:tcPr>
          <w:p w14:paraId="3B86863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96,1</w:t>
            </w:r>
          </w:p>
        </w:tc>
      </w:tr>
      <w:tr w:rsidR="0008546F" w:rsidRPr="00C33ECE" w14:paraId="2BADDA02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4867A63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7611FA75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10013,8</w:t>
            </w:r>
          </w:p>
        </w:tc>
        <w:tc>
          <w:tcPr>
            <w:tcW w:w="1134" w:type="dxa"/>
            <w:vAlign w:val="bottom"/>
          </w:tcPr>
          <w:p w14:paraId="2AC25A2F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14:paraId="7D0A8454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116,8</w:t>
            </w:r>
          </w:p>
        </w:tc>
        <w:tc>
          <w:tcPr>
            <w:tcW w:w="1134" w:type="dxa"/>
            <w:vAlign w:val="bottom"/>
          </w:tcPr>
          <w:p w14:paraId="178380C1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12078,5</w:t>
            </w:r>
          </w:p>
        </w:tc>
        <w:tc>
          <w:tcPr>
            <w:tcW w:w="1134" w:type="dxa"/>
            <w:vAlign w:val="bottom"/>
          </w:tcPr>
          <w:p w14:paraId="2AEF37D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14:paraId="363F0BA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</w:tr>
      <w:tr w:rsidR="0008546F" w:rsidRPr="00C33ECE" w14:paraId="43583AC3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791533F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2D336D88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26901,8</w:t>
            </w:r>
          </w:p>
        </w:tc>
        <w:tc>
          <w:tcPr>
            <w:tcW w:w="1134" w:type="dxa"/>
            <w:vAlign w:val="bottom"/>
          </w:tcPr>
          <w:p w14:paraId="28FDC57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2A8E000A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4A438E1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34420,2</w:t>
            </w:r>
          </w:p>
        </w:tc>
        <w:tc>
          <w:tcPr>
            <w:tcW w:w="1134" w:type="dxa"/>
            <w:vAlign w:val="bottom"/>
          </w:tcPr>
          <w:p w14:paraId="4B26E0E3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14:paraId="2D8E337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652DFA1A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AD313F9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14:paraId="7EB1F5B8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99246,6</w:t>
            </w:r>
          </w:p>
        </w:tc>
        <w:tc>
          <w:tcPr>
            <w:tcW w:w="1134" w:type="dxa"/>
            <w:vAlign w:val="bottom"/>
          </w:tcPr>
          <w:p w14:paraId="0C2C91E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14:paraId="24E505EF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1216736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121881,1</w:t>
            </w:r>
          </w:p>
        </w:tc>
        <w:tc>
          <w:tcPr>
            <w:tcW w:w="1134" w:type="dxa"/>
            <w:vAlign w:val="bottom"/>
          </w:tcPr>
          <w:p w14:paraId="79813DB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101,6</w:t>
            </w:r>
          </w:p>
        </w:tc>
        <w:tc>
          <w:tcPr>
            <w:tcW w:w="1133" w:type="dxa"/>
            <w:vAlign w:val="bottom"/>
          </w:tcPr>
          <w:p w14:paraId="6E2A3B33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590982F6" w14:textId="77777777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14:paraId="2FE0AAE9" w14:textId="77777777" w:rsidR="0008546F" w:rsidRPr="00C33ECE" w:rsidRDefault="0008546F" w:rsidP="0008546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932CFF" w:rsidRPr="00C33ECE" w14:paraId="428EC7E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CF1FACC" w14:textId="79C2A682" w:rsidR="00932CFF" w:rsidRPr="00C33ECE" w:rsidRDefault="00932CFF" w:rsidP="00932CFF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4A2F3F5F" w14:textId="0D1ADDA8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7768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119F027F" w14:textId="1C6B4EFC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92,1</w:t>
            </w:r>
          </w:p>
        </w:tc>
        <w:tc>
          <w:tcPr>
            <w:tcW w:w="1134" w:type="dxa"/>
            <w:vAlign w:val="bottom"/>
          </w:tcPr>
          <w:p w14:paraId="1C2F7398" w14:textId="34CC31E3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76,2</w:t>
            </w:r>
          </w:p>
        </w:tc>
        <w:tc>
          <w:tcPr>
            <w:tcW w:w="1134" w:type="dxa"/>
            <w:vAlign w:val="bottom"/>
          </w:tcPr>
          <w:p w14:paraId="63723D32" w14:textId="32B26B19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10478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14:paraId="30A2A319" w14:textId="3F39144F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106,1</w:t>
            </w:r>
          </w:p>
        </w:tc>
        <w:tc>
          <w:tcPr>
            <w:tcW w:w="1133" w:type="dxa"/>
            <w:vAlign w:val="bottom"/>
          </w:tcPr>
          <w:p w14:paraId="6A57BA31" w14:textId="4F9D8884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86,4</w:t>
            </w:r>
          </w:p>
        </w:tc>
      </w:tr>
      <w:tr w:rsidR="00932CFF" w:rsidRPr="00C33ECE" w14:paraId="1C65DEEE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A9814E0" w14:textId="70BF306E" w:rsidR="00932CFF" w:rsidRPr="00C33ECE" w:rsidRDefault="00932CFF" w:rsidP="00932CF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3765D068" w14:textId="16CF993D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8001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57F90982" w14:textId="060642F7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95,5</w:t>
            </w:r>
          </w:p>
        </w:tc>
        <w:tc>
          <w:tcPr>
            <w:tcW w:w="1134" w:type="dxa"/>
            <w:vAlign w:val="bottom"/>
          </w:tcPr>
          <w:p w14:paraId="07EEB75E" w14:textId="759BA84B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14:paraId="6BFD3D47" w14:textId="2436959A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10467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6D24CC78" w14:textId="2DC43A6C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14:paraId="37C50537" w14:textId="57963C6B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99,5</w:t>
            </w:r>
          </w:p>
        </w:tc>
      </w:tr>
      <w:tr w:rsidR="00932CFF" w:rsidRPr="00C33ECE" w14:paraId="15AEE32F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B262309" w14:textId="52AC6E58" w:rsidR="00932CFF" w:rsidRPr="00C33ECE" w:rsidRDefault="00932CFF" w:rsidP="00932CF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511ACA30" w14:textId="3378B683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8644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0BCB7CF1" w14:textId="185139A8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1884D370" w14:textId="2D9E66A8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14:paraId="3AB037C5" w14:textId="796C023B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11276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1558505E" w14:textId="42DE1999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115,9</w:t>
            </w:r>
          </w:p>
        </w:tc>
        <w:tc>
          <w:tcPr>
            <w:tcW w:w="1133" w:type="dxa"/>
            <w:vAlign w:val="bottom"/>
          </w:tcPr>
          <w:p w14:paraId="780FEAC8" w14:textId="66015277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107,4</w:t>
            </w:r>
          </w:p>
        </w:tc>
      </w:tr>
      <w:tr w:rsidR="00932CFF" w:rsidRPr="00C33ECE" w14:paraId="46B31D4C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14E4488" w14:textId="1C135CE8" w:rsidR="00932CFF" w:rsidRPr="00C33ECE" w:rsidRDefault="00932CFF" w:rsidP="00932CF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62A81A07" w14:textId="454070FE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24414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65FB6BDD" w14:textId="0B2A1804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96,1</w:t>
            </w:r>
          </w:p>
        </w:tc>
        <w:tc>
          <w:tcPr>
            <w:tcW w:w="1134" w:type="dxa"/>
            <w:vAlign w:val="bottom"/>
          </w:tcPr>
          <w:p w14:paraId="7965D7A5" w14:textId="288D8A93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530ED764" w14:textId="6C8ABCF7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32223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7B69FA4E" w14:textId="50B88A77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14:paraId="2BB48084" w14:textId="1BACE668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2803713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077C22D" w14:textId="64985289" w:rsidR="00932CFF" w:rsidRPr="00932CFF" w:rsidRDefault="00932CFF" w:rsidP="00932CFF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6D6122D1" w14:textId="243D1412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8886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4281B066" w14:textId="31EF3CB4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102,5</w:t>
            </w:r>
          </w:p>
        </w:tc>
        <w:tc>
          <w:tcPr>
            <w:tcW w:w="1134" w:type="dxa"/>
            <w:vAlign w:val="bottom"/>
          </w:tcPr>
          <w:p w14:paraId="0459184B" w14:textId="763E776D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6905A38D" w14:textId="0D327BFB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11299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14:paraId="18603BCE" w14:textId="594BF8C0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116,9</w:t>
            </w:r>
          </w:p>
        </w:tc>
        <w:tc>
          <w:tcPr>
            <w:tcW w:w="1133" w:type="dxa"/>
            <w:vAlign w:val="bottom"/>
          </w:tcPr>
          <w:p w14:paraId="3EE310AC" w14:textId="60B6D7BE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99,8</w:t>
            </w:r>
          </w:p>
        </w:tc>
      </w:tr>
      <w:tr w:rsidR="00932CFF" w:rsidRPr="00C33ECE" w14:paraId="2EC2F04B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71B7046" w14:textId="0A67DEDB" w:rsidR="00932CFF" w:rsidRPr="00932CFF" w:rsidRDefault="00932CFF" w:rsidP="00932CFF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BB1D08">
              <w:rPr>
                <w:b/>
                <w:bCs/>
                <w:sz w:val="20"/>
              </w:rPr>
              <w:t>Май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62AEFBBA" w14:textId="73610987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75279">
              <w:rPr>
                <w:b/>
                <w:color w:val="000000"/>
                <w:sz w:val="20"/>
              </w:rPr>
              <w:t>8960</w:t>
            </w:r>
            <w:r>
              <w:rPr>
                <w:b/>
                <w:color w:val="000000"/>
                <w:sz w:val="20"/>
              </w:rPr>
              <w:t>,</w:t>
            </w:r>
            <w:r w:rsidRPr="00075279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6DFC07A7" w14:textId="56162A30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78BE7FE2" w14:textId="374D58BD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14:paraId="3F3D08CC" w14:textId="42F8D80D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11236</w:t>
            </w:r>
            <w:r>
              <w:rPr>
                <w:b/>
                <w:color w:val="000000"/>
                <w:sz w:val="20"/>
              </w:rPr>
              <w:t>,8</w:t>
            </w:r>
          </w:p>
        </w:tc>
        <w:tc>
          <w:tcPr>
            <w:tcW w:w="1134" w:type="dxa"/>
            <w:vAlign w:val="bottom"/>
          </w:tcPr>
          <w:p w14:paraId="23875227" w14:textId="17DA8C05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114,8</w:t>
            </w:r>
          </w:p>
        </w:tc>
        <w:tc>
          <w:tcPr>
            <w:tcW w:w="1133" w:type="dxa"/>
            <w:vAlign w:val="bottom"/>
          </w:tcPr>
          <w:p w14:paraId="1967660E" w14:textId="7839E84F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99,2</w:t>
            </w:r>
          </w:p>
        </w:tc>
      </w:tr>
      <w:tr w:rsidR="00932CFF" w:rsidRPr="000B5F39" w14:paraId="444C0A5B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789327C" w14:textId="36A3C2A5" w:rsidR="00932CFF" w:rsidRPr="00932CFF" w:rsidRDefault="00932CFF" w:rsidP="00932CFF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35626C3B" w14:textId="5F1A6849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EC718F">
              <w:rPr>
                <w:b/>
                <w:color w:val="000000"/>
                <w:sz w:val="20"/>
              </w:rPr>
              <w:t>8702</w:t>
            </w:r>
            <w:r>
              <w:rPr>
                <w:b/>
                <w:color w:val="000000"/>
                <w:sz w:val="20"/>
              </w:rPr>
              <w:t>,</w:t>
            </w:r>
            <w:r w:rsidRPr="00EC718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1BDEDB38" w14:textId="40EA9ACE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14:paraId="4F8CA745" w14:textId="087169B5" w:rsidR="00932CFF" w:rsidRPr="00A13D99" w:rsidRDefault="00932CFF" w:rsidP="00971B6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96,0</w:t>
            </w:r>
          </w:p>
        </w:tc>
        <w:tc>
          <w:tcPr>
            <w:tcW w:w="1134" w:type="dxa"/>
            <w:vAlign w:val="bottom"/>
          </w:tcPr>
          <w:p w14:paraId="61F9D72F" w14:textId="12399194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113</w:t>
            </w:r>
            <w:r>
              <w:rPr>
                <w:b/>
                <w:color w:val="000000"/>
                <w:sz w:val="20"/>
              </w:rPr>
              <w:t>20,0</w:t>
            </w:r>
          </w:p>
        </w:tc>
        <w:tc>
          <w:tcPr>
            <w:tcW w:w="1134" w:type="dxa"/>
            <w:vAlign w:val="bottom"/>
          </w:tcPr>
          <w:p w14:paraId="48C10D1A" w14:textId="255FBB00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114,7</w:t>
            </w:r>
          </w:p>
        </w:tc>
        <w:tc>
          <w:tcPr>
            <w:tcW w:w="1133" w:type="dxa"/>
            <w:vAlign w:val="bottom"/>
          </w:tcPr>
          <w:p w14:paraId="31206EEB" w14:textId="5EDCAD95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100,4</w:t>
            </w:r>
          </w:p>
        </w:tc>
      </w:tr>
      <w:tr w:rsidR="00932CFF" w:rsidRPr="000B5F39" w14:paraId="47C7A027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79F0D15" w14:textId="1399440D" w:rsidR="00932CFF" w:rsidRPr="00932CFF" w:rsidRDefault="00932CFF" w:rsidP="00932CFF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7BC5842A" w14:textId="2A1FC435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A6512B">
              <w:rPr>
                <w:b/>
                <w:color w:val="000000"/>
                <w:sz w:val="20"/>
              </w:rPr>
              <w:t>26549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636C3F89" w14:textId="46C4972A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4ACE4369" w14:textId="2389C594" w:rsidR="00932CFF" w:rsidRPr="00A13D99" w:rsidRDefault="00932CFF" w:rsidP="00971B6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5FCE869" w14:textId="3E683350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6512B">
              <w:rPr>
                <w:b/>
                <w:color w:val="000000"/>
                <w:sz w:val="20"/>
              </w:rPr>
              <w:t>33856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14:paraId="326CF91C" w14:textId="1F30A46B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115,5</w:t>
            </w:r>
          </w:p>
        </w:tc>
        <w:tc>
          <w:tcPr>
            <w:tcW w:w="1133" w:type="dxa"/>
            <w:vAlign w:val="bottom"/>
          </w:tcPr>
          <w:p w14:paraId="199D6F68" w14:textId="7C0A68BD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32CFF" w:rsidRPr="000B5F39" w14:paraId="3D1940F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CA8BEA9" w14:textId="63897D34" w:rsidR="00932CFF" w:rsidRPr="00932CFF" w:rsidRDefault="00932CFF" w:rsidP="00932CFF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</w:rPr>
              <w:t>полугодие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40A7103E" w14:textId="481C4D57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5A2017">
              <w:rPr>
                <w:b/>
                <w:color w:val="000000"/>
                <w:sz w:val="20"/>
              </w:rPr>
              <w:t>50963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14:paraId="6426F2DD" w14:textId="412EF440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14:paraId="453FE80B" w14:textId="2ABCD378" w:rsidR="00932CFF" w:rsidRPr="00A13D99" w:rsidRDefault="00932CFF" w:rsidP="00971B6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FB5CD15" w14:textId="67A7B1A8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A2017">
              <w:rPr>
                <w:b/>
                <w:color w:val="000000"/>
                <w:sz w:val="20"/>
              </w:rPr>
              <w:t>66079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14:paraId="3C89655D" w14:textId="5D9813E8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113,2</w:t>
            </w:r>
          </w:p>
        </w:tc>
        <w:tc>
          <w:tcPr>
            <w:tcW w:w="1133" w:type="dxa"/>
            <w:vAlign w:val="bottom"/>
          </w:tcPr>
          <w:p w14:paraId="7E02663D" w14:textId="7B934FB1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32CFF" w:rsidRPr="000B5F39" w14:paraId="1F4D4E1D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156014C7" w14:textId="722D57B3" w:rsidR="00932CFF" w:rsidRPr="00932CFF" w:rsidRDefault="00932CFF" w:rsidP="00932CFF">
            <w:pPr>
              <w:ind w:right="-57"/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2209E1BF" w14:textId="0C1A411E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9168</w:t>
            </w:r>
            <w:r>
              <w:rPr>
                <w:b/>
                <w:color w:val="000000"/>
                <w:sz w:val="20"/>
              </w:rPr>
              <w:t>,4</w:t>
            </w:r>
          </w:p>
        </w:tc>
        <w:tc>
          <w:tcPr>
            <w:tcW w:w="1134" w:type="dxa"/>
            <w:vAlign w:val="bottom"/>
          </w:tcPr>
          <w:p w14:paraId="702632DA" w14:textId="613AB235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101,8</w:t>
            </w:r>
          </w:p>
        </w:tc>
        <w:tc>
          <w:tcPr>
            <w:tcW w:w="1134" w:type="dxa"/>
            <w:vAlign w:val="bottom"/>
          </w:tcPr>
          <w:p w14:paraId="0479C691" w14:textId="03C3F9F0" w:rsidR="00932CFF" w:rsidRPr="00A13D99" w:rsidRDefault="00932CFF" w:rsidP="00971B6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14:paraId="4EC35568" w14:textId="1CCF9072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11760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14:paraId="36B0617B" w14:textId="2E5A4498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106,7</w:t>
            </w:r>
          </w:p>
        </w:tc>
        <w:tc>
          <w:tcPr>
            <w:tcW w:w="1133" w:type="dxa"/>
            <w:vAlign w:val="bottom"/>
          </w:tcPr>
          <w:p w14:paraId="27987856" w14:textId="04AF60FF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103,5</w:t>
            </w:r>
          </w:p>
        </w:tc>
      </w:tr>
      <w:tr w:rsidR="00932CFF" w:rsidRPr="000B5F39" w14:paraId="69E78F28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304836F" w14:textId="6258523B" w:rsidR="00932CFF" w:rsidRDefault="00932CFF" w:rsidP="00932CFF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7F330FDD" w14:textId="54D59593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8DC">
              <w:rPr>
                <w:b/>
                <w:color w:val="000000"/>
                <w:sz w:val="20"/>
              </w:rPr>
              <w:t>9361,5</w:t>
            </w:r>
          </w:p>
        </w:tc>
        <w:tc>
          <w:tcPr>
            <w:tcW w:w="1134" w:type="dxa"/>
            <w:vAlign w:val="bottom"/>
          </w:tcPr>
          <w:p w14:paraId="64F4899E" w14:textId="1AF1A9A7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100,3</w:t>
            </w:r>
          </w:p>
        </w:tc>
        <w:tc>
          <w:tcPr>
            <w:tcW w:w="1134" w:type="dxa"/>
            <w:vAlign w:val="bottom"/>
          </w:tcPr>
          <w:p w14:paraId="145067D0" w14:textId="3D2A1A7B" w:rsidR="00932CFF" w:rsidRPr="00A13D99" w:rsidRDefault="00932CFF" w:rsidP="00971B6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14:paraId="6BAB623D" w14:textId="19DEEA55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E4B5A">
              <w:rPr>
                <w:b/>
                <w:color w:val="000000"/>
                <w:sz w:val="20"/>
              </w:rPr>
              <w:t>12185,6</w:t>
            </w:r>
          </w:p>
        </w:tc>
        <w:tc>
          <w:tcPr>
            <w:tcW w:w="1134" w:type="dxa"/>
            <w:vAlign w:val="bottom"/>
          </w:tcPr>
          <w:p w14:paraId="28E4A989" w14:textId="324A0409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105,2</w:t>
            </w:r>
          </w:p>
        </w:tc>
        <w:tc>
          <w:tcPr>
            <w:tcW w:w="1133" w:type="dxa"/>
            <w:vAlign w:val="bottom"/>
          </w:tcPr>
          <w:p w14:paraId="6748AB7C" w14:textId="245EB711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103,1</w:t>
            </w:r>
          </w:p>
        </w:tc>
      </w:tr>
      <w:tr w:rsidR="00932CFF" w:rsidRPr="000B5F39" w14:paraId="39E29FF2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E995B21" w14:textId="71578995" w:rsidR="00932CFF" w:rsidRDefault="00932CFF" w:rsidP="00932CFF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14:paraId="5C49F679" w14:textId="60A1C9DC" w:rsidR="00932CFF" w:rsidRPr="00A13D99" w:rsidRDefault="00932CFF" w:rsidP="00932CFF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8DC">
              <w:rPr>
                <w:b/>
                <w:color w:val="000000"/>
                <w:sz w:val="20"/>
              </w:rPr>
              <w:t>69493,6</w:t>
            </w:r>
          </w:p>
        </w:tc>
        <w:tc>
          <w:tcPr>
            <w:tcW w:w="1134" w:type="dxa"/>
            <w:vAlign w:val="bottom"/>
          </w:tcPr>
          <w:p w14:paraId="1C8178F8" w14:textId="39C9F016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99,8</w:t>
            </w:r>
          </w:p>
        </w:tc>
        <w:tc>
          <w:tcPr>
            <w:tcW w:w="1134" w:type="dxa"/>
            <w:vAlign w:val="bottom"/>
          </w:tcPr>
          <w:p w14:paraId="2E0A82FC" w14:textId="130C5CCD" w:rsidR="00932CFF" w:rsidRPr="00A13D99" w:rsidRDefault="00932CFF" w:rsidP="00971B6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44FBC8F" w14:textId="5C50F206" w:rsidR="00932CFF" w:rsidRPr="00A13D99" w:rsidRDefault="00932CFF" w:rsidP="00932CFF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E4B5A">
              <w:rPr>
                <w:b/>
                <w:color w:val="000000"/>
                <w:sz w:val="20"/>
              </w:rPr>
              <w:t>90025,4</w:t>
            </w:r>
          </w:p>
        </w:tc>
        <w:tc>
          <w:tcPr>
            <w:tcW w:w="1134" w:type="dxa"/>
            <w:vAlign w:val="bottom"/>
          </w:tcPr>
          <w:p w14:paraId="6201B0EF" w14:textId="2861A9F2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111,2</w:t>
            </w:r>
          </w:p>
        </w:tc>
        <w:tc>
          <w:tcPr>
            <w:tcW w:w="1133" w:type="dxa"/>
            <w:vAlign w:val="bottom"/>
          </w:tcPr>
          <w:p w14:paraId="75EDABBE" w14:textId="45C1739E" w:rsidR="00932CFF" w:rsidRPr="00A13D99" w:rsidRDefault="00932CFF" w:rsidP="00932CF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34362EDC" w14:textId="7B7AE31A" w:rsidR="0031223F" w:rsidRPr="00BF3D10" w:rsidRDefault="00AC73CF" w:rsidP="006658C6">
      <w:pPr>
        <w:spacing w:before="120"/>
        <w:ind w:firstLine="709"/>
      </w:pPr>
      <w:r w:rsidRPr="00513E41">
        <w:rPr>
          <w:b/>
        </w:rPr>
        <w:t xml:space="preserve">На розничных </w:t>
      </w:r>
      <w:r w:rsidRPr="00036957">
        <w:rPr>
          <w:b/>
        </w:rPr>
        <w:t>рынках и ярмарках</w:t>
      </w:r>
      <w:r w:rsidRPr="00036957">
        <w:t xml:space="preserve"> </w:t>
      </w:r>
      <w:r w:rsidR="009152DB" w:rsidRPr="00FD1DE7">
        <w:t xml:space="preserve">население </w:t>
      </w:r>
      <w:r w:rsidR="00936E0F" w:rsidRPr="00FD1DE7">
        <w:t xml:space="preserve">покупает </w:t>
      </w:r>
      <w:r w:rsidR="00932CFF">
        <w:rPr>
          <w:noProof/>
          <w:lang w:eastAsia="x-none"/>
        </w:rPr>
        <w:t>3,9</w:t>
      </w:r>
      <w:r w:rsidR="001B68B0" w:rsidRPr="00D5767C">
        <w:t xml:space="preserve">% пищевых продуктов, включая напитки, и табачных изделий, по непродовольственным товарам рынки формируют </w:t>
      </w:r>
      <w:r w:rsidR="00932CFF">
        <w:rPr>
          <w:lang w:eastAsia="x-none"/>
        </w:rPr>
        <w:t>1,7</w:t>
      </w:r>
      <w:r w:rsidR="001B68B0" w:rsidRPr="00D5767C">
        <w:t xml:space="preserve">% оборота </w:t>
      </w:r>
      <w:r w:rsidR="00BF1261" w:rsidRPr="00D5767C">
        <w:t>розничной торговли этими товарами</w:t>
      </w:r>
      <w:r w:rsidR="00C36690" w:rsidRPr="00D5767C">
        <w:t>.</w:t>
      </w:r>
    </w:p>
    <w:p w14:paraId="1DB073AF" w14:textId="77777777" w:rsidR="0031223F" w:rsidRPr="002D5717" w:rsidRDefault="0031223F" w:rsidP="00AA2072">
      <w:pPr>
        <w:pStyle w:val="3"/>
        <w:spacing w:before="240" w:after="120"/>
        <w:ind w:right="0"/>
      </w:pPr>
      <w:bookmarkStart w:id="109" w:name="_Toc493779746"/>
      <w:bookmarkStart w:id="110" w:name="_Toc178757167"/>
      <w:r w:rsidRPr="00BF3D10">
        <w:lastRenderedPageBreak/>
        <w:t>Изменение продажи и запасов основных продуктов питания</w:t>
      </w:r>
      <w:r w:rsidRPr="002D5717">
        <w:br/>
        <w:t>и непродовольственных товаров в организациях розничной торговли,</w:t>
      </w:r>
      <w:r w:rsidRPr="002D5717">
        <w:br/>
        <w:t>не относящихся к субъектам малого предпринимательства</w:t>
      </w:r>
      <w:bookmarkEnd w:id="109"/>
      <w:bookmarkEnd w:id="110"/>
    </w:p>
    <w:p w14:paraId="1552B82D" w14:textId="77777777" w:rsidR="0031223F" w:rsidRPr="002D5717" w:rsidRDefault="0031223F" w:rsidP="0031223F">
      <w:pPr>
        <w:spacing w:after="60"/>
        <w:jc w:val="right"/>
        <w:rPr>
          <w:b/>
          <w:sz w:val="20"/>
        </w:rPr>
      </w:pPr>
      <w:r w:rsidRPr="002D5717">
        <w:rPr>
          <w:b/>
          <w:sz w:val="20"/>
        </w:rPr>
        <w:t>в сопоставимых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8024EE" w:rsidRPr="00C33ECE" w14:paraId="12F490E6" w14:textId="77777777" w:rsidTr="008024EE">
        <w:trPr>
          <w:trHeight w:val="227"/>
          <w:jc w:val="center"/>
        </w:trPr>
        <w:tc>
          <w:tcPr>
            <w:tcW w:w="4535" w:type="dxa"/>
            <w:vMerge w:val="restart"/>
            <w:vAlign w:val="center"/>
          </w:tcPr>
          <w:p w14:paraId="21704149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11" w:name="_Toc493779747"/>
          </w:p>
        </w:tc>
        <w:tc>
          <w:tcPr>
            <w:tcW w:w="1134" w:type="dxa"/>
            <w:vMerge w:val="restart"/>
            <w:vAlign w:val="center"/>
          </w:tcPr>
          <w:p w14:paraId="6A854411" w14:textId="4415012D" w:rsidR="008024EE" w:rsidRPr="00D5767C" w:rsidRDefault="008024EE" w:rsidP="001D5F89">
            <w:pPr>
              <w:ind w:left="-85" w:right="-85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>Продано</w:t>
            </w:r>
            <w:r w:rsidRPr="00D5767C">
              <w:rPr>
                <w:b/>
                <w:sz w:val="20"/>
              </w:rPr>
              <w:br/>
              <w:t xml:space="preserve">в </w:t>
            </w:r>
            <w:r w:rsidR="00A13D99">
              <w:rPr>
                <w:b/>
                <w:sz w:val="20"/>
              </w:rPr>
              <w:t>августе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  %</w:t>
            </w:r>
            <w:proofErr w:type="gramEnd"/>
            <w:r w:rsidRPr="00D5767C">
              <w:rPr>
                <w:b/>
                <w:sz w:val="20"/>
              </w:rPr>
              <w:t xml:space="preserve">  к </w:t>
            </w:r>
            <w:r w:rsidRPr="00D5767C">
              <w:rPr>
                <w:b/>
                <w:sz w:val="20"/>
              </w:rPr>
              <w:br/>
            </w:r>
            <w:r w:rsidR="00D5767C" w:rsidRPr="00D5767C">
              <w:rPr>
                <w:b/>
                <w:sz w:val="20"/>
              </w:rPr>
              <w:t>ию</w:t>
            </w:r>
            <w:r w:rsidR="00A13D99">
              <w:rPr>
                <w:b/>
                <w:sz w:val="20"/>
              </w:rPr>
              <w:t>л</w:t>
            </w:r>
            <w:r w:rsidR="00D5767C" w:rsidRPr="00D5767C">
              <w:rPr>
                <w:b/>
                <w:sz w:val="20"/>
              </w:rPr>
              <w:t>ю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15912302" w14:textId="4531C3EE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Запасы 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C637A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A13D99">
              <w:rPr>
                <w:b/>
                <w:sz w:val="20"/>
              </w:rPr>
              <w:t>сентября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  %</w:t>
            </w:r>
            <w:proofErr w:type="gramEnd"/>
            <w:r w:rsidRPr="00D5767C">
              <w:rPr>
                <w:b/>
                <w:sz w:val="20"/>
              </w:rPr>
              <w:t xml:space="preserve">  к запасам</w:t>
            </w:r>
            <w:r w:rsidRPr="00D5767C">
              <w:rPr>
                <w:b/>
                <w:sz w:val="20"/>
              </w:rPr>
              <w:br/>
              <w:t xml:space="preserve">на 1 </w:t>
            </w:r>
            <w:r w:rsidR="00A13D99">
              <w:rPr>
                <w:b/>
                <w:sz w:val="20"/>
              </w:rPr>
              <w:t>августа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vAlign w:val="center"/>
          </w:tcPr>
          <w:p w14:paraId="7BF8CD9A" w14:textId="77777777" w:rsidR="008024EE" w:rsidRPr="00D5767C" w:rsidRDefault="008024EE" w:rsidP="008024EE">
            <w:pPr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Обеспеченность запасами, </w:t>
            </w:r>
            <w:r w:rsidRPr="00D5767C">
              <w:rPr>
                <w:b/>
                <w:sz w:val="20"/>
              </w:rPr>
              <w:br/>
              <w:t>в днях торговли</w:t>
            </w:r>
          </w:p>
        </w:tc>
      </w:tr>
      <w:tr w:rsidR="008024EE" w:rsidRPr="00C33ECE" w14:paraId="279B3B54" w14:textId="77777777" w:rsidTr="008024EE">
        <w:trPr>
          <w:trHeight w:val="170"/>
          <w:jc w:val="center"/>
        </w:trPr>
        <w:tc>
          <w:tcPr>
            <w:tcW w:w="4535" w:type="dxa"/>
            <w:vMerge/>
            <w:vAlign w:val="center"/>
          </w:tcPr>
          <w:p w14:paraId="4B677616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B29FC1D" w14:textId="77777777" w:rsidR="008024EE" w:rsidRPr="00D5767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4B9C15E" w14:textId="77777777" w:rsidR="008024EE" w:rsidRPr="00D5767C" w:rsidRDefault="008024EE" w:rsidP="008024EE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3C3560" w14:textId="2088EFD1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на </w:t>
            </w:r>
            <w:r w:rsidR="00A13D99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A13D99">
              <w:rPr>
                <w:b/>
                <w:sz w:val="20"/>
              </w:rPr>
              <w:t>сентября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14:paraId="41D87207" w14:textId="780CD529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D5767C">
              <w:rPr>
                <w:b/>
                <w:sz w:val="20"/>
              </w:rPr>
              <w:t>справочно</w:t>
            </w:r>
            <w:proofErr w:type="spellEnd"/>
            <w:r w:rsidRPr="00D5767C">
              <w:rPr>
                <w:b/>
                <w:sz w:val="20"/>
              </w:rPr>
              <w:t xml:space="preserve">: на 1 </w:t>
            </w:r>
            <w:r w:rsidR="00A13D99">
              <w:rPr>
                <w:b/>
                <w:sz w:val="20"/>
              </w:rPr>
              <w:t>августа</w:t>
            </w:r>
            <w:r w:rsidRPr="00D5767C">
              <w:rPr>
                <w:b/>
                <w:sz w:val="20"/>
              </w:rPr>
              <w:br/>
              <w:t>2024</w:t>
            </w:r>
          </w:p>
        </w:tc>
      </w:tr>
      <w:tr w:rsidR="00932CFF" w:rsidRPr="00C33ECE" w14:paraId="6AB7004D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93FD59E" w14:textId="77777777" w:rsidR="00932CFF" w:rsidRPr="00C33ECE" w:rsidRDefault="00932CFF" w:rsidP="00932CFF">
            <w:pPr>
              <w:ind w:right="-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134" w:type="dxa"/>
            <w:vAlign w:val="bottom"/>
          </w:tcPr>
          <w:p w14:paraId="70F2C88A" w14:textId="22526AA3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2D04548A" w14:textId="5DC5362B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102,5</w:t>
            </w:r>
          </w:p>
        </w:tc>
        <w:tc>
          <w:tcPr>
            <w:tcW w:w="1134" w:type="dxa"/>
            <w:vAlign w:val="bottom"/>
          </w:tcPr>
          <w:p w14:paraId="1A2BF618" w14:textId="505A0CA7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238CC6E5" w14:textId="1C1C9FA0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7</w:t>
            </w:r>
          </w:p>
        </w:tc>
      </w:tr>
      <w:tr w:rsidR="00932CFF" w:rsidRPr="00C33ECE" w14:paraId="71001AD6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9938442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животных</w:t>
            </w:r>
          </w:p>
        </w:tc>
        <w:tc>
          <w:tcPr>
            <w:tcW w:w="1134" w:type="dxa"/>
            <w:vAlign w:val="bottom"/>
          </w:tcPr>
          <w:p w14:paraId="7B459C3C" w14:textId="414DAF98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14:paraId="388795D8" w14:textId="746DDA38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89,4</w:t>
            </w:r>
          </w:p>
        </w:tc>
        <w:tc>
          <w:tcPr>
            <w:tcW w:w="1134" w:type="dxa"/>
            <w:vAlign w:val="bottom"/>
          </w:tcPr>
          <w:p w14:paraId="448C569C" w14:textId="46E62225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56E38207" w14:textId="19F3F153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7</w:t>
            </w:r>
          </w:p>
        </w:tc>
      </w:tr>
      <w:tr w:rsidR="00932CFF" w:rsidRPr="00C33ECE" w14:paraId="2613265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C126AD8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домашней птицы</w:t>
            </w:r>
          </w:p>
        </w:tc>
        <w:tc>
          <w:tcPr>
            <w:tcW w:w="1134" w:type="dxa"/>
            <w:vAlign w:val="bottom"/>
          </w:tcPr>
          <w:p w14:paraId="5999B7E9" w14:textId="78F06B02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14:paraId="79313E82" w14:textId="2FAE8B0B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119,2</w:t>
            </w:r>
          </w:p>
        </w:tc>
        <w:tc>
          <w:tcPr>
            <w:tcW w:w="1134" w:type="dxa"/>
            <w:vAlign w:val="bottom"/>
          </w:tcPr>
          <w:p w14:paraId="7137EB66" w14:textId="135D7E50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094E90BC" w14:textId="593742D9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3</w:t>
            </w:r>
          </w:p>
        </w:tc>
      </w:tr>
      <w:tr w:rsidR="00932CFF" w:rsidRPr="00C33ECE" w14:paraId="002AFF2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7B260E5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продукты из мяса и мяса птицы</w:t>
            </w:r>
          </w:p>
        </w:tc>
        <w:tc>
          <w:tcPr>
            <w:tcW w:w="1134" w:type="dxa"/>
            <w:vAlign w:val="bottom"/>
          </w:tcPr>
          <w:p w14:paraId="213C1F1D" w14:textId="4DB82463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102,8</w:t>
            </w:r>
          </w:p>
        </w:tc>
        <w:tc>
          <w:tcPr>
            <w:tcW w:w="1134" w:type="dxa"/>
            <w:vAlign w:val="bottom"/>
          </w:tcPr>
          <w:p w14:paraId="1A8260EC" w14:textId="6595D969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104,5</w:t>
            </w:r>
          </w:p>
        </w:tc>
        <w:tc>
          <w:tcPr>
            <w:tcW w:w="1134" w:type="dxa"/>
            <w:vAlign w:val="bottom"/>
          </w:tcPr>
          <w:p w14:paraId="16CCF8DB" w14:textId="7F2A24B9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5073A919" w14:textId="52E2FF84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7</w:t>
            </w:r>
          </w:p>
        </w:tc>
      </w:tr>
      <w:tr w:rsidR="00932CFF" w:rsidRPr="00C33ECE" w14:paraId="01DA70D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C8A1657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мяса и мяса птицы</w:t>
            </w:r>
          </w:p>
        </w:tc>
        <w:tc>
          <w:tcPr>
            <w:tcW w:w="1134" w:type="dxa"/>
            <w:vAlign w:val="bottom"/>
          </w:tcPr>
          <w:p w14:paraId="2887C56D" w14:textId="3C516FEC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107,6</w:t>
            </w:r>
          </w:p>
        </w:tc>
        <w:tc>
          <w:tcPr>
            <w:tcW w:w="1134" w:type="dxa"/>
            <w:vAlign w:val="bottom"/>
          </w:tcPr>
          <w:p w14:paraId="7BADA2D4" w14:textId="70A85014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97,1</w:t>
            </w:r>
          </w:p>
        </w:tc>
        <w:tc>
          <w:tcPr>
            <w:tcW w:w="1134" w:type="dxa"/>
            <w:vAlign w:val="bottom"/>
          </w:tcPr>
          <w:p w14:paraId="4F4C9178" w14:textId="362D69DB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33</w:t>
            </w:r>
          </w:p>
        </w:tc>
        <w:tc>
          <w:tcPr>
            <w:tcW w:w="1134" w:type="dxa"/>
            <w:vAlign w:val="bottom"/>
          </w:tcPr>
          <w:p w14:paraId="477580C9" w14:textId="2A5E3DED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37</w:t>
            </w:r>
          </w:p>
        </w:tc>
      </w:tr>
      <w:tr w:rsidR="00932CFF" w:rsidRPr="00C33ECE" w14:paraId="797F739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427CF6F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Рыба, ракообразные и моллюски</w:t>
            </w:r>
          </w:p>
        </w:tc>
        <w:tc>
          <w:tcPr>
            <w:tcW w:w="1134" w:type="dxa"/>
            <w:vAlign w:val="bottom"/>
          </w:tcPr>
          <w:p w14:paraId="764D9B4E" w14:textId="7FE001AA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107,2</w:t>
            </w:r>
          </w:p>
        </w:tc>
        <w:tc>
          <w:tcPr>
            <w:tcW w:w="1134" w:type="dxa"/>
            <w:vAlign w:val="bottom"/>
          </w:tcPr>
          <w:p w14:paraId="1A4C0935" w14:textId="32248B1E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96,5</w:t>
            </w:r>
          </w:p>
        </w:tc>
        <w:tc>
          <w:tcPr>
            <w:tcW w:w="1134" w:type="dxa"/>
            <w:vAlign w:val="bottom"/>
          </w:tcPr>
          <w:p w14:paraId="7209F21E" w14:textId="125D5942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20</w:t>
            </w:r>
          </w:p>
        </w:tc>
        <w:tc>
          <w:tcPr>
            <w:tcW w:w="1134" w:type="dxa"/>
            <w:vAlign w:val="bottom"/>
          </w:tcPr>
          <w:p w14:paraId="029A6E20" w14:textId="0963D3D3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22</w:t>
            </w:r>
          </w:p>
        </w:tc>
      </w:tr>
      <w:tr w:rsidR="00932CFF" w:rsidRPr="00C33ECE" w14:paraId="02D0B25A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982BAB5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134" w:type="dxa"/>
            <w:vAlign w:val="bottom"/>
          </w:tcPr>
          <w:p w14:paraId="1741818E" w14:textId="0F53C395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102,8</w:t>
            </w:r>
          </w:p>
        </w:tc>
        <w:tc>
          <w:tcPr>
            <w:tcW w:w="1134" w:type="dxa"/>
            <w:vAlign w:val="bottom"/>
          </w:tcPr>
          <w:p w14:paraId="4713E938" w14:textId="0962F24D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61E6F1DE" w14:textId="036E6E4F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37</w:t>
            </w:r>
          </w:p>
        </w:tc>
        <w:tc>
          <w:tcPr>
            <w:tcW w:w="1134" w:type="dxa"/>
            <w:vAlign w:val="bottom"/>
          </w:tcPr>
          <w:p w14:paraId="73D9BA65" w14:textId="6335E694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37</w:t>
            </w:r>
          </w:p>
        </w:tc>
      </w:tr>
      <w:tr w:rsidR="00932CFF" w:rsidRPr="00C33ECE" w14:paraId="3CDD824B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B56CB56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Пищевые масла и жиры</w:t>
            </w:r>
          </w:p>
        </w:tc>
        <w:tc>
          <w:tcPr>
            <w:tcW w:w="1134" w:type="dxa"/>
            <w:vAlign w:val="bottom"/>
          </w:tcPr>
          <w:p w14:paraId="6BC37543" w14:textId="74DEC347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44768613" w14:textId="2A74BED6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97,1</w:t>
            </w:r>
          </w:p>
        </w:tc>
        <w:tc>
          <w:tcPr>
            <w:tcW w:w="1134" w:type="dxa"/>
            <w:vAlign w:val="bottom"/>
          </w:tcPr>
          <w:p w14:paraId="12024EC3" w14:textId="6BD2E37B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7D9449BB" w14:textId="5635F15A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15</w:t>
            </w:r>
          </w:p>
        </w:tc>
      </w:tr>
      <w:tr w:rsidR="00932CFF" w:rsidRPr="00C33ECE" w14:paraId="5886BF5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8DC5EBA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животные масла и жиры</w:t>
            </w:r>
          </w:p>
        </w:tc>
        <w:tc>
          <w:tcPr>
            <w:tcW w:w="1134" w:type="dxa"/>
            <w:vAlign w:val="bottom"/>
          </w:tcPr>
          <w:p w14:paraId="592AB320" w14:textId="31785104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106,5</w:t>
            </w:r>
          </w:p>
        </w:tc>
        <w:tc>
          <w:tcPr>
            <w:tcW w:w="1134" w:type="dxa"/>
            <w:vAlign w:val="bottom"/>
          </w:tcPr>
          <w:p w14:paraId="5626BD3F" w14:textId="07AAB66C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108,1</w:t>
            </w:r>
          </w:p>
        </w:tc>
        <w:tc>
          <w:tcPr>
            <w:tcW w:w="1134" w:type="dxa"/>
            <w:vAlign w:val="bottom"/>
          </w:tcPr>
          <w:p w14:paraId="273705EF" w14:textId="16DB094F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04EB78D2" w14:textId="75D985DD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8</w:t>
            </w:r>
          </w:p>
        </w:tc>
      </w:tr>
      <w:tr w:rsidR="00932CFF" w:rsidRPr="00C33ECE" w14:paraId="57171D46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4676F81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 xml:space="preserve">растительные масла </w:t>
            </w:r>
          </w:p>
        </w:tc>
        <w:tc>
          <w:tcPr>
            <w:tcW w:w="1134" w:type="dxa"/>
            <w:vAlign w:val="bottom"/>
          </w:tcPr>
          <w:p w14:paraId="4F2D8E37" w14:textId="29948B18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21B5B278" w14:textId="6553779D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91,6</w:t>
            </w:r>
          </w:p>
        </w:tc>
        <w:tc>
          <w:tcPr>
            <w:tcW w:w="1134" w:type="dxa"/>
            <w:vAlign w:val="bottom"/>
          </w:tcPr>
          <w:p w14:paraId="528C5AF1" w14:textId="54B80A28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25</w:t>
            </w:r>
          </w:p>
        </w:tc>
        <w:tc>
          <w:tcPr>
            <w:tcW w:w="1134" w:type="dxa"/>
            <w:vAlign w:val="bottom"/>
          </w:tcPr>
          <w:p w14:paraId="6D89B5FA" w14:textId="19666359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28</w:t>
            </w:r>
          </w:p>
        </w:tc>
      </w:tr>
      <w:tr w:rsidR="00932CFF" w:rsidRPr="00C33ECE" w14:paraId="48DD596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CCADE2C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продукты</w:t>
            </w:r>
          </w:p>
        </w:tc>
        <w:tc>
          <w:tcPr>
            <w:tcW w:w="1134" w:type="dxa"/>
            <w:vAlign w:val="bottom"/>
          </w:tcPr>
          <w:p w14:paraId="7DBA0C5B" w14:textId="36A2B4AC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102,8</w:t>
            </w:r>
          </w:p>
        </w:tc>
        <w:tc>
          <w:tcPr>
            <w:tcW w:w="1134" w:type="dxa"/>
            <w:vAlign w:val="bottom"/>
          </w:tcPr>
          <w:p w14:paraId="6578FF1C" w14:textId="05734B18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6DDFBF58" w14:textId="36972A0D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134" w:type="dxa"/>
            <w:vAlign w:val="bottom"/>
          </w:tcPr>
          <w:p w14:paraId="3BBC7B92" w14:textId="6E909B14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10</w:t>
            </w:r>
          </w:p>
        </w:tc>
      </w:tr>
      <w:tr w:rsidR="00932CFF" w:rsidRPr="00C33ECE" w14:paraId="3AD55D7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EBB4ADC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молоко питьевое</w:t>
            </w:r>
          </w:p>
        </w:tc>
        <w:tc>
          <w:tcPr>
            <w:tcW w:w="1134" w:type="dxa"/>
            <w:vAlign w:val="bottom"/>
          </w:tcPr>
          <w:p w14:paraId="2233CB97" w14:textId="025D35D6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104,8</w:t>
            </w:r>
          </w:p>
        </w:tc>
        <w:tc>
          <w:tcPr>
            <w:tcW w:w="1134" w:type="dxa"/>
            <w:vAlign w:val="bottom"/>
          </w:tcPr>
          <w:p w14:paraId="38162876" w14:textId="55D804AA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451B1115" w14:textId="06A901FB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3A6B20C8" w14:textId="3462B691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6</w:t>
            </w:r>
          </w:p>
        </w:tc>
      </w:tr>
      <w:tr w:rsidR="00932CFF" w:rsidRPr="00C33ECE" w14:paraId="5C2FC50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66E8827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напитки</w:t>
            </w:r>
          </w:p>
        </w:tc>
        <w:tc>
          <w:tcPr>
            <w:tcW w:w="1134" w:type="dxa"/>
            <w:vAlign w:val="bottom"/>
          </w:tcPr>
          <w:p w14:paraId="7969FA4F" w14:textId="6322D3A9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14:paraId="71B4A71A" w14:textId="1D86FF0A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105,3</w:t>
            </w:r>
          </w:p>
        </w:tc>
        <w:tc>
          <w:tcPr>
            <w:tcW w:w="1134" w:type="dxa"/>
            <w:vAlign w:val="bottom"/>
          </w:tcPr>
          <w:p w14:paraId="3A7B7AC5" w14:textId="2523C0D0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2E21A7D1" w14:textId="4BA7CBC5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10</w:t>
            </w:r>
          </w:p>
        </w:tc>
      </w:tr>
      <w:tr w:rsidR="00932CFF" w:rsidRPr="00C33ECE" w14:paraId="600ED513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FA5AD87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сыры жирные</w:t>
            </w:r>
          </w:p>
        </w:tc>
        <w:tc>
          <w:tcPr>
            <w:tcW w:w="1134" w:type="dxa"/>
            <w:vAlign w:val="bottom"/>
          </w:tcPr>
          <w:p w14:paraId="01FED8AE" w14:textId="7FA2D42D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14:paraId="28CB4D60" w14:textId="767188E7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14:paraId="1A641E44" w14:textId="51C2EE99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0DE9DEA3" w14:textId="7377B4C4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11</w:t>
            </w:r>
          </w:p>
        </w:tc>
      </w:tr>
      <w:tr w:rsidR="00932CFF" w:rsidRPr="00C33ECE" w14:paraId="24395D3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4112D25" w14:textId="77777777" w:rsidR="00932CFF" w:rsidRPr="00C33ECE" w:rsidRDefault="00932CFF" w:rsidP="00932CFF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молочные сухие, сублимированные</w:t>
            </w:r>
          </w:p>
        </w:tc>
        <w:tc>
          <w:tcPr>
            <w:tcW w:w="1134" w:type="dxa"/>
            <w:vAlign w:val="bottom"/>
          </w:tcPr>
          <w:p w14:paraId="11FDA5DB" w14:textId="188C7DC1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14:paraId="4AD08BFD" w14:textId="6B7897BC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3D97430D" w14:textId="284DA53F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14:paraId="6EF410E7" w14:textId="5002EE69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45</w:t>
            </w:r>
          </w:p>
        </w:tc>
      </w:tr>
      <w:tr w:rsidR="00932CFF" w:rsidRPr="00C33ECE" w14:paraId="6917994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7B8CA3C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Яйцо птицы</w:t>
            </w:r>
          </w:p>
        </w:tc>
        <w:tc>
          <w:tcPr>
            <w:tcW w:w="1134" w:type="dxa"/>
            <w:vAlign w:val="bottom"/>
          </w:tcPr>
          <w:p w14:paraId="17334ACC" w14:textId="42A6DDD8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25C93646" w14:textId="1C558A9A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146,5</w:t>
            </w:r>
          </w:p>
        </w:tc>
        <w:tc>
          <w:tcPr>
            <w:tcW w:w="1134" w:type="dxa"/>
            <w:vAlign w:val="bottom"/>
          </w:tcPr>
          <w:p w14:paraId="3333DDD1" w14:textId="2704541E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67D17237" w14:textId="01D0C8C7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4</w:t>
            </w:r>
          </w:p>
        </w:tc>
      </w:tr>
      <w:tr w:rsidR="00932CFF" w:rsidRPr="00C33ECE" w14:paraId="3D58AFFD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95FDE7B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Сахар</w:t>
            </w:r>
          </w:p>
        </w:tc>
        <w:tc>
          <w:tcPr>
            <w:tcW w:w="1134" w:type="dxa"/>
            <w:vAlign w:val="bottom"/>
          </w:tcPr>
          <w:p w14:paraId="7DE6FC88" w14:textId="139EDCD8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80,4</w:t>
            </w:r>
          </w:p>
        </w:tc>
        <w:tc>
          <w:tcPr>
            <w:tcW w:w="1134" w:type="dxa"/>
            <w:vAlign w:val="bottom"/>
          </w:tcPr>
          <w:p w14:paraId="2172E42B" w14:textId="01F77F2A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67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4FA81BB7" w14:textId="472F629A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7F3C0A00" w14:textId="4986C09B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13</w:t>
            </w:r>
          </w:p>
        </w:tc>
      </w:tr>
      <w:tr w:rsidR="00932CFF" w:rsidRPr="00C33ECE" w14:paraId="21997EA7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E645ED8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134" w:type="dxa"/>
            <w:vAlign w:val="bottom"/>
          </w:tcPr>
          <w:p w14:paraId="3B974775" w14:textId="491A02D2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106,9</w:t>
            </w:r>
          </w:p>
        </w:tc>
        <w:tc>
          <w:tcPr>
            <w:tcW w:w="1134" w:type="dxa"/>
            <w:vAlign w:val="bottom"/>
          </w:tcPr>
          <w:p w14:paraId="359D15D1" w14:textId="25EF57A5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105,1</w:t>
            </w:r>
          </w:p>
        </w:tc>
        <w:tc>
          <w:tcPr>
            <w:tcW w:w="1134" w:type="dxa"/>
            <w:vAlign w:val="bottom"/>
          </w:tcPr>
          <w:p w14:paraId="665AC33F" w14:textId="6CECACD0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28</w:t>
            </w:r>
          </w:p>
        </w:tc>
        <w:tc>
          <w:tcPr>
            <w:tcW w:w="1134" w:type="dxa"/>
            <w:vAlign w:val="bottom"/>
          </w:tcPr>
          <w:p w14:paraId="43013D4D" w14:textId="1D109FD5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28</w:t>
            </w:r>
          </w:p>
        </w:tc>
      </w:tr>
      <w:tr w:rsidR="00932CFF" w:rsidRPr="00C33ECE" w14:paraId="3FF8EB7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89C91AE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Чай</w:t>
            </w:r>
          </w:p>
        </w:tc>
        <w:tc>
          <w:tcPr>
            <w:tcW w:w="1134" w:type="dxa"/>
            <w:vAlign w:val="bottom"/>
          </w:tcPr>
          <w:p w14:paraId="498D7EDA" w14:textId="5488A63C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14:paraId="54484557" w14:textId="4E1E35A2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14:paraId="7398F3C4" w14:textId="2947E8F2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43</w:t>
            </w:r>
          </w:p>
        </w:tc>
        <w:tc>
          <w:tcPr>
            <w:tcW w:w="1134" w:type="dxa"/>
            <w:vAlign w:val="bottom"/>
          </w:tcPr>
          <w:p w14:paraId="4DCCAC40" w14:textId="5E0C6EC9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43</w:t>
            </w:r>
          </w:p>
        </w:tc>
      </w:tr>
      <w:tr w:rsidR="00932CFF" w:rsidRPr="00C33ECE" w14:paraId="18EF5C1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B6D1FDF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Соль</w:t>
            </w:r>
          </w:p>
        </w:tc>
        <w:tc>
          <w:tcPr>
            <w:tcW w:w="1134" w:type="dxa"/>
            <w:vAlign w:val="bottom"/>
          </w:tcPr>
          <w:p w14:paraId="346C9557" w14:textId="3DB27A29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14:paraId="44A9F097" w14:textId="7DD48F84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93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467F9D5B" w14:textId="3FBB03D8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14:paraId="28C4975C" w14:textId="05FF9C9D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24</w:t>
            </w:r>
          </w:p>
        </w:tc>
      </w:tr>
      <w:tr w:rsidR="00932CFF" w:rsidRPr="00C33ECE" w14:paraId="71A5865A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1ACDCFC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14:paraId="4FA68856" w14:textId="256FFC09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104,5</w:t>
            </w:r>
          </w:p>
        </w:tc>
        <w:tc>
          <w:tcPr>
            <w:tcW w:w="1134" w:type="dxa"/>
            <w:vAlign w:val="bottom"/>
          </w:tcPr>
          <w:p w14:paraId="42C92E73" w14:textId="1C4F3A30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107,6</w:t>
            </w:r>
          </w:p>
        </w:tc>
        <w:tc>
          <w:tcPr>
            <w:tcW w:w="1134" w:type="dxa"/>
            <w:vAlign w:val="bottom"/>
          </w:tcPr>
          <w:p w14:paraId="3B07B823" w14:textId="66EE76A6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322FDFB2" w14:textId="7A2BB011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5</w:t>
            </w:r>
          </w:p>
        </w:tc>
      </w:tr>
      <w:tr w:rsidR="00932CFF" w:rsidRPr="00C33ECE" w14:paraId="52A00FA2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62030F7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Мука</w:t>
            </w:r>
          </w:p>
        </w:tc>
        <w:tc>
          <w:tcPr>
            <w:tcW w:w="1134" w:type="dxa"/>
            <w:vAlign w:val="bottom"/>
          </w:tcPr>
          <w:p w14:paraId="4C0360C0" w14:textId="3A9E543B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vAlign w:val="bottom"/>
          </w:tcPr>
          <w:p w14:paraId="38A38AAE" w14:textId="40E30C7B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89,3</w:t>
            </w:r>
          </w:p>
        </w:tc>
        <w:tc>
          <w:tcPr>
            <w:tcW w:w="1134" w:type="dxa"/>
            <w:vAlign w:val="bottom"/>
          </w:tcPr>
          <w:p w14:paraId="750C0262" w14:textId="2031BBA6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1134" w:type="dxa"/>
            <w:vAlign w:val="bottom"/>
          </w:tcPr>
          <w:p w14:paraId="68C46D40" w14:textId="0F1A0031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18</w:t>
            </w:r>
          </w:p>
        </w:tc>
      </w:tr>
      <w:tr w:rsidR="00932CFF" w:rsidRPr="00C33ECE" w14:paraId="6B993FEB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1849C75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Крупа</w:t>
            </w:r>
          </w:p>
        </w:tc>
        <w:tc>
          <w:tcPr>
            <w:tcW w:w="1134" w:type="dxa"/>
            <w:vAlign w:val="bottom"/>
          </w:tcPr>
          <w:p w14:paraId="37730FD8" w14:textId="7B960FFE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108,9</w:t>
            </w:r>
          </w:p>
        </w:tc>
        <w:tc>
          <w:tcPr>
            <w:tcW w:w="1134" w:type="dxa"/>
            <w:vAlign w:val="bottom"/>
          </w:tcPr>
          <w:p w14:paraId="5433950E" w14:textId="1230453F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98,2</w:t>
            </w:r>
          </w:p>
        </w:tc>
        <w:tc>
          <w:tcPr>
            <w:tcW w:w="1134" w:type="dxa"/>
            <w:vAlign w:val="bottom"/>
          </w:tcPr>
          <w:p w14:paraId="59EA0DC8" w14:textId="20EAA73F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14:paraId="031F8761" w14:textId="69CF56E9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26</w:t>
            </w:r>
          </w:p>
        </w:tc>
      </w:tr>
      <w:tr w:rsidR="00932CFF" w:rsidRPr="00C33ECE" w14:paraId="4A8416E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136169A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14:paraId="430E0902" w14:textId="68C4FC90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105,7</w:t>
            </w:r>
          </w:p>
        </w:tc>
        <w:tc>
          <w:tcPr>
            <w:tcW w:w="1134" w:type="dxa"/>
            <w:vAlign w:val="bottom"/>
          </w:tcPr>
          <w:p w14:paraId="0C7C5D55" w14:textId="49C942E1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14:paraId="1A1543EC" w14:textId="28CB0D7F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1134" w:type="dxa"/>
            <w:vAlign w:val="bottom"/>
          </w:tcPr>
          <w:p w14:paraId="3CDB777F" w14:textId="53B7A00D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26</w:t>
            </w:r>
          </w:p>
        </w:tc>
      </w:tr>
      <w:tr w:rsidR="00932CFF" w:rsidRPr="00C33ECE" w14:paraId="0CDC9A0B" w14:textId="77777777" w:rsidTr="008024EE">
        <w:trPr>
          <w:trHeight w:val="77"/>
          <w:jc w:val="center"/>
        </w:trPr>
        <w:tc>
          <w:tcPr>
            <w:tcW w:w="4535" w:type="dxa"/>
            <w:vAlign w:val="bottom"/>
          </w:tcPr>
          <w:p w14:paraId="486F9EF8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Свежий картофель</w:t>
            </w:r>
          </w:p>
        </w:tc>
        <w:tc>
          <w:tcPr>
            <w:tcW w:w="1134" w:type="dxa"/>
            <w:vAlign w:val="bottom"/>
          </w:tcPr>
          <w:p w14:paraId="7D325E04" w14:textId="519519C3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104DBC10" w14:textId="03F6C97A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14:paraId="113467FD" w14:textId="5552FE38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28614E7" w14:textId="60CE184D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4</w:t>
            </w:r>
          </w:p>
        </w:tc>
      </w:tr>
      <w:tr w:rsidR="00932CFF" w:rsidRPr="00C33ECE" w14:paraId="6BCC0C77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60E4D59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овощи</w:t>
            </w:r>
          </w:p>
        </w:tc>
        <w:tc>
          <w:tcPr>
            <w:tcW w:w="1134" w:type="dxa"/>
            <w:vAlign w:val="bottom"/>
          </w:tcPr>
          <w:p w14:paraId="6DBA0F65" w14:textId="27369EB7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93,5</w:t>
            </w:r>
          </w:p>
        </w:tc>
        <w:tc>
          <w:tcPr>
            <w:tcW w:w="1134" w:type="dxa"/>
            <w:vAlign w:val="bottom"/>
          </w:tcPr>
          <w:p w14:paraId="15ED7B26" w14:textId="6CE98E09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106,5</w:t>
            </w:r>
          </w:p>
        </w:tc>
        <w:tc>
          <w:tcPr>
            <w:tcW w:w="1134" w:type="dxa"/>
            <w:vAlign w:val="bottom"/>
          </w:tcPr>
          <w:p w14:paraId="529A122E" w14:textId="6FD973B5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7BB86372" w14:textId="136ED472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4</w:t>
            </w:r>
          </w:p>
        </w:tc>
      </w:tr>
      <w:tr w:rsidR="00932CFF" w:rsidRPr="00C33ECE" w14:paraId="4BF43DA4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E071B68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фрукты</w:t>
            </w:r>
          </w:p>
        </w:tc>
        <w:tc>
          <w:tcPr>
            <w:tcW w:w="1134" w:type="dxa"/>
            <w:vAlign w:val="bottom"/>
          </w:tcPr>
          <w:p w14:paraId="41B32718" w14:textId="20F13BBC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95,5</w:t>
            </w:r>
          </w:p>
        </w:tc>
        <w:tc>
          <w:tcPr>
            <w:tcW w:w="1134" w:type="dxa"/>
            <w:vAlign w:val="bottom"/>
          </w:tcPr>
          <w:p w14:paraId="10EF940C" w14:textId="08F386FD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84,2</w:t>
            </w:r>
          </w:p>
        </w:tc>
        <w:tc>
          <w:tcPr>
            <w:tcW w:w="1134" w:type="dxa"/>
            <w:vAlign w:val="bottom"/>
          </w:tcPr>
          <w:p w14:paraId="520F390B" w14:textId="4A848B6C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2D0C4D0A" w14:textId="556B807F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7</w:t>
            </w:r>
          </w:p>
        </w:tc>
      </w:tr>
      <w:tr w:rsidR="00932CFF" w:rsidRPr="00C33ECE" w14:paraId="2798753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3EDA194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134" w:type="dxa"/>
            <w:vAlign w:val="bottom"/>
          </w:tcPr>
          <w:p w14:paraId="7E5CA545" w14:textId="19EB00B2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131,7</w:t>
            </w:r>
          </w:p>
        </w:tc>
        <w:tc>
          <w:tcPr>
            <w:tcW w:w="1134" w:type="dxa"/>
            <w:vAlign w:val="bottom"/>
          </w:tcPr>
          <w:p w14:paraId="433D47AB" w14:textId="2887DDBC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96,8</w:t>
            </w:r>
          </w:p>
        </w:tc>
        <w:tc>
          <w:tcPr>
            <w:tcW w:w="1134" w:type="dxa"/>
            <w:vAlign w:val="bottom"/>
          </w:tcPr>
          <w:p w14:paraId="20F351DA" w14:textId="127C515B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68</w:t>
            </w:r>
          </w:p>
        </w:tc>
        <w:tc>
          <w:tcPr>
            <w:tcW w:w="1134" w:type="dxa"/>
            <w:vAlign w:val="bottom"/>
          </w:tcPr>
          <w:p w14:paraId="3197CCCC" w14:textId="1A490921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93</w:t>
            </w:r>
          </w:p>
        </w:tc>
      </w:tr>
      <w:tr w:rsidR="00932CFF" w:rsidRPr="00C33ECE" w14:paraId="0B2BF83C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ED5A748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Обувь кожаная</w:t>
            </w:r>
          </w:p>
        </w:tc>
        <w:tc>
          <w:tcPr>
            <w:tcW w:w="1134" w:type="dxa"/>
            <w:vAlign w:val="bottom"/>
          </w:tcPr>
          <w:p w14:paraId="057F4901" w14:textId="56EB52EA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143,1</w:t>
            </w:r>
          </w:p>
        </w:tc>
        <w:tc>
          <w:tcPr>
            <w:tcW w:w="1134" w:type="dxa"/>
            <w:vAlign w:val="bottom"/>
          </w:tcPr>
          <w:p w14:paraId="7F2068A7" w14:textId="44CC0A65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99,6</w:t>
            </w:r>
          </w:p>
        </w:tc>
        <w:tc>
          <w:tcPr>
            <w:tcW w:w="1134" w:type="dxa"/>
            <w:vAlign w:val="bottom"/>
          </w:tcPr>
          <w:p w14:paraId="195BBED7" w14:textId="3971D745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160</w:t>
            </w:r>
          </w:p>
        </w:tc>
        <w:tc>
          <w:tcPr>
            <w:tcW w:w="1134" w:type="dxa"/>
            <w:vAlign w:val="bottom"/>
          </w:tcPr>
          <w:p w14:paraId="6FB4EE6E" w14:textId="6FE1F718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230</w:t>
            </w:r>
          </w:p>
        </w:tc>
      </w:tr>
      <w:tr w:rsidR="00932CFF" w:rsidRPr="00C33ECE" w14:paraId="1F8BE49F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0DEDC75" w14:textId="77777777" w:rsidR="00932CFF" w:rsidRPr="00C33ECE" w:rsidRDefault="00932CFF" w:rsidP="00932CFF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134" w:type="dxa"/>
            <w:vAlign w:val="bottom"/>
          </w:tcPr>
          <w:p w14:paraId="70BC32FE" w14:textId="57CD41AD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141,8</w:t>
            </w:r>
          </w:p>
        </w:tc>
        <w:tc>
          <w:tcPr>
            <w:tcW w:w="1134" w:type="dxa"/>
            <w:vAlign w:val="bottom"/>
          </w:tcPr>
          <w:p w14:paraId="7EFD26D7" w14:textId="320E0561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101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50C80DF3" w14:textId="626862FA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67</w:t>
            </w:r>
          </w:p>
        </w:tc>
        <w:tc>
          <w:tcPr>
            <w:tcW w:w="1134" w:type="dxa"/>
            <w:vAlign w:val="bottom"/>
          </w:tcPr>
          <w:p w14:paraId="25CC0942" w14:textId="67EF57CE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A5443C">
              <w:rPr>
                <w:b/>
                <w:color w:val="000000"/>
                <w:sz w:val="20"/>
              </w:rPr>
              <w:t>94</w:t>
            </w:r>
          </w:p>
        </w:tc>
      </w:tr>
      <w:tr w:rsidR="00932CFF" w:rsidRPr="00C33ECE" w14:paraId="43B3A06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4CE71B7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Мобильные телефоны</w:t>
            </w:r>
          </w:p>
        </w:tc>
        <w:tc>
          <w:tcPr>
            <w:tcW w:w="1134" w:type="dxa"/>
            <w:vAlign w:val="bottom"/>
          </w:tcPr>
          <w:p w14:paraId="0EED5E0A" w14:textId="304AD0D4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109,8</w:t>
            </w:r>
          </w:p>
        </w:tc>
        <w:tc>
          <w:tcPr>
            <w:tcW w:w="1134" w:type="dxa"/>
            <w:vAlign w:val="bottom"/>
          </w:tcPr>
          <w:p w14:paraId="433D4FF8" w14:textId="6EFF266B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95,3</w:t>
            </w:r>
          </w:p>
        </w:tc>
        <w:tc>
          <w:tcPr>
            <w:tcW w:w="1134" w:type="dxa"/>
            <w:vAlign w:val="bottom"/>
          </w:tcPr>
          <w:p w14:paraId="2231A8A0" w14:textId="23044946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58</w:t>
            </w:r>
          </w:p>
        </w:tc>
        <w:tc>
          <w:tcPr>
            <w:tcW w:w="1134" w:type="dxa"/>
            <w:vAlign w:val="bottom"/>
          </w:tcPr>
          <w:p w14:paraId="661EB932" w14:textId="0403EB30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67</w:t>
            </w:r>
          </w:p>
        </w:tc>
      </w:tr>
      <w:tr w:rsidR="00932CFF" w:rsidRPr="00C33ECE" w14:paraId="3E70055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D1DAF8A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Телевизоры</w:t>
            </w:r>
          </w:p>
        </w:tc>
        <w:tc>
          <w:tcPr>
            <w:tcW w:w="1134" w:type="dxa"/>
            <w:vAlign w:val="bottom"/>
          </w:tcPr>
          <w:p w14:paraId="56E42157" w14:textId="47106B74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109,4</w:t>
            </w:r>
          </w:p>
        </w:tc>
        <w:tc>
          <w:tcPr>
            <w:tcW w:w="1134" w:type="dxa"/>
            <w:vAlign w:val="bottom"/>
          </w:tcPr>
          <w:p w14:paraId="08DFE924" w14:textId="32CFD57A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105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10FFB816" w14:textId="52316C58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116</w:t>
            </w:r>
          </w:p>
        </w:tc>
        <w:tc>
          <w:tcPr>
            <w:tcW w:w="1134" w:type="dxa"/>
            <w:vAlign w:val="bottom"/>
          </w:tcPr>
          <w:p w14:paraId="3D45EBB3" w14:textId="6DB14324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121</w:t>
            </w:r>
          </w:p>
        </w:tc>
      </w:tr>
      <w:tr w:rsidR="00932CFF" w:rsidRPr="00C33ECE" w14:paraId="0CB1437E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A8A0092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Холодильники и морозильники</w:t>
            </w:r>
          </w:p>
        </w:tc>
        <w:tc>
          <w:tcPr>
            <w:tcW w:w="1134" w:type="dxa"/>
            <w:vAlign w:val="bottom"/>
          </w:tcPr>
          <w:p w14:paraId="4B44C7B1" w14:textId="246C4A4E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85,2</w:t>
            </w:r>
          </w:p>
        </w:tc>
        <w:tc>
          <w:tcPr>
            <w:tcW w:w="1134" w:type="dxa"/>
            <w:vAlign w:val="bottom"/>
          </w:tcPr>
          <w:p w14:paraId="28ADA54C" w14:textId="57A93CF6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105,5</w:t>
            </w:r>
          </w:p>
        </w:tc>
        <w:tc>
          <w:tcPr>
            <w:tcW w:w="1134" w:type="dxa"/>
            <w:vAlign w:val="bottom"/>
          </w:tcPr>
          <w:p w14:paraId="28AB1FD7" w14:textId="66D375EA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65</w:t>
            </w:r>
          </w:p>
        </w:tc>
        <w:tc>
          <w:tcPr>
            <w:tcW w:w="1134" w:type="dxa"/>
            <w:vAlign w:val="bottom"/>
          </w:tcPr>
          <w:p w14:paraId="47F13CAB" w14:textId="4081E9EC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53</w:t>
            </w:r>
          </w:p>
        </w:tc>
      </w:tr>
      <w:tr w:rsidR="00932CFF" w:rsidRPr="00C33ECE" w14:paraId="6362621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776E450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Стиральные машины</w:t>
            </w:r>
          </w:p>
        </w:tc>
        <w:tc>
          <w:tcPr>
            <w:tcW w:w="1134" w:type="dxa"/>
            <w:vAlign w:val="bottom"/>
          </w:tcPr>
          <w:p w14:paraId="772172A1" w14:textId="089C732D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593772B6" w14:textId="63023C5E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3F38A36F" w14:textId="1E31802A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67</w:t>
            </w:r>
          </w:p>
        </w:tc>
        <w:tc>
          <w:tcPr>
            <w:tcW w:w="1134" w:type="dxa"/>
            <w:vAlign w:val="bottom"/>
          </w:tcPr>
          <w:p w14:paraId="7AE2A1B4" w14:textId="0776520D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67</w:t>
            </w:r>
          </w:p>
        </w:tc>
      </w:tr>
      <w:tr w:rsidR="00932CFF" w:rsidRPr="00C33ECE" w14:paraId="183DFF7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058DA66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Мебель бытовая</w:t>
            </w:r>
          </w:p>
        </w:tc>
        <w:tc>
          <w:tcPr>
            <w:tcW w:w="1134" w:type="dxa"/>
            <w:vAlign w:val="bottom"/>
          </w:tcPr>
          <w:p w14:paraId="7BBF6C0B" w14:textId="037D838B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F0433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14:paraId="79A0DEE6" w14:textId="15D23AF1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82,1</w:t>
            </w:r>
          </w:p>
        </w:tc>
        <w:tc>
          <w:tcPr>
            <w:tcW w:w="1134" w:type="dxa"/>
            <w:vAlign w:val="bottom"/>
          </w:tcPr>
          <w:p w14:paraId="2B9415F7" w14:textId="57DF5EA5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42</w:t>
            </w:r>
          </w:p>
        </w:tc>
        <w:tc>
          <w:tcPr>
            <w:tcW w:w="1134" w:type="dxa"/>
            <w:vAlign w:val="bottom"/>
          </w:tcPr>
          <w:p w14:paraId="6B1B7AAC" w14:textId="18273444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53</w:t>
            </w:r>
          </w:p>
        </w:tc>
      </w:tr>
      <w:tr w:rsidR="00932CFF" w:rsidRPr="00C33ECE" w14:paraId="1BDE0332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D7D3558" w14:textId="77777777" w:rsidR="00932CFF" w:rsidRPr="00C33ECE" w:rsidRDefault="00932CFF" w:rsidP="00932CFF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34" w:type="dxa"/>
            <w:vAlign w:val="bottom"/>
          </w:tcPr>
          <w:p w14:paraId="677439A6" w14:textId="0DA77008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70D4767C" w14:textId="65D1DB01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107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21D26371" w14:textId="24D0F214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107</w:t>
            </w:r>
          </w:p>
        </w:tc>
        <w:tc>
          <w:tcPr>
            <w:tcW w:w="1134" w:type="dxa"/>
            <w:vAlign w:val="bottom"/>
          </w:tcPr>
          <w:p w14:paraId="1F3DAB36" w14:textId="7FDB15D8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100</w:t>
            </w:r>
          </w:p>
        </w:tc>
      </w:tr>
      <w:tr w:rsidR="00932CFF" w:rsidRPr="001112DA" w14:paraId="6F98423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F2D6111" w14:textId="77777777" w:rsidR="00932CFF" w:rsidRPr="00C33ECE" w:rsidRDefault="00932CFF" w:rsidP="00932CFF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134" w:type="dxa"/>
            <w:vAlign w:val="bottom"/>
          </w:tcPr>
          <w:p w14:paraId="7AF1A316" w14:textId="01654EE5" w:rsidR="00932CFF" w:rsidRPr="00A13D99" w:rsidRDefault="00932CFF" w:rsidP="00932CF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0FE0">
              <w:rPr>
                <w:b/>
                <w:sz w:val="20"/>
              </w:rPr>
              <w:t>99,3</w:t>
            </w:r>
          </w:p>
        </w:tc>
        <w:tc>
          <w:tcPr>
            <w:tcW w:w="1134" w:type="dxa"/>
            <w:vAlign w:val="bottom"/>
          </w:tcPr>
          <w:p w14:paraId="230A81FF" w14:textId="08106509" w:rsidR="00932CFF" w:rsidRPr="00A13D99" w:rsidRDefault="00932CFF" w:rsidP="00932CFF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98,1</w:t>
            </w:r>
          </w:p>
        </w:tc>
        <w:tc>
          <w:tcPr>
            <w:tcW w:w="1134" w:type="dxa"/>
            <w:vAlign w:val="bottom"/>
          </w:tcPr>
          <w:p w14:paraId="6529E8FA" w14:textId="4EE250FA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105</w:t>
            </w:r>
          </w:p>
        </w:tc>
        <w:tc>
          <w:tcPr>
            <w:tcW w:w="1134" w:type="dxa"/>
            <w:vAlign w:val="bottom"/>
          </w:tcPr>
          <w:p w14:paraId="13DBBAC1" w14:textId="2A6CB54A" w:rsidR="00932CFF" w:rsidRPr="00A13D99" w:rsidRDefault="00932CFF" w:rsidP="00932CFF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5443C">
              <w:rPr>
                <w:b/>
                <w:color w:val="000000"/>
                <w:sz w:val="20"/>
              </w:rPr>
              <w:t>106</w:t>
            </w:r>
          </w:p>
        </w:tc>
      </w:tr>
    </w:tbl>
    <w:p w14:paraId="3F3162D1" w14:textId="77777777" w:rsidR="0031223F" w:rsidRPr="00113707" w:rsidRDefault="0031223F" w:rsidP="005417A0">
      <w:pPr>
        <w:pStyle w:val="2"/>
        <w:spacing w:before="480" w:after="480"/>
        <w:rPr>
          <w:sz w:val="20"/>
        </w:rPr>
      </w:pPr>
      <w:bookmarkStart w:id="112" w:name="_Toc178757168"/>
      <w:r w:rsidRPr="00113707">
        <w:rPr>
          <w:sz w:val="20"/>
        </w:rPr>
        <w:lastRenderedPageBreak/>
        <w:t>ОБЩЕСТВЕННОЕ ПИТАНИЕ</w:t>
      </w:r>
      <w:bookmarkEnd w:id="111"/>
      <w:bookmarkEnd w:id="112"/>
    </w:p>
    <w:p w14:paraId="64A8CB28" w14:textId="63E11732" w:rsidR="0031223F" w:rsidRPr="0047275E" w:rsidRDefault="00AC73CF" w:rsidP="00465ED5">
      <w:pPr>
        <w:pStyle w:val="3"/>
        <w:ind w:right="0" w:firstLine="709"/>
        <w:jc w:val="both"/>
        <w:rPr>
          <w:b w:val="0"/>
        </w:rPr>
      </w:pPr>
      <w:bookmarkStart w:id="113" w:name="_Toc414870598"/>
      <w:bookmarkStart w:id="114" w:name="_Toc493779748"/>
      <w:bookmarkStart w:id="115" w:name="_Toc178757169"/>
      <w:r w:rsidRPr="0047275E">
        <w:rPr>
          <w:bCs/>
        </w:rPr>
        <w:t xml:space="preserve">Оборот </w:t>
      </w:r>
      <w:r w:rsidRPr="008242DA">
        <w:rPr>
          <w:bCs/>
        </w:rPr>
        <w:t>общественного питания</w:t>
      </w:r>
      <w:r w:rsidRPr="00EE1FE4">
        <w:rPr>
          <w:b w:val="0"/>
        </w:rPr>
        <w:t xml:space="preserve"> </w:t>
      </w:r>
      <w:bookmarkEnd w:id="113"/>
      <w:bookmarkEnd w:id="114"/>
      <w:r w:rsidR="00BF1261" w:rsidRPr="00FD1DE7">
        <w:rPr>
          <w:b w:val="0"/>
        </w:rPr>
        <w:t xml:space="preserve">в </w:t>
      </w:r>
      <w:r w:rsidR="00425761" w:rsidRPr="00D5767C">
        <w:rPr>
          <w:b w:val="0"/>
        </w:rPr>
        <w:t>январе-</w:t>
      </w:r>
      <w:r w:rsidR="00A13D99">
        <w:rPr>
          <w:b w:val="0"/>
        </w:rPr>
        <w:t>августе</w:t>
      </w:r>
      <w:r w:rsidR="009600AE" w:rsidRPr="00D5767C">
        <w:rPr>
          <w:b w:val="0"/>
        </w:rPr>
        <w:t xml:space="preserve"> 2024</w:t>
      </w:r>
      <w:r w:rsidR="00BF1261" w:rsidRPr="00D5767C">
        <w:rPr>
          <w:b w:val="0"/>
        </w:rPr>
        <w:t xml:space="preserve"> год</w:t>
      </w:r>
      <w:r w:rsidR="009600AE" w:rsidRPr="00D5767C">
        <w:rPr>
          <w:b w:val="0"/>
        </w:rPr>
        <w:t>а</w:t>
      </w:r>
      <w:r w:rsidR="00BF1261" w:rsidRPr="00D5767C">
        <w:rPr>
          <w:b w:val="0"/>
        </w:rPr>
        <w:t xml:space="preserve"> составил</w:t>
      </w:r>
      <w:r w:rsidR="009600AE" w:rsidRPr="00D5767C">
        <w:rPr>
          <w:b w:val="0"/>
        </w:rPr>
        <w:br/>
      </w:r>
      <w:r w:rsidR="00932CFF" w:rsidRPr="0023049C">
        <w:rPr>
          <w:b w:val="0"/>
          <w:noProof/>
          <w:lang w:eastAsia="x-none"/>
        </w:rPr>
        <w:t>9287</w:t>
      </w:r>
      <w:r w:rsidR="00932CFF">
        <w:rPr>
          <w:b w:val="0"/>
          <w:noProof/>
          <w:lang w:eastAsia="x-none"/>
        </w:rPr>
        <w:t xml:space="preserve">,5 </w:t>
      </w:r>
      <w:r w:rsidR="008024EE" w:rsidRPr="00D5767C">
        <w:rPr>
          <w:b w:val="0"/>
        </w:rPr>
        <w:t xml:space="preserve">млн рублей или </w:t>
      </w:r>
      <w:r w:rsidR="00932CFF">
        <w:rPr>
          <w:b w:val="0"/>
          <w:noProof/>
          <w:lang w:eastAsia="x-none"/>
        </w:rPr>
        <w:t>99,8</w:t>
      </w:r>
      <w:r w:rsidR="00FA5B8E" w:rsidRPr="00D5767C">
        <w:rPr>
          <w:b w:val="0"/>
        </w:rPr>
        <w:t xml:space="preserve">% (в сопоставимых ценах) к </w:t>
      </w:r>
      <w:r w:rsidR="00884377" w:rsidRPr="00D5767C">
        <w:rPr>
          <w:b w:val="0"/>
        </w:rPr>
        <w:t>январю-</w:t>
      </w:r>
      <w:r w:rsidR="00A13D99">
        <w:rPr>
          <w:b w:val="0"/>
        </w:rPr>
        <w:t>августу</w:t>
      </w:r>
      <w:r w:rsidR="00FA5B8E" w:rsidRPr="00D5767C">
        <w:rPr>
          <w:b w:val="0"/>
        </w:rPr>
        <w:t xml:space="preserve"> 2023 года</w:t>
      </w:r>
      <w:r w:rsidR="00A25F61" w:rsidRPr="00D5767C">
        <w:rPr>
          <w:b w:val="0"/>
        </w:rPr>
        <w:t>.</w:t>
      </w:r>
      <w:bookmarkEnd w:id="115"/>
    </w:p>
    <w:p w14:paraId="3A86B890" w14:textId="77777777" w:rsidR="0031223F" w:rsidRPr="0047275E" w:rsidRDefault="0031223F" w:rsidP="005417A0">
      <w:pPr>
        <w:pStyle w:val="3"/>
        <w:spacing w:before="360" w:after="360"/>
        <w:ind w:right="0"/>
        <w:rPr>
          <w:bCs/>
        </w:rPr>
      </w:pPr>
      <w:bookmarkStart w:id="116" w:name="_Toc417301680"/>
      <w:bookmarkStart w:id="117" w:name="_Toc493779749"/>
      <w:bookmarkStart w:id="118" w:name="_Toc178757170"/>
      <w:r w:rsidRPr="0047275E">
        <w:rPr>
          <w:bCs/>
        </w:rPr>
        <w:t>Динамика оборота общественного питания</w:t>
      </w:r>
      <w:bookmarkEnd w:id="116"/>
      <w:bookmarkEnd w:id="117"/>
      <w:bookmarkEnd w:id="118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C33ECE" w14:paraId="0AD1CCBA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5D634FE4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19" w:name="_Toc493779751"/>
          </w:p>
        </w:tc>
        <w:tc>
          <w:tcPr>
            <w:tcW w:w="2268" w:type="dxa"/>
            <w:vMerge w:val="restart"/>
            <w:vAlign w:val="center"/>
          </w:tcPr>
          <w:p w14:paraId="45FCC707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Млн</w:t>
            </w:r>
            <w:r w:rsidRPr="00C33ECE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0D6C3249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proofErr w:type="gramStart"/>
            <w:r w:rsidRPr="00C33ECE">
              <w:rPr>
                <w:b/>
                <w:sz w:val="20"/>
              </w:rPr>
              <w:t>В  %</w:t>
            </w:r>
            <w:proofErr w:type="gramEnd"/>
            <w:r w:rsidRPr="00C33ECE">
              <w:rPr>
                <w:b/>
                <w:sz w:val="20"/>
              </w:rPr>
              <w:t xml:space="preserve">  к</w:t>
            </w:r>
          </w:p>
        </w:tc>
      </w:tr>
      <w:tr w:rsidR="008024EE" w:rsidRPr="00C33ECE" w14:paraId="68667CD1" w14:textId="77777777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14:paraId="2DA7A382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33884F3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14:paraId="7A512621" w14:textId="77777777" w:rsidR="008024EE" w:rsidRPr="00C33ECE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14:paraId="1630C79D" w14:textId="77777777" w:rsidR="008024EE" w:rsidRPr="00C33ECE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14:paraId="32BA1C6A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3ECF5344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46F2331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8E0D7A4" w14:textId="77777777" w:rsidR="008024EE" w:rsidRPr="00C33ECE" w:rsidRDefault="008024EE" w:rsidP="008024EE">
            <w:pPr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54BD6CD8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942,1</w:t>
            </w:r>
          </w:p>
        </w:tc>
        <w:tc>
          <w:tcPr>
            <w:tcW w:w="2269" w:type="dxa"/>
            <w:vAlign w:val="center"/>
          </w:tcPr>
          <w:p w14:paraId="0205722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110,0</w:t>
            </w:r>
          </w:p>
        </w:tc>
        <w:tc>
          <w:tcPr>
            <w:tcW w:w="2267" w:type="dxa"/>
            <w:vAlign w:val="bottom"/>
          </w:tcPr>
          <w:p w14:paraId="25F8702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93,5</w:t>
            </w:r>
          </w:p>
        </w:tc>
      </w:tr>
      <w:tr w:rsidR="008024EE" w:rsidRPr="00C33ECE" w14:paraId="73E2C86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49E3A44" w14:textId="77777777" w:rsidR="008024EE" w:rsidRPr="00C33ECE" w:rsidRDefault="008024EE" w:rsidP="008024EE">
            <w:pPr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552E1ECA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907,4</w:t>
            </w:r>
          </w:p>
        </w:tc>
        <w:tc>
          <w:tcPr>
            <w:tcW w:w="2269" w:type="dxa"/>
            <w:vAlign w:val="center"/>
          </w:tcPr>
          <w:p w14:paraId="65600E4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14:paraId="3110FDBB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96,2</w:t>
            </w:r>
          </w:p>
        </w:tc>
      </w:tr>
      <w:tr w:rsidR="008024EE" w:rsidRPr="00C33ECE" w14:paraId="07A23E0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2EC63F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43784CF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993,4</w:t>
            </w:r>
          </w:p>
        </w:tc>
        <w:tc>
          <w:tcPr>
            <w:tcW w:w="2269" w:type="dxa"/>
            <w:vAlign w:val="center"/>
          </w:tcPr>
          <w:p w14:paraId="792D2652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115,8</w:t>
            </w:r>
          </w:p>
        </w:tc>
        <w:tc>
          <w:tcPr>
            <w:tcW w:w="2267" w:type="dxa"/>
            <w:vAlign w:val="bottom"/>
          </w:tcPr>
          <w:p w14:paraId="5424176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108,6</w:t>
            </w:r>
          </w:p>
        </w:tc>
      </w:tr>
      <w:tr w:rsidR="008024EE" w:rsidRPr="00C33ECE" w14:paraId="73D46B9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6337A0C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2FDE0BD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2842,9</w:t>
            </w:r>
          </w:p>
        </w:tc>
        <w:tc>
          <w:tcPr>
            <w:tcW w:w="2269" w:type="dxa"/>
            <w:vAlign w:val="center"/>
          </w:tcPr>
          <w:p w14:paraId="7478AC6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110,1</w:t>
            </w:r>
          </w:p>
        </w:tc>
        <w:tc>
          <w:tcPr>
            <w:tcW w:w="2267" w:type="dxa"/>
            <w:vAlign w:val="bottom"/>
          </w:tcPr>
          <w:p w14:paraId="547A532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098B20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31303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75138139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1058,6</w:t>
            </w:r>
          </w:p>
        </w:tc>
        <w:tc>
          <w:tcPr>
            <w:tcW w:w="2269" w:type="dxa"/>
            <w:vAlign w:val="center"/>
          </w:tcPr>
          <w:p w14:paraId="0851605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116,6</w:t>
            </w:r>
          </w:p>
        </w:tc>
        <w:tc>
          <w:tcPr>
            <w:tcW w:w="2267" w:type="dxa"/>
            <w:vAlign w:val="bottom"/>
          </w:tcPr>
          <w:p w14:paraId="34E9D48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106,0</w:t>
            </w:r>
          </w:p>
        </w:tc>
      </w:tr>
      <w:tr w:rsidR="008024EE" w:rsidRPr="00C33ECE" w14:paraId="4628E19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96E7A74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E5C8B0E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1068,0</w:t>
            </w:r>
          </w:p>
        </w:tc>
        <w:tc>
          <w:tcPr>
            <w:tcW w:w="2269" w:type="dxa"/>
            <w:vAlign w:val="center"/>
          </w:tcPr>
          <w:p w14:paraId="1F4F8CE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115,7</w:t>
            </w:r>
          </w:p>
        </w:tc>
        <w:tc>
          <w:tcPr>
            <w:tcW w:w="2267" w:type="dxa"/>
            <w:vAlign w:val="bottom"/>
          </w:tcPr>
          <w:p w14:paraId="49DD343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100,7</w:t>
            </w:r>
          </w:p>
        </w:tc>
      </w:tr>
      <w:tr w:rsidR="008024EE" w:rsidRPr="00C33ECE" w14:paraId="14F739D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82989B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2C94388C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1037,6</w:t>
            </w:r>
          </w:p>
        </w:tc>
        <w:tc>
          <w:tcPr>
            <w:tcW w:w="2269" w:type="dxa"/>
            <w:vAlign w:val="center"/>
          </w:tcPr>
          <w:p w14:paraId="4D4A264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107,4</w:t>
            </w:r>
          </w:p>
        </w:tc>
        <w:tc>
          <w:tcPr>
            <w:tcW w:w="2267" w:type="dxa"/>
            <w:vAlign w:val="bottom"/>
          </w:tcPr>
          <w:p w14:paraId="30AA6BD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14:paraId="5053679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B7201A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0FB6781B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3164,3</w:t>
            </w:r>
          </w:p>
        </w:tc>
        <w:tc>
          <w:tcPr>
            <w:tcW w:w="2269" w:type="dxa"/>
            <w:vAlign w:val="center"/>
          </w:tcPr>
          <w:p w14:paraId="662A50D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113,1</w:t>
            </w:r>
          </w:p>
        </w:tc>
        <w:tc>
          <w:tcPr>
            <w:tcW w:w="2267" w:type="dxa"/>
            <w:vAlign w:val="bottom"/>
          </w:tcPr>
          <w:p w14:paraId="006C285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6330B50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ABA069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</w:t>
            </w:r>
            <w:r w:rsidRPr="00C33ECE"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3D9BA207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6007,1</w:t>
            </w:r>
          </w:p>
        </w:tc>
        <w:tc>
          <w:tcPr>
            <w:tcW w:w="2269" w:type="dxa"/>
            <w:vAlign w:val="center"/>
          </w:tcPr>
          <w:p w14:paraId="16A3B1D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111,6</w:t>
            </w:r>
          </w:p>
        </w:tc>
        <w:tc>
          <w:tcPr>
            <w:tcW w:w="2267" w:type="dxa"/>
            <w:vAlign w:val="bottom"/>
          </w:tcPr>
          <w:p w14:paraId="20EA9A5D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3EDC285D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9DC62D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65C8971E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1079,0</w:t>
            </w:r>
          </w:p>
        </w:tc>
        <w:tc>
          <w:tcPr>
            <w:tcW w:w="2269" w:type="dxa"/>
            <w:vAlign w:val="center"/>
          </w:tcPr>
          <w:p w14:paraId="5B5A53E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107,5</w:t>
            </w:r>
          </w:p>
        </w:tc>
        <w:tc>
          <w:tcPr>
            <w:tcW w:w="2267" w:type="dxa"/>
            <w:vAlign w:val="bottom"/>
          </w:tcPr>
          <w:p w14:paraId="3350D3DA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</w:tr>
      <w:tr w:rsidR="008024EE" w:rsidRPr="00C33ECE" w14:paraId="1B1286E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F054D4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2972804D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1056,9</w:t>
            </w:r>
          </w:p>
        </w:tc>
        <w:tc>
          <w:tcPr>
            <w:tcW w:w="2269" w:type="dxa"/>
            <w:vAlign w:val="center"/>
          </w:tcPr>
          <w:p w14:paraId="28B0C5D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  <w:tc>
          <w:tcPr>
            <w:tcW w:w="2267" w:type="dxa"/>
            <w:vAlign w:val="bottom"/>
          </w:tcPr>
          <w:p w14:paraId="20A2A7F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</w:tr>
      <w:tr w:rsidR="00932CFF" w:rsidRPr="00C33ECE" w14:paraId="358CE70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5FD295C" w14:textId="6C6BE5B3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6C288C01" w14:textId="0257F5FF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B5088F">
              <w:rPr>
                <w:b/>
                <w:color w:val="000000"/>
                <w:sz w:val="20"/>
              </w:rPr>
              <w:t>8143</w:t>
            </w:r>
            <w:r>
              <w:rPr>
                <w:b/>
                <w:color w:val="000000"/>
                <w:sz w:val="20"/>
              </w:rPr>
              <w:t>,</w:t>
            </w:r>
            <w:r w:rsidRPr="00B5088F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2269" w:type="dxa"/>
            <w:vAlign w:val="center"/>
          </w:tcPr>
          <w:p w14:paraId="6A8FFD8B" w14:textId="0384F5C2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B5088F">
              <w:rPr>
                <w:b/>
                <w:bCs/>
                <w:sz w:val="20"/>
              </w:rPr>
              <w:t>109,4</w:t>
            </w:r>
          </w:p>
        </w:tc>
        <w:tc>
          <w:tcPr>
            <w:tcW w:w="2267" w:type="dxa"/>
            <w:vAlign w:val="bottom"/>
          </w:tcPr>
          <w:p w14:paraId="30FEAF04" w14:textId="1ED4B6D9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3641DC4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0CEDD8F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B1677EA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1048,6</w:t>
            </w:r>
          </w:p>
        </w:tc>
        <w:tc>
          <w:tcPr>
            <w:tcW w:w="2269" w:type="dxa"/>
            <w:vAlign w:val="center"/>
          </w:tcPr>
          <w:p w14:paraId="780311FD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99,5</w:t>
            </w:r>
          </w:p>
        </w:tc>
        <w:tc>
          <w:tcPr>
            <w:tcW w:w="2267" w:type="dxa"/>
            <w:vAlign w:val="bottom"/>
          </w:tcPr>
          <w:p w14:paraId="28D609C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</w:tr>
      <w:tr w:rsidR="00932CFF" w:rsidRPr="00C33ECE" w14:paraId="6D92413B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7AD5AFB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087FCF6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3184,5</w:t>
            </w:r>
          </w:p>
        </w:tc>
        <w:tc>
          <w:tcPr>
            <w:tcW w:w="2269" w:type="dxa"/>
            <w:vAlign w:val="center"/>
          </w:tcPr>
          <w:p w14:paraId="2C0068E6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102,5</w:t>
            </w:r>
          </w:p>
        </w:tc>
        <w:tc>
          <w:tcPr>
            <w:tcW w:w="2267" w:type="dxa"/>
            <w:vAlign w:val="bottom"/>
          </w:tcPr>
          <w:p w14:paraId="26C4F90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1775A09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EDD5D69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2D554B0E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9191,6</w:t>
            </w:r>
          </w:p>
        </w:tc>
        <w:tc>
          <w:tcPr>
            <w:tcW w:w="2269" w:type="dxa"/>
            <w:vAlign w:val="center"/>
          </w:tcPr>
          <w:p w14:paraId="3C2D1D9F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108,1</w:t>
            </w:r>
          </w:p>
        </w:tc>
        <w:tc>
          <w:tcPr>
            <w:tcW w:w="2267" w:type="dxa"/>
            <w:vAlign w:val="bottom"/>
          </w:tcPr>
          <w:p w14:paraId="29D625D2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31F55AB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69E7648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582C6F30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1066,9</w:t>
            </w:r>
          </w:p>
        </w:tc>
        <w:tc>
          <w:tcPr>
            <w:tcW w:w="2269" w:type="dxa"/>
            <w:vAlign w:val="center"/>
          </w:tcPr>
          <w:p w14:paraId="3BB265C5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45F70E88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98,2</w:t>
            </w:r>
          </w:p>
        </w:tc>
      </w:tr>
      <w:tr w:rsidR="00932CFF" w:rsidRPr="00C33ECE" w14:paraId="1F495E8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CA4DF44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4C15F890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1042,1</w:t>
            </w:r>
          </w:p>
        </w:tc>
        <w:tc>
          <w:tcPr>
            <w:tcW w:w="2269" w:type="dxa"/>
            <w:vAlign w:val="center"/>
          </w:tcPr>
          <w:p w14:paraId="01ED8362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7" w:type="dxa"/>
            <w:vAlign w:val="bottom"/>
          </w:tcPr>
          <w:p w14:paraId="0FD5FCA1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95,9</w:t>
            </w:r>
          </w:p>
        </w:tc>
      </w:tr>
      <w:tr w:rsidR="00932CFF" w:rsidRPr="00C33ECE" w14:paraId="3AF07FC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CBCD1DC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52CBDD2E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1101,1</w:t>
            </w:r>
          </w:p>
        </w:tc>
        <w:tc>
          <w:tcPr>
            <w:tcW w:w="2269" w:type="dxa"/>
            <w:vAlign w:val="center"/>
          </w:tcPr>
          <w:p w14:paraId="71F11C01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  <w:tc>
          <w:tcPr>
            <w:tcW w:w="2267" w:type="dxa"/>
            <w:vAlign w:val="bottom"/>
          </w:tcPr>
          <w:p w14:paraId="49CC3A9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932CFF" w:rsidRPr="00C33ECE" w14:paraId="43A7F9E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63F095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0114971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3210,1</w:t>
            </w:r>
          </w:p>
        </w:tc>
        <w:tc>
          <w:tcPr>
            <w:tcW w:w="2269" w:type="dxa"/>
            <w:vAlign w:val="center"/>
          </w:tcPr>
          <w:p w14:paraId="023B2834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14:paraId="3282168D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42EC6F1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E2A6211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5B00EF87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12401,7</w:t>
            </w:r>
          </w:p>
        </w:tc>
        <w:tc>
          <w:tcPr>
            <w:tcW w:w="2269" w:type="dxa"/>
            <w:vAlign w:val="center"/>
          </w:tcPr>
          <w:p w14:paraId="4DF20793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2267" w:type="dxa"/>
            <w:vAlign w:val="bottom"/>
          </w:tcPr>
          <w:p w14:paraId="59198411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2822694B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036DD8CA" w14:textId="77777777" w:rsidR="00932CFF" w:rsidRPr="00C33ECE" w:rsidRDefault="00932CFF" w:rsidP="00932CF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103528" w:rsidRPr="00C33ECE" w14:paraId="514F9B2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B2E26A8" w14:textId="4B846C34" w:rsidR="00103528" w:rsidRPr="00C33ECE" w:rsidRDefault="00103528" w:rsidP="001035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448DCEA7" w14:textId="0B94C755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1052,2</w:t>
            </w:r>
          </w:p>
        </w:tc>
        <w:tc>
          <w:tcPr>
            <w:tcW w:w="2269" w:type="dxa"/>
            <w:vAlign w:val="center"/>
          </w:tcPr>
          <w:p w14:paraId="0F3DAB6C" w14:textId="21E44189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100,0</w:t>
            </w:r>
          </w:p>
        </w:tc>
        <w:tc>
          <w:tcPr>
            <w:tcW w:w="2267" w:type="dxa"/>
            <w:vAlign w:val="bottom"/>
          </w:tcPr>
          <w:p w14:paraId="4BE5FE0A" w14:textId="050D4FD4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93,9</w:t>
            </w:r>
          </w:p>
        </w:tc>
      </w:tr>
      <w:tr w:rsidR="00103528" w:rsidRPr="00C33ECE" w14:paraId="4188B57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5FEFE20" w14:textId="2561AFD9" w:rsidR="00103528" w:rsidRPr="00C33ECE" w:rsidRDefault="00103528" w:rsidP="00103528">
            <w:pPr>
              <w:jc w:val="left"/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52681A38" w14:textId="5047ADA9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1047,2</w:t>
            </w:r>
          </w:p>
        </w:tc>
        <w:tc>
          <w:tcPr>
            <w:tcW w:w="2269" w:type="dxa"/>
            <w:vAlign w:val="center"/>
          </w:tcPr>
          <w:p w14:paraId="7EC2B546" w14:textId="28B61C91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14:paraId="0EB143F5" w14:textId="61EC6C31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98,7</w:t>
            </w:r>
          </w:p>
        </w:tc>
      </w:tr>
      <w:tr w:rsidR="00103528" w:rsidRPr="00C33ECE" w14:paraId="73BD96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4A7720C" w14:textId="3CDA836B" w:rsidR="00103528" w:rsidRPr="00C33ECE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16CF16F2" w14:textId="73127EC4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1075,8</w:t>
            </w:r>
          </w:p>
        </w:tc>
        <w:tc>
          <w:tcPr>
            <w:tcW w:w="2269" w:type="dxa"/>
            <w:vAlign w:val="center"/>
          </w:tcPr>
          <w:p w14:paraId="21AFFA90" w14:textId="42CD3F11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95,7</w:t>
            </w:r>
          </w:p>
        </w:tc>
        <w:tc>
          <w:tcPr>
            <w:tcW w:w="2267" w:type="dxa"/>
            <w:vAlign w:val="bottom"/>
          </w:tcPr>
          <w:p w14:paraId="772C2613" w14:textId="357E4419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101,3</w:t>
            </w:r>
          </w:p>
        </w:tc>
      </w:tr>
      <w:tr w:rsidR="00103528" w:rsidRPr="00C33ECE" w14:paraId="6BE684F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B50C4B2" w14:textId="16320484" w:rsidR="00103528" w:rsidRPr="00C33ECE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496AD9D" w14:textId="5B1BEB89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3175,2</w:t>
            </w:r>
          </w:p>
        </w:tc>
        <w:tc>
          <w:tcPr>
            <w:tcW w:w="2269" w:type="dxa"/>
            <w:vAlign w:val="center"/>
          </w:tcPr>
          <w:p w14:paraId="538F4EC7" w14:textId="65A1CC01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14:paraId="3BCE141E" w14:textId="549D3895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C33ECE" w14:paraId="7F1752D6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5889955" w14:textId="1F0BD922" w:rsidR="00103528" w:rsidRPr="00C33ECE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46F0700" w14:textId="7A36A3D7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1123,4</w:t>
            </w:r>
          </w:p>
        </w:tc>
        <w:tc>
          <w:tcPr>
            <w:tcW w:w="2269" w:type="dxa"/>
            <w:vAlign w:val="center"/>
          </w:tcPr>
          <w:p w14:paraId="126C82E3" w14:textId="16A33796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93,6</w:t>
            </w:r>
          </w:p>
        </w:tc>
        <w:tc>
          <w:tcPr>
            <w:tcW w:w="2267" w:type="dxa"/>
            <w:vAlign w:val="bottom"/>
          </w:tcPr>
          <w:p w14:paraId="67E609EA" w14:textId="0236F7EE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103,6</w:t>
            </w:r>
          </w:p>
        </w:tc>
      </w:tr>
      <w:tr w:rsidR="00103528" w:rsidRPr="00C33ECE" w14:paraId="414CFA6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CD1CD1C" w14:textId="77777777" w:rsidR="00103528" w:rsidRPr="00563386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56338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7B67E44" w14:textId="419DFD2F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1188,7</w:t>
            </w:r>
          </w:p>
        </w:tc>
        <w:tc>
          <w:tcPr>
            <w:tcW w:w="2269" w:type="dxa"/>
            <w:vAlign w:val="center"/>
          </w:tcPr>
          <w:p w14:paraId="0F16E168" w14:textId="51BD142E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96,8</w:t>
            </w:r>
          </w:p>
        </w:tc>
        <w:tc>
          <w:tcPr>
            <w:tcW w:w="2267" w:type="dxa"/>
            <w:vAlign w:val="bottom"/>
          </w:tcPr>
          <w:p w14:paraId="7BD1F911" w14:textId="0F563CEF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104,2</w:t>
            </w:r>
          </w:p>
        </w:tc>
      </w:tr>
      <w:tr w:rsidR="00103528" w:rsidRPr="00EB0170" w14:paraId="2FB2D83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12F6416" w14:textId="0DA0EE47" w:rsidR="00103528" w:rsidRPr="00563386" w:rsidRDefault="00103528" w:rsidP="00103528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521F86F1" w14:textId="4EC47B88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B142F8">
              <w:rPr>
                <w:b/>
                <w:sz w:val="20"/>
              </w:rPr>
              <w:t>1193,6</w:t>
            </w:r>
          </w:p>
        </w:tc>
        <w:tc>
          <w:tcPr>
            <w:tcW w:w="2269" w:type="dxa"/>
            <w:vAlign w:val="center"/>
          </w:tcPr>
          <w:p w14:paraId="1E88BB6C" w14:textId="136E087F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B142F8">
              <w:rPr>
                <w:b/>
                <w:bCs/>
                <w:sz w:val="20"/>
              </w:rPr>
              <w:t>99,1</w:t>
            </w:r>
          </w:p>
        </w:tc>
        <w:tc>
          <w:tcPr>
            <w:tcW w:w="2267" w:type="dxa"/>
            <w:vAlign w:val="bottom"/>
          </w:tcPr>
          <w:p w14:paraId="7E8AD8FA" w14:textId="249F02D5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B142F8">
              <w:rPr>
                <w:b/>
                <w:bCs/>
                <w:sz w:val="20"/>
              </w:rPr>
              <w:t>99</w:t>
            </w:r>
            <w:r>
              <w:rPr>
                <w:b/>
                <w:bCs/>
                <w:sz w:val="20"/>
              </w:rPr>
              <w:t>,0</w:t>
            </w:r>
          </w:p>
        </w:tc>
      </w:tr>
      <w:tr w:rsidR="00103528" w:rsidRPr="00EB0170" w14:paraId="6E2F8E5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6E2F532" w14:textId="71E1E552" w:rsidR="00103528" w:rsidRPr="00563386" w:rsidRDefault="00103528" w:rsidP="00103528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3BE55243" w14:textId="4145ABE6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E31725">
              <w:rPr>
                <w:b/>
                <w:sz w:val="20"/>
              </w:rPr>
              <w:t>3505,7</w:t>
            </w:r>
          </w:p>
        </w:tc>
        <w:tc>
          <w:tcPr>
            <w:tcW w:w="2269" w:type="dxa"/>
            <w:vAlign w:val="center"/>
          </w:tcPr>
          <w:p w14:paraId="679198AC" w14:textId="4361D118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  <w:tc>
          <w:tcPr>
            <w:tcW w:w="2267" w:type="dxa"/>
            <w:vAlign w:val="bottom"/>
          </w:tcPr>
          <w:p w14:paraId="579AF180" w14:textId="6DF9AFF0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EB0170" w14:paraId="4B394CD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F5D1C74" w14:textId="02276699" w:rsidR="00103528" w:rsidRPr="00563386" w:rsidRDefault="00103528" w:rsidP="00103528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I</w:t>
            </w:r>
            <w:r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521956BF" w14:textId="011A8CAA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B142F8">
              <w:rPr>
                <w:b/>
                <w:sz w:val="20"/>
              </w:rPr>
              <w:t>6681,0</w:t>
            </w:r>
          </w:p>
        </w:tc>
        <w:tc>
          <w:tcPr>
            <w:tcW w:w="2269" w:type="dxa"/>
            <w:vAlign w:val="center"/>
          </w:tcPr>
          <w:p w14:paraId="3121B79A" w14:textId="0AAE58D0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B142F8">
              <w:rPr>
                <w:b/>
                <w:bCs/>
                <w:sz w:val="20"/>
              </w:rPr>
              <w:t>97,9</w:t>
            </w:r>
          </w:p>
        </w:tc>
        <w:tc>
          <w:tcPr>
            <w:tcW w:w="2267" w:type="dxa"/>
            <w:vAlign w:val="bottom"/>
          </w:tcPr>
          <w:p w14:paraId="758D5D18" w14:textId="41B0CCC0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EB0170" w14:paraId="311078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7668452" w14:textId="4940854F" w:rsidR="00103528" w:rsidRDefault="00103528" w:rsidP="00103528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22EEF9BC" w14:textId="7400B045" w:rsidR="00103528" w:rsidRPr="00A13D99" w:rsidRDefault="00103528" w:rsidP="00103528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 w:rsidRPr="001C17CF">
              <w:rPr>
                <w:b/>
                <w:sz w:val="20"/>
              </w:rPr>
              <w:t>1240</w:t>
            </w:r>
            <w:r>
              <w:rPr>
                <w:b/>
                <w:sz w:val="20"/>
              </w:rPr>
              <w:t>,9</w:t>
            </w:r>
          </w:p>
        </w:tc>
        <w:tc>
          <w:tcPr>
            <w:tcW w:w="2269" w:type="dxa"/>
            <w:vAlign w:val="center"/>
          </w:tcPr>
          <w:p w14:paraId="44EF60C3" w14:textId="4B8F2682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1C17CF">
              <w:rPr>
                <w:b/>
                <w:bCs/>
                <w:sz w:val="20"/>
              </w:rPr>
              <w:t>98,6</w:t>
            </w:r>
          </w:p>
        </w:tc>
        <w:tc>
          <w:tcPr>
            <w:tcW w:w="2267" w:type="dxa"/>
            <w:vAlign w:val="bottom"/>
          </w:tcPr>
          <w:p w14:paraId="2E5FECE9" w14:textId="207A225B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1C17CF">
              <w:rPr>
                <w:b/>
                <w:bCs/>
                <w:sz w:val="20"/>
              </w:rPr>
              <w:t>103,9</w:t>
            </w:r>
          </w:p>
        </w:tc>
      </w:tr>
      <w:tr w:rsidR="00103528" w:rsidRPr="00EB0170" w14:paraId="243738B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F874F58" w14:textId="2F7DF55D" w:rsidR="00103528" w:rsidRDefault="00103528" w:rsidP="00103528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64FBC499" w14:textId="690FFFED" w:rsidR="00103528" w:rsidRPr="00A13D99" w:rsidRDefault="00103528" w:rsidP="00103528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 w:rsidRPr="00813552">
              <w:rPr>
                <w:b/>
                <w:sz w:val="20"/>
              </w:rPr>
              <w:t>1263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2269" w:type="dxa"/>
            <w:vAlign w:val="center"/>
          </w:tcPr>
          <w:p w14:paraId="29B2156C" w14:textId="3A4B475D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103,2</w:t>
            </w:r>
          </w:p>
        </w:tc>
        <w:tc>
          <w:tcPr>
            <w:tcW w:w="2267" w:type="dxa"/>
            <w:vAlign w:val="bottom"/>
          </w:tcPr>
          <w:p w14:paraId="2FECA308" w14:textId="402FE4CE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99,6</w:t>
            </w:r>
          </w:p>
        </w:tc>
      </w:tr>
      <w:tr w:rsidR="00103528" w:rsidRPr="00EB0170" w14:paraId="50BF5A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5BDA474" w14:textId="0E3ACDD9" w:rsidR="00103528" w:rsidRDefault="00103528" w:rsidP="00103528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475AD29A" w14:textId="08698749" w:rsidR="00103528" w:rsidRPr="00A13D99" w:rsidRDefault="00103528" w:rsidP="00103528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 w:rsidRPr="00813552">
              <w:rPr>
                <w:b/>
                <w:sz w:val="20"/>
              </w:rPr>
              <w:t>9287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69" w:type="dxa"/>
            <w:vAlign w:val="center"/>
          </w:tcPr>
          <w:p w14:paraId="024E3D55" w14:textId="5377A3D5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99,8</w:t>
            </w:r>
          </w:p>
        </w:tc>
        <w:tc>
          <w:tcPr>
            <w:tcW w:w="2267" w:type="dxa"/>
            <w:vAlign w:val="bottom"/>
          </w:tcPr>
          <w:p w14:paraId="0E93A220" w14:textId="2FD4F194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432B0CFF" w14:textId="77777777" w:rsidR="005A66EF" w:rsidRDefault="005A66EF">
      <w:pPr>
        <w:jc w:val="left"/>
        <w:rPr>
          <w:b/>
          <w:sz w:val="20"/>
        </w:rPr>
      </w:pPr>
      <w:r>
        <w:rPr>
          <w:sz w:val="20"/>
        </w:rPr>
        <w:br w:type="page"/>
      </w:r>
    </w:p>
    <w:p w14:paraId="7B1EB23D" w14:textId="5AE30C3E" w:rsidR="00F74A49" w:rsidRPr="00903A2E" w:rsidRDefault="00F74A49" w:rsidP="006E3317">
      <w:pPr>
        <w:pStyle w:val="2"/>
        <w:keepNext w:val="0"/>
        <w:spacing w:before="360" w:after="240"/>
        <w:rPr>
          <w:sz w:val="20"/>
          <w:vertAlign w:val="superscript"/>
        </w:rPr>
      </w:pPr>
      <w:bookmarkStart w:id="120" w:name="_Toc178757171"/>
      <w:r w:rsidRPr="001512DA">
        <w:rPr>
          <w:sz w:val="20"/>
        </w:rPr>
        <w:lastRenderedPageBreak/>
        <w:t xml:space="preserve">РЫНОК ПЛАТНЫХ </w:t>
      </w:r>
      <w:r w:rsidRPr="00E05098">
        <w:rPr>
          <w:sz w:val="20"/>
        </w:rPr>
        <w:t>УСЛУГ НАСЕЛЕНИЮ</w:t>
      </w:r>
      <w:bookmarkEnd w:id="120"/>
    </w:p>
    <w:p w14:paraId="63A8C7B1" w14:textId="156B2788" w:rsidR="00834655" w:rsidRDefault="008024EE" w:rsidP="006E3317">
      <w:pPr>
        <w:spacing w:before="100" w:beforeAutospacing="1" w:after="240"/>
        <w:ind w:firstLine="709"/>
      </w:pPr>
      <w:r w:rsidRPr="00D5767C">
        <w:t xml:space="preserve">В </w:t>
      </w:r>
      <w:r w:rsidR="00425761" w:rsidRPr="00D5767C">
        <w:t>январе-</w:t>
      </w:r>
      <w:r w:rsidR="00A13D99">
        <w:t>августе</w:t>
      </w:r>
      <w:r w:rsidRPr="00D5767C">
        <w:t xml:space="preserve"> 2024 года населению было оказано платных услуг</w:t>
      </w:r>
      <w:r w:rsidRPr="00D5767C">
        <w:br/>
        <w:t>на</w:t>
      </w:r>
      <w:r w:rsidR="009615D8" w:rsidRPr="00D5767C">
        <w:t xml:space="preserve"> </w:t>
      </w:r>
      <w:r w:rsidR="00103528" w:rsidRPr="00DD4B5D">
        <w:rPr>
          <w:noProof/>
        </w:rPr>
        <w:t>36157</w:t>
      </w:r>
      <w:r w:rsidR="00103528">
        <w:rPr>
          <w:noProof/>
        </w:rPr>
        <w:t>,3</w:t>
      </w:r>
      <w:r w:rsidR="00D5767C" w:rsidRPr="00D5767C">
        <w:rPr>
          <w:noProof/>
        </w:rPr>
        <w:t xml:space="preserve"> </w:t>
      </w:r>
      <w:r w:rsidRPr="00D5767C">
        <w:t xml:space="preserve">млн рублей. Удельный вес расходов на оплату услуг в потребительских расходах населения в </w:t>
      </w:r>
      <w:r w:rsidR="00A13D99">
        <w:t>августе</w:t>
      </w:r>
      <w:r w:rsidRPr="00D5767C">
        <w:t xml:space="preserve"> 2024 года составил </w:t>
      </w:r>
      <w:r w:rsidR="00103528">
        <w:t>14,</w:t>
      </w:r>
      <w:r w:rsidR="00103528" w:rsidRPr="00D5422F">
        <w:t>7</w:t>
      </w:r>
      <w:r w:rsidRPr="00D5767C">
        <w:t xml:space="preserve">% против </w:t>
      </w:r>
      <w:r w:rsidR="00103528" w:rsidRPr="00D5422F">
        <w:t>13,6</w:t>
      </w:r>
      <w:r w:rsidRPr="00D5767C">
        <w:t xml:space="preserve">% в </w:t>
      </w:r>
      <w:r w:rsidR="00A13D99">
        <w:t>августе</w:t>
      </w:r>
      <w:r w:rsidRPr="00D5767C">
        <w:t xml:space="preserve"> 2023 года</w:t>
      </w:r>
      <w:r w:rsidR="00834655" w:rsidRPr="00D5767C">
        <w:t>.</w:t>
      </w:r>
    </w:p>
    <w:p w14:paraId="5D01C31E" w14:textId="77777777" w:rsidR="0031223F" w:rsidRPr="00952250" w:rsidRDefault="0031223F" w:rsidP="006E3317">
      <w:pPr>
        <w:pStyle w:val="3"/>
        <w:spacing w:before="360" w:after="360"/>
        <w:ind w:right="0"/>
        <w:rPr>
          <w:bCs/>
        </w:rPr>
      </w:pPr>
      <w:bookmarkStart w:id="121" w:name="_Toc178757172"/>
      <w:r w:rsidRPr="00952250">
        <w:rPr>
          <w:bCs/>
        </w:rPr>
        <w:t>Динамика объема платных услуг населению</w:t>
      </w:r>
      <w:bookmarkEnd w:id="119"/>
      <w:bookmarkEnd w:id="12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1C02B8" w14:paraId="5A19B92A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27A72C5E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35DDD27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Млн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52F9F430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proofErr w:type="gramStart"/>
            <w:r w:rsidRPr="001C02B8">
              <w:rPr>
                <w:b/>
                <w:sz w:val="20"/>
              </w:rPr>
              <w:t>В  %</w:t>
            </w:r>
            <w:proofErr w:type="gramEnd"/>
            <w:r w:rsidRPr="001C02B8">
              <w:rPr>
                <w:b/>
                <w:sz w:val="20"/>
              </w:rPr>
              <w:t xml:space="preserve">  к</w:t>
            </w:r>
          </w:p>
        </w:tc>
      </w:tr>
      <w:tr w:rsidR="008024EE" w:rsidRPr="001C02B8" w14:paraId="21D7DD63" w14:textId="77777777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14:paraId="27E17765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FAE3031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14:paraId="287B7AC1" w14:textId="77777777" w:rsidR="008024EE" w:rsidRPr="001C02B8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14:paraId="2421055F" w14:textId="77777777" w:rsidR="008024EE" w:rsidRPr="001C02B8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1C02B8" w14:paraId="61B7A114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7154EA91" w14:textId="0CF235B5" w:rsidR="008024EE" w:rsidRPr="005E3618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sz w:val="20"/>
              </w:rPr>
              <w:t>2023</w:t>
            </w:r>
          </w:p>
        </w:tc>
      </w:tr>
      <w:tr w:rsidR="005E3618" w:rsidRPr="001C02B8" w14:paraId="58E61704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CAB6563" w14:textId="77777777" w:rsidR="005E3618" w:rsidRPr="001C02B8" w:rsidRDefault="005E3618" w:rsidP="005E3618">
            <w:pPr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365D8119" w14:textId="0983FFAA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4177,9</w:t>
            </w:r>
          </w:p>
        </w:tc>
        <w:tc>
          <w:tcPr>
            <w:tcW w:w="2269" w:type="dxa"/>
            <w:vAlign w:val="bottom"/>
          </w:tcPr>
          <w:p w14:paraId="3C2E78C5" w14:textId="27F3E3DE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100,4</w:t>
            </w:r>
          </w:p>
        </w:tc>
        <w:tc>
          <w:tcPr>
            <w:tcW w:w="2267" w:type="dxa"/>
            <w:vAlign w:val="bottom"/>
          </w:tcPr>
          <w:p w14:paraId="5DDBEB7E" w14:textId="52797D96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85,8</w:t>
            </w:r>
          </w:p>
        </w:tc>
      </w:tr>
      <w:tr w:rsidR="005E3618" w:rsidRPr="001C02B8" w14:paraId="067758D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E0DD0EB" w14:textId="77777777" w:rsidR="005E3618" w:rsidRPr="001C02B8" w:rsidRDefault="005E3618" w:rsidP="005E3618">
            <w:pPr>
              <w:rPr>
                <w:b/>
                <w:bCs/>
                <w:noProof/>
                <w:sz w:val="20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3148064" w14:textId="7836E6EB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4299,7</w:t>
            </w:r>
          </w:p>
        </w:tc>
        <w:tc>
          <w:tcPr>
            <w:tcW w:w="2269" w:type="dxa"/>
            <w:vAlign w:val="bottom"/>
          </w:tcPr>
          <w:p w14:paraId="048E5EF0" w14:textId="6D45B7EF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98,4</w:t>
            </w:r>
          </w:p>
        </w:tc>
        <w:tc>
          <w:tcPr>
            <w:tcW w:w="2267" w:type="dxa"/>
            <w:vAlign w:val="bottom"/>
          </w:tcPr>
          <w:p w14:paraId="64DCD229" w14:textId="26AE41B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102,6</w:t>
            </w:r>
          </w:p>
        </w:tc>
      </w:tr>
      <w:tr w:rsidR="005E3618" w:rsidRPr="001C02B8" w14:paraId="6CDE8BE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B982A2A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079662FB" w14:textId="061ACC24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4553,8</w:t>
            </w:r>
          </w:p>
        </w:tc>
        <w:tc>
          <w:tcPr>
            <w:tcW w:w="2269" w:type="dxa"/>
            <w:vAlign w:val="bottom"/>
          </w:tcPr>
          <w:p w14:paraId="2F5FE2DE" w14:textId="4D16345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14:paraId="0C8F3485" w14:textId="67E25DA5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105,1</w:t>
            </w:r>
          </w:p>
        </w:tc>
      </w:tr>
      <w:tr w:rsidR="005E3618" w:rsidRPr="001C02B8" w14:paraId="3D5A5444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0AB43D1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14:paraId="3555634C" w14:textId="722F68B1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13031,4</w:t>
            </w:r>
          </w:p>
        </w:tc>
        <w:tc>
          <w:tcPr>
            <w:tcW w:w="2269" w:type="dxa"/>
            <w:vAlign w:val="bottom"/>
          </w:tcPr>
          <w:p w14:paraId="27CF2132" w14:textId="1FD041C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14:paraId="503932AF" w14:textId="1377D299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14:paraId="58E25E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D5F95BC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7002FC0" w14:textId="76D6FB9D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4481,0</w:t>
            </w:r>
          </w:p>
        </w:tc>
        <w:tc>
          <w:tcPr>
            <w:tcW w:w="2269" w:type="dxa"/>
            <w:vAlign w:val="bottom"/>
          </w:tcPr>
          <w:p w14:paraId="0D34CC85" w14:textId="307FB38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14:paraId="3D96AFC8" w14:textId="2E17989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98,0</w:t>
            </w:r>
          </w:p>
        </w:tc>
      </w:tr>
      <w:tr w:rsidR="005E3618" w:rsidRPr="001C02B8" w14:paraId="0E558E1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F5416B4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7F7F2A6" w14:textId="5A44A793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14:paraId="5E249C80" w14:textId="16DD9563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105,0</w:t>
            </w:r>
          </w:p>
        </w:tc>
        <w:tc>
          <w:tcPr>
            <w:tcW w:w="2267" w:type="dxa"/>
            <w:vAlign w:val="bottom"/>
          </w:tcPr>
          <w:p w14:paraId="3D94BE4E" w14:textId="4DB8A86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94,7</w:t>
            </w:r>
          </w:p>
        </w:tc>
      </w:tr>
      <w:tr w:rsidR="005E3618" w:rsidRPr="001C02B8" w14:paraId="0B98975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2DFA4C0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78C0287F" w14:textId="4C543510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4175,6</w:t>
            </w:r>
          </w:p>
        </w:tc>
        <w:tc>
          <w:tcPr>
            <w:tcW w:w="2269" w:type="dxa"/>
            <w:vAlign w:val="bottom"/>
          </w:tcPr>
          <w:p w14:paraId="7EDE8CAA" w14:textId="55848D0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14:paraId="3AC751C4" w14:textId="5922A30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97,1</w:t>
            </w:r>
          </w:p>
        </w:tc>
      </w:tr>
      <w:tr w:rsidR="005E3618" w:rsidRPr="001C02B8" w14:paraId="5A12F16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7F35F03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14:paraId="4E90F7F1" w14:textId="20D41AF5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25946,4</w:t>
            </w:r>
          </w:p>
        </w:tc>
        <w:tc>
          <w:tcPr>
            <w:tcW w:w="2269" w:type="dxa"/>
            <w:vAlign w:val="bottom"/>
          </w:tcPr>
          <w:p w14:paraId="2A84AA26" w14:textId="041AE853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3E80463A" w14:textId="174F57ED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14:paraId="3F235E1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3C46140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FD3A3C0" w14:textId="59ECD32C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4155,5</w:t>
            </w:r>
          </w:p>
        </w:tc>
        <w:tc>
          <w:tcPr>
            <w:tcW w:w="2269" w:type="dxa"/>
            <w:vAlign w:val="bottom"/>
          </w:tcPr>
          <w:p w14:paraId="353DCBE0" w14:textId="6D6E220A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14:paraId="1EC32306" w14:textId="351CB86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99,4</w:t>
            </w:r>
          </w:p>
        </w:tc>
      </w:tr>
      <w:tr w:rsidR="005E3618" w:rsidRPr="001C02B8" w14:paraId="59F9C8C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ADC978E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0BAEF336" w14:textId="29DBB22C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14:paraId="51B5232D" w14:textId="6C4EF888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14:paraId="2D1356E8" w14:textId="2CA15C3D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103,2</w:t>
            </w:r>
          </w:p>
        </w:tc>
      </w:tr>
      <w:tr w:rsidR="00103528" w:rsidRPr="001C02B8" w14:paraId="4990144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DE76CF0" w14:textId="689F3FAA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0E46CE">
              <w:rPr>
                <w:b/>
                <w:bCs/>
                <w:noProof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624B20CE" w14:textId="405A4DAD" w:rsidR="00103528" w:rsidRPr="00F227D2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9D23CF">
              <w:rPr>
                <w:b/>
                <w:color w:val="000000"/>
                <w:sz w:val="20"/>
                <w:szCs w:val="22"/>
              </w:rPr>
              <w:t>34360,3</w:t>
            </w:r>
          </w:p>
        </w:tc>
        <w:tc>
          <w:tcPr>
            <w:tcW w:w="2269" w:type="dxa"/>
            <w:vAlign w:val="bottom"/>
          </w:tcPr>
          <w:p w14:paraId="77367525" w14:textId="6362B56B" w:rsidR="00103528" w:rsidRPr="00E4461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D23CF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7F39055F" w14:textId="5CD6C653" w:rsidR="00103528" w:rsidRPr="00E4461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14:paraId="2C5613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98C44C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25AF8C6D" w14:textId="455C5A1D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4283,8</w:t>
            </w:r>
          </w:p>
        </w:tc>
        <w:tc>
          <w:tcPr>
            <w:tcW w:w="2269" w:type="dxa"/>
            <w:vAlign w:val="bottom"/>
          </w:tcPr>
          <w:p w14:paraId="5AAAEBE4" w14:textId="02F9EF18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14:paraId="6A286FCE" w14:textId="4956160E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99,8</w:t>
            </w:r>
          </w:p>
        </w:tc>
      </w:tr>
      <w:tr w:rsidR="00103528" w:rsidRPr="001C02B8" w14:paraId="264520C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D440F6B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371086CA" w14:textId="0698E29F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38644,1</w:t>
            </w:r>
          </w:p>
        </w:tc>
        <w:tc>
          <w:tcPr>
            <w:tcW w:w="2269" w:type="dxa"/>
            <w:vAlign w:val="bottom"/>
          </w:tcPr>
          <w:p w14:paraId="100FC43C" w14:textId="323A957A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47E7E4E6" w14:textId="0C852724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14:paraId="19B78B5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5062D62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1907D4F5" w14:textId="6B3B3DEF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4370,3</w:t>
            </w:r>
          </w:p>
        </w:tc>
        <w:tc>
          <w:tcPr>
            <w:tcW w:w="2269" w:type="dxa"/>
            <w:vAlign w:val="bottom"/>
          </w:tcPr>
          <w:p w14:paraId="5C817200" w14:textId="5AC3D9F5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105,3</w:t>
            </w:r>
          </w:p>
        </w:tc>
        <w:tc>
          <w:tcPr>
            <w:tcW w:w="2267" w:type="dxa"/>
            <w:vAlign w:val="bottom"/>
          </w:tcPr>
          <w:p w14:paraId="6CFF5046" w14:textId="268D67A5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101,5</w:t>
            </w:r>
          </w:p>
        </w:tc>
      </w:tr>
      <w:tr w:rsidR="00103528" w:rsidRPr="001C02B8" w14:paraId="1A06F1E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1683589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05DA8876" w14:textId="19CDDE0A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4458,5</w:t>
            </w:r>
          </w:p>
        </w:tc>
        <w:tc>
          <w:tcPr>
            <w:tcW w:w="2269" w:type="dxa"/>
            <w:vAlign w:val="bottom"/>
          </w:tcPr>
          <w:p w14:paraId="2BB1D97B" w14:textId="09CBE8D9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104,0</w:t>
            </w:r>
          </w:p>
        </w:tc>
        <w:tc>
          <w:tcPr>
            <w:tcW w:w="2267" w:type="dxa"/>
            <w:vAlign w:val="bottom"/>
          </w:tcPr>
          <w:p w14:paraId="60F10984" w14:textId="6EB07DAF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102,5</w:t>
            </w:r>
          </w:p>
        </w:tc>
      </w:tr>
      <w:tr w:rsidR="00103528" w:rsidRPr="001C02B8" w14:paraId="4B55611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77A3848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46CDD914" w14:textId="03D28CE7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5007,3</w:t>
            </w:r>
          </w:p>
        </w:tc>
        <w:tc>
          <w:tcPr>
            <w:tcW w:w="2269" w:type="dxa"/>
            <w:vAlign w:val="bottom"/>
          </w:tcPr>
          <w:p w14:paraId="620DB393" w14:textId="3F7423CE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99,0</w:t>
            </w:r>
          </w:p>
        </w:tc>
        <w:tc>
          <w:tcPr>
            <w:tcW w:w="2267" w:type="dxa"/>
            <w:vAlign w:val="bottom"/>
          </w:tcPr>
          <w:p w14:paraId="42AEEA0A" w14:textId="658E5DEA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111,5</w:t>
            </w:r>
          </w:p>
        </w:tc>
      </w:tr>
      <w:tr w:rsidR="00103528" w:rsidRPr="001C02B8" w14:paraId="65C4F9E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57A98EE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Январь-декабрь</w:t>
            </w:r>
          </w:p>
        </w:tc>
        <w:tc>
          <w:tcPr>
            <w:tcW w:w="2268" w:type="dxa"/>
            <w:vAlign w:val="bottom"/>
          </w:tcPr>
          <w:p w14:paraId="6B49B9AD" w14:textId="21B5D02C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52480,2</w:t>
            </w:r>
          </w:p>
        </w:tc>
        <w:tc>
          <w:tcPr>
            <w:tcW w:w="2269" w:type="dxa"/>
            <w:vAlign w:val="bottom"/>
          </w:tcPr>
          <w:p w14:paraId="06650C2D" w14:textId="56FFEC9E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14:paraId="6D90C43B" w14:textId="332551ED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14:paraId="7D94BE81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50B2FCB0" w14:textId="77777777" w:rsidR="00103528" w:rsidRPr="001C02B8" w:rsidRDefault="00103528" w:rsidP="00103528">
            <w:pPr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2024</w:t>
            </w:r>
          </w:p>
        </w:tc>
      </w:tr>
      <w:tr w:rsidR="00103528" w:rsidRPr="001C02B8" w14:paraId="6A24288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E5D6182" w14:textId="76F67C24" w:rsidR="00103528" w:rsidRPr="001C02B8" w:rsidRDefault="00103528" w:rsidP="001035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6F72A1CC" w14:textId="72D361B5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E45BEB">
              <w:rPr>
                <w:b/>
                <w:color w:val="000000"/>
                <w:sz w:val="20"/>
                <w:szCs w:val="22"/>
              </w:rPr>
              <w:t>4382</w:t>
            </w:r>
            <w:r>
              <w:rPr>
                <w:b/>
                <w:color w:val="000000"/>
                <w:sz w:val="20"/>
                <w:szCs w:val="22"/>
              </w:rPr>
              <w:t>,7</w:t>
            </w:r>
          </w:p>
        </w:tc>
        <w:tc>
          <w:tcPr>
            <w:tcW w:w="2269" w:type="dxa"/>
            <w:vAlign w:val="bottom"/>
          </w:tcPr>
          <w:p w14:paraId="1BB60CB1" w14:textId="7F10617E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14:paraId="3211A643" w14:textId="6D97781E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87,8</w:t>
            </w:r>
          </w:p>
        </w:tc>
      </w:tr>
      <w:tr w:rsidR="00103528" w:rsidRPr="001C02B8" w14:paraId="03747AA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8331112" w14:textId="73CBAA00" w:rsidR="00103528" w:rsidRPr="001C02B8" w:rsidRDefault="00103528" w:rsidP="00103528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2A228D19" w14:textId="6D5E59B5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4545,3</w:t>
            </w:r>
          </w:p>
        </w:tc>
        <w:tc>
          <w:tcPr>
            <w:tcW w:w="2269" w:type="dxa"/>
            <w:vAlign w:val="bottom"/>
          </w:tcPr>
          <w:p w14:paraId="0A8BBC58" w14:textId="5BD14532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102,7</w:t>
            </w:r>
          </w:p>
        </w:tc>
        <w:tc>
          <w:tcPr>
            <w:tcW w:w="2267" w:type="dxa"/>
            <w:vAlign w:val="bottom"/>
          </w:tcPr>
          <w:p w14:paraId="2DC541A7" w14:textId="08D53C22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103,7</w:t>
            </w:r>
          </w:p>
        </w:tc>
      </w:tr>
      <w:tr w:rsidR="00103528" w:rsidRPr="001C02B8" w14:paraId="2D8DAFFD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6927AD1" w14:textId="3881973F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5C7E5A19" w14:textId="36D9420A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4755,5</w:t>
            </w:r>
          </w:p>
        </w:tc>
        <w:tc>
          <w:tcPr>
            <w:tcW w:w="2269" w:type="dxa"/>
            <w:vAlign w:val="bottom"/>
          </w:tcPr>
          <w:p w14:paraId="7653576E" w14:textId="44CE9B25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101,4</w:t>
            </w:r>
          </w:p>
        </w:tc>
        <w:tc>
          <w:tcPr>
            <w:tcW w:w="2267" w:type="dxa"/>
            <w:vAlign w:val="bottom"/>
          </w:tcPr>
          <w:p w14:paraId="764E1BCE" w14:textId="61D22427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104,3</w:t>
            </w:r>
          </w:p>
        </w:tc>
      </w:tr>
      <w:tr w:rsidR="00103528" w:rsidRPr="001C02B8" w14:paraId="4B27EF1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FA54405" w14:textId="1CF0F9C8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14:paraId="722F35C0" w14:textId="05D60C67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1B79">
              <w:rPr>
                <w:b/>
                <w:color w:val="000000"/>
                <w:sz w:val="20"/>
                <w:szCs w:val="22"/>
              </w:rPr>
              <w:t>13683</w:t>
            </w:r>
            <w:r>
              <w:rPr>
                <w:b/>
                <w:color w:val="000000"/>
                <w:sz w:val="20"/>
                <w:szCs w:val="22"/>
              </w:rPr>
              <w:t>,5</w:t>
            </w:r>
          </w:p>
        </w:tc>
        <w:tc>
          <w:tcPr>
            <w:tcW w:w="2269" w:type="dxa"/>
            <w:vAlign w:val="bottom"/>
          </w:tcPr>
          <w:p w14:paraId="182E00F6" w14:textId="314DA9A4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102,0</w:t>
            </w:r>
          </w:p>
        </w:tc>
        <w:tc>
          <w:tcPr>
            <w:tcW w:w="2267" w:type="dxa"/>
            <w:vAlign w:val="bottom"/>
          </w:tcPr>
          <w:p w14:paraId="37E79ABC" w14:textId="2685BCDC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14:paraId="1E0AC1BB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60B5809" w14:textId="2403ABFF" w:rsidR="00103528" w:rsidRPr="002F41EC" w:rsidRDefault="00103528" w:rsidP="00103528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0C3D2A96" w14:textId="01F00993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  <w:szCs w:val="22"/>
              </w:rPr>
              <w:t>4860,0</w:t>
            </w:r>
          </w:p>
        </w:tc>
        <w:tc>
          <w:tcPr>
            <w:tcW w:w="2269" w:type="dxa"/>
            <w:vAlign w:val="bottom"/>
          </w:tcPr>
          <w:p w14:paraId="219783C0" w14:textId="10E333A8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14:paraId="4CA62CA0" w14:textId="26A7CFCF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103528" w:rsidRPr="001C02B8" w14:paraId="7314387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DB6E0FA" w14:textId="207FE044" w:rsidR="00103528" w:rsidRPr="005E361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1649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0BE19996" w14:textId="29E0F000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4374,1</w:t>
            </w:r>
          </w:p>
        </w:tc>
        <w:tc>
          <w:tcPr>
            <w:tcW w:w="2269" w:type="dxa"/>
            <w:vAlign w:val="bottom"/>
          </w:tcPr>
          <w:p w14:paraId="68CDBCE6" w14:textId="551D455A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14:paraId="37D4A03E" w14:textId="493A2F3B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89,0</w:t>
            </w:r>
          </w:p>
        </w:tc>
      </w:tr>
      <w:tr w:rsidR="00103528" w:rsidRPr="00EB0170" w14:paraId="69580CE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9C66A05" w14:textId="67158E42" w:rsidR="00103528" w:rsidRPr="00D5767C" w:rsidRDefault="00103528" w:rsidP="00103528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7BDE1E59" w14:textId="30C2AA88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4C136D">
              <w:rPr>
                <w:b/>
                <w:color w:val="000000"/>
                <w:sz w:val="20"/>
                <w:szCs w:val="22"/>
              </w:rPr>
              <w:t>4353</w:t>
            </w:r>
            <w:r>
              <w:rPr>
                <w:b/>
                <w:color w:val="000000"/>
                <w:sz w:val="20"/>
                <w:szCs w:val="22"/>
              </w:rPr>
              <w:t>,3</w:t>
            </w:r>
          </w:p>
        </w:tc>
        <w:tc>
          <w:tcPr>
            <w:tcW w:w="2269" w:type="dxa"/>
            <w:vAlign w:val="bottom"/>
          </w:tcPr>
          <w:p w14:paraId="133F490D" w14:textId="38D7477E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99,1</w:t>
            </w:r>
          </w:p>
        </w:tc>
        <w:tc>
          <w:tcPr>
            <w:tcW w:w="2267" w:type="dxa"/>
            <w:vAlign w:val="bottom"/>
          </w:tcPr>
          <w:p w14:paraId="7DE22FFE" w14:textId="35F8BA09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98,6</w:t>
            </w:r>
          </w:p>
        </w:tc>
      </w:tr>
      <w:tr w:rsidR="00103528" w:rsidRPr="00EB0170" w14:paraId="45E95EE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22EDB27" w14:textId="1F72DCC3" w:rsidR="00103528" w:rsidRPr="00D5767C" w:rsidRDefault="00103528" w:rsidP="00103528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14:paraId="7A9A2EB9" w14:textId="4F4E3889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D276E">
              <w:rPr>
                <w:b/>
                <w:color w:val="000000"/>
                <w:sz w:val="20"/>
                <w:szCs w:val="22"/>
              </w:rPr>
              <w:t>27270</w:t>
            </w:r>
            <w:r>
              <w:rPr>
                <w:b/>
                <w:color w:val="000000"/>
                <w:sz w:val="20"/>
                <w:szCs w:val="22"/>
              </w:rPr>
              <w:t>,9</w:t>
            </w:r>
          </w:p>
        </w:tc>
        <w:tc>
          <w:tcPr>
            <w:tcW w:w="2269" w:type="dxa"/>
            <w:vAlign w:val="bottom"/>
          </w:tcPr>
          <w:p w14:paraId="07FF5AF5" w14:textId="3A157D2F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276E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14:paraId="6A512445" w14:textId="203BDDC0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EB0170" w14:paraId="72F1903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6BA149C" w14:textId="7632CC08" w:rsidR="00103528" w:rsidRPr="00103528" w:rsidRDefault="00103528" w:rsidP="00103528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Июль</w:t>
            </w:r>
            <w:r w:rsidRPr="00103528">
              <w:rPr>
                <w:b/>
                <w:bCs/>
                <w:noProof/>
                <w:sz w:val="20"/>
                <w:vertAlign w:val="superscript"/>
              </w:rPr>
              <w:t>2</w:t>
            </w:r>
            <w:r>
              <w:rPr>
                <w:b/>
                <w:bCs/>
                <w:noProof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3BB57A17" w14:textId="09568DEE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4338,0</w:t>
            </w:r>
          </w:p>
        </w:tc>
        <w:tc>
          <w:tcPr>
            <w:tcW w:w="2269" w:type="dxa"/>
            <w:vAlign w:val="bottom"/>
          </w:tcPr>
          <w:p w14:paraId="3C19A0E4" w14:textId="1833C023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96,4</w:t>
            </w:r>
          </w:p>
        </w:tc>
        <w:tc>
          <w:tcPr>
            <w:tcW w:w="2267" w:type="dxa"/>
            <w:vAlign w:val="bottom"/>
          </w:tcPr>
          <w:p w14:paraId="3E3E312E" w14:textId="1236F8D6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96,8</w:t>
            </w:r>
          </w:p>
        </w:tc>
      </w:tr>
      <w:tr w:rsidR="00103528" w:rsidRPr="00EB0170" w14:paraId="504EC3F6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B92F426" w14:textId="771A82EF" w:rsidR="00103528" w:rsidRDefault="00103528" w:rsidP="00103528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FAD12E0" w14:textId="61F4D7D2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7638A">
              <w:rPr>
                <w:b/>
                <w:color w:val="000000"/>
                <w:sz w:val="20"/>
                <w:szCs w:val="22"/>
              </w:rPr>
              <w:t>4548,4</w:t>
            </w:r>
          </w:p>
        </w:tc>
        <w:tc>
          <w:tcPr>
            <w:tcW w:w="2269" w:type="dxa"/>
            <w:vAlign w:val="bottom"/>
          </w:tcPr>
          <w:p w14:paraId="4DB9D046" w14:textId="09088855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14:paraId="6C77F068" w14:textId="2762CDB7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104,6</w:t>
            </w:r>
          </w:p>
        </w:tc>
      </w:tr>
      <w:tr w:rsidR="00103528" w:rsidRPr="00EB0170" w14:paraId="64D3249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1AF1768" w14:textId="4F1DFCF0" w:rsidR="00103528" w:rsidRDefault="00103528" w:rsidP="00103528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052199C5" w14:textId="147ABF19" w:rsidR="00103528" w:rsidRPr="00A13D99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86048F">
              <w:rPr>
                <w:b/>
                <w:color w:val="000000"/>
                <w:sz w:val="20"/>
                <w:szCs w:val="22"/>
              </w:rPr>
              <w:t>36157,3</w:t>
            </w:r>
          </w:p>
        </w:tc>
        <w:tc>
          <w:tcPr>
            <w:tcW w:w="2269" w:type="dxa"/>
            <w:vAlign w:val="bottom"/>
          </w:tcPr>
          <w:p w14:paraId="7514DBC0" w14:textId="4401DED9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14:paraId="3C3F5600" w14:textId="16CF1096" w:rsidR="00103528" w:rsidRPr="00A13D99" w:rsidRDefault="00103528" w:rsidP="001035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4CC41482" w14:textId="0A97D5F6" w:rsidR="005E3618" w:rsidRPr="003F7960" w:rsidRDefault="00103528" w:rsidP="008A5BBA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5E3618" w:rsidRPr="004D2752">
        <w:rPr>
          <w:sz w:val="18"/>
          <w:szCs w:val="18"/>
          <w:vertAlign w:val="superscript"/>
        </w:rPr>
        <w:t>)</w:t>
      </w:r>
      <w:r w:rsidR="005E3618" w:rsidRPr="004D2752">
        <w:rPr>
          <w:sz w:val="18"/>
          <w:szCs w:val="18"/>
        </w:rPr>
        <w:t xml:space="preserve">данные изменены за счет уточнения респондентами предварительных данных за предыдущий месяц в отчете </w:t>
      </w:r>
      <w:r w:rsidR="005E3618" w:rsidRPr="004D2752">
        <w:rPr>
          <w:sz w:val="18"/>
          <w:szCs w:val="18"/>
        </w:rPr>
        <w:br/>
        <w:t>за следующий месяц</w:t>
      </w:r>
    </w:p>
    <w:p w14:paraId="4F7AB850" w14:textId="7ACB3DD7" w:rsidR="00FE691B" w:rsidRDefault="00BF1261" w:rsidP="006E3317">
      <w:pPr>
        <w:spacing w:before="360" w:after="120"/>
        <w:ind w:firstLine="709"/>
        <w:rPr>
          <w:szCs w:val="24"/>
        </w:rPr>
      </w:pPr>
      <w:r w:rsidRPr="00D5767C">
        <w:rPr>
          <w:szCs w:val="24"/>
        </w:rPr>
        <w:t>В январе</w:t>
      </w:r>
      <w:r w:rsidR="00F26B7F" w:rsidRPr="00D5767C">
        <w:rPr>
          <w:szCs w:val="24"/>
        </w:rPr>
        <w:t>-</w:t>
      </w:r>
      <w:r w:rsidR="00A13D99">
        <w:rPr>
          <w:szCs w:val="24"/>
        </w:rPr>
        <w:t>августе</w:t>
      </w:r>
      <w:r w:rsidRPr="00D5767C">
        <w:rPr>
          <w:szCs w:val="24"/>
        </w:rPr>
        <w:t xml:space="preserve"> 202</w:t>
      </w:r>
      <w:r w:rsidR="009600AE" w:rsidRPr="00D5767C">
        <w:rPr>
          <w:szCs w:val="24"/>
        </w:rPr>
        <w:t>4</w:t>
      </w:r>
      <w:r w:rsidRPr="00D5767C">
        <w:rPr>
          <w:szCs w:val="24"/>
        </w:rPr>
        <w:t xml:space="preserve"> года в структуре платных услуг населению </w:t>
      </w:r>
      <w:r w:rsidR="00423CF5">
        <w:rPr>
          <w:noProof/>
          <w:szCs w:val="24"/>
        </w:rPr>
        <w:t>4</w:t>
      </w:r>
      <w:r w:rsidR="00423CF5" w:rsidRPr="00431778">
        <w:rPr>
          <w:noProof/>
          <w:szCs w:val="24"/>
        </w:rPr>
        <w:t>5</w:t>
      </w:r>
      <w:r w:rsidR="00423CF5">
        <w:rPr>
          <w:noProof/>
          <w:szCs w:val="24"/>
        </w:rPr>
        <w:t>,</w:t>
      </w:r>
      <w:r w:rsidR="00423CF5" w:rsidRPr="00780383">
        <w:rPr>
          <w:noProof/>
          <w:szCs w:val="24"/>
        </w:rPr>
        <w:t>2</w:t>
      </w:r>
      <w:r w:rsidRPr="00D5767C">
        <w:rPr>
          <w:szCs w:val="24"/>
        </w:rPr>
        <w:t>%</w:t>
      </w:r>
      <w:r w:rsidR="00F26B7F" w:rsidRPr="00D5767C">
        <w:rPr>
          <w:szCs w:val="24"/>
        </w:rPr>
        <w:br/>
      </w:r>
      <w:r w:rsidRPr="00D5767C">
        <w:rPr>
          <w:szCs w:val="24"/>
        </w:rPr>
        <w:t>в общем объеме занимали коммунальные услуги и телекоммуникационные</w:t>
      </w:r>
      <w:r w:rsidR="0031223F" w:rsidRPr="00D5767C">
        <w:rPr>
          <w:szCs w:val="24"/>
        </w:rPr>
        <w:t>.</w:t>
      </w:r>
      <w:bookmarkStart w:id="122" w:name="_Toc493779752"/>
    </w:p>
    <w:p w14:paraId="7E731E3B" w14:textId="77777777" w:rsidR="006E3317" w:rsidRDefault="006E3317">
      <w:pPr>
        <w:jc w:val="left"/>
        <w:rPr>
          <w:b/>
          <w:bCs/>
        </w:rPr>
      </w:pPr>
      <w:r>
        <w:rPr>
          <w:bCs/>
        </w:rPr>
        <w:br w:type="page"/>
      </w:r>
    </w:p>
    <w:p w14:paraId="31FDC3E2" w14:textId="2F2D7876" w:rsidR="0031223F" w:rsidRPr="002F0F4E" w:rsidRDefault="0031223F" w:rsidP="006E3317">
      <w:pPr>
        <w:pStyle w:val="3"/>
        <w:spacing w:before="240" w:after="200"/>
        <w:ind w:right="0"/>
        <w:rPr>
          <w:bCs/>
        </w:rPr>
      </w:pPr>
      <w:bookmarkStart w:id="123" w:name="_Toc178757173"/>
      <w:r w:rsidRPr="002F0F4E">
        <w:rPr>
          <w:bCs/>
        </w:rPr>
        <w:lastRenderedPageBreak/>
        <w:t>Объем платных услуг населению по видам</w:t>
      </w:r>
      <w:bookmarkEnd w:id="122"/>
      <w:bookmarkEnd w:id="123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14:paraId="18A2D6F7" w14:textId="77777777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14:paraId="6F508160" w14:textId="77777777" w:rsidR="008024EE" w:rsidRPr="005E3B81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534" w:type="dxa"/>
            <w:gridSpan w:val="3"/>
            <w:vAlign w:val="center"/>
          </w:tcPr>
          <w:p w14:paraId="7E803CA1" w14:textId="78F5389D" w:rsidR="008024EE" w:rsidRPr="00D5767C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Январь-</w:t>
            </w:r>
            <w:r w:rsidR="00A13D99">
              <w:rPr>
                <w:b/>
                <w:bCs/>
                <w:sz w:val="20"/>
              </w:rPr>
              <w:t>август</w:t>
            </w:r>
            <w:r w:rsidR="008024EE" w:rsidRPr="00D5767C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14:paraId="524B1965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3A1D798E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14:paraId="17CCFC6D" w14:textId="77777777"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D5767C">
              <w:rPr>
                <w:b/>
                <w:sz w:val="20"/>
              </w:rPr>
              <w:t xml:space="preserve">тыс. </w:t>
            </w:r>
            <w:r w:rsidRPr="00D5767C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14:paraId="2DFCB226" w14:textId="77777777"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D5767C">
              <w:rPr>
                <w:b/>
                <w:bCs/>
                <w:sz w:val="20"/>
              </w:rPr>
              <w:t>в  %</w:t>
            </w:r>
            <w:proofErr w:type="gramEnd"/>
            <w:r w:rsidRPr="00D5767C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1C02B8" w14:paraId="04EF4309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261A1D5F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14:paraId="52E58BA5" w14:textId="77777777"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511" w:type="dxa"/>
            <w:vAlign w:val="center"/>
          </w:tcPr>
          <w:p w14:paraId="4B2B1361" w14:textId="64B881CA" w:rsidR="008024EE" w:rsidRPr="00D5767C" w:rsidRDefault="008024EE" w:rsidP="00425761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январю-</w:t>
            </w:r>
            <w:r w:rsidR="00A13D99">
              <w:rPr>
                <w:b/>
                <w:bCs/>
                <w:sz w:val="20"/>
              </w:rPr>
              <w:t>августу</w:t>
            </w:r>
            <w:r w:rsidRPr="00D5767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14:paraId="4E93534B" w14:textId="77777777"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итогу</w:t>
            </w:r>
          </w:p>
        </w:tc>
      </w:tr>
      <w:tr w:rsidR="00423CF5" w:rsidRPr="001C02B8" w14:paraId="13C1D733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9EB5B20" w14:textId="77777777" w:rsidR="00423CF5" w:rsidRPr="001C02B8" w:rsidRDefault="00423CF5" w:rsidP="00423CF5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Платные услуги</w:t>
            </w:r>
          </w:p>
        </w:tc>
        <w:tc>
          <w:tcPr>
            <w:tcW w:w="1511" w:type="dxa"/>
            <w:vAlign w:val="bottom"/>
          </w:tcPr>
          <w:p w14:paraId="0513D6EF" w14:textId="4880309B" w:rsidR="00423CF5" w:rsidRPr="00060F36" w:rsidRDefault="00423CF5" w:rsidP="00423CF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FE2D5A">
              <w:rPr>
                <w:b/>
                <w:bCs/>
                <w:sz w:val="20"/>
              </w:rPr>
              <w:t>36157293,4</w:t>
            </w:r>
          </w:p>
        </w:tc>
        <w:tc>
          <w:tcPr>
            <w:tcW w:w="1511" w:type="dxa"/>
            <w:vAlign w:val="bottom"/>
          </w:tcPr>
          <w:p w14:paraId="65294F69" w14:textId="3207B9CE" w:rsidR="00423CF5" w:rsidRPr="00060F36" w:rsidRDefault="00423CF5" w:rsidP="00423CF5">
            <w:pPr>
              <w:ind w:right="425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FE2D5A">
              <w:rPr>
                <w:b/>
                <w:bCs/>
                <w:sz w:val="20"/>
              </w:rPr>
              <w:t>100,1</w:t>
            </w:r>
          </w:p>
        </w:tc>
        <w:tc>
          <w:tcPr>
            <w:tcW w:w="1512" w:type="dxa"/>
            <w:vAlign w:val="bottom"/>
          </w:tcPr>
          <w:p w14:paraId="7CD85F02" w14:textId="798ADCB0" w:rsidR="00423CF5" w:rsidRPr="00060F36" w:rsidRDefault="00423CF5" w:rsidP="00423CF5">
            <w:pPr>
              <w:ind w:right="45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D7662F">
              <w:rPr>
                <w:b/>
                <w:bCs/>
                <w:sz w:val="20"/>
              </w:rPr>
              <w:t>100</w:t>
            </w:r>
          </w:p>
        </w:tc>
      </w:tr>
      <w:tr w:rsidR="008024EE" w:rsidRPr="001C02B8" w14:paraId="00C3A424" w14:textId="77777777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0E698297" w14:textId="77777777"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423CF5" w:rsidRPr="001C02B8" w14:paraId="244CE6A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C7C9EEA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</w:t>
            </w:r>
          </w:p>
        </w:tc>
        <w:tc>
          <w:tcPr>
            <w:tcW w:w="1511" w:type="dxa"/>
            <w:vAlign w:val="bottom"/>
          </w:tcPr>
          <w:p w14:paraId="03E96CCD" w14:textId="2F3DCA5B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E2D5A">
              <w:rPr>
                <w:b/>
                <w:sz w:val="20"/>
              </w:rPr>
              <w:t>4093981,5</w:t>
            </w:r>
          </w:p>
        </w:tc>
        <w:tc>
          <w:tcPr>
            <w:tcW w:w="1511" w:type="dxa"/>
            <w:vAlign w:val="bottom"/>
          </w:tcPr>
          <w:p w14:paraId="2CFFA1CE" w14:textId="4DF00E52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83793D">
              <w:rPr>
                <w:b/>
                <w:sz w:val="20"/>
              </w:rPr>
              <w:t>102,7</w:t>
            </w:r>
          </w:p>
        </w:tc>
        <w:tc>
          <w:tcPr>
            <w:tcW w:w="1512" w:type="dxa"/>
            <w:vAlign w:val="bottom"/>
          </w:tcPr>
          <w:p w14:paraId="65EF318D" w14:textId="0DA85763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11D1C">
              <w:rPr>
                <w:b/>
                <w:sz w:val="20"/>
              </w:rPr>
              <w:t>11,3</w:t>
            </w:r>
          </w:p>
        </w:tc>
      </w:tr>
      <w:tr w:rsidR="00423CF5" w:rsidRPr="001C02B8" w14:paraId="49378DB8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3538AAB8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транспортные</w:t>
            </w:r>
          </w:p>
        </w:tc>
        <w:tc>
          <w:tcPr>
            <w:tcW w:w="1511" w:type="dxa"/>
            <w:vAlign w:val="bottom"/>
          </w:tcPr>
          <w:p w14:paraId="59FA34D3" w14:textId="34AC5A7E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2459386,1</w:t>
            </w:r>
          </w:p>
        </w:tc>
        <w:tc>
          <w:tcPr>
            <w:tcW w:w="1511" w:type="dxa"/>
            <w:vAlign w:val="bottom"/>
          </w:tcPr>
          <w:p w14:paraId="6EC976A4" w14:textId="6C6B439C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93,9</w:t>
            </w:r>
          </w:p>
        </w:tc>
        <w:tc>
          <w:tcPr>
            <w:tcW w:w="1512" w:type="dxa"/>
            <w:vAlign w:val="bottom"/>
          </w:tcPr>
          <w:p w14:paraId="41D95250" w14:textId="272F2DEB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6,8</w:t>
            </w:r>
          </w:p>
        </w:tc>
      </w:tr>
      <w:tr w:rsidR="00423CF5" w:rsidRPr="001C02B8" w14:paraId="0C0B10B5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344B0B2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почтовой связи и курьерские</w:t>
            </w:r>
          </w:p>
        </w:tc>
        <w:tc>
          <w:tcPr>
            <w:tcW w:w="1511" w:type="dxa"/>
            <w:vAlign w:val="bottom"/>
          </w:tcPr>
          <w:p w14:paraId="2D3B893D" w14:textId="49460BEF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137621,3</w:t>
            </w:r>
          </w:p>
        </w:tc>
        <w:tc>
          <w:tcPr>
            <w:tcW w:w="1511" w:type="dxa"/>
            <w:vAlign w:val="bottom"/>
          </w:tcPr>
          <w:p w14:paraId="600CA447" w14:textId="2B32EDA5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101,7</w:t>
            </w:r>
          </w:p>
        </w:tc>
        <w:tc>
          <w:tcPr>
            <w:tcW w:w="1512" w:type="dxa"/>
            <w:vAlign w:val="bottom"/>
          </w:tcPr>
          <w:p w14:paraId="60071DB2" w14:textId="5D5FA277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0,4</w:t>
            </w:r>
          </w:p>
        </w:tc>
      </w:tr>
      <w:tr w:rsidR="00423CF5" w:rsidRPr="001C02B8" w14:paraId="740E39EE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F8C9778" w14:textId="77777777" w:rsidR="00423CF5" w:rsidRPr="001C02B8" w:rsidRDefault="00423CF5" w:rsidP="00423CF5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курьерской доставки</w:t>
            </w:r>
          </w:p>
        </w:tc>
        <w:tc>
          <w:tcPr>
            <w:tcW w:w="1511" w:type="dxa"/>
            <w:vAlign w:val="bottom"/>
          </w:tcPr>
          <w:p w14:paraId="6F9B9468" w14:textId="4B862D38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6256,8</w:t>
            </w:r>
          </w:p>
        </w:tc>
        <w:tc>
          <w:tcPr>
            <w:tcW w:w="1511" w:type="dxa"/>
            <w:vAlign w:val="bottom"/>
          </w:tcPr>
          <w:p w14:paraId="3E99545D" w14:textId="096642AB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109,2</w:t>
            </w:r>
          </w:p>
        </w:tc>
        <w:tc>
          <w:tcPr>
            <w:tcW w:w="1512" w:type="dxa"/>
            <w:vAlign w:val="bottom"/>
          </w:tcPr>
          <w:p w14:paraId="1B4653EC" w14:textId="4928D871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0,0</w:t>
            </w:r>
          </w:p>
        </w:tc>
      </w:tr>
      <w:tr w:rsidR="00423CF5" w:rsidRPr="001C02B8" w14:paraId="2EFDFA0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0D15E50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телекоммуникационные</w:t>
            </w:r>
          </w:p>
        </w:tc>
        <w:tc>
          <w:tcPr>
            <w:tcW w:w="1511" w:type="dxa"/>
            <w:vAlign w:val="bottom"/>
          </w:tcPr>
          <w:p w14:paraId="5B1C10D5" w14:textId="1EB65979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5520466,3</w:t>
            </w:r>
          </w:p>
        </w:tc>
        <w:tc>
          <w:tcPr>
            <w:tcW w:w="1511" w:type="dxa"/>
            <w:vAlign w:val="bottom"/>
          </w:tcPr>
          <w:p w14:paraId="5EBE9930" w14:textId="2D1A72A3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103,2</w:t>
            </w:r>
          </w:p>
        </w:tc>
        <w:tc>
          <w:tcPr>
            <w:tcW w:w="1512" w:type="dxa"/>
            <w:vAlign w:val="bottom"/>
          </w:tcPr>
          <w:p w14:paraId="5107B029" w14:textId="7970ED09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15,3</w:t>
            </w:r>
          </w:p>
        </w:tc>
      </w:tr>
      <w:tr w:rsidR="00423CF5" w:rsidRPr="001C02B8" w14:paraId="0DDD7FE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06E8070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жилищные</w:t>
            </w:r>
          </w:p>
        </w:tc>
        <w:tc>
          <w:tcPr>
            <w:tcW w:w="1511" w:type="dxa"/>
            <w:vAlign w:val="bottom"/>
          </w:tcPr>
          <w:p w14:paraId="0A423FFA" w14:textId="1D988D69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2030285,3</w:t>
            </w:r>
          </w:p>
        </w:tc>
        <w:tc>
          <w:tcPr>
            <w:tcW w:w="1511" w:type="dxa"/>
            <w:vAlign w:val="bottom"/>
          </w:tcPr>
          <w:p w14:paraId="2A9D13E4" w14:textId="407BC346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101,4</w:t>
            </w:r>
          </w:p>
        </w:tc>
        <w:tc>
          <w:tcPr>
            <w:tcW w:w="1512" w:type="dxa"/>
            <w:vAlign w:val="bottom"/>
          </w:tcPr>
          <w:p w14:paraId="6710E2E6" w14:textId="6670EC45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5,6</w:t>
            </w:r>
          </w:p>
        </w:tc>
      </w:tr>
      <w:tr w:rsidR="00423CF5" w:rsidRPr="001C02B8" w14:paraId="6F5029D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5816FEF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коммунальные</w:t>
            </w:r>
          </w:p>
        </w:tc>
        <w:tc>
          <w:tcPr>
            <w:tcW w:w="1511" w:type="dxa"/>
            <w:vAlign w:val="bottom"/>
          </w:tcPr>
          <w:p w14:paraId="51AFC637" w14:textId="477E50FA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10811586,3</w:t>
            </w:r>
          </w:p>
        </w:tc>
        <w:tc>
          <w:tcPr>
            <w:tcW w:w="1511" w:type="dxa"/>
            <w:vAlign w:val="bottom"/>
          </w:tcPr>
          <w:p w14:paraId="5F541421" w14:textId="0536FFD7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97,9</w:t>
            </w:r>
          </w:p>
        </w:tc>
        <w:tc>
          <w:tcPr>
            <w:tcW w:w="1512" w:type="dxa"/>
            <w:vAlign w:val="bottom"/>
          </w:tcPr>
          <w:p w14:paraId="37952243" w14:textId="1A124CEE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29,9</w:t>
            </w:r>
          </w:p>
        </w:tc>
      </w:tr>
      <w:tr w:rsidR="00423CF5" w:rsidRPr="001C02B8" w14:paraId="16E5340B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1633F6D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культуры</w:t>
            </w:r>
          </w:p>
        </w:tc>
        <w:tc>
          <w:tcPr>
            <w:tcW w:w="1511" w:type="dxa"/>
            <w:vAlign w:val="bottom"/>
          </w:tcPr>
          <w:p w14:paraId="07853CB3" w14:textId="5BB073D4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591367,8</w:t>
            </w:r>
          </w:p>
        </w:tc>
        <w:tc>
          <w:tcPr>
            <w:tcW w:w="1511" w:type="dxa"/>
            <w:vAlign w:val="bottom"/>
          </w:tcPr>
          <w:p w14:paraId="1D765B7F" w14:textId="29B86F30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95,5</w:t>
            </w:r>
          </w:p>
        </w:tc>
        <w:tc>
          <w:tcPr>
            <w:tcW w:w="1512" w:type="dxa"/>
            <w:vAlign w:val="bottom"/>
          </w:tcPr>
          <w:p w14:paraId="60A0E104" w14:textId="269B88CA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1,6</w:t>
            </w:r>
          </w:p>
        </w:tc>
      </w:tr>
      <w:tr w:rsidR="00423CF5" w:rsidRPr="001C02B8" w14:paraId="4F3A39A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20A3873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туристических агентств, туроператоров </w:t>
            </w:r>
            <w:r w:rsidRPr="001C02B8">
              <w:rPr>
                <w:b/>
                <w:bCs/>
                <w:sz w:val="20"/>
              </w:rPr>
              <w:br/>
              <w:t xml:space="preserve">и прочие услуги по бронированию </w:t>
            </w:r>
            <w:r w:rsidRPr="001C02B8">
              <w:rPr>
                <w:b/>
                <w:bCs/>
                <w:sz w:val="20"/>
              </w:rPr>
              <w:br/>
              <w:t>и сопутствующие им услуги</w:t>
            </w:r>
          </w:p>
        </w:tc>
        <w:tc>
          <w:tcPr>
            <w:tcW w:w="1511" w:type="dxa"/>
            <w:vAlign w:val="bottom"/>
          </w:tcPr>
          <w:p w14:paraId="0D24854C" w14:textId="766D4619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690493,0</w:t>
            </w:r>
          </w:p>
        </w:tc>
        <w:tc>
          <w:tcPr>
            <w:tcW w:w="1511" w:type="dxa"/>
            <w:vAlign w:val="bottom"/>
          </w:tcPr>
          <w:p w14:paraId="4D1A6F47" w14:textId="4F82755F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89,8</w:t>
            </w:r>
          </w:p>
        </w:tc>
        <w:tc>
          <w:tcPr>
            <w:tcW w:w="1512" w:type="dxa"/>
            <w:vAlign w:val="bottom"/>
          </w:tcPr>
          <w:p w14:paraId="0A2BD941" w14:textId="02E73F28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1,9</w:t>
            </w:r>
          </w:p>
        </w:tc>
      </w:tr>
      <w:tr w:rsidR="00423CF5" w:rsidRPr="001C02B8" w14:paraId="0A1A59D5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7C28780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гостиниц и аналогичных средств размещения</w:t>
            </w:r>
          </w:p>
        </w:tc>
        <w:tc>
          <w:tcPr>
            <w:tcW w:w="1511" w:type="dxa"/>
            <w:vAlign w:val="bottom"/>
          </w:tcPr>
          <w:p w14:paraId="4CD4E615" w14:textId="367A4061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568965,0</w:t>
            </w:r>
          </w:p>
        </w:tc>
        <w:tc>
          <w:tcPr>
            <w:tcW w:w="1511" w:type="dxa"/>
            <w:vAlign w:val="bottom"/>
          </w:tcPr>
          <w:p w14:paraId="1E8B9064" w14:textId="4BD4493B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98,2</w:t>
            </w:r>
          </w:p>
        </w:tc>
        <w:tc>
          <w:tcPr>
            <w:tcW w:w="1512" w:type="dxa"/>
            <w:vAlign w:val="bottom"/>
          </w:tcPr>
          <w:p w14:paraId="6B2F2138" w14:textId="652CE8F6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1,6</w:t>
            </w:r>
          </w:p>
        </w:tc>
      </w:tr>
      <w:tr w:rsidR="00423CF5" w:rsidRPr="001C02B8" w14:paraId="4F6E284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2FF4F6DA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физической культуры и спорта</w:t>
            </w:r>
          </w:p>
        </w:tc>
        <w:tc>
          <w:tcPr>
            <w:tcW w:w="1511" w:type="dxa"/>
            <w:vAlign w:val="bottom"/>
          </w:tcPr>
          <w:p w14:paraId="63AEE50E" w14:textId="10030176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296930,7</w:t>
            </w:r>
          </w:p>
        </w:tc>
        <w:tc>
          <w:tcPr>
            <w:tcW w:w="1511" w:type="dxa"/>
            <w:vAlign w:val="bottom"/>
          </w:tcPr>
          <w:p w14:paraId="47963E73" w14:textId="7F07F8D0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98,5</w:t>
            </w:r>
          </w:p>
        </w:tc>
        <w:tc>
          <w:tcPr>
            <w:tcW w:w="1512" w:type="dxa"/>
            <w:vAlign w:val="bottom"/>
          </w:tcPr>
          <w:p w14:paraId="69E69EFC" w14:textId="2E7BD8C3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0,8</w:t>
            </w:r>
          </w:p>
        </w:tc>
      </w:tr>
      <w:tr w:rsidR="00423CF5" w:rsidRPr="001C02B8" w14:paraId="458461A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00AFF02" w14:textId="77777777" w:rsidR="00423CF5" w:rsidRPr="001C02B8" w:rsidRDefault="00423CF5" w:rsidP="00423CF5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фитнес-центров и спортивных клубов</w:t>
            </w:r>
          </w:p>
        </w:tc>
        <w:tc>
          <w:tcPr>
            <w:tcW w:w="1511" w:type="dxa"/>
            <w:vAlign w:val="bottom"/>
          </w:tcPr>
          <w:p w14:paraId="50E5CECF" w14:textId="4E993DD4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105195,9</w:t>
            </w:r>
          </w:p>
        </w:tc>
        <w:tc>
          <w:tcPr>
            <w:tcW w:w="1511" w:type="dxa"/>
            <w:vAlign w:val="bottom"/>
          </w:tcPr>
          <w:p w14:paraId="1B3BC84C" w14:textId="77E2CF30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87,2</w:t>
            </w:r>
          </w:p>
        </w:tc>
        <w:tc>
          <w:tcPr>
            <w:tcW w:w="1512" w:type="dxa"/>
            <w:vAlign w:val="bottom"/>
          </w:tcPr>
          <w:p w14:paraId="5F7FD111" w14:textId="76D96B9D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0,3</w:t>
            </w:r>
          </w:p>
        </w:tc>
      </w:tr>
      <w:tr w:rsidR="00423CF5" w:rsidRPr="001C02B8" w14:paraId="7FE32EC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2A218E9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медицинские</w:t>
            </w:r>
          </w:p>
        </w:tc>
        <w:tc>
          <w:tcPr>
            <w:tcW w:w="1511" w:type="dxa"/>
            <w:vAlign w:val="bottom"/>
          </w:tcPr>
          <w:p w14:paraId="1FA257B2" w14:textId="0BD9F231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3250493,9</w:t>
            </w:r>
          </w:p>
        </w:tc>
        <w:tc>
          <w:tcPr>
            <w:tcW w:w="1511" w:type="dxa"/>
            <w:vAlign w:val="bottom"/>
          </w:tcPr>
          <w:p w14:paraId="320B1239" w14:textId="2E491C49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97,3</w:t>
            </w:r>
          </w:p>
        </w:tc>
        <w:tc>
          <w:tcPr>
            <w:tcW w:w="1512" w:type="dxa"/>
            <w:vAlign w:val="bottom"/>
          </w:tcPr>
          <w:p w14:paraId="6DC6D4EB" w14:textId="2EC864DD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9,0</w:t>
            </w:r>
          </w:p>
        </w:tc>
      </w:tr>
      <w:tr w:rsidR="00423CF5" w:rsidRPr="001C02B8" w14:paraId="1A61AF4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4985BE30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специализированных коллективных средств размещения</w:t>
            </w:r>
          </w:p>
        </w:tc>
        <w:tc>
          <w:tcPr>
            <w:tcW w:w="1511" w:type="dxa"/>
            <w:vAlign w:val="bottom"/>
          </w:tcPr>
          <w:p w14:paraId="2ADE1F11" w14:textId="156368F3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589715,3</w:t>
            </w:r>
          </w:p>
        </w:tc>
        <w:tc>
          <w:tcPr>
            <w:tcW w:w="1511" w:type="dxa"/>
            <w:vAlign w:val="bottom"/>
          </w:tcPr>
          <w:p w14:paraId="265A8AAC" w14:textId="0D0FCFB2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88,9</w:t>
            </w:r>
          </w:p>
        </w:tc>
        <w:tc>
          <w:tcPr>
            <w:tcW w:w="1512" w:type="dxa"/>
            <w:vAlign w:val="bottom"/>
          </w:tcPr>
          <w:p w14:paraId="7A86A480" w14:textId="2D5E4EF4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1,6</w:t>
            </w:r>
          </w:p>
        </w:tc>
      </w:tr>
      <w:tr w:rsidR="00423CF5" w:rsidRPr="001C02B8" w14:paraId="5FBE94B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308EC68F" w14:textId="77777777" w:rsidR="00423CF5" w:rsidRPr="001C02B8" w:rsidRDefault="00423CF5" w:rsidP="00423CF5">
            <w:pPr>
              <w:ind w:left="28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санаторно-курортных организаций</w:t>
            </w:r>
          </w:p>
        </w:tc>
        <w:tc>
          <w:tcPr>
            <w:tcW w:w="1511" w:type="dxa"/>
            <w:vAlign w:val="bottom"/>
          </w:tcPr>
          <w:p w14:paraId="70642E84" w14:textId="3E459056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51587,1</w:t>
            </w:r>
          </w:p>
        </w:tc>
        <w:tc>
          <w:tcPr>
            <w:tcW w:w="1511" w:type="dxa"/>
            <w:vAlign w:val="bottom"/>
          </w:tcPr>
          <w:p w14:paraId="4E598499" w14:textId="747CDAC6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98,3</w:t>
            </w:r>
          </w:p>
        </w:tc>
        <w:tc>
          <w:tcPr>
            <w:tcW w:w="1512" w:type="dxa"/>
            <w:vAlign w:val="bottom"/>
          </w:tcPr>
          <w:p w14:paraId="5B40CB28" w14:textId="164A8497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0,1</w:t>
            </w:r>
          </w:p>
        </w:tc>
      </w:tr>
      <w:tr w:rsidR="00423CF5" w:rsidRPr="001C02B8" w14:paraId="1391961A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2D5D4DB6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ветеринарные</w:t>
            </w:r>
          </w:p>
        </w:tc>
        <w:tc>
          <w:tcPr>
            <w:tcW w:w="1511" w:type="dxa"/>
            <w:vAlign w:val="bottom"/>
          </w:tcPr>
          <w:p w14:paraId="6F7B0F4A" w14:textId="35C431E5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87452,0</w:t>
            </w:r>
          </w:p>
        </w:tc>
        <w:tc>
          <w:tcPr>
            <w:tcW w:w="1511" w:type="dxa"/>
            <w:vAlign w:val="bottom"/>
          </w:tcPr>
          <w:p w14:paraId="5F06715B" w14:textId="1A7C5490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97,7</w:t>
            </w:r>
          </w:p>
        </w:tc>
        <w:tc>
          <w:tcPr>
            <w:tcW w:w="1512" w:type="dxa"/>
            <w:vAlign w:val="bottom"/>
          </w:tcPr>
          <w:p w14:paraId="1537AA6B" w14:textId="50ADC054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0,2</w:t>
            </w:r>
          </w:p>
        </w:tc>
      </w:tr>
      <w:tr w:rsidR="00423CF5" w:rsidRPr="001C02B8" w14:paraId="73F622B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3382502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юридические</w:t>
            </w:r>
          </w:p>
        </w:tc>
        <w:tc>
          <w:tcPr>
            <w:tcW w:w="1511" w:type="dxa"/>
            <w:vAlign w:val="bottom"/>
          </w:tcPr>
          <w:p w14:paraId="2BF09518" w14:textId="18CDA89D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388480,9</w:t>
            </w:r>
          </w:p>
        </w:tc>
        <w:tc>
          <w:tcPr>
            <w:tcW w:w="1511" w:type="dxa"/>
            <w:vAlign w:val="bottom"/>
          </w:tcPr>
          <w:p w14:paraId="47948B9E" w14:textId="7F9CDF4A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69,8</w:t>
            </w:r>
          </w:p>
        </w:tc>
        <w:tc>
          <w:tcPr>
            <w:tcW w:w="1512" w:type="dxa"/>
            <w:vAlign w:val="bottom"/>
          </w:tcPr>
          <w:p w14:paraId="28BCF455" w14:textId="6C41B621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1,1</w:t>
            </w:r>
          </w:p>
        </w:tc>
      </w:tr>
      <w:tr w:rsidR="00423CF5" w:rsidRPr="001C02B8" w14:paraId="33446FB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449F9FE6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системы образования</w:t>
            </w:r>
          </w:p>
        </w:tc>
        <w:tc>
          <w:tcPr>
            <w:tcW w:w="1511" w:type="dxa"/>
            <w:vAlign w:val="bottom"/>
          </w:tcPr>
          <w:p w14:paraId="3AC6227B" w14:textId="66E86011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3024184,4</w:t>
            </w:r>
          </w:p>
        </w:tc>
        <w:tc>
          <w:tcPr>
            <w:tcW w:w="1511" w:type="dxa"/>
            <w:vAlign w:val="bottom"/>
          </w:tcPr>
          <w:p w14:paraId="5E25A00C" w14:textId="36CBDA38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110,4</w:t>
            </w:r>
          </w:p>
        </w:tc>
        <w:tc>
          <w:tcPr>
            <w:tcW w:w="1512" w:type="dxa"/>
            <w:vAlign w:val="bottom"/>
          </w:tcPr>
          <w:p w14:paraId="6479E49E" w14:textId="41117A03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8,4</w:t>
            </w:r>
          </w:p>
        </w:tc>
      </w:tr>
      <w:tr w:rsidR="00423CF5" w:rsidRPr="001C02B8" w14:paraId="3C2891F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37DC186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511" w:type="dxa"/>
            <w:vAlign w:val="bottom"/>
          </w:tcPr>
          <w:p w14:paraId="6A7624EB" w14:textId="69B67D8C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237848,6</w:t>
            </w:r>
          </w:p>
        </w:tc>
        <w:tc>
          <w:tcPr>
            <w:tcW w:w="1511" w:type="dxa"/>
            <w:vAlign w:val="bottom"/>
          </w:tcPr>
          <w:p w14:paraId="51733325" w14:textId="7DDBDB42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86,3</w:t>
            </w:r>
          </w:p>
        </w:tc>
        <w:tc>
          <w:tcPr>
            <w:tcW w:w="1512" w:type="dxa"/>
            <w:vAlign w:val="bottom"/>
          </w:tcPr>
          <w:p w14:paraId="4B7E023C" w14:textId="60147740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0,7</w:t>
            </w:r>
          </w:p>
        </w:tc>
      </w:tr>
      <w:tr w:rsidR="00423CF5" w:rsidRPr="001C02B8" w14:paraId="4987F26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B736B5E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платные</w:t>
            </w:r>
          </w:p>
        </w:tc>
        <w:tc>
          <w:tcPr>
            <w:tcW w:w="1511" w:type="dxa"/>
            <w:vAlign w:val="bottom"/>
          </w:tcPr>
          <w:p w14:paraId="15EAE46B" w14:textId="1C00BEFF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1378035,0</w:t>
            </w:r>
          </w:p>
        </w:tc>
        <w:tc>
          <w:tcPr>
            <w:tcW w:w="1511" w:type="dxa"/>
            <w:vAlign w:val="bottom"/>
          </w:tcPr>
          <w:p w14:paraId="6F49ACAB" w14:textId="56E511AC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122,9</w:t>
            </w:r>
          </w:p>
        </w:tc>
        <w:tc>
          <w:tcPr>
            <w:tcW w:w="1512" w:type="dxa"/>
            <w:vAlign w:val="bottom"/>
          </w:tcPr>
          <w:p w14:paraId="7872071E" w14:textId="39B3418D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3,8</w:t>
            </w:r>
          </w:p>
        </w:tc>
      </w:tr>
      <w:tr w:rsidR="00423CF5" w:rsidRPr="001A28B5" w14:paraId="545A5BB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F6C020E" w14:textId="77777777" w:rsidR="00423CF5" w:rsidRPr="001C02B8" w:rsidRDefault="00423CF5" w:rsidP="00423CF5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из них электронные услуги и сервисы </w:t>
            </w:r>
            <w:r w:rsidRPr="001C02B8">
              <w:rPr>
                <w:b/>
                <w:bCs/>
                <w:sz w:val="20"/>
              </w:rPr>
              <w:br/>
              <w:t>в области информационно-коммуникационных технологий</w:t>
            </w:r>
          </w:p>
        </w:tc>
        <w:tc>
          <w:tcPr>
            <w:tcW w:w="1511" w:type="dxa"/>
            <w:vAlign w:val="bottom"/>
          </w:tcPr>
          <w:p w14:paraId="6D97D7B5" w14:textId="22F1CBAE" w:rsidR="00423CF5" w:rsidRPr="00060F36" w:rsidRDefault="00423CF5" w:rsidP="00423CF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51498,2</w:t>
            </w:r>
          </w:p>
        </w:tc>
        <w:tc>
          <w:tcPr>
            <w:tcW w:w="1511" w:type="dxa"/>
            <w:vAlign w:val="bottom"/>
          </w:tcPr>
          <w:p w14:paraId="753B2812" w14:textId="23AE67B6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176,4</w:t>
            </w:r>
          </w:p>
        </w:tc>
        <w:tc>
          <w:tcPr>
            <w:tcW w:w="1512" w:type="dxa"/>
            <w:vAlign w:val="bottom"/>
          </w:tcPr>
          <w:p w14:paraId="797D3B56" w14:textId="0A4D8237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0,1</w:t>
            </w:r>
          </w:p>
        </w:tc>
      </w:tr>
    </w:tbl>
    <w:p w14:paraId="297E2120" w14:textId="49D2368F" w:rsidR="004F595D" w:rsidRPr="009A0C40" w:rsidRDefault="00206F88" w:rsidP="006E3317">
      <w:pPr>
        <w:spacing w:before="120" w:after="120"/>
        <w:ind w:firstLine="709"/>
      </w:pPr>
      <w:r w:rsidRPr="009A0C40">
        <w:t xml:space="preserve">Бытовое </w:t>
      </w:r>
      <w:r w:rsidRPr="005E3B81">
        <w:t xml:space="preserve">обслуживание является составной частью рынка услуг. </w:t>
      </w:r>
      <w:r w:rsidRPr="008A1CCB">
        <w:t>На его долю</w:t>
      </w:r>
      <w:r w:rsidRPr="008A1CCB">
        <w:br/>
      </w:r>
      <w:r w:rsidRPr="006B5865">
        <w:t>в январе-</w:t>
      </w:r>
      <w:r w:rsidR="00060F36">
        <w:t>августе</w:t>
      </w:r>
      <w:r w:rsidRPr="006B5865">
        <w:t xml:space="preserve"> 2024 года приходилось </w:t>
      </w:r>
      <w:r w:rsidR="00423CF5">
        <w:t>11,3</w:t>
      </w:r>
      <w:r w:rsidR="00FA5B8E" w:rsidRPr="006B5865">
        <w:t>% (в январе-</w:t>
      </w:r>
      <w:r w:rsidR="00060F36">
        <w:t>августе</w:t>
      </w:r>
      <w:r w:rsidR="00FA5B8E" w:rsidRPr="006B5865">
        <w:t xml:space="preserve"> 2023 года – </w:t>
      </w:r>
      <w:r w:rsidR="006B5865" w:rsidRPr="00423CF5">
        <w:t>10,7</w:t>
      </w:r>
      <w:r w:rsidRPr="006B5865">
        <w:t>%)</w:t>
      </w:r>
      <w:r w:rsidRPr="006B5865">
        <w:br/>
        <w:t>в структуре платных услуг населению</w:t>
      </w:r>
      <w:r w:rsidR="004F595D" w:rsidRPr="006B5865">
        <w:t>.</w:t>
      </w:r>
    </w:p>
    <w:p w14:paraId="66C99CB1" w14:textId="1D8FEE00" w:rsidR="0031223F" w:rsidRPr="002C0DE2" w:rsidRDefault="004F595D" w:rsidP="006E3317">
      <w:pPr>
        <w:spacing w:before="120"/>
        <w:ind w:firstLine="709"/>
      </w:pPr>
      <w:r w:rsidRPr="009A0C40">
        <w:t>В структуре объема бытовых услуг наибольший удельный вес занимали услуги по тех</w:t>
      </w:r>
      <w:r>
        <w:t xml:space="preserve">ническому </w:t>
      </w:r>
      <w:r w:rsidRPr="009A0C40">
        <w:t>обслуживанию и ремонту транспортных средств, машин</w:t>
      </w:r>
      <w:r>
        <w:br/>
      </w:r>
      <w:r w:rsidRPr="009A0C40">
        <w:t>и оборудования</w:t>
      </w:r>
      <w:r>
        <w:t xml:space="preserve">; </w:t>
      </w:r>
      <w:r w:rsidRPr="009A0C40">
        <w:t>парикмахерские</w:t>
      </w:r>
      <w:r>
        <w:t xml:space="preserve"> и косметические услуги</w:t>
      </w:r>
      <w:r w:rsidR="0031223F" w:rsidRPr="00296C37">
        <w:t>.</w:t>
      </w:r>
    </w:p>
    <w:p w14:paraId="5F8D2ADC" w14:textId="375DAB92" w:rsidR="0031223F" w:rsidRPr="002C0DE2" w:rsidRDefault="0031223F" w:rsidP="006E3317">
      <w:pPr>
        <w:pStyle w:val="3"/>
        <w:spacing w:before="480" w:after="240"/>
        <w:ind w:right="0"/>
        <w:rPr>
          <w:bCs/>
        </w:rPr>
      </w:pPr>
      <w:bookmarkStart w:id="124" w:name="_Toc493779753"/>
      <w:bookmarkStart w:id="125" w:name="_Toc178757174"/>
      <w:r w:rsidRPr="002C0DE2">
        <w:rPr>
          <w:bCs/>
        </w:rPr>
        <w:t>Объем бытовых услуг населению по видам</w:t>
      </w:r>
      <w:bookmarkEnd w:id="124"/>
      <w:bookmarkEnd w:id="125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14:paraId="5F4F0B70" w14:textId="77777777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14:paraId="45B21DBA" w14:textId="77777777" w:rsidR="008024EE" w:rsidRPr="00FA0477" w:rsidRDefault="008024EE" w:rsidP="008024EE">
            <w:pPr>
              <w:jc w:val="center"/>
              <w:rPr>
                <w:b/>
                <w:bCs/>
                <w:sz w:val="20"/>
              </w:rPr>
            </w:pPr>
            <w:bookmarkStart w:id="126" w:name="_Toc413139369"/>
            <w:bookmarkStart w:id="127" w:name="_Toc493779754"/>
          </w:p>
        </w:tc>
        <w:tc>
          <w:tcPr>
            <w:tcW w:w="4534" w:type="dxa"/>
            <w:gridSpan w:val="3"/>
            <w:vAlign w:val="center"/>
          </w:tcPr>
          <w:p w14:paraId="5D2B404F" w14:textId="5BD72CC5" w:rsidR="008024EE" w:rsidRPr="006B5865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Январь-</w:t>
            </w:r>
            <w:r w:rsidR="00060F36">
              <w:rPr>
                <w:b/>
                <w:bCs/>
                <w:sz w:val="20"/>
              </w:rPr>
              <w:t>август</w:t>
            </w:r>
            <w:r w:rsidR="008024EE" w:rsidRPr="006B5865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14:paraId="445C3AD5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7676A160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14:paraId="4019C9F9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 xml:space="preserve">тыс. 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14:paraId="38663717" w14:textId="77777777"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6B5865">
              <w:rPr>
                <w:b/>
                <w:bCs/>
                <w:sz w:val="20"/>
              </w:rPr>
              <w:t>в  %</w:t>
            </w:r>
            <w:proofErr w:type="gramEnd"/>
            <w:r w:rsidRPr="006B5865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1C02B8" w14:paraId="572576BB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2149D02D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14:paraId="27C41D2D" w14:textId="77777777" w:rsidR="008024EE" w:rsidRPr="001C02B8" w:rsidRDefault="008024EE" w:rsidP="008024EE">
            <w:pPr>
              <w:ind w:right="28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Align w:val="center"/>
          </w:tcPr>
          <w:p w14:paraId="299FFE1F" w14:textId="74D53EBB" w:rsidR="008024EE" w:rsidRPr="006B5865" w:rsidRDefault="008024EE" w:rsidP="00425761">
            <w:pPr>
              <w:ind w:left="-113" w:right="-113"/>
              <w:jc w:val="center"/>
              <w:rPr>
                <w:b/>
                <w:bCs/>
                <w:sz w:val="20"/>
                <w:vertAlign w:val="superscript"/>
              </w:rPr>
            </w:pPr>
            <w:r w:rsidRPr="006B5865">
              <w:rPr>
                <w:b/>
                <w:bCs/>
                <w:sz w:val="20"/>
              </w:rPr>
              <w:t>январю-</w:t>
            </w:r>
            <w:r w:rsidR="00060F36">
              <w:rPr>
                <w:b/>
                <w:bCs/>
                <w:sz w:val="20"/>
              </w:rPr>
              <w:t>августу</w:t>
            </w:r>
            <w:r w:rsidRPr="006B586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14:paraId="79E4BCA1" w14:textId="77777777"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итогу</w:t>
            </w:r>
          </w:p>
        </w:tc>
      </w:tr>
      <w:tr w:rsidR="00423CF5" w:rsidRPr="001C02B8" w14:paraId="44496DB3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348C2B8" w14:textId="77777777" w:rsidR="00423CF5" w:rsidRPr="001C02B8" w:rsidRDefault="00423CF5" w:rsidP="00423CF5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 услуги</w:t>
            </w:r>
          </w:p>
        </w:tc>
        <w:tc>
          <w:tcPr>
            <w:tcW w:w="1511" w:type="dxa"/>
            <w:vAlign w:val="bottom"/>
          </w:tcPr>
          <w:p w14:paraId="2962DE11" w14:textId="67116A94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1120D">
              <w:rPr>
                <w:b/>
                <w:sz w:val="20"/>
              </w:rPr>
              <w:t>4093981,5</w:t>
            </w:r>
          </w:p>
        </w:tc>
        <w:tc>
          <w:tcPr>
            <w:tcW w:w="1511" w:type="dxa"/>
            <w:vAlign w:val="bottom"/>
          </w:tcPr>
          <w:p w14:paraId="50EE081E" w14:textId="0CD4F76F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D1120D">
              <w:rPr>
                <w:b/>
                <w:sz w:val="20"/>
              </w:rPr>
              <w:t>102,7</w:t>
            </w:r>
          </w:p>
        </w:tc>
        <w:tc>
          <w:tcPr>
            <w:tcW w:w="1512" w:type="dxa"/>
            <w:vAlign w:val="bottom"/>
          </w:tcPr>
          <w:p w14:paraId="56BA4DD9" w14:textId="67136DDB" w:rsidR="00423CF5" w:rsidRPr="00060F36" w:rsidRDefault="00423CF5" w:rsidP="00423CF5">
            <w:pPr>
              <w:tabs>
                <w:tab w:val="left" w:pos="744"/>
              </w:tabs>
              <w:ind w:right="454"/>
              <w:jc w:val="right"/>
              <w:rPr>
                <w:b/>
                <w:bCs/>
                <w:sz w:val="20"/>
                <w:highlight w:val="yellow"/>
              </w:rPr>
            </w:pPr>
            <w:r w:rsidRPr="0056688E">
              <w:rPr>
                <w:b/>
                <w:bCs/>
                <w:sz w:val="20"/>
              </w:rPr>
              <w:t>100</w:t>
            </w:r>
          </w:p>
        </w:tc>
      </w:tr>
      <w:tr w:rsidR="008024EE" w:rsidRPr="001C02B8" w14:paraId="0355FAC8" w14:textId="77777777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50024D22" w14:textId="77777777"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423CF5" w:rsidRPr="001C02B8" w14:paraId="2C0309E9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4826D93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ремонт, окраска и пошив обуви</w:t>
            </w:r>
          </w:p>
        </w:tc>
        <w:tc>
          <w:tcPr>
            <w:tcW w:w="1511" w:type="dxa"/>
            <w:vAlign w:val="bottom"/>
          </w:tcPr>
          <w:p w14:paraId="6AB26C9A" w14:textId="57CBED60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35978,7</w:t>
            </w:r>
          </w:p>
        </w:tc>
        <w:tc>
          <w:tcPr>
            <w:tcW w:w="1511" w:type="dxa"/>
            <w:vAlign w:val="bottom"/>
          </w:tcPr>
          <w:p w14:paraId="59FD45BB" w14:textId="52D9934F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95,3</w:t>
            </w:r>
          </w:p>
        </w:tc>
        <w:tc>
          <w:tcPr>
            <w:tcW w:w="1512" w:type="dxa"/>
            <w:vAlign w:val="bottom"/>
          </w:tcPr>
          <w:p w14:paraId="64690573" w14:textId="7BDF14E9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0,9</w:t>
            </w:r>
          </w:p>
        </w:tc>
      </w:tr>
      <w:tr w:rsidR="00423CF5" w:rsidRPr="001C02B8" w14:paraId="4EF0963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B9FF029" w14:textId="77777777" w:rsidR="00423CF5" w:rsidRPr="001C02B8" w:rsidRDefault="00423CF5" w:rsidP="00423CF5">
            <w:pPr>
              <w:ind w:left="113" w:right="-96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пошив швейных, </w:t>
            </w:r>
            <w:r w:rsidRPr="001C02B8">
              <w:rPr>
                <w:b/>
                <w:bCs/>
                <w:sz w:val="20"/>
              </w:rPr>
              <w:br/>
              <w:t xml:space="preserve">меховых и кожаных изделий, головных уборов </w:t>
            </w:r>
            <w:r w:rsidRPr="001C02B8">
              <w:rPr>
                <w:b/>
                <w:bCs/>
                <w:sz w:val="20"/>
              </w:rPr>
              <w:br/>
              <w:t>и изделий текстильной галантереи, ремонт, пошив и вязание трикотажных изделий</w:t>
            </w:r>
          </w:p>
        </w:tc>
        <w:tc>
          <w:tcPr>
            <w:tcW w:w="1511" w:type="dxa"/>
            <w:vAlign w:val="bottom"/>
          </w:tcPr>
          <w:p w14:paraId="11CD176F" w14:textId="75732CA6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165523,2</w:t>
            </w:r>
          </w:p>
        </w:tc>
        <w:tc>
          <w:tcPr>
            <w:tcW w:w="1511" w:type="dxa"/>
            <w:vAlign w:val="bottom"/>
          </w:tcPr>
          <w:p w14:paraId="0408BC31" w14:textId="28F56598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122,7</w:t>
            </w:r>
          </w:p>
        </w:tc>
        <w:tc>
          <w:tcPr>
            <w:tcW w:w="1512" w:type="dxa"/>
            <w:vAlign w:val="bottom"/>
          </w:tcPr>
          <w:p w14:paraId="5E28667C" w14:textId="6ED38A40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4,0</w:t>
            </w:r>
          </w:p>
        </w:tc>
      </w:tr>
      <w:tr w:rsidR="00423CF5" w:rsidRPr="001C02B8" w14:paraId="184B076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EBF766C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lastRenderedPageBreak/>
              <w:t xml:space="preserve">ремонт и техническое обслуживание </w:t>
            </w:r>
            <w:r w:rsidRPr="001C02B8">
              <w:rPr>
                <w:b/>
                <w:bCs/>
                <w:sz w:val="20"/>
              </w:rPr>
              <w:br/>
              <w:t xml:space="preserve">бытовой радиоэлектронной аппаратуры, </w:t>
            </w:r>
            <w:r w:rsidRPr="001C02B8">
              <w:rPr>
                <w:b/>
                <w:bCs/>
                <w:sz w:val="20"/>
              </w:rPr>
              <w:br/>
              <w:t xml:space="preserve">бытовых машин и приборов, </w:t>
            </w:r>
            <w:r w:rsidRPr="001C02B8">
              <w:rPr>
                <w:b/>
                <w:bCs/>
                <w:sz w:val="20"/>
              </w:rPr>
              <w:br/>
              <w:t>ремонт и изготовление металлоизделий</w:t>
            </w:r>
          </w:p>
        </w:tc>
        <w:tc>
          <w:tcPr>
            <w:tcW w:w="1511" w:type="dxa"/>
            <w:vAlign w:val="bottom"/>
          </w:tcPr>
          <w:p w14:paraId="122F0127" w14:textId="7129E62B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263539,9</w:t>
            </w:r>
          </w:p>
        </w:tc>
        <w:tc>
          <w:tcPr>
            <w:tcW w:w="1511" w:type="dxa"/>
            <w:vAlign w:val="bottom"/>
          </w:tcPr>
          <w:p w14:paraId="304BE8A5" w14:textId="331B5CFD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94,9</w:t>
            </w:r>
          </w:p>
        </w:tc>
        <w:tc>
          <w:tcPr>
            <w:tcW w:w="1512" w:type="dxa"/>
            <w:vAlign w:val="bottom"/>
          </w:tcPr>
          <w:p w14:paraId="6B28D39C" w14:textId="7C023548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6,4</w:t>
            </w:r>
          </w:p>
        </w:tc>
      </w:tr>
      <w:tr w:rsidR="00423CF5" w:rsidRPr="001C02B8" w14:paraId="0318E52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168AEE7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техническое обслуживание и ремонт </w:t>
            </w:r>
            <w:proofErr w:type="spellStart"/>
            <w:proofErr w:type="gramStart"/>
            <w:r w:rsidRPr="001C02B8">
              <w:rPr>
                <w:b/>
                <w:bCs/>
                <w:sz w:val="20"/>
              </w:rPr>
              <w:t>тран-спортных</w:t>
            </w:r>
            <w:proofErr w:type="spellEnd"/>
            <w:proofErr w:type="gramEnd"/>
            <w:r w:rsidRPr="001C02B8">
              <w:rPr>
                <w:b/>
                <w:bCs/>
                <w:sz w:val="20"/>
              </w:rPr>
              <w:t xml:space="preserve"> средств, машин и оборудования</w:t>
            </w:r>
          </w:p>
        </w:tc>
        <w:tc>
          <w:tcPr>
            <w:tcW w:w="1511" w:type="dxa"/>
            <w:vAlign w:val="bottom"/>
          </w:tcPr>
          <w:p w14:paraId="780A8046" w14:textId="4BE38318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970723,9</w:t>
            </w:r>
          </w:p>
        </w:tc>
        <w:tc>
          <w:tcPr>
            <w:tcW w:w="1511" w:type="dxa"/>
            <w:vAlign w:val="bottom"/>
          </w:tcPr>
          <w:p w14:paraId="45E7EBA6" w14:textId="2A3B51D0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86,5</w:t>
            </w:r>
          </w:p>
        </w:tc>
        <w:tc>
          <w:tcPr>
            <w:tcW w:w="1512" w:type="dxa"/>
            <w:vAlign w:val="bottom"/>
          </w:tcPr>
          <w:p w14:paraId="6D4820A2" w14:textId="64E72EB6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23,7</w:t>
            </w:r>
          </w:p>
        </w:tc>
      </w:tr>
      <w:tr w:rsidR="00423CF5" w:rsidRPr="001C02B8" w14:paraId="4698B15E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D1CF923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изготовление и ремонт мебели</w:t>
            </w:r>
          </w:p>
        </w:tc>
        <w:tc>
          <w:tcPr>
            <w:tcW w:w="1511" w:type="dxa"/>
            <w:vAlign w:val="bottom"/>
          </w:tcPr>
          <w:p w14:paraId="0B8EB559" w14:textId="25D229F0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94089,7</w:t>
            </w:r>
          </w:p>
        </w:tc>
        <w:tc>
          <w:tcPr>
            <w:tcW w:w="1511" w:type="dxa"/>
            <w:vAlign w:val="bottom"/>
          </w:tcPr>
          <w:p w14:paraId="7CCFC4A9" w14:textId="278230FB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101,4</w:t>
            </w:r>
          </w:p>
        </w:tc>
        <w:tc>
          <w:tcPr>
            <w:tcW w:w="1512" w:type="dxa"/>
            <w:vAlign w:val="bottom"/>
          </w:tcPr>
          <w:p w14:paraId="49B8837A" w14:textId="6BA66F01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2,3</w:t>
            </w:r>
          </w:p>
        </w:tc>
      </w:tr>
      <w:tr w:rsidR="00423CF5" w:rsidRPr="001C02B8" w14:paraId="2852B79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AD93904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химическая чистка и крашение, </w:t>
            </w:r>
            <w:r w:rsidRPr="001C02B8">
              <w:rPr>
                <w:b/>
                <w:bCs/>
                <w:sz w:val="20"/>
              </w:rPr>
              <w:br/>
              <w:t>услуги прачечных</w:t>
            </w:r>
          </w:p>
        </w:tc>
        <w:tc>
          <w:tcPr>
            <w:tcW w:w="1511" w:type="dxa"/>
            <w:vAlign w:val="bottom"/>
          </w:tcPr>
          <w:p w14:paraId="2A6D2E70" w14:textId="19ABFBBC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19490,6</w:t>
            </w:r>
          </w:p>
        </w:tc>
        <w:tc>
          <w:tcPr>
            <w:tcW w:w="1511" w:type="dxa"/>
            <w:vAlign w:val="bottom"/>
          </w:tcPr>
          <w:p w14:paraId="399B4C64" w14:textId="7203F61D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104,9</w:t>
            </w:r>
          </w:p>
        </w:tc>
        <w:tc>
          <w:tcPr>
            <w:tcW w:w="1512" w:type="dxa"/>
            <w:vAlign w:val="bottom"/>
          </w:tcPr>
          <w:p w14:paraId="15CE59AB" w14:textId="7C606383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0,5</w:t>
            </w:r>
          </w:p>
        </w:tc>
      </w:tr>
      <w:tr w:rsidR="00423CF5" w:rsidRPr="001C02B8" w14:paraId="6694ABE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859AD64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строительство жилья </w:t>
            </w:r>
            <w:r w:rsidRPr="001C02B8">
              <w:rPr>
                <w:b/>
                <w:bCs/>
                <w:sz w:val="20"/>
              </w:rPr>
              <w:br/>
              <w:t>и других построек</w:t>
            </w:r>
          </w:p>
        </w:tc>
        <w:tc>
          <w:tcPr>
            <w:tcW w:w="1511" w:type="dxa"/>
            <w:vAlign w:val="bottom"/>
          </w:tcPr>
          <w:p w14:paraId="735D9C22" w14:textId="79CAAB6C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747785,7</w:t>
            </w:r>
          </w:p>
        </w:tc>
        <w:tc>
          <w:tcPr>
            <w:tcW w:w="1511" w:type="dxa"/>
            <w:vAlign w:val="bottom"/>
          </w:tcPr>
          <w:p w14:paraId="693BB724" w14:textId="1C39B13B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121,4</w:t>
            </w:r>
          </w:p>
        </w:tc>
        <w:tc>
          <w:tcPr>
            <w:tcW w:w="1512" w:type="dxa"/>
            <w:vAlign w:val="bottom"/>
          </w:tcPr>
          <w:p w14:paraId="32EDC469" w14:textId="7785B423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18,3</w:t>
            </w:r>
          </w:p>
        </w:tc>
      </w:tr>
      <w:tr w:rsidR="00423CF5" w:rsidRPr="001C02B8" w14:paraId="768935D1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094EE13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фотоателье</w:t>
            </w:r>
          </w:p>
        </w:tc>
        <w:tc>
          <w:tcPr>
            <w:tcW w:w="1511" w:type="dxa"/>
            <w:vAlign w:val="bottom"/>
          </w:tcPr>
          <w:p w14:paraId="1C7E5194" w14:textId="4CEBADD3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99572,5</w:t>
            </w:r>
          </w:p>
        </w:tc>
        <w:tc>
          <w:tcPr>
            <w:tcW w:w="1511" w:type="dxa"/>
            <w:vAlign w:val="bottom"/>
          </w:tcPr>
          <w:p w14:paraId="350C6C37" w14:textId="0CDAC96E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127,7</w:t>
            </w:r>
          </w:p>
        </w:tc>
        <w:tc>
          <w:tcPr>
            <w:tcW w:w="1512" w:type="dxa"/>
            <w:vAlign w:val="bottom"/>
          </w:tcPr>
          <w:p w14:paraId="38A03E77" w14:textId="5E1B0727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2,4</w:t>
            </w:r>
          </w:p>
        </w:tc>
      </w:tr>
      <w:tr w:rsidR="00423CF5" w:rsidRPr="001C02B8" w14:paraId="559BAB79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8E283EC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бань, душевых и саун</w:t>
            </w:r>
          </w:p>
        </w:tc>
        <w:tc>
          <w:tcPr>
            <w:tcW w:w="1511" w:type="dxa"/>
            <w:vAlign w:val="bottom"/>
          </w:tcPr>
          <w:p w14:paraId="74EBA4E9" w14:textId="49567400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40578,0</w:t>
            </w:r>
          </w:p>
        </w:tc>
        <w:tc>
          <w:tcPr>
            <w:tcW w:w="1511" w:type="dxa"/>
            <w:vAlign w:val="bottom"/>
          </w:tcPr>
          <w:p w14:paraId="0F2276FC" w14:textId="4ADAFB0E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100,2</w:t>
            </w:r>
          </w:p>
        </w:tc>
        <w:tc>
          <w:tcPr>
            <w:tcW w:w="1512" w:type="dxa"/>
            <w:vAlign w:val="bottom"/>
          </w:tcPr>
          <w:p w14:paraId="383B4A3C" w14:textId="5CFF1BD2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1,0</w:t>
            </w:r>
          </w:p>
        </w:tc>
      </w:tr>
      <w:tr w:rsidR="00423CF5" w:rsidRPr="001C02B8" w14:paraId="17251F98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00E2C54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парикмахерские и косметические</w:t>
            </w:r>
          </w:p>
        </w:tc>
        <w:tc>
          <w:tcPr>
            <w:tcW w:w="1511" w:type="dxa"/>
            <w:vAlign w:val="bottom"/>
          </w:tcPr>
          <w:p w14:paraId="4AC77785" w14:textId="117E1F0A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918549,6</w:t>
            </w:r>
          </w:p>
        </w:tc>
        <w:tc>
          <w:tcPr>
            <w:tcW w:w="1511" w:type="dxa"/>
            <w:vAlign w:val="bottom"/>
          </w:tcPr>
          <w:p w14:paraId="6140FD76" w14:textId="050B1DF8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108,8</w:t>
            </w:r>
          </w:p>
        </w:tc>
        <w:tc>
          <w:tcPr>
            <w:tcW w:w="1512" w:type="dxa"/>
            <w:vAlign w:val="bottom"/>
          </w:tcPr>
          <w:p w14:paraId="15487109" w14:textId="2ED7D03B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22,4</w:t>
            </w:r>
          </w:p>
        </w:tc>
      </w:tr>
      <w:tr w:rsidR="00423CF5" w:rsidRPr="001C02B8" w14:paraId="179D315A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639BBFA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по аренде, лизингу и прокату</w:t>
            </w:r>
          </w:p>
        </w:tc>
        <w:tc>
          <w:tcPr>
            <w:tcW w:w="1511" w:type="dxa"/>
            <w:vAlign w:val="bottom"/>
          </w:tcPr>
          <w:p w14:paraId="6FED0A4F" w14:textId="758EB41E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213264,4</w:t>
            </w:r>
          </w:p>
        </w:tc>
        <w:tc>
          <w:tcPr>
            <w:tcW w:w="1511" w:type="dxa"/>
            <w:vAlign w:val="bottom"/>
          </w:tcPr>
          <w:p w14:paraId="73B16425" w14:textId="7B2FC578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90,1</w:t>
            </w:r>
          </w:p>
        </w:tc>
        <w:tc>
          <w:tcPr>
            <w:tcW w:w="1512" w:type="dxa"/>
            <w:vAlign w:val="bottom"/>
          </w:tcPr>
          <w:p w14:paraId="775BCB8F" w14:textId="03CCE073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5,2</w:t>
            </w:r>
          </w:p>
        </w:tc>
      </w:tr>
      <w:tr w:rsidR="00423CF5" w:rsidRPr="001C02B8" w14:paraId="204AD9C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B55D680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ритуальные</w:t>
            </w:r>
          </w:p>
        </w:tc>
        <w:tc>
          <w:tcPr>
            <w:tcW w:w="1511" w:type="dxa"/>
            <w:vAlign w:val="bottom"/>
          </w:tcPr>
          <w:p w14:paraId="0712CEA9" w14:textId="4510B240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211705,3</w:t>
            </w:r>
          </w:p>
        </w:tc>
        <w:tc>
          <w:tcPr>
            <w:tcW w:w="1511" w:type="dxa"/>
            <w:vAlign w:val="bottom"/>
          </w:tcPr>
          <w:p w14:paraId="778EDAEB" w14:textId="209A6904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97,5</w:t>
            </w:r>
          </w:p>
        </w:tc>
        <w:tc>
          <w:tcPr>
            <w:tcW w:w="1512" w:type="dxa"/>
            <w:vAlign w:val="bottom"/>
          </w:tcPr>
          <w:p w14:paraId="3E716C0C" w14:textId="597E7894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5,2</w:t>
            </w:r>
          </w:p>
        </w:tc>
      </w:tr>
      <w:tr w:rsidR="00423CF5" w:rsidRPr="00FA0477" w14:paraId="3402D67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2929EAE" w14:textId="77777777" w:rsidR="00423CF5" w:rsidRPr="001C02B8" w:rsidRDefault="00423CF5" w:rsidP="00423CF5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бытовые</w:t>
            </w:r>
          </w:p>
        </w:tc>
        <w:tc>
          <w:tcPr>
            <w:tcW w:w="1511" w:type="dxa"/>
            <w:vAlign w:val="bottom"/>
          </w:tcPr>
          <w:p w14:paraId="7DDE7A29" w14:textId="562A7F34" w:rsidR="00423CF5" w:rsidRPr="00060F36" w:rsidRDefault="00423CF5" w:rsidP="00423CF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313180,0</w:t>
            </w:r>
          </w:p>
        </w:tc>
        <w:tc>
          <w:tcPr>
            <w:tcW w:w="1511" w:type="dxa"/>
            <w:vAlign w:val="bottom"/>
          </w:tcPr>
          <w:p w14:paraId="5B0167F6" w14:textId="4974AA5D" w:rsidR="00423CF5" w:rsidRPr="00060F36" w:rsidRDefault="00423CF5" w:rsidP="00423CF5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111,6</w:t>
            </w:r>
          </w:p>
        </w:tc>
        <w:tc>
          <w:tcPr>
            <w:tcW w:w="1512" w:type="dxa"/>
            <w:vAlign w:val="bottom"/>
          </w:tcPr>
          <w:p w14:paraId="5FFE25F3" w14:textId="144F6E17" w:rsidR="00423CF5" w:rsidRPr="00060F36" w:rsidRDefault="00423CF5" w:rsidP="00423CF5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7,6</w:t>
            </w:r>
          </w:p>
        </w:tc>
      </w:tr>
    </w:tbl>
    <w:p w14:paraId="6BEA3805" w14:textId="77777777" w:rsidR="0031223F" w:rsidRPr="00615D6C" w:rsidRDefault="0031223F" w:rsidP="006E3317">
      <w:pPr>
        <w:pStyle w:val="2"/>
        <w:spacing w:before="720" w:after="120"/>
        <w:rPr>
          <w:sz w:val="20"/>
        </w:rPr>
      </w:pPr>
      <w:bookmarkStart w:id="128" w:name="_Toc178757175"/>
      <w:r w:rsidRPr="00615D6C">
        <w:rPr>
          <w:sz w:val="20"/>
        </w:rPr>
        <w:t>ОПТОВАЯ ТОРГОВЛЯ</w:t>
      </w:r>
      <w:bookmarkEnd w:id="126"/>
      <w:bookmarkEnd w:id="127"/>
      <w:bookmarkEnd w:id="128"/>
    </w:p>
    <w:p w14:paraId="1373F8C7" w14:textId="10F963FC" w:rsidR="00B022E6" w:rsidRPr="00E24777" w:rsidRDefault="007A2433" w:rsidP="006E3317">
      <w:pPr>
        <w:spacing w:before="360" w:after="120"/>
        <w:ind w:firstLine="709"/>
        <w:rPr>
          <w:szCs w:val="24"/>
        </w:rPr>
      </w:pPr>
      <w:bookmarkStart w:id="129" w:name="_Toc378601359"/>
      <w:bookmarkStart w:id="130" w:name="_Toc391275317"/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060F36">
        <w:rPr>
          <w:szCs w:val="24"/>
        </w:rPr>
        <w:t>августе</w:t>
      </w:r>
      <w:r w:rsidRPr="006B5865">
        <w:rPr>
          <w:szCs w:val="24"/>
        </w:rPr>
        <w:t xml:space="preserve"> 2024 года оборот оптовой торговли составил </w:t>
      </w:r>
      <w:r w:rsidR="00AE7E26">
        <w:rPr>
          <w:szCs w:val="24"/>
        </w:rPr>
        <w:t>99603,2</w:t>
      </w:r>
      <w:r w:rsidR="006B5865" w:rsidRPr="006B5865">
        <w:rPr>
          <w:noProof/>
          <w:szCs w:val="24"/>
        </w:rPr>
        <w:t xml:space="preserve"> </w:t>
      </w:r>
      <w:r w:rsidRPr="006B5865">
        <w:rPr>
          <w:szCs w:val="24"/>
        </w:rPr>
        <w:t xml:space="preserve">млн рублей или </w:t>
      </w:r>
      <w:r w:rsidR="00AE7E26" w:rsidRPr="006B5865">
        <w:rPr>
          <w:noProof/>
          <w:szCs w:val="24"/>
          <w:shd w:val="clear" w:color="auto" w:fill="FFFFFF"/>
        </w:rPr>
        <w:t>9</w:t>
      </w:r>
      <w:r w:rsidR="00AE7E26">
        <w:rPr>
          <w:noProof/>
          <w:szCs w:val="24"/>
          <w:shd w:val="clear" w:color="auto" w:fill="FFFFFF"/>
        </w:rPr>
        <w:t>7</w:t>
      </w:r>
      <w:r w:rsidR="00AE7E26" w:rsidRPr="006B5865">
        <w:rPr>
          <w:noProof/>
          <w:szCs w:val="24"/>
          <w:shd w:val="clear" w:color="auto" w:fill="FFFFFF"/>
        </w:rPr>
        <w:t>,</w:t>
      </w:r>
      <w:r w:rsidR="00AE7E26">
        <w:rPr>
          <w:noProof/>
          <w:szCs w:val="24"/>
          <w:shd w:val="clear" w:color="auto" w:fill="FFFFFF"/>
        </w:rPr>
        <w:t>9</w:t>
      </w:r>
      <w:r w:rsidRPr="00AE7E26">
        <w:rPr>
          <w:szCs w:val="24"/>
          <w:shd w:val="clear" w:color="auto" w:fill="FFFFFF"/>
        </w:rPr>
        <w:t>%</w:t>
      </w:r>
      <w:r w:rsidRPr="006B5865">
        <w:rPr>
          <w:szCs w:val="24"/>
        </w:rPr>
        <w:t xml:space="preserve"> к </w:t>
      </w:r>
      <w:r w:rsidR="006B5865" w:rsidRPr="006B5865">
        <w:rPr>
          <w:szCs w:val="24"/>
        </w:rPr>
        <w:t>январю-</w:t>
      </w:r>
      <w:r w:rsidR="00060F36">
        <w:rPr>
          <w:szCs w:val="24"/>
        </w:rPr>
        <w:t>августу</w:t>
      </w:r>
      <w:r w:rsidRPr="006B5865">
        <w:rPr>
          <w:szCs w:val="24"/>
        </w:rPr>
        <w:t xml:space="preserve"> 2023 года</w:t>
      </w:r>
      <w:r w:rsidR="00A115AB" w:rsidRPr="006B5865">
        <w:rPr>
          <w:szCs w:val="24"/>
        </w:rPr>
        <w:t>.</w:t>
      </w:r>
      <w:bookmarkStart w:id="131" w:name="_Toc493779755"/>
    </w:p>
    <w:p w14:paraId="631B9F91" w14:textId="77777777" w:rsidR="0031223F" w:rsidRPr="004C6292" w:rsidRDefault="0031223F" w:rsidP="006E3317">
      <w:pPr>
        <w:pStyle w:val="3"/>
        <w:spacing w:before="600" w:after="360"/>
        <w:ind w:right="0"/>
        <w:rPr>
          <w:szCs w:val="24"/>
        </w:rPr>
      </w:pPr>
      <w:bookmarkStart w:id="132" w:name="_Toc178757176"/>
      <w:r w:rsidRPr="00D000F5">
        <w:rPr>
          <w:szCs w:val="24"/>
        </w:rPr>
        <w:t>Динамика оборота оптовой торговли</w:t>
      </w:r>
      <w:bookmarkEnd w:id="129"/>
      <w:bookmarkEnd w:id="130"/>
      <w:bookmarkEnd w:id="131"/>
      <w:bookmarkEnd w:id="132"/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1133"/>
        <w:gridCol w:w="1134"/>
        <w:gridCol w:w="1134"/>
        <w:gridCol w:w="1136"/>
        <w:gridCol w:w="1134"/>
        <w:gridCol w:w="1137"/>
      </w:tblGrid>
      <w:tr w:rsidR="00CC23FD" w:rsidRPr="00042157" w14:paraId="588E9062" w14:textId="77777777" w:rsidTr="00C922DF">
        <w:trPr>
          <w:trHeight w:val="227"/>
          <w:jc w:val="center"/>
        </w:trPr>
        <w:tc>
          <w:tcPr>
            <w:tcW w:w="2265" w:type="dxa"/>
            <w:vMerge w:val="restart"/>
            <w:shd w:val="clear" w:color="auto" w:fill="auto"/>
          </w:tcPr>
          <w:p w14:paraId="35C55D23" w14:textId="77777777" w:rsidR="00CC23FD" w:rsidRPr="00452C96" w:rsidRDefault="00CC23FD" w:rsidP="00C922DF">
            <w:pPr>
              <w:rPr>
                <w:b/>
                <w:sz w:val="20"/>
              </w:rPr>
            </w:pPr>
            <w:bookmarkStart w:id="133" w:name="_Toc380576694"/>
            <w:bookmarkStart w:id="134" w:name="_Toc391275318"/>
          </w:p>
        </w:tc>
        <w:tc>
          <w:tcPr>
            <w:tcW w:w="3401" w:type="dxa"/>
            <w:gridSpan w:val="3"/>
            <w:shd w:val="clear" w:color="auto" w:fill="auto"/>
            <w:vAlign w:val="center"/>
          </w:tcPr>
          <w:p w14:paraId="6F92CAEC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3407" w:type="dxa"/>
            <w:gridSpan w:val="3"/>
            <w:shd w:val="clear" w:color="auto" w:fill="auto"/>
            <w:vAlign w:val="center"/>
          </w:tcPr>
          <w:p w14:paraId="6D7FBD50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в том числе </w:t>
            </w:r>
            <w:r w:rsidRPr="00042157">
              <w:rPr>
                <w:b/>
                <w:sz w:val="20"/>
              </w:rPr>
              <w:br/>
              <w:t>оборот оптовой торговли организаций оптовой торговли</w:t>
            </w:r>
          </w:p>
        </w:tc>
      </w:tr>
      <w:tr w:rsidR="00CC23FD" w:rsidRPr="00042157" w14:paraId="35803B19" w14:textId="77777777" w:rsidTr="00C922DF">
        <w:trPr>
          <w:trHeight w:val="283"/>
          <w:jc w:val="center"/>
        </w:trPr>
        <w:tc>
          <w:tcPr>
            <w:tcW w:w="2265" w:type="dxa"/>
            <w:vMerge/>
            <w:shd w:val="clear" w:color="auto" w:fill="auto"/>
          </w:tcPr>
          <w:p w14:paraId="7045F636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7036410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82289C2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proofErr w:type="gramStart"/>
            <w:r w:rsidRPr="00042157">
              <w:rPr>
                <w:b/>
                <w:sz w:val="20"/>
              </w:rPr>
              <w:t>в  %</w:t>
            </w:r>
            <w:proofErr w:type="gramEnd"/>
            <w:r w:rsidRPr="00042157">
              <w:rPr>
                <w:b/>
                <w:sz w:val="20"/>
              </w:rPr>
              <w:t xml:space="preserve">  к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100BD06A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14:paraId="30472C6E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proofErr w:type="gramStart"/>
            <w:r w:rsidRPr="00042157">
              <w:rPr>
                <w:b/>
                <w:sz w:val="20"/>
              </w:rPr>
              <w:t>в  %</w:t>
            </w:r>
            <w:proofErr w:type="gramEnd"/>
            <w:r w:rsidRPr="00042157">
              <w:rPr>
                <w:b/>
                <w:sz w:val="20"/>
              </w:rPr>
              <w:t xml:space="preserve">  к</w:t>
            </w:r>
          </w:p>
        </w:tc>
      </w:tr>
      <w:tr w:rsidR="00CC23FD" w:rsidRPr="00042157" w14:paraId="345A9B80" w14:textId="77777777" w:rsidTr="00C922DF">
        <w:trPr>
          <w:trHeight w:val="227"/>
          <w:jc w:val="center"/>
        </w:trPr>
        <w:tc>
          <w:tcPr>
            <w:tcW w:w="2265" w:type="dxa"/>
            <w:vMerge/>
            <w:shd w:val="clear" w:color="auto" w:fill="auto"/>
          </w:tcPr>
          <w:p w14:paraId="1367FE55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1794CAF6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3B0F2A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1A941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6" w:type="dxa"/>
            <w:vMerge/>
            <w:shd w:val="clear" w:color="auto" w:fill="auto"/>
          </w:tcPr>
          <w:p w14:paraId="16870B24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C3268A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AAA5A65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</w:tr>
      <w:tr w:rsidR="00CC23FD" w:rsidRPr="00042157" w14:paraId="597CED6D" w14:textId="7777777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14:paraId="130C49EE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2023</w:t>
            </w:r>
          </w:p>
        </w:tc>
      </w:tr>
      <w:tr w:rsidR="00CC23FD" w:rsidRPr="00042157" w14:paraId="5D4DA90E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28AD50C1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Январь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BFFD402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8023,4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7506A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8DEC4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82,1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3AEE41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6678,3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71474E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FC96C5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78,3</w:t>
            </w:r>
          </w:p>
        </w:tc>
      </w:tr>
      <w:tr w:rsidR="00CC23FD" w:rsidRPr="00042157" w14:paraId="65FC728C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75B766D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Февраль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DADC22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10198,3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3BE87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519DC2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124,1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81DD95F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8763,9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28C65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534DAD41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128,1</w:t>
            </w:r>
          </w:p>
        </w:tc>
      </w:tr>
      <w:tr w:rsidR="00CC23FD" w:rsidRPr="00042157" w14:paraId="59ECBC3B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20C36032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Март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24E10E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14990,7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EAD38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179,5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C257B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8ACA8C4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13097,0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D3643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181,1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52B7380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147,6</w:t>
            </w:r>
          </w:p>
        </w:tc>
      </w:tr>
      <w:tr w:rsidR="00CC23FD" w:rsidRPr="00042157" w14:paraId="68A0793A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9FE07E9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  <w:lang w:val="en-US"/>
              </w:rPr>
              <w:t xml:space="preserve">I </w:t>
            </w:r>
            <w:r w:rsidRPr="00042157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18265BD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33212,4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85D35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085AC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111,7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628EB53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28539,2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CBF38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64A3A0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108,6</w:t>
            </w:r>
          </w:p>
        </w:tc>
      </w:tr>
      <w:tr w:rsidR="00CC23FD" w:rsidRPr="00042157" w14:paraId="451C5B37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F5794BD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Апрель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DF1FB5E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13190,8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44FD6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BADB8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86,4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7845B81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11254,4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B723B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154,3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BE180F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84,3</w:t>
            </w:r>
          </w:p>
        </w:tc>
      </w:tr>
      <w:tr w:rsidR="00CC23FD" w:rsidRPr="00042157" w14:paraId="1ADCE912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BE439B3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Май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D86775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12802,5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9E4E5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30C08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94,4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575752E9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10811,6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149A3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130,2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D6E486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93,5</w:t>
            </w:r>
          </w:p>
        </w:tc>
      </w:tr>
      <w:tr w:rsidR="00CC23FD" w:rsidRPr="00042157" w14:paraId="0AF2327C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2A38FE16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Июнь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77855BA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12346,3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7DA23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C4725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F6452F1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10308,4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CEDCB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123,8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8F71BC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95,3</w:t>
            </w:r>
          </w:p>
        </w:tc>
      </w:tr>
      <w:tr w:rsidR="00CC23FD" w:rsidRPr="00042157" w14:paraId="5C98702B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8877C91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0C27F0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38339,7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8FD36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AF236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1ED738B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32374,4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76688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135,8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294AC0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107,5</w:t>
            </w:r>
          </w:p>
        </w:tc>
      </w:tr>
      <w:tr w:rsidR="00CC23FD" w:rsidRPr="00042157" w14:paraId="2E4752A4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F14037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>I</w:t>
            </w:r>
            <w:r w:rsidRPr="00197468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DD641B4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71552,1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A35CD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2CDA9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48CB1884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60913,6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78606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140,4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F16870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14:paraId="72CE0415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13A266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E052E7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D929B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21D62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100,0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5921DD8D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10447,6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3D515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145,2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265B498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100,5</w:t>
            </w:r>
          </w:p>
        </w:tc>
      </w:tr>
      <w:tr w:rsidR="00CC23FD" w:rsidRPr="00042157" w14:paraId="41C1E8EB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47F9ACE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Август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E62B05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11524,3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14F6B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48B76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90,1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6B08876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9436,9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7010E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7F4629E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87,9</w:t>
            </w:r>
          </w:p>
        </w:tc>
      </w:tr>
      <w:tr w:rsidR="00CC23FD" w:rsidRPr="00042157" w14:paraId="35A98B4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7115829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F700019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13886,5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6C0ABC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8BC6E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115,0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559F67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11491,8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51F53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5E386C8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116,2</w:t>
            </w:r>
          </w:p>
        </w:tc>
      </w:tr>
      <w:tr w:rsidR="00CC23FD" w:rsidRPr="00042157" w14:paraId="005CDA40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451211F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770858A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37857,1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BFF2D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D34D8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93,7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D5171A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31376,3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82166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116,4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1A2DF4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92,0</w:t>
            </w:r>
          </w:p>
        </w:tc>
      </w:tr>
      <w:tr w:rsidR="00CC23FD" w:rsidRPr="00042157" w14:paraId="7F195039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52D7DDB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Январь-сентябрь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D41DB4E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109409,2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870FA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700B81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F76102F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92289,8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57970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132,0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E495A48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14:paraId="2E9FF3B9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9279345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Октябрь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E497B9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13228,9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16E1D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E2BF5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1D40690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10912,2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0C897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203960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96,2</w:t>
            </w:r>
          </w:p>
        </w:tc>
      </w:tr>
      <w:tr w:rsidR="00CC23FD" w:rsidRPr="00042157" w14:paraId="15DFA0AD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955BDDF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Ноябрь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96200A8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12603,8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C01568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0211A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96,7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56CB3A0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10378,5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33C72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112,6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B6D298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</w:tr>
      <w:tr w:rsidR="00CC23FD" w:rsidRPr="00042157" w14:paraId="6774C586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3F23C4E5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Декабрь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4559E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13309,2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98106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B8F19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F1908F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10955,9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79E72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5A509C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</w:tr>
      <w:tr w:rsidR="00CC23FD" w:rsidRPr="00042157" w14:paraId="39AD8C5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5CA824C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IV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4F53E34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39142,0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602B42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6838B2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102,2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4540DE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32246,6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A75AA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109,1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A4E520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101,6</w:t>
            </w:r>
          </w:p>
        </w:tc>
      </w:tr>
      <w:tr w:rsidR="00CC23FD" w:rsidRPr="00042157" w14:paraId="31383DB5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1EDCF7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Год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B3D6E69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148551,2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C18BF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24143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D2881E3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124536,4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60B974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125,9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5B6CF3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14:paraId="14CFF2E5" w14:textId="7777777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14:paraId="55A42298" w14:textId="77777777" w:rsidR="00CC23FD" w:rsidRPr="00197468" w:rsidRDefault="00CC23FD" w:rsidP="00C922DF">
            <w:pPr>
              <w:tabs>
                <w:tab w:val="left" w:pos="549"/>
                <w:tab w:val="left" w:pos="692"/>
              </w:tabs>
              <w:jc w:val="center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lastRenderedPageBreak/>
              <w:t>2024</w:t>
            </w:r>
          </w:p>
        </w:tc>
      </w:tr>
      <w:tr w:rsidR="00AE7E26" w:rsidRPr="00042157" w14:paraId="40F3D90B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8A5EE39" w14:textId="42BD7778" w:rsidR="00AE7E26" w:rsidRPr="00197468" w:rsidRDefault="00AE7E26" w:rsidP="00AE7E26">
            <w:pPr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Январь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0B0A891" w14:textId="7F1C66DE" w:rsidR="00AE7E26" w:rsidRPr="00060F36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10436,1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3FB4CA" w14:textId="351924B0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079BB9" w14:textId="667F64FB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DEDE93C" w14:textId="20A0CBEB" w:rsidR="00AE7E26" w:rsidRPr="00060F36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8133,6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9AB9E" w14:textId="634CE609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107,7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2D999F4" w14:textId="62E0167F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74,2</w:t>
            </w:r>
          </w:p>
        </w:tc>
      </w:tr>
      <w:tr w:rsidR="00AE7E26" w:rsidRPr="00042157" w14:paraId="037938F3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5DA45B3" w14:textId="16928645" w:rsidR="00AE7E26" w:rsidRPr="00197468" w:rsidRDefault="00AE7E26" w:rsidP="00AE7E26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Февраль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B0C18B" w14:textId="2FA0F15F" w:rsidR="00AE7E26" w:rsidRPr="00060F36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11010,6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FD98FB" w14:textId="7B693470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2CAD3" w14:textId="3E32B2A0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8BD1F2" w14:textId="016C8F46" w:rsidR="00AE7E26" w:rsidRPr="00060F36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8329,9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23430" w14:textId="5AF55126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86,1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C98F845" w14:textId="290756F1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</w:tr>
      <w:tr w:rsidR="00AE7E26" w:rsidRPr="00042157" w14:paraId="1E322B65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C8A7980" w14:textId="40961FE8" w:rsidR="00AE7E26" w:rsidRPr="00197468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Март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763F852" w14:textId="08B6B2B3" w:rsidR="00AE7E26" w:rsidRPr="00060F36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12327,8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A2CF1" w14:textId="5B24EE97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76,3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DAFA83" w14:textId="20ADB068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EC928B6" w14:textId="5E92FBD5" w:rsidR="00AE7E26" w:rsidRPr="00060F36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9522,5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2BC600" w14:textId="29E2534B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857DFD1" w14:textId="69C50B3C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115,6</w:t>
            </w:r>
          </w:p>
        </w:tc>
      </w:tr>
      <w:tr w:rsidR="00AE7E26" w:rsidRPr="00042157" w14:paraId="7F82E006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5B78CB3" w14:textId="37B8BDC3" w:rsidR="00AE7E26" w:rsidRPr="00197468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D9D5BAF" w14:textId="6EC3C3FB" w:rsidR="00AE7E26" w:rsidRPr="00060F36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33774,5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32C4E" w14:textId="79DF9E13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77D2E" w14:textId="70F1C6A1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87,9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F6A4D89" w14:textId="5F8C2376" w:rsidR="00AE7E26" w:rsidRPr="00060F36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25986,0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D7C54" w14:textId="15BDEF63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82,6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8076A38" w14:textId="25E01A0C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82,1</w:t>
            </w:r>
          </w:p>
        </w:tc>
      </w:tr>
      <w:tr w:rsidR="00AE7E26" w:rsidRPr="00042157" w14:paraId="60128A37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AD945C8" w14:textId="3264FB65" w:rsidR="00AE7E26" w:rsidRP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Апрель</w:t>
            </w:r>
            <w:r>
              <w:rPr>
                <w:b/>
                <w:sz w:val="20"/>
                <w:vertAlign w:val="superscript"/>
              </w:rPr>
              <w:t>3)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C56F062" w14:textId="2CBF0CEC" w:rsidR="00AE7E26" w:rsidRPr="00060F36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12523,8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50BA91" w14:textId="462E9A41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89,1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213C8" w14:textId="35E90E99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100,8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8DC7F5" w14:textId="191B4AE3" w:rsidR="00AE7E26" w:rsidRPr="00060F36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9692,7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CD5DA" w14:textId="7E930B00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80,8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CE4C97D" w14:textId="029C9CDA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101,0</w:t>
            </w:r>
          </w:p>
        </w:tc>
      </w:tr>
      <w:tr w:rsidR="00AE7E26" w:rsidRPr="00042157" w14:paraId="0E7BAE1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24D3699" w14:textId="7D1E2B2A" w:rsidR="00AE7E26" w:rsidRP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Май</w:t>
            </w:r>
            <w:r>
              <w:rPr>
                <w:b/>
                <w:sz w:val="20"/>
                <w:vertAlign w:val="superscript"/>
              </w:rPr>
              <w:t>3)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7346486" w14:textId="452E6BE0" w:rsidR="00AE7E26" w:rsidRPr="00060F36" w:rsidRDefault="00AE7E26" w:rsidP="00AE7E26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12625,8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013376" w14:textId="4C055D7A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1FF3FB" w14:textId="1EA0864F" w:rsidR="00AE7E26" w:rsidRPr="00060F36" w:rsidRDefault="00AE7E26" w:rsidP="00AE7E2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100,0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9DFD448" w14:textId="223CD354" w:rsidR="00AE7E26" w:rsidRPr="00060F36" w:rsidRDefault="00AE7E26" w:rsidP="00AE7E2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9570,8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DF7771" w14:textId="6F5B9CEB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9F6071D" w14:textId="1899D3C6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97,9</w:t>
            </w:r>
          </w:p>
        </w:tc>
      </w:tr>
      <w:tr w:rsidR="00AE7E26" w:rsidRPr="00452C96" w14:paraId="7DFEBF0A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39D277EE" w14:textId="64B48DFE" w:rsidR="00AE7E26" w:rsidRP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B9185D">
              <w:rPr>
                <w:b/>
                <w:noProof/>
                <w:sz w:val="20"/>
              </w:rPr>
              <w:t>Июнь</w:t>
            </w:r>
            <w:r>
              <w:rPr>
                <w:b/>
                <w:noProof/>
                <w:sz w:val="20"/>
                <w:vertAlign w:val="superscript"/>
              </w:rPr>
              <w:t>3)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4FBB8D" w14:textId="132E29B0" w:rsidR="00AE7E26" w:rsidRPr="00060F36" w:rsidRDefault="00AE7E26" w:rsidP="00AE7E26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13336,3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DB051C" w14:textId="00DD1E16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5FEACC" w14:textId="2028EBA5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ABF75F8" w14:textId="5537605B" w:rsidR="00AE7E26" w:rsidRPr="00060F36" w:rsidRDefault="00AE7E26" w:rsidP="00AE7E2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10345,6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1D671C" w14:textId="4C7116A6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94,8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790989F7" w14:textId="7E6549DC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106,7</w:t>
            </w:r>
          </w:p>
        </w:tc>
      </w:tr>
      <w:tr w:rsidR="00AE7E26" w:rsidRPr="00452C96" w14:paraId="66EA4670" w14:textId="77777777" w:rsidTr="00514CE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E68DE9C" w14:textId="1FBCD7F4" w:rsidR="00AE7E26" w:rsidRP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noProof/>
                <w:sz w:val="20"/>
                <w:lang w:val="en-US"/>
              </w:rPr>
              <w:t xml:space="preserve">II </w:t>
            </w:r>
            <w:r>
              <w:rPr>
                <w:b/>
                <w:noProof/>
                <w:sz w:val="20"/>
              </w:rPr>
              <w:t>квартал</w:t>
            </w:r>
            <w:r>
              <w:rPr>
                <w:b/>
                <w:noProof/>
                <w:sz w:val="20"/>
                <w:vertAlign w:val="superscript"/>
              </w:rPr>
              <w:t>3)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830F916" w14:textId="46F1FDF7" w:rsidR="00AE7E26" w:rsidRPr="00060F36" w:rsidRDefault="00AE7E26" w:rsidP="00AE7E26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38485,9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0A8D9" w14:textId="7FCE581E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A3705" w14:textId="5DFC77C0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112,8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84D7868" w14:textId="205DB41B" w:rsidR="00AE7E26" w:rsidRPr="00060F36" w:rsidRDefault="00AE7E26" w:rsidP="00AE7E2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29609,0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11375" w14:textId="51FA424D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86,5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D245C00" w14:textId="6FCC67EA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112,8</w:t>
            </w:r>
          </w:p>
        </w:tc>
      </w:tr>
      <w:tr w:rsidR="00AE7E26" w:rsidRPr="00452C96" w14:paraId="61EAD379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0F3A63F" w14:textId="0F3663B9" w:rsidR="00AE7E26" w:rsidRP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  <w:r>
              <w:rPr>
                <w:b/>
                <w:sz w:val="20"/>
                <w:vertAlign w:val="superscript"/>
              </w:rPr>
              <w:t>3)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E3D9162" w14:textId="230F7E07" w:rsidR="00AE7E26" w:rsidRPr="00060F36" w:rsidRDefault="00AE7E26" w:rsidP="00AE7E26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72260,3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FF35EA" w14:textId="777C28C8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C43FA1" w14:textId="2A054778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2C9D370" w14:textId="645F20ED" w:rsidR="00AE7E26" w:rsidRPr="00060F36" w:rsidRDefault="00AE7E26" w:rsidP="00AE7E26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55595,0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C14242" w14:textId="1713C17F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84,7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817BE43" w14:textId="5D58DD1F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  <w:tr w:rsidR="00AE7E26" w:rsidRPr="00452C96" w14:paraId="5E88111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614339D" w14:textId="700D7235" w:rsidR="00AE7E26" w:rsidRP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  <w:lang w:val="en-US"/>
              </w:rPr>
            </w:pPr>
            <w:r w:rsidRPr="0010282F">
              <w:rPr>
                <w:b/>
                <w:noProof/>
                <w:sz w:val="20"/>
              </w:rPr>
              <w:t>Июль</w:t>
            </w:r>
            <w:r>
              <w:rPr>
                <w:b/>
                <w:noProof/>
                <w:sz w:val="20"/>
                <w:vertAlign w:val="superscript"/>
              </w:rPr>
              <w:t>3)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00CF177" w14:textId="53F4CAF1" w:rsidR="00AE7E26" w:rsidRPr="00060F36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13846,8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983D7D" w14:textId="1C3753BE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BEDC2" w14:textId="0420127C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F5CDD02" w14:textId="7180FD8A" w:rsidR="00AE7E26" w:rsidRPr="00060F36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10843,3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974BAD" w14:textId="11E9139D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99,3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F3EFD4B" w14:textId="28F4E45E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105,3</w:t>
            </w:r>
          </w:p>
        </w:tc>
      </w:tr>
      <w:tr w:rsidR="00AE7E26" w:rsidRPr="00452C96" w14:paraId="12D18524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E5DD5BB" w14:textId="7163DC6D" w:rsidR="00AE7E26" w:rsidRP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0DD5023" w14:textId="55E9A1AB" w:rsidR="00AE7E26" w:rsidRPr="00060F36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13496,1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580316" w14:textId="7EEC0DCF" w:rsidR="00AE7E26" w:rsidRPr="00060F36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7B61EB" w14:textId="40DAC598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97,4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4686909" w14:textId="23DB3AC0" w:rsidR="00AE7E26" w:rsidRPr="00060F36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10653,5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925110" w14:textId="2C69AC1F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110,9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C3CC801" w14:textId="6CFCE8F7" w:rsidR="00AE7E26" w:rsidRPr="00060F36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98,2</w:t>
            </w:r>
          </w:p>
        </w:tc>
      </w:tr>
      <w:tr w:rsidR="00AE7E26" w:rsidRPr="00452C96" w14:paraId="3D6CD1BD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3F1FC03D" w14:textId="6FA48224" w:rsidR="00AE7E26" w:rsidRDefault="00AE7E26" w:rsidP="00AE7E26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01EAC17" w14:textId="152182D0" w:rsidR="00AE7E26" w:rsidRPr="004C36BB" w:rsidRDefault="00AE7E26" w:rsidP="00AE7E26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4C36BB">
              <w:rPr>
                <w:b/>
                <w:bCs/>
                <w:noProof/>
                <w:sz w:val="20"/>
              </w:rPr>
              <w:t>99603,2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BCD694" w14:textId="41A4100C" w:rsidR="00AE7E26" w:rsidRPr="004C36BB" w:rsidRDefault="00AE7E26" w:rsidP="00AE7E26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4C36BB">
              <w:rPr>
                <w:b/>
                <w:bCs/>
                <w:noProof/>
                <w:sz w:val="20"/>
              </w:rPr>
              <w:t>97,9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80DF02" w14:textId="4E0875D3" w:rsidR="00AE7E26" w:rsidRPr="004C36BB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0F8114B" w14:textId="359CF4D9" w:rsidR="00AE7E26" w:rsidRPr="004C36BB" w:rsidRDefault="00AE7E26" w:rsidP="00AE7E26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4C36BB">
              <w:rPr>
                <w:b/>
                <w:bCs/>
                <w:noProof/>
                <w:sz w:val="20"/>
              </w:rPr>
              <w:t>77091,8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BC1B3F" w14:textId="6169F076" w:rsidR="00AE7E26" w:rsidRPr="004C36BB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 w:rsidRPr="004C36BB">
              <w:rPr>
                <w:b/>
                <w:noProof/>
                <w:sz w:val="20"/>
              </w:rPr>
              <w:t>89,6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366E3826" w14:textId="383AD195" w:rsidR="00AE7E26" w:rsidRPr="004C36BB" w:rsidRDefault="00AE7E26" w:rsidP="00AE7E26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</w:tbl>
    <w:p w14:paraId="0CBDCAAA" w14:textId="77777777" w:rsidR="00AE7E26" w:rsidRDefault="00AE7E26" w:rsidP="00AE7E26">
      <w:pPr>
        <w:spacing w:before="120"/>
        <w:ind w:left="340"/>
        <w:rPr>
          <w:szCs w:val="24"/>
        </w:rPr>
      </w:pPr>
      <w:r>
        <w:rPr>
          <w:sz w:val="18"/>
          <w:szCs w:val="18"/>
          <w:vertAlign w:val="superscript"/>
        </w:rPr>
        <w:t>3</w:t>
      </w:r>
      <w:r w:rsidRPr="00C543B8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данные уточнены по итогам квартальных</w:t>
      </w:r>
      <w:r w:rsidRPr="00C543B8">
        <w:rPr>
          <w:sz w:val="18"/>
          <w:szCs w:val="18"/>
        </w:rPr>
        <w:t xml:space="preserve"> обследований хозяйствующих субъектов</w:t>
      </w:r>
    </w:p>
    <w:p w14:paraId="163E09E8" w14:textId="6CA5BCB0" w:rsidR="0031223F" w:rsidRDefault="00514CE5" w:rsidP="0042241F">
      <w:pPr>
        <w:spacing w:before="360" w:after="120"/>
        <w:ind w:firstLine="709"/>
        <w:rPr>
          <w:szCs w:val="24"/>
        </w:rPr>
      </w:pPr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060F36">
        <w:rPr>
          <w:szCs w:val="24"/>
        </w:rPr>
        <w:t>августе</w:t>
      </w:r>
      <w:r w:rsidRPr="006B5865">
        <w:rPr>
          <w:szCs w:val="24"/>
        </w:rPr>
        <w:t xml:space="preserve"> 2024 года оборот оптовой торговли на </w:t>
      </w:r>
      <w:r w:rsidR="00AE7E26" w:rsidRPr="006B5865">
        <w:rPr>
          <w:noProof/>
          <w:szCs w:val="24"/>
        </w:rPr>
        <w:t>77,</w:t>
      </w:r>
      <w:r w:rsidR="00AE7E26">
        <w:rPr>
          <w:noProof/>
          <w:szCs w:val="24"/>
        </w:rPr>
        <w:t>4</w:t>
      </w:r>
      <w:r w:rsidRPr="006B5865">
        <w:rPr>
          <w:szCs w:val="24"/>
        </w:rPr>
        <w:t xml:space="preserve">% формировался организациями оптовой торговли, оборот которых составил </w:t>
      </w:r>
      <w:r w:rsidR="00AE7E26">
        <w:rPr>
          <w:szCs w:val="24"/>
        </w:rPr>
        <w:t xml:space="preserve">77091,8 </w:t>
      </w:r>
      <w:r w:rsidRPr="006B5865">
        <w:rPr>
          <w:szCs w:val="24"/>
        </w:rPr>
        <w:t>млн рублей</w:t>
      </w:r>
      <w:r w:rsidRPr="006B5865">
        <w:rPr>
          <w:szCs w:val="24"/>
        </w:rPr>
        <w:br/>
        <w:t xml:space="preserve">или </w:t>
      </w:r>
      <w:r w:rsidR="00AE7E26" w:rsidRPr="006B5865">
        <w:rPr>
          <w:noProof/>
          <w:szCs w:val="24"/>
        </w:rPr>
        <w:t>8</w:t>
      </w:r>
      <w:r w:rsidR="00AE7E26">
        <w:rPr>
          <w:noProof/>
          <w:szCs w:val="24"/>
        </w:rPr>
        <w:t>9</w:t>
      </w:r>
      <w:r w:rsidR="00AE7E26" w:rsidRPr="006B5865">
        <w:rPr>
          <w:noProof/>
          <w:szCs w:val="24"/>
        </w:rPr>
        <w:t>,</w:t>
      </w:r>
      <w:r w:rsidR="00AE7E26">
        <w:rPr>
          <w:noProof/>
          <w:szCs w:val="24"/>
        </w:rPr>
        <w:t>6</w:t>
      </w:r>
      <w:r w:rsidRPr="006B5865">
        <w:rPr>
          <w:szCs w:val="24"/>
        </w:rPr>
        <w:t xml:space="preserve">% к </w:t>
      </w:r>
      <w:r w:rsidR="006B5865" w:rsidRPr="006B5865">
        <w:rPr>
          <w:szCs w:val="24"/>
        </w:rPr>
        <w:t>январю-</w:t>
      </w:r>
      <w:r w:rsidR="00060F36">
        <w:rPr>
          <w:szCs w:val="24"/>
        </w:rPr>
        <w:t>августу</w:t>
      </w:r>
      <w:r w:rsidRPr="006B5865">
        <w:rPr>
          <w:szCs w:val="24"/>
        </w:rPr>
        <w:t xml:space="preserve"> 2023 года</w:t>
      </w:r>
      <w:r w:rsidR="00471CE1" w:rsidRPr="006B5865">
        <w:rPr>
          <w:szCs w:val="24"/>
        </w:rPr>
        <w:t>.</w:t>
      </w:r>
    </w:p>
    <w:p w14:paraId="650ECF43" w14:textId="4AE8BF99" w:rsidR="0031223F" w:rsidRPr="00514CE5" w:rsidRDefault="0031223F" w:rsidP="0042241F">
      <w:pPr>
        <w:pStyle w:val="3"/>
        <w:spacing w:before="360" w:after="360"/>
        <w:ind w:right="0" w:firstLine="709"/>
        <w:jc w:val="both"/>
        <w:rPr>
          <w:b w:val="0"/>
          <w:szCs w:val="24"/>
        </w:rPr>
      </w:pPr>
      <w:bookmarkStart w:id="135" w:name="_Toc378601361"/>
      <w:bookmarkStart w:id="136" w:name="_Toc391275319"/>
      <w:bookmarkStart w:id="137" w:name="_Toc493779756"/>
      <w:bookmarkStart w:id="138" w:name="_Toc178757177"/>
      <w:bookmarkEnd w:id="133"/>
      <w:bookmarkEnd w:id="134"/>
      <w:r w:rsidRPr="005B5FA6">
        <w:rPr>
          <w:szCs w:val="24"/>
        </w:rPr>
        <w:t>Продажа на оптовом рынке отдельных видов продукции (товаров) организациями оптовой торговли, не относящимися к субъектам малого предпринимательства</w:t>
      </w:r>
      <w:r w:rsidRPr="0022283C">
        <w:rPr>
          <w:b w:val="0"/>
          <w:bCs/>
          <w:szCs w:val="24"/>
        </w:rPr>
        <w:t>, с численностью работников свыше 15 человек</w:t>
      </w:r>
      <w:r w:rsidR="00007C9B" w:rsidRPr="0022283C">
        <w:rPr>
          <w:b w:val="0"/>
          <w:bCs/>
          <w:szCs w:val="24"/>
        </w:rPr>
        <w:br/>
      </w:r>
      <w:r w:rsidR="006B5865" w:rsidRPr="00407A34">
        <w:rPr>
          <w:b w:val="0"/>
          <w:szCs w:val="24"/>
        </w:rPr>
        <w:t>в</w:t>
      </w:r>
      <w:r w:rsidR="006B5865">
        <w:rPr>
          <w:b w:val="0"/>
          <w:szCs w:val="24"/>
        </w:rPr>
        <w:t xml:space="preserve"> январе-</w:t>
      </w:r>
      <w:r w:rsidR="00060F36">
        <w:rPr>
          <w:b w:val="0"/>
          <w:szCs w:val="24"/>
        </w:rPr>
        <w:t>августе</w:t>
      </w:r>
      <w:r w:rsidR="00514CE5" w:rsidRPr="006B5865">
        <w:rPr>
          <w:b w:val="0"/>
          <w:szCs w:val="24"/>
        </w:rPr>
        <w:t xml:space="preserve"> </w:t>
      </w:r>
      <w:r w:rsidR="009600AE" w:rsidRPr="006B5865">
        <w:rPr>
          <w:b w:val="0"/>
          <w:szCs w:val="24"/>
        </w:rPr>
        <w:t>2024</w:t>
      </w:r>
      <w:r w:rsidR="009152DB" w:rsidRPr="006B5865">
        <w:rPr>
          <w:b w:val="0"/>
          <w:szCs w:val="24"/>
        </w:rPr>
        <w:t xml:space="preserve"> го</w:t>
      </w:r>
      <w:r w:rsidR="009152DB" w:rsidRPr="00514CE5">
        <w:rPr>
          <w:b w:val="0"/>
          <w:szCs w:val="24"/>
        </w:rPr>
        <w:t>д</w:t>
      </w:r>
      <w:r w:rsidR="009600AE" w:rsidRPr="00514CE5">
        <w:rPr>
          <w:b w:val="0"/>
          <w:szCs w:val="24"/>
        </w:rPr>
        <w:t>а</w:t>
      </w:r>
      <w:r w:rsidR="009152DB" w:rsidRPr="00514CE5">
        <w:rPr>
          <w:b w:val="0"/>
          <w:szCs w:val="24"/>
        </w:rPr>
        <w:t xml:space="preserve"> характеризуется следующими данными</w:t>
      </w:r>
      <w:r w:rsidRPr="00514CE5">
        <w:rPr>
          <w:b w:val="0"/>
          <w:szCs w:val="24"/>
        </w:rPr>
        <w:t>:</w:t>
      </w:r>
      <w:bookmarkEnd w:id="135"/>
      <w:bookmarkEnd w:id="136"/>
      <w:bookmarkEnd w:id="137"/>
      <w:bookmarkEnd w:id="138"/>
    </w:p>
    <w:p w14:paraId="04323035" w14:textId="77777777" w:rsidR="007E042C" w:rsidRPr="007E042C" w:rsidRDefault="007E042C" w:rsidP="007E042C">
      <w:pPr>
        <w:spacing w:after="60"/>
        <w:jc w:val="right"/>
        <w:rPr>
          <w:b/>
          <w:sz w:val="20"/>
        </w:rPr>
      </w:pPr>
      <w:r>
        <w:rPr>
          <w:b/>
          <w:sz w:val="20"/>
        </w:rPr>
        <w:t>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700"/>
        <w:gridCol w:w="1700"/>
      </w:tblGrid>
      <w:tr w:rsidR="007A2433" w:rsidRPr="00042157" w14:paraId="2725BA80" w14:textId="77777777" w:rsidTr="007A2433">
        <w:trPr>
          <w:trHeight w:val="227"/>
          <w:jc w:val="center"/>
        </w:trPr>
        <w:tc>
          <w:tcPr>
            <w:tcW w:w="5671" w:type="dxa"/>
            <w:vAlign w:val="center"/>
          </w:tcPr>
          <w:p w14:paraId="14702631" w14:textId="77777777" w:rsidR="007A2433" w:rsidRPr="00407A34" w:rsidRDefault="007A2433" w:rsidP="007A2433">
            <w:pPr>
              <w:jc w:val="center"/>
              <w:rPr>
                <w:b/>
                <w:sz w:val="20"/>
              </w:rPr>
            </w:pPr>
            <w:bookmarkStart w:id="139" w:name="_Toc401575657"/>
            <w:bookmarkStart w:id="140" w:name="_Toc493779767"/>
          </w:p>
        </w:tc>
        <w:tc>
          <w:tcPr>
            <w:tcW w:w="1700" w:type="dxa"/>
            <w:vAlign w:val="center"/>
          </w:tcPr>
          <w:p w14:paraId="2D75DD79" w14:textId="15BEB923"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 xml:space="preserve">Продано </w:t>
            </w:r>
            <w:r w:rsidRPr="006B5865">
              <w:rPr>
                <w:b/>
                <w:sz w:val="20"/>
              </w:rPr>
              <w:br/>
              <w:t>в январе-</w:t>
            </w:r>
            <w:r w:rsidR="00060F36">
              <w:rPr>
                <w:b/>
                <w:sz w:val="20"/>
              </w:rPr>
              <w:t>августе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>к январю-</w:t>
            </w:r>
            <w:r w:rsidR="00060F36">
              <w:rPr>
                <w:b/>
                <w:sz w:val="20"/>
              </w:rPr>
              <w:t>августу</w:t>
            </w:r>
            <w:r w:rsidRPr="006B5865">
              <w:rPr>
                <w:b/>
                <w:sz w:val="20"/>
              </w:rPr>
              <w:br/>
              <w:t>2023</w:t>
            </w:r>
          </w:p>
        </w:tc>
        <w:tc>
          <w:tcPr>
            <w:tcW w:w="1700" w:type="dxa"/>
            <w:vAlign w:val="center"/>
          </w:tcPr>
          <w:p w14:paraId="1DBE433A" w14:textId="133A47B0"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>Запасы</w:t>
            </w:r>
            <w:r w:rsidRPr="006B5865">
              <w:rPr>
                <w:b/>
                <w:sz w:val="20"/>
              </w:rPr>
              <w:br/>
              <w:t xml:space="preserve">на 1 </w:t>
            </w:r>
            <w:r w:rsidR="00060F36">
              <w:rPr>
                <w:b/>
                <w:sz w:val="20"/>
              </w:rPr>
              <w:t>сентября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 xml:space="preserve">к 1 </w:t>
            </w:r>
            <w:r w:rsidR="00060F36">
              <w:rPr>
                <w:b/>
                <w:sz w:val="20"/>
              </w:rPr>
              <w:t>сентября</w:t>
            </w:r>
            <w:r w:rsidRPr="006B5865">
              <w:rPr>
                <w:b/>
                <w:sz w:val="20"/>
              </w:rPr>
              <w:br/>
              <w:t>2023</w:t>
            </w:r>
          </w:p>
        </w:tc>
      </w:tr>
      <w:tr w:rsidR="007A2433" w:rsidRPr="00042157" w14:paraId="0F855F54" w14:textId="77777777" w:rsidTr="007A2433">
        <w:trPr>
          <w:trHeight w:val="283"/>
          <w:jc w:val="center"/>
        </w:trPr>
        <w:tc>
          <w:tcPr>
            <w:tcW w:w="9071" w:type="dxa"/>
            <w:gridSpan w:val="3"/>
            <w:vAlign w:val="center"/>
            <w:hideMark/>
          </w:tcPr>
          <w:p w14:paraId="6D707D57" w14:textId="77777777" w:rsidR="007A2433" w:rsidRPr="00042157" w:rsidRDefault="007A2433" w:rsidP="007A2433">
            <w:pPr>
              <w:tabs>
                <w:tab w:val="left" w:pos="672"/>
                <w:tab w:val="left" w:pos="814"/>
              </w:tabs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Потребительские товары</w:t>
            </w:r>
          </w:p>
        </w:tc>
      </w:tr>
      <w:tr w:rsidR="00AE7E26" w:rsidRPr="00042157" w14:paraId="6EC9E6F5" w14:textId="77777777" w:rsidTr="00A301F1">
        <w:trPr>
          <w:trHeight w:val="227"/>
          <w:jc w:val="center"/>
        </w:trPr>
        <w:tc>
          <w:tcPr>
            <w:tcW w:w="5671" w:type="dxa"/>
            <w:vAlign w:val="bottom"/>
          </w:tcPr>
          <w:p w14:paraId="0AA6E293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Мясо и мясо птицы, кроме субпродуктов</w:t>
            </w:r>
          </w:p>
        </w:tc>
        <w:tc>
          <w:tcPr>
            <w:tcW w:w="1700" w:type="dxa"/>
            <w:vAlign w:val="bottom"/>
          </w:tcPr>
          <w:p w14:paraId="3F4ED8B3" w14:textId="42A80A1E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106,9</w:t>
            </w:r>
          </w:p>
        </w:tc>
        <w:tc>
          <w:tcPr>
            <w:tcW w:w="1700" w:type="dxa"/>
            <w:vAlign w:val="bottom"/>
          </w:tcPr>
          <w:p w14:paraId="4EDC26D0" w14:textId="5BF81770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26D8E">
              <w:rPr>
                <w:b/>
                <w:bCs/>
                <w:color w:val="000000"/>
                <w:sz w:val="20"/>
              </w:rPr>
              <w:t>100,8</w:t>
            </w:r>
          </w:p>
        </w:tc>
      </w:tr>
      <w:tr w:rsidR="00AE7E26" w:rsidRPr="00042157" w14:paraId="3FCA5423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2AE2656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колбасные</w:t>
            </w:r>
          </w:p>
        </w:tc>
        <w:tc>
          <w:tcPr>
            <w:tcW w:w="1700" w:type="dxa"/>
            <w:vAlign w:val="bottom"/>
          </w:tcPr>
          <w:p w14:paraId="7E018948" w14:textId="65849562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74,5</w:t>
            </w:r>
          </w:p>
        </w:tc>
        <w:tc>
          <w:tcPr>
            <w:tcW w:w="1700" w:type="dxa"/>
            <w:vAlign w:val="bottom"/>
          </w:tcPr>
          <w:p w14:paraId="1BFC7968" w14:textId="4D51F9EE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26D8E">
              <w:rPr>
                <w:b/>
                <w:bCs/>
                <w:color w:val="000000"/>
                <w:sz w:val="20"/>
              </w:rPr>
              <w:t>110,5</w:t>
            </w:r>
          </w:p>
        </w:tc>
      </w:tr>
      <w:tr w:rsidR="00AE7E26" w:rsidRPr="00042157" w14:paraId="3C335854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00A95E2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Масло сливочное, пасты масляные, масло топленое</w:t>
            </w:r>
          </w:p>
        </w:tc>
        <w:tc>
          <w:tcPr>
            <w:tcW w:w="1700" w:type="dxa"/>
            <w:vAlign w:val="bottom"/>
          </w:tcPr>
          <w:p w14:paraId="4124F0C5" w14:textId="2EB02599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162,0</w:t>
            </w:r>
          </w:p>
        </w:tc>
        <w:tc>
          <w:tcPr>
            <w:tcW w:w="1700" w:type="dxa"/>
            <w:vAlign w:val="bottom"/>
          </w:tcPr>
          <w:p w14:paraId="41357E19" w14:textId="11C38142" w:rsidR="00AE7E26" w:rsidRPr="00060F36" w:rsidRDefault="00AE7E26" w:rsidP="00805274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6,0р.</w:t>
            </w:r>
          </w:p>
        </w:tc>
      </w:tr>
      <w:tr w:rsidR="00AE7E26" w:rsidRPr="00042157" w14:paraId="1DABB8E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8D060CA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Молоко, кроме сырого</w:t>
            </w:r>
          </w:p>
        </w:tc>
        <w:tc>
          <w:tcPr>
            <w:tcW w:w="1700" w:type="dxa"/>
            <w:vAlign w:val="bottom"/>
          </w:tcPr>
          <w:p w14:paraId="0D1DE9CC" w14:textId="575FF672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122,9</w:t>
            </w:r>
          </w:p>
        </w:tc>
        <w:tc>
          <w:tcPr>
            <w:tcW w:w="1700" w:type="dxa"/>
            <w:vAlign w:val="bottom"/>
          </w:tcPr>
          <w:p w14:paraId="4F9EE45E" w14:textId="64F8F62D" w:rsidR="00AE7E26" w:rsidRPr="00060F36" w:rsidRDefault="00AE7E26" w:rsidP="00805274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3,0р.</w:t>
            </w:r>
          </w:p>
        </w:tc>
      </w:tr>
      <w:tr w:rsidR="00AE7E26" w:rsidRPr="00042157" w14:paraId="568D98A3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FE125B8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Сыры</w:t>
            </w:r>
          </w:p>
        </w:tc>
        <w:tc>
          <w:tcPr>
            <w:tcW w:w="1700" w:type="dxa"/>
            <w:vAlign w:val="bottom"/>
          </w:tcPr>
          <w:p w14:paraId="5B70FFB3" w14:textId="7E4E6241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50,1</w:t>
            </w:r>
          </w:p>
        </w:tc>
        <w:tc>
          <w:tcPr>
            <w:tcW w:w="1700" w:type="dxa"/>
            <w:vAlign w:val="bottom"/>
          </w:tcPr>
          <w:p w14:paraId="190E5989" w14:textId="791FCD27" w:rsidR="00AE7E26" w:rsidRPr="00060F36" w:rsidRDefault="00AE7E26" w:rsidP="00402623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41,8</w:t>
            </w:r>
          </w:p>
        </w:tc>
      </w:tr>
      <w:tr w:rsidR="00AE7E26" w:rsidRPr="00042157" w14:paraId="34AEA476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1258414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Маргарин</w:t>
            </w:r>
          </w:p>
        </w:tc>
        <w:tc>
          <w:tcPr>
            <w:tcW w:w="1700" w:type="dxa"/>
            <w:vAlign w:val="bottom"/>
          </w:tcPr>
          <w:p w14:paraId="6748A517" w14:textId="457C8E03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93,3</w:t>
            </w:r>
          </w:p>
        </w:tc>
        <w:tc>
          <w:tcPr>
            <w:tcW w:w="1700" w:type="dxa"/>
            <w:vAlign w:val="bottom"/>
          </w:tcPr>
          <w:p w14:paraId="68F25B8A" w14:textId="5F95231F" w:rsidR="00AE7E26" w:rsidRPr="00060F36" w:rsidRDefault="00AE7E26" w:rsidP="00402623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100</w:t>
            </w:r>
          </w:p>
        </w:tc>
      </w:tr>
      <w:tr w:rsidR="00AE7E26" w:rsidRPr="00042157" w14:paraId="3E532D6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2AE808DA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Масла растительные</w:t>
            </w:r>
          </w:p>
        </w:tc>
        <w:tc>
          <w:tcPr>
            <w:tcW w:w="1700" w:type="dxa"/>
            <w:vAlign w:val="bottom"/>
          </w:tcPr>
          <w:p w14:paraId="22A85FB3" w14:textId="4E57A80E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118,8</w:t>
            </w:r>
          </w:p>
        </w:tc>
        <w:tc>
          <w:tcPr>
            <w:tcW w:w="1700" w:type="dxa"/>
            <w:vAlign w:val="bottom"/>
          </w:tcPr>
          <w:p w14:paraId="306C1AF6" w14:textId="3A341E75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148,2</w:t>
            </w:r>
          </w:p>
        </w:tc>
      </w:tr>
      <w:tr w:rsidR="00AE7E26" w:rsidRPr="00042157" w14:paraId="241C62A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801A0B0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Сахар белый свекловичный или тростниковый в твердом состоянии без </w:t>
            </w:r>
            <w:proofErr w:type="spellStart"/>
            <w:r w:rsidRPr="00042157">
              <w:rPr>
                <w:b/>
                <w:sz w:val="20"/>
              </w:rPr>
              <w:t>вкусоароматических</w:t>
            </w:r>
            <w:proofErr w:type="spellEnd"/>
            <w:r w:rsidRPr="00042157">
              <w:rPr>
                <w:b/>
                <w:sz w:val="20"/>
              </w:rPr>
              <w:t xml:space="preserve"> или красящих добавок</w:t>
            </w:r>
          </w:p>
        </w:tc>
        <w:tc>
          <w:tcPr>
            <w:tcW w:w="1700" w:type="dxa"/>
            <w:vAlign w:val="bottom"/>
          </w:tcPr>
          <w:p w14:paraId="117E325E" w14:textId="0836D8D5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8,5</w:t>
            </w:r>
          </w:p>
        </w:tc>
        <w:tc>
          <w:tcPr>
            <w:tcW w:w="1700" w:type="dxa"/>
            <w:vAlign w:val="bottom"/>
          </w:tcPr>
          <w:p w14:paraId="315EFCFE" w14:textId="32811FAE" w:rsidR="00AE7E26" w:rsidRPr="00060F36" w:rsidRDefault="00AE7E26" w:rsidP="00805274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3,9р.</w:t>
            </w:r>
          </w:p>
        </w:tc>
      </w:tr>
      <w:tr w:rsidR="00AE7E26" w:rsidRPr="00042157" w14:paraId="5DDE8B4E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7000A9D4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700" w:type="dxa"/>
            <w:vAlign w:val="bottom"/>
          </w:tcPr>
          <w:p w14:paraId="64802712" w14:textId="59EA884F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36EF4">
              <w:rPr>
                <w:b/>
                <w:bCs/>
                <w:color w:val="000000"/>
                <w:sz w:val="20"/>
              </w:rPr>
              <w:t>95,5</w:t>
            </w:r>
          </w:p>
        </w:tc>
        <w:tc>
          <w:tcPr>
            <w:tcW w:w="1700" w:type="dxa"/>
            <w:vAlign w:val="bottom"/>
          </w:tcPr>
          <w:p w14:paraId="2367BD86" w14:textId="57D414A0" w:rsidR="00AE7E26" w:rsidRPr="00060F36" w:rsidRDefault="00AE7E26" w:rsidP="00805274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13,6р.</w:t>
            </w:r>
          </w:p>
        </w:tc>
      </w:tr>
      <w:tr w:rsidR="00AE7E26" w:rsidRPr="00042157" w14:paraId="44BB642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3D931012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700" w:type="dxa"/>
            <w:vAlign w:val="bottom"/>
          </w:tcPr>
          <w:p w14:paraId="4DDC491F" w14:textId="6798BD72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36EF4">
              <w:rPr>
                <w:b/>
                <w:bCs/>
                <w:color w:val="000000"/>
                <w:sz w:val="20"/>
              </w:rPr>
              <w:t>94,6</w:t>
            </w:r>
          </w:p>
        </w:tc>
        <w:tc>
          <w:tcPr>
            <w:tcW w:w="1700" w:type="dxa"/>
            <w:vAlign w:val="bottom"/>
          </w:tcPr>
          <w:p w14:paraId="16EE0826" w14:textId="07B71B51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120,9</w:t>
            </w:r>
          </w:p>
        </w:tc>
      </w:tr>
      <w:tr w:rsidR="00AE7E26" w:rsidRPr="00042157" w14:paraId="0BF6F60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63FD4D62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Рыба и продукты рыбные переработанные </w:t>
            </w:r>
            <w:r w:rsidRPr="00042157">
              <w:rPr>
                <w:b/>
                <w:sz w:val="20"/>
              </w:rPr>
              <w:br/>
              <w:t>(без рыбных консервов)</w:t>
            </w:r>
          </w:p>
        </w:tc>
        <w:tc>
          <w:tcPr>
            <w:tcW w:w="1700" w:type="dxa"/>
            <w:vAlign w:val="bottom"/>
          </w:tcPr>
          <w:p w14:paraId="078E8B10" w14:textId="085881D0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85,3</w:t>
            </w:r>
          </w:p>
        </w:tc>
        <w:tc>
          <w:tcPr>
            <w:tcW w:w="1700" w:type="dxa"/>
            <w:vAlign w:val="bottom"/>
          </w:tcPr>
          <w:p w14:paraId="02798BDB" w14:textId="233F815F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199,3</w:t>
            </w:r>
          </w:p>
        </w:tc>
      </w:tr>
      <w:tr w:rsidR="00AE7E26" w:rsidRPr="00042157" w14:paraId="7E69724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C491721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Мука</w:t>
            </w:r>
          </w:p>
        </w:tc>
        <w:tc>
          <w:tcPr>
            <w:tcW w:w="1700" w:type="dxa"/>
            <w:vAlign w:val="bottom"/>
          </w:tcPr>
          <w:p w14:paraId="3B091A61" w14:textId="46126398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117,7</w:t>
            </w:r>
          </w:p>
        </w:tc>
        <w:tc>
          <w:tcPr>
            <w:tcW w:w="1700" w:type="dxa"/>
            <w:vAlign w:val="bottom"/>
          </w:tcPr>
          <w:p w14:paraId="6745DE2E" w14:textId="344DD60E" w:rsidR="00AE7E26" w:rsidRPr="00060F36" w:rsidRDefault="00AE7E26" w:rsidP="00805274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2,9р.</w:t>
            </w:r>
          </w:p>
        </w:tc>
      </w:tr>
      <w:tr w:rsidR="00AE7E26" w:rsidRPr="00042157" w14:paraId="77347F3A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2E514F3B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макаронные и аналогичные мучные изделия</w:t>
            </w:r>
          </w:p>
        </w:tc>
        <w:tc>
          <w:tcPr>
            <w:tcW w:w="1700" w:type="dxa"/>
            <w:vAlign w:val="bottom"/>
          </w:tcPr>
          <w:p w14:paraId="00594AA7" w14:textId="5818979E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125,3</w:t>
            </w:r>
          </w:p>
        </w:tc>
        <w:tc>
          <w:tcPr>
            <w:tcW w:w="1700" w:type="dxa"/>
            <w:vAlign w:val="bottom"/>
          </w:tcPr>
          <w:p w14:paraId="7C918F54" w14:textId="5E1A9C3F" w:rsidR="00AE7E26" w:rsidRPr="00060F36" w:rsidRDefault="00AE7E26" w:rsidP="00805274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8,3р.</w:t>
            </w:r>
          </w:p>
        </w:tc>
      </w:tr>
      <w:tr w:rsidR="00AE7E26" w:rsidRPr="00042157" w14:paraId="337ADF48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3401CA15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Крупа</w:t>
            </w:r>
          </w:p>
        </w:tc>
        <w:tc>
          <w:tcPr>
            <w:tcW w:w="1700" w:type="dxa"/>
            <w:vAlign w:val="bottom"/>
          </w:tcPr>
          <w:p w14:paraId="43B264C4" w14:textId="2F08BB54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77,2</w:t>
            </w:r>
          </w:p>
        </w:tc>
        <w:tc>
          <w:tcPr>
            <w:tcW w:w="1700" w:type="dxa"/>
            <w:vAlign w:val="bottom"/>
          </w:tcPr>
          <w:p w14:paraId="2DD08494" w14:textId="1BB19C76" w:rsidR="00AE7E26" w:rsidRPr="00060F36" w:rsidRDefault="00AE7E26" w:rsidP="00402623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170,6</w:t>
            </w:r>
          </w:p>
        </w:tc>
      </w:tr>
      <w:tr w:rsidR="00AE7E26" w:rsidRPr="00FE5C0E" w14:paraId="225913EA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0BD4ABDE" w14:textId="77777777" w:rsidR="00AE7E26" w:rsidRPr="00042157" w:rsidRDefault="00AE7E26" w:rsidP="00AE7E26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Соль пищевая</w:t>
            </w:r>
          </w:p>
        </w:tc>
        <w:tc>
          <w:tcPr>
            <w:tcW w:w="1700" w:type="dxa"/>
            <w:vAlign w:val="bottom"/>
          </w:tcPr>
          <w:p w14:paraId="78D22DE6" w14:textId="3D2EF689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75,2</w:t>
            </w:r>
          </w:p>
        </w:tc>
        <w:tc>
          <w:tcPr>
            <w:tcW w:w="1700" w:type="dxa"/>
            <w:vAlign w:val="bottom"/>
          </w:tcPr>
          <w:p w14:paraId="3237D0FC" w14:textId="2736773B" w:rsidR="00AE7E26" w:rsidRPr="00060F36" w:rsidRDefault="00AE7E26" w:rsidP="00AE7E26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24,8</w:t>
            </w:r>
          </w:p>
        </w:tc>
      </w:tr>
    </w:tbl>
    <w:p w14:paraId="0AB81A0E" w14:textId="77777777" w:rsidR="0042241F" w:rsidRDefault="0042241F" w:rsidP="0042241F">
      <w:pPr>
        <w:pStyle w:val="1"/>
        <w:spacing w:before="240" w:after="120"/>
        <w:sectPr w:rsidR="0042241F" w:rsidSect="007F5971">
          <w:headerReference w:type="even" r:id="rId19"/>
          <w:headerReference w:type="default" r:id="rId20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141" w:name="_Toc493779763"/>
      <w:bookmarkEnd w:id="100"/>
    </w:p>
    <w:p w14:paraId="589EF198" w14:textId="45849795" w:rsidR="009152DB" w:rsidRPr="0022283C" w:rsidRDefault="009152DB" w:rsidP="0042241F">
      <w:pPr>
        <w:pStyle w:val="1"/>
        <w:spacing w:before="240" w:after="120"/>
      </w:pPr>
      <w:bookmarkStart w:id="142" w:name="_Toc178757178"/>
      <w:r w:rsidRPr="0022283C">
        <w:lastRenderedPageBreak/>
        <w:t>ИНСТИТУЦИОНАЛЬНЫЕ ПРЕОБРАЗОВАНИ</w:t>
      </w:r>
      <w:bookmarkEnd w:id="141"/>
      <w:r w:rsidRPr="0022283C">
        <w:t>Я</w:t>
      </w:r>
      <w:bookmarkEnd w:id="142"/>
    </w:p>
    <w:p w14:paraId="64A72810" w14:textId="7725A6C2" w:rsidR="00E41120" w:rsidRPr="00B719FD" w:rsidRDefault="00E41120" w:rsidP="0042241F">
      <w:pPr>
        <w:pStyle w:val="2"/>
        <w:spacing w:before="360" w:after="120"/>
        <w:rPr>
          <w:b w:val="0"/>
          <w:sz w:val="20"/>
        </w:rPr>
      </w:pPr>
      <w:bookmarkStart w:id="143" w:name="_Toc378601371"/>
      <w:bookmarkStart w:id="144" w:name="_Toc95817008"/>
      <w:bookmarkStart w:id="145" w:name="_Toc127178046"/>
      <w:bookmarkStart w:id="146" w:name="_Toc178757179"/>
      <w:bookmarkStart w:id="147" w:name="_Hlk173414936"/>
      <w:r w:rsidRPr="00B719FD">
        <w:rPr>
          <w:sz w:val="20"/>
        </w:rPr>
        <w:t>ДЕМОГРАФИЯ ОРГАНИЗАЦИЙ</w:t>
      </w:r>
      <w:bookmarkEnd w:id="143"/>
      <w:bookmarkEnd w:id="144"/>
      <w:bookmarkEnd w:id="145"/>
      <w:r w:rsidR="001B5A5D" w:rsidRPr="001B5A5D">
        <w:rPr>
          <w:sz w:val="20"/>
          <w:vertAlign w:val="superscript"/>
        </w:rPr>
        <w:t>1</w:t>
      </w:r>
      <w:r w:rsidRPr="00B719FD">
        <w:rPr>
          <w:sz w:val="20"/>
          <w:vertAlign w:val="superscript"/>
        </w:rPr>
        <w:t>)</w:t>
      </w:r>
      <w:bookmarkEnd w:id="146"/>
    </w:p>
    <w:p w14:paraId="4B98BDCA" w14:textId="6D161DDD" w:rsidR="008A5BBA" w:rsidRDefault="008A5BBA" w:rsidP="00CB7ED6">
      <w:pPr>
        <w:tabs>
          <w:tab w:val="left" w:pos="709"/>
        </w:tabs>
        <w:spacing w:before="120"/>
        <w:ind w:firstLine="709"/>
      </w:pPr>
      <w:r w:rsidRPr="001B5A5D">
        <w:t xml:space="preserve">В </w:t>
      </w:r>
      <w:r w:rsidR="001B5A5D" w:rsidRPr="001B5A5D">
        <w:t>январе-</w:t>
      </w:r>
      <w:r w:rsidR="00060F36">
        <w:t>августе</w:t>
      </w:r>
      <w:r w:rsidRPr="001B5A5D">
        <w:t xml:space="preserve"> 202</w:t>
      </w:r>
      <w:r w:rsidR="001B5A5D" w:rsidRPr="001B5A5D">
        <w:t>4</w:t>
      </w:r>
      <w:r w:rsidRPr="001B5A5D">
        <w:t xml:space="preserve"> года вновь зарегистрировано </w:t>
      </w:r>
      <w:r w:rsidR="00A63F37">
        <w:t>407</w:t>
      </w:r>
      <w:r w:rsidRPr="001B5A5D">
        <w:t xml:space="preserve"> организаций, из них коммерческие организации составили </w:t>
      </w:r>
      <w:r w:rsidR="00A63F37" w:rsidRPr="00116E0E">
        <w:t>89,4</w:t>
      </w:r>
      <w:r w:rsidRPr="001B5A5D">
        <w:t xml:space="preserve">%. Преобладающей формой собственности регистрируемых организаций является частная – </w:t>
      </w:r>
      <w:r w:rsidR="00A63F37" w:rsidRPr="00F34320">
        <w:t>94,3</w:t>
      </w:r>
      <w:r w:rsidRPr="001B5A5D">
        <w:t>%.</w:t>
      </w:r>
    </w:p>
    <w:p w14:paraId="7C48B265" w14:textId="7896747C" w:rsidR="009152DB" w:rsidRPr="00CD39E1" w:rsidRDefault="001B5A5D" w:rsidP="0042241F">
      <w:pPr>
        <w:tabs>
          <w:tab w:val="left" w:pos="709"/>
        </w:tabs>
        <w:spacing w:before="120"/>
        <w:ind w:left="340"/>
      </w:pPr>
      <w:r w:rsidRPr="001B5A5D">
        <w:rPr>
          <w:sz w:val="18"/>
          <w:szCs w:val="18"/>
          <w:vertAlign w:val="superscript"/>
        </w:rPr>
        <w:t>1</w:t>
      </w:r>
      <w:r w:rsidR="00282A1E" w:rsidRPr="001B5A5D">
        <w:rPr>
          <w:rStyle w:val="af7"/>
          <w:sz w:val="18"/>
          <w:szCs w:val="18"/>
        </w:rPr>
        <w:t>)</w:t>
      </w:r>
      <w:r w:rsidR="009152DB" w:rsidRPr="001B5A5D">
        <w:rPr>
          <w:sz w:val="18"/>
          <w:szCs w:val="18"/>
        </w:rPr>
        <w:t>исключая</w:t>
      </w:r>
      <w:r w:rsidR="009152DB" w:rsidRPr="00F92634">
        <w:rPr>
          <w:sz w:val="18"/>
          <w:szCs w:val="18"/>
        </w:rPr>
        <w:t xml:space="preserve"> филиалы, представительства и другие обособленные подразделения</w:t>
      </w:r>
    </w:p>
    <w:p w14:paraId="0BF0C9C0" w14:textId="14C7A1F5" w:rsidR="009152DB" w:rsidRPr="005A66EF" w:rsidRDefault="009152DB" w:rsidP="00BB22F3">
      <w:pPr>
        <w:pStyle w:val="3"/>
        <w:spacing w:before="360" w:after="240"/>
        <w:ind w:right="0"/>
        <w:rPr>
          <w:szCs w:val="24"/>
        </w:rPr>
      </w:pPr>
      <w:bookmarkStart w:id="148" w:name="_Toc95817009"/>
      <w:bookmarkStart w:id="149" w:name="_Toc127178047"/>
      <w:bookmarkStart w:id="150" w:name="_Toc378601372"/>
      <w:bookmarkStart w:id="151" w:name="_Toc178757180"/>
      <w:r w:rsidRPr="00650AFA">
        <w:rPr>
          <w:szCs w:val="24"/>
        </w:rPr>
        <w:t xml:space="preserve">Демография организаций </w:t>
      </w:r>
      <w:r w:rsidR="00425761">
        <w:rPr>
          <w:szCs w:val="24"/>
        </w:rPr>
        <w:br/>
      </w:r>
      <w:r w:rsidRPr="00650AFA">
        <w:rPr>
          <w:szCs w:val="24"/>
        </w:rPr>
        <w:t xml:space="preserve">по </w:t>
      </w:r>
      <w:r w:rsidRPr="001B5A5D">
        <w:rPr>
          <w:szCs w:val="24"/>
        </w:rPr>
        <w:t>видам экономической деятельности</w:t>
      </w:r>
      <w:bookmarkEnd w:id="148"/>
      <w:bookmarkEnd w:id="149"/>
      <w:r w:rsidR="004B16C0" w:rsidRPr="001B5A5D">
        <w:rPr>
          <w:szCs w:val="24"/>
        </w:rPr>
        <w:br/>
      </w:r>
      <w:bookmarkEnd w:id="150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4967FA">
        <w:rPr>
          <w:szCs w:val="24"/>
        </w:rPr>
        <w:t>август</w:t>
      </w:r>
      <w:r w:rsidR="008A5BBA" w:rsidRPr="005A66EF">
        <w:rPr>
          <w:szCs w:val="24"/>
        </w:rPr>
        <w:t xml:space="preserve"> 2024 года</w:t>
      </w:r>
      <w:bookmarkEnd w:id="151"/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4"/>
        <w:gridCol w:w="1139"/>
        <w:gridCol w:w="1139"/>
        <w:gridCol w:w="1137"/>
        <w:gridCol w:w="1134"/>
      </w:tblGrid>
      <w:tr w:rsidR="007A2433" w:rsidRPr="00BC25EC" w14:paraId="02C8D708" w14:textId="77777777" w:rsidTr="007A2433">
        <w:trPr>
          <w:cantSplit/>
          <w:trHeight w:val="1531"/>
          <w:jc w:val="center"/>
        </w:trPr>
        <w:tc>
          <w:tcPr>
            <w:tcW w:w="2496" w:type="pct"/>
            <w:vAlign w:val="center"/>
          </w:tcPr>
          <w:p w14:paraId="2F78845F" w14:textId="77777777" w:rsidR="007A2433" w:rsidRPr="00BC25EC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bookmarkStart w:id="152" w:name="_Toc95817010"/>
            <w:bookmarkStart w:id="153" w:name="_Toc127178048"/>
            <w:bookmarkStart w:id="154" w:name="_Toc378601373"/>
          </w:p>
        </w:tc>
        <w:tc>
          <w:tcPr>
            <w:tcW w:w="627" w:type="pct"/>
            <w:vAlign w:val="center"/>
          </w:tcPr>
          <w:p w14:paraId="3D7AFE23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proofErr w:type="spellStart"/>
            <w:r w:rsidRPr="00BC25EC">
              <w:rPr>
                <w:b/>
                <w:sz w:val="20"/>
              </w:rPr>
              <w:t>гистриро</w:t>
            </w:r>
            <w:proofErr w:type="spellEnd"/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ванных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7" w:type="pct"/>
            <w:vAlign w:val="center"/>
          </w:tcPr>
          <w:p w14:paraId="32746573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  <w:tc>
          <w:tcPr>
            <w:tcW w:w="626" w:type="pct"/>
            <w:vAlign w:val="center"/>
          </w:tcPr>
          <w:p w14:paraId="3664B35C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официаль</w:t>
            </w:r>
            <w:proofErr w:type="spellEnd"/>
            <w:r w:rsidRPr="00BC25EC">
              <w:rPr>
                <w:b/>
                <w:sz w:val="20"/>
              </w:rPr>
              <w:t>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4" w:type="pct"/>
            <w:vAlign w:val="center"/>
          </w:tcPr>
          <w:p w14:paraId="5041AE4E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</w:tr>
      <w:tr w:rsidR="00A63F37" w:rsidRPr="00BC25EC" w14:paraId="5C7CCA33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DEE0893" w14:textId="77777777" w:rsidR="00A63F37" w:rsidRPr="00BC25EC" w:rsidRDefault="00A63F37" w:rsidP="00A63F37">
            <w:pPr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Всего</w:t>
            </w:r>
          </w:p>
        </w:tc>
        <w:tc>
          <w:tcPr>
            <w:tcW w:w="627" w:type="pct"/>
            <w:vAlign w:val="bottom"/>
          </w:tcPr>
          <w:p w14:paraId="5FCBD1DC" w14:textId="69367C85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407</w:t>
            </w:r>
          </w:p>
        </w:tc>
        <w:tc>
          <w:tcPr>
            <w:tcW w:w="627" w:type="pct"/>
            <w:vAlign w:val="bottom"/>
          </w:tcPr>
          <w:p w14:paraId="293EC967" w14:textId="2F20FBA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A27E2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5</w:t>
            </w:r>
            <w:r w:rsidRPr="005A27E2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68C13E25" w14:textId="172B26E9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533</w:t>
            </w:r>
          </w:p>
        </w:tc>
        <w:tc>
          <w:tcPr>
            <w:tcW w:w="624" w:type="pct"/>
            <w:vAlign w:val="bottom"/>
          </w:tcPr>
          <w:p w14:paraId="587A0774" w14:textId="73DA664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A27E2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6</w:t>
            </w:r>
            <w:r w:rsidRPr="005A27E2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7A2433" w:rsidRPr="00BC25EC" w14:paraId="74CCE03E" w14:textId="77777777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14:paraId="3A65F74C" w14:textId="77777777" w:rsidR="007A2433" w:rsidRPr="00BC25EC" w:rsidRDefault="007A2433" w:rsidP="007A2433">
            <w:pPr>
              <w:ind w:left="340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 том числе:</w:t>
            </w:r>
          </w:p>
        </w:tc>
      </w:tr>
      <w:tr w:rsidR="00A63F37" w:rsidRPr="00BC25EC" w14:paraId="14327129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2C3AF38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627" w:type="pct"/>
            <w:vAlign w:val="bottom"/>
          </w:tcPr>
          <w:p w14:paraId="5825EB8E" w14:textId="7B03D25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7" w:type="pct"/>
            <w:vAlign w:val="bottom"/>
          </w:tcPr>
          <w:p w14:paraId="41CA9C4C" w14:textId="0685B30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29,1</w:t>
            </w:r>
          </w:p>
        </w:tc>
        <w:tc>
          <w:tcPr>
            <w:tcW w:w="626" w:type="pct"/>
            <w:vAlign w:val="bottom"/>
          </w:tcPr>
          <w:p w14:paraId="14DAF72A" w14:textId="3CE2D397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624" w:type="pct"/>
            <w:vAlign w:val="bottom"/>
          </w:tcPr>
          <w:p w14:paraId="2F48BAC9" w14:textId="6BE5DCC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33,6</w:t>
            </w:r>
          </w:p>
        </w:tc>
      </w:tr>
      <w:tr w:rsidR="00A63F37" w:rsidRPr="00BC25EC" w14:paraId="47AC833B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E2BF7F3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627" w:type="pct"/>
            <w:vAlign w:val="bottom"/>
          </w:tcPr>
          <w:p w14:paraId="27D41F1D" w14:textId="423B81FF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7" w:type="pct"/>
            <w:vAlign w:val="bottom"/>
          </w:tcPr>
          <w:p w14:paraId="0FBA5C80" w14:textId="3F0CB27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51,9</w:t>
            </w:r>
          </w:p>
        </w:tc>
        <w:tc>
          <w:tcPr>
            <w:tcW w:w="626" w:type="pct"/>
            <w:vAlign w:val="bottom"/>
          </w:tcPr>
          <w:p w14:paraId="7B7B607B" w14:textId="404C2F89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14:paraId="4731418C" w14:textId="367912FB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77,9</w:t>
            </w:r>
          </w:p>
        </w:tc>
      </w:tr>
      <w:tr w:rsidR="00A63F37" w:rsidRPr="00BC25EC" w14:paraId="7F0236DE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40335370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627" w:type="pct"/>
            <w:vAlign w:val="bottom"/>
          </w:tcPr>
          <w:p w14:paraId="0C14C3D6" w14:textId="108587EC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7" w:type="pct"/>
            <w:vAlign w:val="bottom"/>
          </w:tcPr>
          <w:p w14:paraId="13A99B8C" w14:textId="65FD44FE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36,8</w:t>
            </w:r>
          </w:p>
        </w:tc>
        <w:tc>
          <w:tcPr>
            <w:tcW w:w="626" w:type="pct"/>
            <w:vAlign w:val="bottom"/>
          </w:tcPr>
          <w:p w14:paraId="6CC1032D" w14:textId="58F57234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624" w:type="pct"/>
            <w:vAlign w:val="bottom"/>
          </w:tcPr>
          <w:p w14:paraId="43A3D3D4" w14:textId="1E42A93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64,1</w:t>
            </w:r>
          </w:p>
        </w:tc>
      </w:tr>
      <w:tr w:rsidR="00A63F37" w:rsidRPr="00BC25EC" w14:paraId="7C2D2E42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2FFCE19" w14:textId="77777777" w:rsidR="00A63F37" w:rsidRPr="00BC25EC" w:rsidRDefault="00A63F37" w:rsidP="00A63F37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BC25EC">
              <w:rPr>
                <w:b/>
                <w:color w:val="000000"/>
                <w:sz w:val="20"/>
              </w:rPr>
              <w:t xml:space="preserve">беспечение электрической энергией, </w:t>
            </w:r>
            <w:r>
              <w:rPr>
                <w:b/>
                <w:color w:val="000000"/>
                <w:sz w:val="20"/>
              </w:rPr>
              <w:br/>
              <w:t>г</w:t>
            </w:r>
            <w:r w:rsidRPr="00BC25EC">
              <w:rPr>
                <w:b/>
                <w:color w:val="000000"/>
                <w:sz w:val="20"/>
              </w:rPr>
              <w:t>азом и паром; кондиционирование воздуха</w:t>
            </w:r>
          </w:p>
        </w:tc>
        <w:tc>
          <w:tcPr>
            <w:tcW w:w="627" w:type="pct"/>
            <w:vAlign w:val="bottom"/>
          </w:tcPr>
          <w:p w14:paraId="7A925AD6" w14:textId="19CA442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14:paraId="5BB3C810" w14:textId="7EBE8EAF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42,0</w:t>
            </w:r>
          </w:p>
        </w:tc>
        <w:tc>
          <w:tcPr>
            <w:tcW w:w="626" w:type="pct"/>
            <w:vAlign w:val="bottom"/>
          </w:tcPr>
          <w:p w14:paraId="1B0F05A0" w14:textId="6D376F5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4" w:type="pct"/>
            <w:vAlign w:val="bottom"/>
          </w:tcPr>
          <w:p w14:paraId="2A578F9C" w14:textId="5D0C2634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14,0</w:t>
            </w:r>
          </w:p>
        </w:tc>
      </w:tr>
      <w:tr w:rsidR="00A63F37" w:rsidRPr="00BC25EC" w14:paraId="5FD4341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C548AF7" w14:textId="77777777" w:rsidR="00A63F37" w:rsidRDefault="00A63F37" w:rsidP="00A63F37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616EE9">
              <w:rPr>
                <w:b/>
                <w:sz w:val="20"/>
              </w:rPr>
              <w:t>одоснабжение; водоотведение, организация сбора и у</w:t>
            </w:r>
            <w:r>
              <w:rPr>
                <w:b/>
                <w:sz w:val="20"/>
              </w:rPr>
              <w:t>тилизации отходов, деятельность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627" w:type="pct"/>
            <w:vAlign w:val="bottom"/>
          </w:tcPr>
          <w:p w14:paraId="026422A4" w14:textId="6272FA4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14:paraId="56919943" w14:textId="362D7B0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9,8</w:t>
            </w:r>
          </w:p>
        </w:tc>
        <w:tc>
          <w:tcPr>
            <w:tcW w:w="626" w:type="pct"/>
            <w:vAlign w:val="bottom"/>
          </w:tcPr>
          <w:p w14:paraId="2AB17536" w14:textId="0352205E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14:paraId="74EA693D" w14:textId="0D5A9393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29,4</w:t>
            </w:r>
          </w:p>
        </w:tc>
      </w:tr>
      <w:tr w:rsidR="00A63F37" w:rsidRPr="00BC25EC" w14:paraId="007479C7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ADEEB42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строительство</w:t>
            </w:r>
          </w:p>
        </w:tc>
        <w:tc>
          <w:tcPr>
            <w:tcW w:w="627" w:type="pct"/>
            <w:vAlign w:val="bottom"/>
          </w:tcPr>
          <w:p w14:paraId="04F436D2" w14:textId="27D5585C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</w:t>
            </w:r>
          </w:p>
        </w:tc>
        <w:tc>
          <w:tcPr>
            <w:tcW w:w="627" w:type="pct"/>
            <w:vAlign w:val="bottom"/>
          </w:tcPr>
          <w:p w14:paraId="27E7C2E0" w14:textId="57425897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54,5</w:t>
            </w:r>
          </w:p>
        </w:tc>
        <w:tc>
          <w:tcPr>
            <w:tcW w:w="626" w:type="pct"/>
            <w:vAlign w:val="bottom"/>
          </w:tcPr>
          <w:p w14:paraId="012BC1C7" w14:textId="62BFB69E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624" w:type="pct"/>
            <w:vAlign w:val="bottom"/>
          </w:tcPr>
          <w:p w14:paraId="06B59DD4" w14:textId="40D874DB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57,1</w:t>
            </w:r>
          </w:p>
        </w:tc>
      </w:tr>
      <w:tr w:rsidR="00A63F37" w:rsidRPr="00BC25EC" w14:paraId="2D19F2E8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0F708945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27" w:type="pct"/>
            <w:vAlign w:val="bottom"/>
          </w:tcPr>
          <w:p w14:paraId="6B4EE036" w14:textId="060289D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</w:t>
            </w:r>
          </w:p>
        </w:tc>
        <w:tc>
          <w:tcPr>
            <w:tcW w:w="627" w:type="pct"/>
            <w:vAlign w:val="bottom"/>
          </w:tcPr>
          <w:p w14:paraId="4BFC77E5" w14:textId="035F5EAE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42,1</w:t>
            </w:r>
          </w:p>
        </w:tc>
        <w:tc>
          <w:tcPr>
            <w:tcW w:w="626" w:type="pct"/>
            <w:vAlign w:val="bottom"/>
          </w:tcPr>
          <w:p w14:paraId="2F9064D5" w14:textId="6935B5A0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192</w:t>
            </w:r>
          </w:p>
        </w:tc>
        <w:tc>
          <w:tcPr>
            <w:tcW w:w="624" w:type="pct"/>
            <w:vAlign w:val="bottom"/>
          </w:tcPr>
          <w:p w14:paraId="517914A6" w14:textId="3F6AEE77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  <w:tr w:rsidR="00A63F37" w:rsidRPr="00BC25EC" w14:paraId="18EB52B1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57887683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627" w:type="pct"/>
            <w:vAlign w:val="bottom"/>
          </w:tcPr>
          <w:p w14:paraId="29375D54" w14:textId="53B71FBE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627" w:type="pct"/>
            <w:vAlign w:val="bottom"/>
          </w:tcPr>
          <w:p w14:paraId="4C041BE8" w14:textId="29ED069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62,5</w:t>
            </w:r>
          </w:p>
        </w:tc>
        <w:tc>
          <w:tcPr>
            <w:tcW w:w="626" w:type="pct"/>
            <w:vAlign w:val="bottom"/>
          </w:tcPr>
          <w:p w14:paraId="54AF7C8E" w14:textId="3CB1E123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624" w:type="pct"/>
            <w:vAlign w:val="bottom"/>
          </w:tcPr>
          <w:p w14:paraId="6B4A354A" w14:textId="7BB4E71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29,2</w:t>
            </w:r>
          </w:p>
        </w:tc>
      </w:tr>
      <w:tr w:rsidR="00A63F37" w:rsidRPr="00BC25EC" w14:paraId="485EBA41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6D01F0E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гостиниц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предприятий общественного питания</w:t>
            </w:r>
          </w:p>
        </w:tc>
        <w:tc>
          <w:tcPr>
            <w:tcW w:w="627" w:type="pct"/>
            <w:vAlign w:val="bottom"/>
          </w:tcPr>
          <w:p w14:paraId="49440BE4" w14:textId="0C9EB57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627" w:type="pct"/>
            <w:vAlign w:val="bottom"/>
          </w:tcPr>
          <w:p w14:paraId="5288FF52" w14:textId="183D0983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50,0</w:t>
            </w:r>
          </w:p>
        </w:tc>
        <w:tc>
          <w:tcPr>
            <w:tcW w:w="626" w:type="pct"/>
            <w:vAlign w:val="bottom"/>
          </w:tcPr>
          <w:p w14:paraId="6CB7D04B" w14:textId="1367540C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24" w:type="pct"/>
            <w:vAlign w:val="bottom"/>
          </w:tcPr>
          <w:p w14:paraId="62BEAF7A" w14:textId="46D4C16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60,5</w:t>
            </w:r>
          </w:p>
        </w:tc>
      </w:tr>
      <w:tr w:rsidR="00A63F37" w:rsidRPr="00BC25EC" w14:paraId="2F6063F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51C2EC5" w14:textId="77777777" w:rsidR="00A63F37" w:rsidRPr="00BC25EC" w:rsidRDefault="00A63F37" w:rsidP="00A63F37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627" w:type="pct"/>
            <w:vAlign w:val="bottom"/>
          </w:tcPr>
          <w:p w14:paraId="553B2FA1" w14:textId="4EC593D4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7" w:type="pct"/>
            <w:vAlign w:val="bottom"/>
          </w:tcPr>
          <w:p w14:paraId="5A9F1B43" w14:textId="00E84CEB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49,1</w:t>
            </w:r>
          </w:p>
        </w:tc>
        <w:tc>
          <w:tcPr>
            <w:tcW w:w="626" w:type="pct"/>
            <w:vAlign w:val="bottom"/>
          </w:tcPr>
          <w:p w14:paraId="24E5C923" w14:textId="04B9AE8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4" w:type="pct"/>
            <w:vAlign w:val="bottom"/>
          </w:tcPr>
          <w:p w14:paraId="1E61F77E" w14:textId="71135464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45,6</w:t>
            </w:r>
          </w:p>
        </w:tc>
      </w:tr>
      <w:tr w:rsidR="00A63F37" w:rsidRPr="00BC25EC" w14:paraId="3100471E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FE776E9" w14:textId="77777777" w:rsidR="00A63F37" w:rsidRPr="00BC25EC" w:rsidRDefault="00A63F37" w:rsidP="00A63F37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627" w:type="pct"/>
            <w:vAlign w:val="bottom"/>
          </w:tcPr>
          <w:p w14:paraId="0DC9985F" w14:textId="51EDD54B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27" w:type="pct"/>
            <w:vAlign w:val="bottom"/>
          </w:tcPr>
          <w:p w14:paraId="09E7322E" w14:textId="5E42B29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54,7</w:t>
            </w:r>
          </w:p>
        </w:tc>
        <w:tc>
          <w:tcPr>
            <w:tcW w:w="626" w:type="pct"/>
            <w:vAlign w:val="bottom"/>
          </w:tcPr>
          <w:p w14:paraId="057CD4FF" w14:textId="7077AAF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14:paraId="2103FCA7" w14:textId="751C1D2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46,9</w:t>
            </w:r>
          </w:p>
        </w:tc>
      </w:tr>
      <w:tr w:rsidR="00A63F37" w:rsidRPr="00BC25EC" w14:paraId="61B7544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2B5296E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по операциям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627" w:type="pct"/>
            <w:vAlign w:val="bottom"/>
          </w:tcPr>
          <w:p w14:paraId="2B035181" w14:textId="2479B34E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627" w:type="pct"/>
            <w:vAlign w:val="bottom"/>
          </w:tcPr>
          <w:p w14:paraId="395A951C" w14:textId="1E3FFEC7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187B0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7</w:t>
            </w:r>
            <w:r w:rsidRPr="00187B0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626" w:type="pct"/>
            <w:vAlign w:val="bottom"/>
          </w:tcPr>
          <w:p w14:paraId="63172571" w14:textId="4A47546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4" w:type="pct"/>
            <w:vAlign w:val="bottom"/>
          </w:tcPr>
          <w:p w14:paraId="0A044AD4" w14:textId="737F8149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  <w:r w:rsidRPr="00187B0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A63F37" w:rsidRPr="00BC25EC" w14:paraId="33FCF1BB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5128D02E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профессиональная,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научная и техническая</w:t>
            </w:r>
          </w:p>
        </w:tc>
        <w:tc>
          <w:tcPr>
            <w:tcW w:w="627" w:type="pct"/>
            <w:vAlign w:val="bottom"/>
          </w:tcPr>
          <w:p w14:paraId="25C74AE1" w14:textId="0D13EF27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627" w:type="pct"/>
            <w:vAlign w:val="bottom"/>
          </w:tcPr>
          <w:p w14:paraId="69906F3B" w14:textId="7EE86E3F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42,4</w:t>
            </w:r>
          </w:p>
        </w:tc>
        <w:tc>
          <w:tcPr>
            <w:tcW w:w="626" w:type="pct"/>
            <w:vAlign w:val="bottom"/>
          </w:tcPr>
          <w:p w14:paraId="65080DF0" w14:textId="17D1222C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624" w:type="pct"/>
            <w:vAlign w:val="bottom"/>
          </w:tcPr>
          <w:p w14:paraId="010B926C" w14:textId="4805F537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59,9</w:t>
            </w:r>
          </w:p>
        </w:tc>
      </w:tr>
      <w:tr w:rsidR="00A63F37" w:rsidRPr="00BC25EC" w14:paraId="296AA87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09D26B21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административная </w:t>
            </w:r>
            <w:r w:rsidRPr="00BC25EC">
              <w:rPr>
                <w:b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627" w:type="pct"/>
            <w:vAlign w:val="bottom"/>
          </w:tcPr>
          <w:p w14:paraId="686487F2" w14:textId="5377434F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27" w:type="pct"/>
            <w:vAlign w:val="bottom"/>
          </w:tcPr>
          <w:p w14:paraId="73C044E3" w14:textId="325F07C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22,4</w:t>
            </w:r>
          </w:p>
        </w:tc>
        <w:tc>
          <w:tcPr>
            <w:tcW w:w="626" w:type="pct"/>
            <w:vAlign w:val="bottom"/>
          </w:tcPr>
          <w:p w14:paraId="321FA543" w14:textId="1F6E183F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24" w:type="pct"/>
            <w:vAlign w:val="bottom"/>
          </w:tcPr>
          <w:p w14:paraId="0313CB4B" w14:textId="1CFF326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44,7</w:t>
            </w:r>
          </w:p>
        </w:tc>
      </w:tr>
      <w:tr w:rsidR="00A63F37" w:rsidRPr="00BC25EC" w14:paraId="707348D0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BCD4A6C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обеспечение военной безопасности; социальное обеспечение</w:t>
            </w:r>
          </w:p>
        </w:tc>
        <w:tc>
          <w:tcPr>
            <w:tcW w:w="627" w:type="pct"/>
            <w:vAlign w:val="bottom"/>
          </w:tcPr>
          <w:p w14:paraId="0DAD11BD" w14:textId="2E036C5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14:paraId="438E46EB" w14:textId="6A7FAE2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626" w:type="pct"/>
            <w:vAlign w:val="bottom"/>
          </w:tcPr>
          <w:p w14:paraId="4443753F" w14:textId="0E8BCCB3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4" w:type="pct"/>
            <w:vAlign w:val="bottom"/>
          </w:tcPr>
          <w:p w14:paraId="6AF5BD7D" w14:textId="29E1D601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4,0</w:t>
            </w:r>
          </w:p>
        </w:tc>
      </w:tr>
      <w:tr w:rsidR="00A63F37" w:rsidRPr="00BC25EC" w14:paraId="71F6C9A4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1BD3CB1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образование</w:t>
            </w:r>
          </w:p>
        </w:tc>
        <w:tc>
          <w:tcPr>
            <w:tcW w:w="627" w:type="pct"/>
            <w:vAlign w:val="bottom"/>
          </w:tcPr>
          <w:p w14:paraId="23CDFFC9" w14:textId="23142E7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627" w:type="pct"/>
            <w:vAlign w:val="bottom"/>
          </w:tcPr>
          <w:p w14:paraId="30DA7F50" w14:textId="3F7FBFF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</w:t>
            </w:r>
            <w:r w:rsidRPr="0003552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14:paraId="4952E9DE" w14:textId="0A112FC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4" w:type="pct"/>
            <w:vAlign w:val="bottom"/>
          </w:tcPr>
          <w:p w14:paraId="0CE2C045" w14:textId="5306AEBF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</w:t>
            </w:r>
            <w:r w:rsidRPr="00BB06C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</w:tr>
      <w:tr w:rsidR="00A63F37" w:rsidRPr="00BC25EC" w14:paraId="17FD6CB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23A289B9" w14:textId="77777777" w:rsidR="00A63F37" w:rsidRPr="00BC25EC" w:rsidRDefault="00A63F37" w:rsidP="00A63F37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 xml:space="preserve">еятельность в области здравоохранения </w:t>
            </w:r>
            <w:r>
              <w:rPr>
                <w:b/>
                <w:color w:val="000000"/>
                <w:sz w:val="20"/>
              </w:rPr>
              <w:br/>
              <w:t xml:space="preserve">и </w:t>
            </w:r>
            <w:r w:rsidRPr="00BC25EC">
              <w:rPr>
                <w:b/>
                <w:color w:val="000000"/>
                <w:sz w:val="20"/>
              </w:rPr>
              <w:t>социальных услуг</w:t>
            </w:r>
          </w:p>
        </w:tc>
        <w:tc>
          <w:tcPr>
            <w:tcW w:w="627" w:type="pct"/>
            <w:vAlign w:val="bottom"/>
          </w:tcPr>
          <w:p w14:paraId="2D8A3C79" w14:textId="11979855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27" w:type="pct"/>
            <w:vAlign w:val="bottom"/>
          </w:tcPr>
          <w:p w14:paraId="2B3EC5A0" w14:textId="5DFFB3AD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40,5</w:t>
            </w:r>
          </w:p>
        </w:tc>
        <w:tc>
          <w:tcPr>
            <w:tcW w:w="626" w:type="pct"/>
            <w:vAlign w:val="bottom"/>
          </w:tcPr>
          <w:p w14:paraId="22305289" w14:textId="5E3D8B92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4" w:type="pct"/>
            <w:vAlign w:val="bottom"/>
          </w:tcPr>
          <w:p w14:paraId="32DB0938" w14:textId="4289F0B4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21,5</w:t>
            </w:r>
          </w:p>
        </w:tc>
      </w:tr>
      <w:tr w:rsidR="00A63F37" w:rsidRPr="00BC25EC" w14:paraId="609129B3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0401A8B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27" w:type="pct"/>
            <w:vAlign w:val="bottom"/>
          </w:tcPr>
          <w:p w14:paraId="66472893" w14:textId="04125A7E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27" w:type="pct"/>
            <w:vAlign w:val="bottom"/>
          </w:tcPr>
          <w:p w14:paraId="52EC86C3" w14:textId="09F87A64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25,7</w:t>
            </w:r>
          </w:p>
        </w:tc>
        <w:tc>
          <w:tcPr>
            <w:tcW w:w="626" w:type="pct"/>
            <w:vAlign w:val="bottom"/>
          </w:tcPr>
          <w:p w14:paraId="56FACE3D" w14:textId="5E6EF5B6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624" w:type="pct"/>
            <w:vAlign w:val="bottom"/>
          </w:tcPr>
          <w:p w14:paraId="6EC6ED79" w14:textId="49A5D9EF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18,4</w:t>
            </w:r>
          </w:p>
        </w:tc>
      </w:tr>
      <w:tr w:rsidR="00A63F37" w:rsidRPr="00BC25EC" w14:paraId="7B902AF6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3BF9A3DA" w14:textId="77777777" w:rsidR="00A63F37" w:rsidRPr="00BC25EC" w:rsidRDefault="00A63F37" w:rsidP="00A63F37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627" w:type="pct"/>
            <w:vAlign w:val="bottom"/>
          </w:tcPr>
          <w:p w14:paraId="730FA447" w14:textId="5F00FF80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7" w:type="pct"/>
            <w:vAlign w:val="bottom"/>
          </w:tcPr>
          <w:p w14:paraId="3A1E3FF0" w14:textId="4CF4EEE5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16,6</w:t>
            </w:r>
          </w:p>
        </w:tc>
        <w:tc>
          <w:tcPr>
            <w:tcW w:w="626" w:type="pct"/>
            <w:vAlign w:val="bottom"/>
          </w:tcPr>
          <w:p w14:paraId="3587B5AD" w14:textId="50AB1E24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24" w:type="pct"/>
            <w:vAlign w:val="bottom"/>
          </w:tcPr>
          <w:p w14:paraId="32517F5F" w14:textId="36B57851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27,3</w:t>
            </w:r>
          </w:p>
        </w:tc>
      </w:tr>
    </w:tbl>
    <w:p w14:paraId="64CD1C32" w14:textId="45D5D6EB" w:rsidR="009152DB" w:rsidRPr="005A66EF" w:rsidRDefault="009152DB" w:rsidP="00BB22F3">
      <w:pPr>
        <w:pStyle w:val="3"/>
        <w:spacing w:before="360" w:after="240"/>
        <w:ind w:right="0"/>
        <w:rPr>
          <w:szCs w:val="24"/>
        </w:rPr>
      </w:pPr>
      <w:bookmarkStart w:id="155" w:name="_Toc178757181"/>
      <w:r w:rsidRPr="0022283C">
        <w:rPr>
          <w:szCs w:val="24"/>
        </w:rPr>
        <w:lastRenderedPageBreak/>
        <w:t>Демография организаций по формам собственности</w:t>
      </w:r>
      <w:bookmarkEnd w:id="152"/>
      <w:bookmarkEnd w:id="153"/>
      <w:r w:rsidR="004B16C0" w:rsidRPr="0022283C">
        <w:rPr>
          <w:b w:val="0"/>
          <w:bCs/>
          <w:szCs w:val="24"/>
        </w:rPr>
        <w:br/>
      </w:r>
      <w:bookmarkEnd w:id="154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4967FA">
        <w:rPr>
          <w:szCs w:val="24"/>
        </w:rPr>
        <w:t>август</w:t>
      </w:r>
      <w:r w:rsidR="008A5BBA" w:rsidRPr="005A66EF">
        <w:rPr>
          <w:szCs w:val="24"/>
        </w:rPr>
        <w:t xml:space="preserve"> 2024 года</w:t>
      </w:r>
      <w:bookmarkEnd w:id="15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9"/>
        <w:gridCol w:w="1136"/>
        <w:gridCol w:w="1136"/>
        <w:gridCol w:w="1134"/>
        <w:gridCol w:w="1127"/>
      </w:tblGrid>
      <w:tr w:rsidR="007A2433" w:rsidRPr="004303E4" w14:paraId="48C8E642" w14:textId="77777777" w:rsidTr="007A2433">
        <w:trPr>
          <w:cantSplit/>
          <w:trHeight w:val="1417"/>
          <w:jc w:val="center"/>
        </w:trPr>
        <w:tc>
          <w:tcPr>
            <w:tcW w:w="2502" w:type="pct"/>
            <w:vAlign w:val="center"/>
          </w:tcPr>
          <w:p w14:paraId="2BBF9BAF" w14:textId="77777777" w:rsidR="007A2433" w:rsidRPr="004303E4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26" w:type="pct"/>
            <w:vAlign w:val="center"/>
          </w:tcPr>
          <w:p w14:paraId="70C4432A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proofErr w:type="spellStart"/>
            <w:r w:rsidRPr="00BC25EC">
              <w:rPr>
                <w:b/>
                <w:sz w:val="20"/>
              </w:rPr>
              <w:t>гистриро</w:t>
            </w:r>
            <w:proofErr w:type="spellEnd"/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ванных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6" w:type="pct"/>
            <w:vAlign w:val="center"/>
          </w:tcPr>
          <w:p w14:paraId="3451A41C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  <w:tc>
          <w:tcPr>
            <w:tcW w:w="625" w:type="pct"/>
            <w:vAlign w:val="center"/>
          </w:tcPr>
          <w:p w14:paraId="3B1197C5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официаль</w:t>
            </w:r>
            <w:proofErr w:type="spellEnd"/>
            <w:r w:rsidRPr="00BC25EC">
              <w:rPr>
                <w:b/>
                <w:sz w:val="20"/>
              </w:rPr>
              <w:t>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1" w:type="pct"/>
            <w:vAlign w:val="center"/>
          </w:tcPr>
          <w:p w14:paraId="2CF832FD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</w:tr>
      <w:tr w:rsidR="00A63F37" w:rsidRPr="004303E4" w14:paraId="7943308C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5E363D5A" w14:textId="77777777" w:rsidR="00A63F37" w:rsidRPr="004303E4" w:rsidRDefault="00A63F37" w:rsidP="00A63F37">
            <w:pPr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Всего</w:t>
            </w:r>
          </w:p>
        </w:tc>
        <w:tc>
          <w:tcPr>
            <w:tcW w:w="626" w:type="pct"/>
            <w:vAlign w:val="bottom"/>
          </w:tcPr>
          <w:p w14:paraId="61DC9B8E" w14:textId="22DA0E37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407</w:t>
            </w:r>
          </w:p>
        </w:tc>
        <w:tc>
          <w:tcPr>
            <w:tcW w:w="626" w:type="pct"/>
            <w:vAlign w:val="bottom"/>
          </w:tcPr>
          <w:p w14:paraId="67488C12" w14:textId="593BC2FA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0106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5</w:t>
            </w:r>
            <w:r w:rsidRPr="00B0106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5" w:type="pct"/>
            <w:vAlign w:val="bottom"/>
          </w:tcPr>
          <w:p w14:paraId="6532878C" w14:textId="61611C55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533</w:t>
            </w:r>
          </w:p>
        </w:tc>
        <w:tc>
          <w:tcPr>
            <w:tcW w:w="621" w:type="pct"/>
            <w:vAlign w:val="bottom"/>
          </w:tcPr>
          <w:p w14:paraId="5E86ED1C" w14:textId="4B0D39BB" w:rsidR="00A63F37" w:rsidRPr="004967FA" w:rsidRDefault="00A63F37" w:rsidP="00A63F37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B0106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6</w:t>
            </w:r>
            <w:r w:rsidRPr="00B0106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7A2433" w:rsidRPr="004303E4" w14:paraId="20788665" w14:textId="77777777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14:paraId="21AA61D9" w14:textId="77777777" w:rsidR="007A2433" w:rsidRPr="004303E4" w:rsidRDefault="007A2433" w:rsidP="007A2433">
            <w:pPr>
              <w:ind w:left="340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 том числе:</w:t>
            </w:r>
          </w:p>
        </w:tc>
      </w:tr>
      <w:tr w:rsidR="00CB7ED6" w:rsidRPr="004303E4" w14:paraId="3B6CD02D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4AC88BE2" w14:textId="77777777" w:rsidR="00CB7ED6" w:rsidRPr="004303E4" w:rsidRDefault="00CB7ED6" w:rsidP="00CB7ED6">
            <w:pPr>
              <w:ind w:left="113"/>
              <w:jc w:val="left"/>
              <w:rPr>
                <w:b/>
                <w:bCs/>
                <w:sz w:val="20"/>
                <w:lang w:val="en-US"/>
              </w:rPr>
            </w:pPr>
            <w:r w:rsidRPr="004303E4">
              <w:rPr>
                <w:b/>
                <w:bCs/>
                <w:sz w:val="20"/>
              </w:rPr>
              <w:t>российская</w:t>
            </w:r>
          </w:p>
        </w:tc>
        <w:tc>
          <w:tcPr>
            <w:tcW w:w="626" w:type="pct"/>
            <w:vAlign w:val="bottom"/>
          </w:tcPr>
          <w:p w14:paraId="0AAB49FA" w14:textId="5E03BD35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8439A">
              <w:rPr>
                <w:b/>
                <w:sz w:val="20"/>
              </w:rPr>
              <w:t>401</w:t>
            </w:r>
          </w:p>
        </w:tc>
        <w:tc>
          <w:tcPr>
            <w:tcW w:w="626" w:type="pct"/>
            <w:vAlign w:val="bottom"/>
          </w:tcPr>
          <w:p w14:paraId="6841AC5F" w14:textId="1DEAF1E3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8439A">
              <w:rPr>
                <w:b/>
                <w:sz w:val="20"/>
              </w:rPr>
              <w:t>35,4</w:t>
            </w:r>
          </w:p>
        </w:tc>
        <w:tc>
          <w:tcPr>
            <w:tcW w:w="625" w:type="pct"/>
            <w:vAlign w:val="bottom"/>
          </w:tcPr>
          <w:p w14:paraId="3A7EAD53" w14:textId="2A13CA99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8439A">
              <w:rPr>
                <w:b/>
                <w:sz w:val="20"/>
              </w:rPr>
              <w:t>505</w:t>
            </w:r>
          </w:p>
        </w:tc>
        <w:tc>
          <w:tcPr>
            <w:tcW w:w="621" w:type="pct"/>
            <w:vAlign w:val="bottom"/>
          </w:tcPr>
          <w:p w14:paraId="28CC29D0" w14:textId="1D3600C0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8439A">
              <w:rPr>
                <w:b/>
                <w:sz w:val="20"/>
              </w:rPr>
              <w:t>44,6</w:t>
            </w:r>
          </w:p>
        </w:tc>
      </w:tr>
      <w:tr w:rsidR="00CB7ED6" w:rsidRPr="004303E4" w14:paraId="0D0DE63F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587B305A" w14:textId="77777777" w:rsidR="00CB7ED6" w:rsidRPr="004303E4" w:rsidRDefault="00CB7ED6" w:rsidP="00CB7ED6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государственная</w:t>
            </w:r>
          </w:p>
        </w:tc>
        <w:tc>
          <w:tcPr>
            <w:tcW w:w="626" w:type="pct"/>
            <w:vAlign w:val="bottom"/>
          </w:tcPr>
          <w:p w14:paraId="08FADD04" w14:textId="737BDE73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1AFDA0A5" w14:textId="2FA4B38F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F08AAA4" w14:textId="1A726F20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5A87211B" w14:textId="1E22924E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E0EA0">
              <w:rPr>
                <w:b/>
                <w:sz w:val="20"/>
              </w:rPr>
              <w:t>4,8</w:t>
            </w:r>
          </w:p>
        </w:tc>
      </w:tr>
      <w:tr w:rsidR="00CB7ED6" w:rsidRPr="004303E4" w14:paraId="567711DF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946C5C4" w14:textId="77777777" w:rsidR="00CB7ED6" w:rsidRPr="004303E4" w:rsidRDefault="00CB7ED6" w:rsidP="00CB7ED6">
            <w:pPr>
              <w:ind w:left="340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федеральная</w:t>
            </w:r>
          </w:p>
        </w:tc>
        <w:tc>
          <w:tcPr>
            <w:tcW w:w="626" w:type="pct"/>
            <w:vAlign w:val="bottom"/>
          </w:tcPr>
          <w:p w14:paraId="5B1DE9F6" w14:textId="2F3E0F83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E0EA0"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626" w:type="pct"/>
            <w:vAlign w:val="bottom"/>
          </w:tcPr>
          <w:p w14:paraId="25A56294" w14:textId="5E892B34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54C383EF" w14:textId="1A62F5B4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6BA93C31" w14:textId="71DA7F78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18,9</w:t>
            </w:r>
          </w:p>
        </w:tc>
      </w:tr>
      <w:tr w:rsidR="00CB7ED6" w:rsidRPr="004303E4" w14:paraId="30288773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0635E257" w14:textId="06BCC98C" w:rsidR="00CB7ED6" w:rsidRPr="004303E4" w:rsidRDefault="00CB7ED6" w:rsidP="00CB7ED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субъектов Российской Федерации</w:t>
            </w:r>
          </w:p>
        </w:tc>
        <w:tc>
          <w:tcPr>
            <w:tcW w:w="626" w:type="pct"/>
            <w:vAlign w:val="bottom"/>
          </w:tcPr>
          <w:p w14:paraId="5C38E877" w14:textId="7FA3FC08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0E3AF44D" w14:textId="56BB10F3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6BAE400" w14:textId="73538B50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1" w:type="pct"/>
            <w:vAlign w:val="bottom"/>
          </w:tcPr>
          <w:p w14:paraId="4AC9860D" w14:textId="165500DF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B7ED6" w:rsidRPr="004303E4" w14:paraId="5A03F9F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30F56B68" w14:textId="77777777" w:rsidR="00CB7ED6" w:rsidRPr="004303E4" w:rsidRDefault="00CB7ED6" w:rsidP="00CB7ED6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муниципальная</w:t>
            </w:r>
          </w:p>
        </w:tc>
        <w:tc>
          <w:tcPr>
            <w:tcW w:w="626" w:type="pct"/>
            <w:vAlign w:val="bottom"/>
          </w:tcPr>
          <w:p w14:paraId="522654FD" w14:textId="1F13FBEF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23975071" w14:textId="1FAD9057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25" w:type="pct"/>
            <w:vAlign w:val="bottom"/>
          </w:tcPr>
          <w:p w14:paraId="7EF5D36B" w14:textId="3935C2FB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621" w:type="pct"/>
            <w:vAlign w:val="bottom"/>
          </w:tcPr>
          <w:p w14:paraId="37BC9DF1" w14:textId="530C29E5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10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</w:tr>
      <w:tr w:rsidR="00CB7ED6" w:rsidRPr="004303E4" w14:paraId="4183C4BA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598991F" w14:textId="77777777" w:rsidR="00CB7ED6" w:rsidRPr="004303E4" w:rsidRDefault="00CB7ED6" w:rsidP="00CB7ED6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общественных </w:t>
            </w:r>
            <w:r w:rsidRPr="004303E4">
              <w:rPr>
                <w:b/>
                <w:sz w:val="20"/>
              </w:rPr>
              <w:br/>
              <w:t>и религиозных организаций (объединений)</w:t>
            </w:r>
          </w:p>
        </w:tc>
        <w:tc>
          <w:tcPr>
            <w:tcW w:w="626" w:type="pct"/>
            <w:vAlign w:val="bottom"/>
          </w:tcPr>
          <w:p w14:paraId="2A371CCB" w14:textId="426968CF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636E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626" w:type="pct"/>
            <w:vAlign w:val="bottom"/>
          </w:tcPr>
          <w:p w14:paraId="1F586C1E" w14:textId="0CDC4E36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5" w:type="pct"/>
            <w:vAlign w:val="bottom"/>
          </w:tcPr>
          <w:p w14:paraId="1E38829B" w14:textId="79EA74E5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51B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14:paraId="78F747A0" w14:textId="5BE94E02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</w:tr>
      <w:tr w:rsidR="00CB7ED6" w:rsidRPr="004303E4" w14:paraId="7B4BB948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771EFA4B" w14:textId="77777777" w:rsidR="00CB7ED6" w:rsidRPr="004303E4" w:rsidRDefault="00CB7ED6" w:rsidP="00CB7ED6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частная</w:t>
            </w:r>
          </w:p>
        </w:tc>
        <w:tc>
          <w:tcPr>
            <w:tcW w:w="626" w:type="pct"/>
            <w:vAlign w:val="bottom"/>
          </w:tcPr>
          <w:p w14:paraId="7A751092" w14:textId="00A751F1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384</w:t>
            </w:r>
          </w:p>
        </w:tc>
        <w:tc>
          <w:tcPr>
            <w:tcW w:w="626" w:type="pct"/>
            <w:vAlign w:val="bottom"/>
          </w:tcPr>
          <w:p w14:paraId="78099EA8" w14:textId="3476FEA8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42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625" w:type="pct"/>
            <w:vAlign w:val="bottom"/>
          </w:tcPr>
          <w:p w14:paraId="24188958" w14:textId="27EE9E9B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621" w:type="pct"/>
            <w:vAlign w:val="bottom"/>
          </w:tcPr>
          <w:p w14:paraId="5C59C79D" w14:textId="37684986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52</w:t>
            </w:r>
            <w:r w:rsidRPr="002A7BA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</w:tr>
      <w:tr w:rsidR="00CB7ED6" w:rsidRPr="004303E4" w14:paraId="2CE74C4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1440FD5D" w14:textId="58CFE986" w:rsidR="00CB7ED6" w:rsidRPr="00DF433E" w:rsidRDefault="00CB7ED6" w:rsidP="00CB7ED6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смешанная российская</w:t>
            </w:r>
          </w:p>
        </w:tc>
        <w:tc>
          <w:tcPr>
            <w:tcW w:w="626" w:type="pct"/>
            <w:vAlign w:val="bottom"/>
          </w:tcPr>
          <w:p w14:paraId="1C4487C5" w14:textId="4D1DBEEA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0C193FC6" w14:textId="5B256FAF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3FB0530A" w14:textId="4D013971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14:paraId="6A6E84BE" w14:textId="4598BB8B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43,5</w:t>
            </w:r>
          </w:p>
        </w:tc>
      </w:tr>
      <w:tr w:rsidR="00CB7ED6" w:rsidRPr="004303E4" w14:paraId="79325CD4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01D5354" w14:textId="191B8DF5" w:rsidR="00CB7ED6" w:rsidRDefault="00CB7ED6" w:rsidP="00CB7ED6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потребительской кооперации</w:t>
            </w:r>
          </w:p>
        </w:tc>
        <w:tc>
          <w:tcPr>
            <w:tcW w:w="626" w:type="pct"/>
            <w:vAlign w:val="bottom"/>
          </w:tcPr>
          <w:p w14:paraId="60129E06" w14:textId="0F5F9279" w:rsidR="00CB7ED6" w:rsidRDefault="00CB7ED6" w:rsidP="00CB7ED6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45452438" w14:textId="6082F0AA" w:rsidR="00CB7ED6" w:rsidRDefault="00CB7ED6" w:rsidP="00CB7ED6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88B6299" w14:textId="1A579941" w:rsidR="00CB7ED6" w:rsidRDefault="00CB7ED6" w:rsidP="00CB7ED6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14:paraId="66522A6C" w14:textId="2D9F10E1" w:rsidR="00CB7ED6" w:rsidRDefault="00CB7ED6" w:rsidP="00CB7ED6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16,5</w:t>
            </w:r>
          </w:p>
        </w:tc>
      </w:tr>
      <w:tr w:rsidR="00CB7ED6" w:rsidRPr="004303E4" w14:paraId="13600424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23100AE6" w14:textId="77777777" w:rsidR="00CB7ED6" w:rsidRPr="004303E4" w:rsidRDefault="00CB7ED6" w:rsidP="00CB7ED6">
            <w:pPr>
              <w:ind w:left="113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иностранная</w:t>
            </w:r>
          </w:p>
        </w:tc>
        <w:tc>
          <w:tcPr>
            <w:tcW w:w="626" w:type="pct"/>
            <w:vAlign w:val="bottom"/>
          </w:tcPr>
          <w:p w14:paraId="397EEA41" w14:textId="14F3E031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54ED8B24" w14:textId="0B74AD9D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  <w:r w:rsidRPr="002F621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5" w:type="pct"/>
            <w:vAlign w:val="bottom"/>
          </w:tcPr>
          <w:p w14:paraId="37FFC184" w14:textId="0EEF469C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21" w:type="pct"/>
            <w:vAlign w:val="bottom"/>
          </w:tcPr>
          <w:p w14:paraId="69AFABD5" w14:textId="6ABD93FA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141</w:t>
            </w:r>
            <w:r w:rsidRPr="002F621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</w:tr>
      <w:tr w:rsidR="00CB7ED6" w:rsidRPr="004303E4" w14:paraId="7B3D938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58B92EC" w14:textId="77777777" w:rsidR="00CB7ED6" w:rsidRPr="004303E4" w:rsidRDefault="00CB7ED6" w:rsidP="00CB7ED6">
            <w:pPr>
              <w:ind w:left="227"/>
              <w:jc w:val="left"/>
              <w:rPr>
                <w:b/>
                <w:sz w:val="20"/>
              </w:rPr>
            </w:pPr>
            <w:r w:rsidRPr="00E83F84">
              <w:rPr>
                <w:b/>
                <w:sz w:val="20"/>
              </w:rPr>
              <w:t>собственность иностранных юридических лиц</w:t>
            </w:r>
          </w:p>
        </w:tc>
        <w:tc>
          <w:tcPr>
            <w:tcW w:w="626" w:type="pct"/>
            <w:vAlign w:val="bottom"/>
          </w:tcPr>
          <w:p w14:paraId="36904A44" w14:textId="6994F30F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F6213"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587DE712" w14:textId="5B1EE076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F6213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71168B9B" w14:textId="78010BE6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08F6B2FF" w14:textId="3B057696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</w:t>
            </w:r>
            <w:r w:rsidRPr="00A846E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CB7ED6" w:rsidRPr="004303E4" w14:paraId="00DABC96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0450EF3F" w14:textId="77777777" w:rsidR="00CB7ED6" w:rsidRPr="004303E4" w:rsidRDefault="00CB7ED6" w:rsidP="00CB7ED6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иностранных граждан </w:t>
            </w:r>
            <w:r w:rsidRPr="004303E4">
              <w:rPr>
                <w:b/>
                <w:sz w:val="20"/>
              </w:rPr>
              <w:br/>
              <w:t>и лиц без гражданства</w:t>
            </w:r>
          </w:p>
        </w:tc>
        <w:tc>
          <w:tcPr>
            <w:tcW w:w="626" w:type="pct"/>
            <w:vAlign w:val="bottom"/>
          </w:tcPr>
          <w:p w14:paraId="2FF6F1AB" w14:textId="1BF1B988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2FA20649" w14:textId="4EBABB8E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26,5</w:t>
            </w:r>
          </w:p>
        </w:tc>
        <w:tc>
          <w:tcPr>
            <w:tcW w:w="625" w:type="pct"/>
            <w:vAlign w:val="bottom"/>
          </w:tcPr>
          <w:p w14:paraId="75D7FE33" w14:textId="3951548E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636E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14:paraId="7A3FE901" w14:textId="3DC129DC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159</w:t>
            </w:r>
            <w:r w:rsidRPr="00C45DD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CB7ED6" w:rsidRPr="004303E4" w14:paraId="6DB7CC71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2816549" w14:textId="77777777" w:rsidR="00CB7ED6" w:rsidRPr="00BB2816" w:rsidRDefault="00CB7ED6" w:rsidP="00CB7ED6">
            <w:pPr>
              <w:ind w:left="113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>совместная российская и иностранная</w:t>
            </w:r>
          </w:p>
        </w:tc>
        <w:tc>
          <w:tcPr>
            <w:tcW w:w="626" w:type="pct"/>
            <w:vAlign w:val="bottom"/>
          </w:tcPr>
          <w:p w14:paraId="19179477" w14:textId="74731189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38A74A3C" w14:textId="014406BA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47,6</w:t>
            </w:r>
          </w:p>
        </w:tc>
        <w:tc>
          <w:tcPr>
            <w:tcW w:w="625" w:type="pct"/>
            <w:vAlign w:val="bottom"/>
          </w:tcPr>
          <w:p w14:paraId="04D7B1B3" w14:textId="2D2A556B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14:paraId="61C8C198" w14:textId="5B99B39E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</w:t>
            </w:r>
            <w:r w:rsidRPr="00C45DD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CB7ED6" w:rsidRPr="004303E4" w14:paraId="185A67E3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3F2AFE4A" w14:textId="77777777" w:rsidR="00CB7ED6" w:rsidRPr="00BB2816" w:rsidRDefault="00CB7ED6" w:rsidP="00CB7ED6">
            <w:pPr>
              <w:ind w:left="227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 xml:space="preserve">совместная </w:t>
            </w:r>
            <w:r>
              <w:rPr>
                <w:b/>
                <w:bCs/>
                <w:sz w:val="20"/>
              </w:rPr>
              <w:t>частн</w:t>
            </w:r>
            <w:r w:rsidRPr="00BB2816">
              <w:rPr>
                <w:b/>
                <w:bCs/>
                <w:sz w:val="20"/>
              </w:rPr>
              <w:t>ая и иностранная</w:t>
            </w:r>
          </w:p>
        </w:tc>
        <w:tc>
          <w:tcPr>
            <w:tcW w:w="626" w:type="pct"/>
            <w:vAlign w:val="bottom"/>
          </w:tcPr>
          <w:p w14:paraId="6F6A44CE" w14:textId="5758D363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5ADE9090" w14:textId="29A9E11E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48,4</w:t>
            </w:r>
          </w:p>
        </w:tc>
        <w:tc>
          <w:tcPr>
            <w:tcW w:w="625" w:type="pct"/>
            <w:vAlign w:val="bottom"/>
          </w:tcPr>
          <w:p w14:paraId="275CDCB9" w14:textId="7FE5D4CB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14:paraId="308C7B13" w14:textId="2D7235D3" w:rsidR="00CB7ED6" w:rsidRPr="004967FA" w:rsidRDefault="00CB7ED6" w:rsidP="00CB7ED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129,0</w:t>
            </w:r>
          </w:p>
        </w:tc>
      </w:tr>
    </w:tbl>
    <w:p w14:paraId="74DB45D8" w14:textId="0F2BFB8C" w:rsidR="00147BE1" w:rsidRDefault="00147BE1" w:rsidP="00147BE1">
      <w:pPr>
        <w:spacing w:before="240"/>
        <w:ind w:firstLine="720"/>
        <w:rPr>
          <w:szCs w:val="24"/>
        </w:rPr>
      </w:pPr>
      <w:bookmarkStart w:id="156" w:name="_GoBack"/>
      <w:r w:rsidRPr="0009396B">
        <w:rPr>
          <w:szCs w:val="24"/>
        </w:rPr>
        <w:t xml:space="preserve">По данным государственной регистрации </w:t>
      </w:r>
      <w:r w:rsidR="001B5A5D" w:rsidRPr="0009396B">
        <w:rPr>
          <w:szCs w:val="24"/>
        </w:rPr>
        <w:t xml:space="preserve">за </w:t>
      </w:r>
      <w:r w:rsidR="001B5A5D">
        <w:rPr>
          <w:szCs w:val="24"/>
        </w:rPr>
        <w:t>январь-</w:t>
      </w:r>
      <w:r w:rsidR="004967FA">
        <w:rPr>
          <w:szCs w:val="24"/>
        </w:rPr>
        <w:t>август</w:t>
      </w:r>
      <w:r w:rsidR="001B5A5D">
        <w:rPr>
          <w:szCs w:val="24"/>
        </w:rPr>
        <w:t xml:space="preserve"> </w:t>
      </w:r>
      <w:r w:rsidR="001B5A5D" w:rsidRPr="0009396B">
        <w:rPr>
          <w:szCs w:val="24"/>
        </w:rPr>
        <w:t>20</w:t>
      </w:r>
      <w:r w:rsidR="001B5A5D">
        <w:rPr>
          <w:szCs w:val="24"/>
        </w:rPr>
        <w:t xml:space="preserve">24 года вновь </w:t>
      </w:r>
      <w:r w:rsidR="001B5A5D" w:rsidRPr="00843ABC">
        <w:rPr>
          <w:szCs w:val="24"/>
        </w:rPr>
        <w:t>зарегистрирован</w:t>
      </w:r>
      <w:r w:rsidR="00955BD6">
        <w:rPr>
          <w:szCs w:val="24"/>
        </w:rPr>
        <w:t>о</w:t>
      </w:r>
      <w:r w:rsidR="001B5A5D" w:rsidRPr="00843ABC">
        <w:rPr>
          <w:szCs w:val="24"/>
        </w:rPr>
        <w:t xml:space="preserve"> </w:t>
      </w:r>
      <w:r w:rsidR="00A63F37">
        <w:rPr>
          <w:szCs w:val="24"/>
        </w:rPr>
        <w:t>4101</w:t>
      </w:r>
      <w:r w:rsidR="001B5A5D">
        <w:rPr>
          <w:szCs w:val="24"/>
        </w:rPr>
        <w:t xml:space="preserve"> </w:t>
      </w:r>
      <w:r w:rsidR="001B5A5D" w:rsidRPr="000D1B60">
        <w:rPr>
          <w:szCs w:val="24"/>
        </w:rPr>
        <w:t>и ликвидирован</w:t>
      </w:r>
      <w:r w:rsidR="00955BD6">
        <w:rPr>
          <w:szCs w:val="24"/>
        </w:rPr>
        <w:t>о</w:t>
      </w:r>
      <w:r w:rsidR="001B5A5D" w:rsidRPr="000D1B60">
        <w:rPr>
          <w:szCs w:val="24"/>
        </w:rPr>
        <w:t xml:space="preserve"> </w:t>
      </w:r>
      <w:r w:rsidR="00A63F37" w:rsidRPr="00941AAF">
        <w:rPr>
          <w:szCs w:val="24"/>
        </w:rPr>
        <w:t>2593</w:t>
      </w:r>
      <w:r w:rsidR="001B5A5D" w:rsidRPr="000D1B60">
        <w:rPr>
          <w:szCs w:val="24"/>
        </w:rPr>
        <w:t xml:space="preserve"> индивидуальны</w:t>
      </w:r>
      <w:r w:rsidR="00955BD6">
        <w:rPr>
          <w:szCs w:val="24"/>
        </w:rPr>
        <w:t>х</w:t>
      </w:r>
      <w:r w:rsidR="001B5A5D" w:rsidRPr="000D1B60">
        <w:rPr>
          <w:szCs w:val="24"/>
        </w:rPr>
        <w:t xml:space="preserve"> предпринимател</w:t>
      </w:r>
      <w:r w:rsidR="00955BD6">
        <w:rPr>
          <w:szCs w:val="24"/>
        </w:rPr>
        <w:t>ей</w:t>
      </w:r>
      <w:r w:rsidR="001B5A5D">
        <w:rPr>
          <w:szCs w:val="24"/>
        </w:rPr>
        <w:t>.</w:t>
      </w:r>
    </w:p>
    <w:p w14:paraId="33A6E689" w14:textId="77777777" w:rsidR="00BB22F3" w:rsidRDefault="00BB22F3" w:rsidP="007079A3">
      <w:pPr>
        <w:rPr>
          <w:szCs w:val="24"/>
        </w:rPr>
        <w:sectPr w:rsidR="00BB22F3" w:rsidSect="0042241F">
          <w:headerReference w:type="even" r:id="rId21"/>
          <w:headerReference w:type="default" r:id="rId22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157" w:name="_Toc144464335"/>
      <w:bookmarkEnd w:id="147"/>
      <w:bookmarkEnd w:id="156"/>
    </w:p>
    <w:bookmarkEnd w:id="157"/>
    <w:p w14:paraId="2209C1F2" w14:textId="6DE7F081" w:rsidR="0021346F" w:rsidRDefault="0021346F" w:rsidP="007079A3">
      <w:pPr>
        <w:rPr>
          <w:b/>
          <w:szCs w:val="24"/>
        </w:rPr>
      </w:pPr>
    </w:p>
    <w:p w14:paraId="760268E4" w14:textId="2B659A74" w:rsidR="00313A5C" w:rsidRDefault="00313A5C" w:rsidP="007079A3">
      <w:pPr>
        <w:rPr>
          <w:b/>
          <w:szCs w:val="24"/>
        </w:rPr>
      </w:pPr>
    </w:p>
    <w:p w14:paraId="73E33013" w14:textId="77777777" w:rsidR="00313A5C" w:rsidRDefault="00313A5C" w:rsidP="007079A3">
      <w:pPr>
        <w:rPr>
          <w:b/>
          <w:szCs w:val="24"/>
        </w:rPr>
      </w:pPr>
    </w:p>
    <w:p w14:paraId="65B68912" w14:textId="67BA4666" w:rsidR="0031223F" w:rsidRPr="00FA28EE" w:rsidRDefault="0031223F" w:rsidP="005C0E1C">
      <w:pPr>
        <w:pStyle w:val="1"/>
        <w:spacing w:before="240" w:after="120"/>
        <w:rPr>
          <w:spacing w:val="60"/>
        </w:rPr>
      </w:pPr>
      <w:bookmarkStart w:id="158" w:name="_Toc178757182"/>
      <w:r w:rsidRPr="00FA28EE">
        <w:rPr>
          <w:spacing w:val="60"/>
        </w:rPr>
        <w:t>ЦЕНЫ</w:t>
      </w:r>
      <w:bookmarkEnd w:id="139"/>
      <w:bookmarkEnd w:id="140"/>
      <w:bookmarkEnd w:id="158"/>
    </w:p>
    <w:p w14:paraId="26B5684F" w14:textId="77777777" w:rsidR="0031223F" w:rsidRPr="005A3CEB" w:rsidRDefault="0031223F" w:rsidP="005C0E1C">
      <w:pPr>
        <w:pStyle w:val="16"/>
        <w:outlineLvl w:val="2"/>
        <w:rPr>
          <w:rFonts w:ascii="Times New Roman" w:hAnsi="Times New Roman" w:cs="Times New Roman"/>
          <w:sz w:val="24"/>
          <w:szCs w:val="24"/>
        </w:rPr>
      </w:pPr>
      <w:bookmarkStart w:id="159" w:name="_Toc369700770"/>
      <w:bookmarkStart w:id="160" w:name="_Toc388626358"/>
      <w:bookmarkStart w:id="161" w:name="_Toc401575658"/>
      <w:bookmarkStart w:id="162" w:name="_Toc493779768"/>
      <w:bookmarkStart w:id="163" w:name="_Toc178757183"/>
      <w:bookmarkStart w:id="164" w:name="_Hlk173415184"/>
      <w:r w:rsidRPr="005A3CEB">
        <w:rPr>
          <w:rFonts w:ascii="Times New Roman" w:hAnsi="Times New Roman" w:cs="Times New Roman"/>
          <w:sz w:val="24"/>
          <w:szCs w:val="24"/>
        </w:rPr>
        <w:t>Индексы цен и т</w:t>
      </w:r>
      <w:r>
        <w:rPr>
          <w:rFonts w:ascii="Times New Roman" w:hAnsi="Times New Roman" w:cs="Times New Roman"/>
          <w:sz w:val="24"/>
          <w:szCs w:val="24"/>
        </w:rPr>
        <w:t>ар</w:t>
      </w:r>
      <w:r w:rsidRPr="005A3CEB">
        <w:rPr>
          <w:rFonts w:ascii="Times New Roman" w:hAnsi="Times New Roman" w:cs="Times New Roman"/>
          <w:sz w:val="24"/>
          <w:szCs w:val="24"/>
        </w:rPr>
        <w:t>ифов</w:t>
      </w:r>
      <w:bookmarkEnd w:id="159"/>
      <w:bookmarkEnd w:id="160"/>
      <w:bookmarkEnd w:id="161"/>
      <w:bookmarkEnd w:id="162"/>
      <w:bookmarkEnd w:id="163"/>
    </w:p>
    <w:p w14:paraId="186F6057" w14:textId="77777777" w:rsidR="0031223F" w:rsidRPr="005A3CEB" w:rsidRDefault="0031223F" w:rsidP="0031223F">
      <w:pPr>
        <w:spacing w:after="60"/>
        <w:jc w:val="right"/>
        <w:rPr>
          <w:b/>
          <w:sz w:val="20"/>
        </w:rPr>
      </w:pPr>
      <w:r w:rsidRPr="005A3CEB">
        <w:rPr>
          <w:b/>
          <w:sz w:val="20"/>
        </w:rPr>
        <w:t xml:space="preserve">на конец </w:t>
      </w:r>
      <w:r>
        <w:rPr>
          <w:b/>
          <w:sz w:val="20"/>
        </w:rPr>
        <w:t>п</w:t>
      </w:r>
      <w:r w:rsidRPr="005A3CEB">
        <w:rPr>
          <w:b/>
          <w:sz w:val="20"/>
        </w:rPr>
        <w:t>ериода; в процентах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2"/>
        <w:gridCol w:w="1132"/>
        <w:gridCol w:w="1139"/>
        <w:gridCol w:w="1130"/>
        <w:gridCol w:w="1135"/>
      </w:tblGrid>
      <w:tr w:rsidR="007A2433" w:rsidRPr="00E120E5" w14:paraId="77D979FB" w14:textId="77777777" w:rsidTr="001143E0">
        <w:trPr>
          <w:cantSplit/>
          <w:trHeight w:val="283"/>
          <w:jc w:val="center"/>
        </w:trPr>
        <w:tc>
          <w:tcPr>
            <w:tcW w:w="2499" w:type="pct"/>
            <w:vMerge w:val="restart"/>
            <w:vAlign w:val="center"/>
          </w:tcPr>
          <w:p w14:paraId="03CFA195" w14:textId="77777777" w:rsidR="007A2433" w:rsidRPr="00E120E5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52" w:type="pct"/>
            <w:gridSpan w:val="2"/>
            <w:vAlign w:val="center"/>
          </w:tcPr>
          <w:p w14:paraId="4F76788A" w14:textId="77777777" w:rsidR="007A2433" w:rsidRPr="009712A3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712A3">
              <w:rPr>
                <w:b/>
                <w:sz w:val="20"/>
              </w:rPr>
              <w:t>К предыдущему месяцу</w:t>
            </w:r>
          </w:p>
        </w:tc>
        <w:tc>
          <w:tcPr>
            <w:tcW w:w="623" w:type="pct"/>
            <w:vMerge w:val="restart"/>
            <w:vAlign w:val="center"/>
          </w:tcPr>
          <w:p w14:paraId="0EFB34CE" w14:textId="57C2026D" w:rsidR="007A2433" w:rsidRPr="00750AF8" w:rsidRDefault="00596693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750AF8">
              <w:rPr>
                <w:b/>
                <w:sz w:val="20"/>
              </w:rPr>
              <w:br/>
              <w:t>2024</w:t>
            </w:r>
            <w:r w:rsidR="007A2433" w:rsidRPr="00750AF8">
              <w:rPr>
                <w:b/>
                <w:sz w:val="20"/>
              </w:rPr>
              <w:br/>
              <w:t>к декабрю</w:t>
            </w:r>
            <w:r w:rsidR="007A2433" w:rsidRPr="00750AF8">
              <w:rPr>
                <w:b/>
                <w:sz w:val="20"/>
              </w:rPr>
              <w:br/>
              <w:t>2023</w:t>
            </w:r>
          </w:p>
        </w:tc>
        <w:tc>
          <w:tcPr>
            <w:tcW w:w="626" w:type="pct"/>
            <w:vMerge w:val="restart"/>
            <w:vAlign w:val="center"/>
          </w:tcPr>
          <w:p w14:paraId="5625812D" w14:textId="1E17DED1" w:rsidR="007A2433" w:rsidRPr="00750AF8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750AF8">
              <w:rPr>
                <w:b/>
                <w:sz w:val="20"/>
              </w:rPr>
              <w:t>Справочно</w:t>
            </w:r>
            <w:proofErr w:type="spellEnd"/>
            <w:r w:rsidRPr="00750AF8">
              <w:rPr>
                <w:b/>
                <w:sz w:val="20"/>
              </w:rPr>
              <w:t xml:space="preserve">: </w:t>
            </w:r>
            <w:r w:rsidR="00596693">
              <w:rPr>
                <w:b/>
                <w:sz w:val="20"/>
              </w:rPr>
              <w:t>август</w:t>
            </w:r>
            <w:r w:rsidRPr="00750AF8">
              <w:rPr>
                <w:b/>
                <w:sz w:val="20"/>
              </w:rPr>
              <w:br/>
              <w:t>2023</w:t>
            </w:r>
            <w:r w:rsidRPr="00750AF8">
              <w:rPr>
                <w:b/>
                <w:sz w:val="20"/>
              </w:rPr>
              <w:br/>
              <w:t>к декабрю</w:t>
            </w:r>
            <w:r w:rsidRPr="00750AF8">
              <w:rPr>
                <w:b/>
                <w:sz w:val="20"/>
              </w:rPr>
              <w:br/>
              <w:t>2022</w:t>
            </w:r>
          </w:p>
        </w:tc>
      </w:tr>
      <w:tr w:rsidR="007A2433" w:rsidRPr="00E120E5" w14:paraId="753AECA6" w14:textId="77777777" w:rsidTr="001143E0">
        <w:trPr>
          <w:cantSplit/>
          <w:trHeight w:val="227"/>
          <w:jc w:val="center"/>
        </w:trPr>
        <w:tc>
          <w:tcPr>
            <w:tcW w:w="2499" w:type="pct"/>
            <w:vMerge/>
            <w:vAlign w:val="center"/>
          </w:tcPr>
          <w:p w14:paraId="6D297BD4" w14:textId="77777777" w:rsidR="007A2433" w:rsidRPr="00E002CF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4" w:type="pct"/>
            <w:vAlign w:val="center"/>
          </w:tcPr>
          <w:p w14:paraId="6B8078B6" w14:textId="3D5D4B35" w:rsidR="007A2433" w:rsidRPr="00750AF8" w:rsidRDefault="009166F6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8" w:type="pct"/>
            <w:vAlign w:val="center"/>
          </w:tcPr>
          <w:p w14:paraId="3AA3D255" w14:textId="33532D9C" w:rsidR="007A2433" w:rsidRPr="00750AF8" w:rsidRDefault="009166F6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3" w:type="pct"/>
            <w:vMerge/>
          </w:tcPr>
          <w:p w14:paraId="39C8D63B" w14:textId="77777777"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626" w:type="pct"/>
            <w:vMerge/>
            <w:vAlign w:val="center"/>
          </w:tcPr>
          <w:p w14:paraId="68CF569E" w14:textId="77777777"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F5001D" w:rsidRPr="00E60778" w14:paraId="5B71FCA6" w14:textId="77777777" w:rsidTr="001143E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709582CE" w14:textId="77777777" w:rsidR="00F5001D" w:rsidRPr="00510BF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2C80542" w14:textId="44DE8D4F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8" w:type="pct"/>
            <w:vAlign w:val="bottom"/>
          </w:tcPr>
          <w:p w14:paraId="3E7E8886" w14:textId="333CCBB7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3" w:type="pct"/>
            <w:vAlign w:val="bottom"/>
          </w:tcPr>
          <w:p w14:paraId="17484477" w14:textId="059362A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6" w:type="pct"/>
            <w:vAlign w:val="bottom"/>
          </w:tcPr>
          <w:p w14:paraId="4A773D28" w14:textId="4773359D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102,8</w:t>
            </w:r>
          </w:p>
        </w:tc>
      </w:tr>
      <w:tr w:rsidR="00F5001D" w:rsidRPr="00E60778" w14:paraId="5B5210CA" w14:textId="77777777" w:rsidTr="001143E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3EF65355" w14:textId="77777777" w:rsidR="00F5001D" w:rsidRPr="00510BF6" w:rsidRDefault="00F5001D" w:rsidP="00F5001D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промышленных товаров</w:t>
            </w:r>
            <w:r w:rsidRPr="00510BF6">
              <w:rPr>
                <w:b/>
                <w:vertAlign w:val="superscript"/>
              </w:rPr>
              <w:t>1)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AE7B45B" w14:textId="0E410DD1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  <w:tc>
          <w:tcPr>
            <w:tcW w:w="628" w:type="pct"/>
            <w:vAlign w:val="bottom"/>
          </w:tcPr>
          <w:p w14:paraId="75FEBDAE" w14:textId="6B8D3DB8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623" w:type="pct"/>
            <w:vAlign w:val="bottom"/>
          </w:tcPr>
          <w:p w14:paraId="48BFA602" w14:textId="3855781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626" w:type="pct"/>
            <w:vAlign w:val="bottom"/>
          </w:tcPr>
          <w:p w14:paraId="7B5086D8" w14:textId="1FABDBD4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149,1</w:t>
            </w:r>
          </w:p>
        </w:tc>
      </w:tr>
      <w:tr w:rsidR="00F5001D" w:rsidRPr="00E60778" w14:paraId="6F5873C1" w14:textId="77777777" w:rsidTr="001143E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765B0D31" w14:textId="77777777" w:rsidR="00F5001D" w:rsidRPr="00510BF6" w:rsidRDefault="00F5001D" w:rsidP="00F5001D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сельскохозяйственной продукции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E15FBA7" w14:textId="3AE87997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628" w:type="pct"/>
            <w:vAlign w:val="bottom"/>
          </w:tcPr>
          <w:p w14:paraId="4C63EA0B" w14:textId="60681AD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3" w:type="pct"/>
            <w:vAlign w:val="bottom"/>
          </w:tcPr>
          <w:p w14:paraId="30168090" w14:textId="2C38E8FD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96,6</w:t>
            </w:r>
          </w:p>
        </w:tc>
        <w:tc>
          <w:tcPr>
            <w:tcW w:w="626" w:type="pct"/>
            <w:vAlign w:val="bottom"/>
          </w:tcPr>
          <w:p w14:paraId="6A4EE29C" w14:textId="5A152FD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140,2</w:t>
            </w:r>
          </w:p>
        </w:tc>
      </w:tr>
      <w:tr w:rsidR="00F5001D" w:rsidRPr="00E60778" w14:paraId="1F9A90D2" w14:textId="77777777" w:rsidTr="001143E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2F5DA156" w14:textId="77777777" w:rsidR="00F5001D" w:rsidRPr="00510BF6" w:rsidRDefault="00F5001D" w:rsidP="00F5001D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 xml:space="preserve">Сводный индекс цен на продукцию </w:t>
            </w:r>
            <w:r>
              <w:rPr>
                <w:b/>
              </w:rPr>
              <w:br/>
            </w:r>
            <w:r w:rsidRPr="00510BF6">
              <w:rPr>
                <w:b/>
              </w:rPr>
              <w:t>(затраты, услуги) инвестиционного назначени</w:t>
            </w:r>
            <w:r>
              <w:rPr>
                <w:b/>
              </w:rPr>
              <w:t>я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6031B36" w14:textId="065A70B2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8" w:type="pct"/>
            <w:vAlign w:val="bottom"/>
          </w:tcPr>
          <w:p w14:paraId="3037BE96" w14:textId="220D09DB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3" w:type="pct"/>
            <w:vAlign w:val="bottom"/>
          </w:tcPr>
          <w:p w14:paraId="65973D68" w14:textId="52782770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102,4</w:t>
            </w:r>
          </w:p>
        </w:tc>
        <w:tc>
          <w:tcPr>
            <w:tcW w:w="626" w:type="pct"/>
            <w:vAlign w:val="bottom"/>
          </w:tcPr>
          <w:p w14:paraId="761BB278" w14:textId="6821109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110,2</w:t>
            </w:r>
          </w:p>
        </w:tc>
      </w:tr>
      <w:tr w:rsidR="00F5001D" w:rsidRPr="00E60778" w14:paraId="455310D3" w14:textId="77777777" w:rsidTr="001143E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07B27912" w14:textId="77777777" w:rsidR="00F5001D" w:rsidRPr="00510BF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тарифов на грузовые перевозки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4DB6487" w14:textId="44BE6634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628" w:type="pct"/>
            <w:vAlign w:val="bottom"/>
          </w:tcPr>
          <w:p w14:paraId="4FAC89B3" w14:textId="28C66AD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623" w:type="pct"/>
            <w:vAlign w:val="bottom"/>
          </w:tcPr>
          <w:p w14:paraId="292B7F21" w14:textId="4759F4F0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108,3</w:t>
            </w:r>
          </w:p>
        </w:tc>
        <w:tc>
          <w:tcPr>
            <w:tcW w:w="626" w:type="pct"/>
            <w:vAlign w:val="bottom"/>
          </w:tcPr>
          <w:p w14:paraId="04B8EC6F" w14:textId="3851BFA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109,8</w:t>
            </w:r>
          </w:p>
        </w:tc>
      </w:tr>
    </w:tbl>
    <w:p w14:paraId="1EB958D4" w14:textId="77777777" w:rsidR="0095366D" w:rsidRDefault="0095366D" w:rsidP="0095366D">
      <w:pPr>
        <w:spacing w:before="120"/>
        <w:ind w:left="340"/>
        <w:rPr>
          <w:iCs/>
          <w:sz w:val="18"/>
          <w:szCs w:val="18"/>
        </w:rPr>
      </w:pPr>
      <w:r w:rsidRPr="00E002CF">
        <w:rPr>
          <w:sz w:val="18"/>
          <w:szCs w:val="18"/>
          <w:vertAlign w:val="superscript"/>
        </w:rPr>
        <w:t>1)</w:t>
      </w:r>
      <w:r w:rsidRPr="00E002CF">
        <w:rPr>
          <w:iCs/>
          <w:sz w:val="18"/>
          <w:szCs w:val="18"/>
        </w:rPr>
        <w:t>промышленные товары, предназначенные для реализации на внутреннем рынке</w:t>
      </w:r>
    </w:p>
    <w:p w14:paraId="1EB70C31" w14:textId="77777777" w:rsidR="0042241F" w:rsidRDefault="0042241F">
      <w:pPr>
        <w:jc w:val="left"/>
        <w:rPr>
          <w:b/>
          <w:szCs w:val="24"/>
        </w:rPr>
      </w:pPr>
      <w:bookmarkStart w:id="165" w:name="_Toc493779769"/>
      <w:bookmarkStart w:id="166" w:name="_Toc369700771"/>
      <w:bookmarkStart w:id="167" w:name="_Toc383169479"/>
      <w:bookmarkStart w:id="168" w:name="_Toc401575659"/>
      <w:r>
        <w:rPr>
          <w:szCs w:val="24"/>
        </w:rPr>
        <w:br w:type="page"/>
      </w:r>
    </w:p>
    <w:p w14:paraId="47917F41" w14:textId="64258E6C" w:rsidR="0031223F" w:rsidRPr="000930C7" w:rsidRDefault="0031223F" w:rsidP="00F71AA1">
      <w:pPr>
        <w:pStyle w:val="3"/>
        <w:spacing w:before="360"/>
        <w:ind w:right="0" w:firstLine="709"/>
        <w:jc w:val="both"/>
        <w:rPr>
          <w:b w:val="0"/>
        </w:rPr>
      </w:pPr>
      <w:bookmarkStart w:id="169" w:name="_Toc178757184"/>
      <w:r w:rsidRPr="000930C7">
        <w:rPr>
          <w:szCs w:val="24"/>
        </w:rPr>
        <w:lastRenderedPageBreak/>
        <w:t>ПОТРЕБИТЕЛЬСКИЕ ЦЕНЫ</w:t>
      </w:r>
      <w:r w:rsidRPr="00750AF8">
        <w:rPr>
          <w:szCs w:val="24"/>
        </w:rPr>
        <w:t xml:space="preserve">. </w:t>
      </w:r>
      <w:bookmarkStart w:id="170" w:name="_Toc401575660"/>
      <w:bookmarkStart w:id="171" w:name="_Toc388626359"/>
      <w:bookmarkStart w:id="172" w:name="_Toc383169480"/>
      <w:bookmarkStart w:id="173" w:name="_Toc369700772"/>
      <w:bookmarkStart w:id="174" w:name="_Toc369700773"/>
      <w:bookmarkEnd w:id="165"/>
      <w:bookmarkEnd w:id="166"/>
      <w:bookmarkEnd w:id="167"/>
      <w:bookmarkEnd w:id="168"/>
      <w:r w:rsidR="007A2433" w:rsidRPr="00750AF8">
        <w:rPr>
          <w:b w:val="0"/>
          <w:szCs w:val="24"/>
        </w:rPr>
        <w:t xml:space="preserve">Индекс потребительских цен в </w:t>
      </w:r>
      <w:r w:rsidR="00247E1B">
        <w:rPr>
          <w:b w:val="0"/>
          <w:szCs w:val="24"/>
        </w:rPr>
        <w:t>августе</w:t>
      </w:r>
      <w:r w:rsidR="007A2433" w:rsidRPr="00750AF8">
        <w:rPr>
          <w:b w:val="0"/>
          <w:szCs w:val="24"/>
        </w:rPr>
        <w:t xml:space="preserve"> </w:t>
      </w:r>
      <w:r w:rsidR="0026772A">
        <w:rPr>
          <w:b w:val="0"/>
          <w:szCs w:val="24"/>
        </w:rPr>
        <w:br/>
      </w:r>
      <w:r w:rsidR="007A2433" w:rsidRPr="00750AF8">
        <w:rPr>
          <w:b w:val="0"/>
          <w:szCs w:val="24"/>
        </w:rPr>
        <w:t>2024 года</w:t>
      </w:r>
      <w:r w:rsidR="007A2433" w:rsidRPr="00750AF8">
        <w:rPr>
          <w:b w:val="0"/>
        </w:rPr>
        <w:t xml:space="preserve"> по отношению к предыдущему месяцу </w:t>
      </w:r>
      <w:r w:rsidR="007A2433" w:rsidRPr="00750AF8">
        <w:rPr>
          <w:b w:val="0"/>
          <w:szCs w:val="24"/>
          <w:lang w:eastAsia="x-none"/>
        </w:rPr>
        <w:t xml:space="preserve">составил </w:t>
      </w:r>
      <w:r w:rsidR="00F5001D">
        <w:rPr>
          <w:b w:val="0"/>
          <w:color w:val="000000"/>
          <w:szCs w:val="24"/>
          <w:lang w:eastAsia="x-none"/>
        </w:rPr>
        <w:t>100</w:t>
      </w:r>
      <w:r w:rsidR="00F5001D" w:rsidRPr="00BD77DE">
        <w:rPr>
          <w:b w:val="0"/>
          <w:color w:val="000000"/>
          <w:szCs w:val="24"/>
          <w:lang w:eastAsia="x-none"/>
        </w:rPr>
        <w:t>,</w:t>
      </w:r>
      <w:r w:rsidR="00F5001D">
        <w:rPr>
          <w:b w:val="0"/>
          <w:color w:val="000000"/>
          <w:szCs w:val="24"/>
          <w:lang w:eastAsia="x-none"/>
        </w:rPr>
        <w:t>4</w:t>
      </w:r>
      <w:r w:rsidR="007A2433" w:rsidRPr="00750AF8">
        <w:rPr>
          <w:b w:val="0"/>
          <w:szCs w:val="24"/>
          <w:lang w:eastAsia="x-none"/>
        </w:rPr>
        <w:t>%</w:t>
      </w:r>
      <w:r w:rsidR="007A2433" w:rsidRPr="00750AF8">
        <w:rPr>
          <w:b w:val="0"/>
        </w:rPr>
        <w:t xml:space="preserve">, в том числе </w:t>
      </w:r>
      <w:r w:rsidR="007A2433" w:rsidRPr="00750AF8">
        <w:rPr>
          <w:b w:val="0"/>
        </w:rPr>
        <w:br/>
        <w:t xml:space="preserve">на продовольственные товары – </w:t>
      </w:r>
      <w:r w:rsidR="00F5001D">
        <w:rPr>
          <w:b w:val="0"/>
          <w:color w:val="000000"/>
          <w:szCs w:val="24"/>
          <w:lang w:eastAsia="x-none"/>
        </w:rPr>
        <w:t>100,1</w:t>
      </w:r>
      <w:r w:rsidR="007A2433" w:rsidRPr="00750AF8">
        <w:rPr>
          <w:b w:val="0"/>
        </w:rPr>
        <w:t xml:space="preserve">%, непродовольственные товары – </w:t>
      </w:r>
      <w:r w:rsidR="00F5001D" w:rsidRPr="00BD77DE">
        <w:rPr>
          <w:b w:val="0"/>
          <w:color w:val="000000"/>
          <w:szCs w:val="24"/>
          <w:lang w:eastAsia="x-none"/>
        </w:rPr>
        <w:t>100,</w:t>
      </w:r>
      <w:r w:rsidR="00F5001D">
        <w:rPr>
          <w:b w:val="0"/>
          <w:color w:val="000000"/>
          <w:szCs w:val="24"/>
          <w:lang w:eastAsia="x-none"/>
        </w:rPr>
        <w:t>5</w:t>
      </w:r>
      <w:r w:rsidR="007A2433" w:rsidRPr="00750AF8">
        <w:rPr>
          <w:b w:val="0"/>
          <w:szCs w:val="24"/>
          <w:lang w:eastAsia="x-none"/>
        </w:rPr>
        <w:t>%</w:t>
      </w:r>
      <w:r w:rsidR="007A2433" w:rsidRPr="00750AF8">
        <w:rPr>
          <w:b w:val="0"/>
        </w:rPr>
        <w:t xml:space="preserve">, </w:t>
      </w:r>
      <w:r w:rsidR="007A2433" w:rsidRPr="00750AF8">
        <w:rPr>
          <w:b w:val="0"/>
        </w:rPr>
        <w:br/>
        <w:t xml:space="preserve">услуги – </w:t>
      </w:r>
      <w:r w:rsidR="00F5001D">
        <w:rPr>
          <w:b w:val="0"/>
          <w:color w:val="000000"/>
          <w:szCs w:val="24"/>
          <w:lang w:eastAsia="x-none"/>
        </w:rPr>
        <w:t>100</w:t>
      </w:r>
      <w:r w:rsidR="00F5001D" w:rsidRPr="00BD77DE">
        <w:rPr>
          <w:b w:val="0"/>
          <w:color w:val="000000"/>
          <w:szCs w:val="24"/>
          <w:lang w:eastAsia="x-none"/>
        </w:rPr>
        <w:t>,</w:t>
      </w:r>
      <w:r w:rsidR="00F5001D">
        <w:rPr>
          <w:b w:val="0"/>
          <w:color w:val="000000"/>
          <w:szCs w:val="24"/>
          <w:lang w:eastAsia="x-none"/>
        </w:rPr>
        <w:t>7</w:t>
      </w:r>
      <w:r w:rsidR="005C47CB" w:rsidRPr="00750AF8">
        <w:rPr>
          <w:b w:val="0"/>
          <w:szCs w:val="24"/>
          <w:lang w:eastAsia="x-none"/>
        </w:rPr>
        <w:t>%</w:t>
      </w:r>
      <w:r w:rsidR="00A9592D" w:rsidRPr="00750AF8">
        <w:rPr>
          <w:b w:val="0"/>
        </w:rPr>
        <w:t>.</w:t>
      </w:r>
      <w:bookmarkEnd w:id="169"/>
    </w:p>
    <w:p w14:paraId="33CBA9F8" w14:textId="77777777" w:rsidR="0031223F" w:rsidRPr="003A67F7" w:rsidRDefault="0031223F" w:rsidP="0042241F">
      <w:pPr>
        <w:pStyle w:val="3"/>
        <w:spacing w:before="360" w:after="240"/>
      </w:pPr>
      <w:bookmarkStart w:id="175" w:name="_Toc493779770"/>
      <w:bookmarkStart w:id="176" w:name="_Toc178757185"/>
      <w:r w:rsidRPr="000930C7">
        <w:t>Индексы потребит</w:t>
      </w:r>
      <w:r w:rsidRPr="003A67F7">
        <w:t xml:space="preserve">ельских цен и тарифов </w:t>
      </w:r>
      <w:r w:rsidR="00BA71CB">
        <w:br/>
      </w:r>
      <w:r w:rsidRPr="003A67F7">
        <w:t>на товары и услуги</w:t>
      </w:r>
      <w:bookmarkEnd w:id="170"/>
      <w:bookmarkEnd w:id="171"/>
      <w:bookmarkEnd w:id="172"/>
      <w:bookmarkEnd w:id="173"/>
      <w:bookmarkEnd w:id="175"/>
      <w:bookmarkEnd w:id="176"/>
    </w:p>
    <w:p w14:paraId="27446244" w14:textId="77777777" w:rsidR="0031223F" w:rsidRPr="003A67F7" w:rsidRDefault="0031223F" w:rsidP="0031223F">
      <w:pPr>
        <w:spacing w:after="60"/>
        <w:jc w:val="right"/>
        <w:rPr>
          <w:b/>
          <w:sz w:val="20"/>
        </w:rPr>
      </w:pPr>
      <w:r w:rsidRPr="003A67F7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7A2433" w:rsidRPr="00DD362A" w14:paraId="64DB42FA" w14:textId="77777777" w:rsidTr="007A2433">
        <w:trPr>
          <w:trHeight w:val="283"/>
          <w:jc w:val="center"/>
        </w:trPr>
        <w:tc>
          <w:tcPr>
            <w:tcW w:w="25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7A9603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D99342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 товары</w:t>
            </w:r>
            <w:r w:rsidRPr="00DD362A">
              <w:rPr>
                <w:b/>
                <w:sz w:val="20"/>
              </w:rPr>
              <w:br/>
              <w:t>и услуги</w:t>
            </w:r>
          </w:p>
        </w:tc>
        <w:tc>
          <w:tcPr>
            <w:tcW w:w="18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31E3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6D5B4051" w14:textId="77777777" w:rsidTr="007A2433">
        <w:trPr>
          <w:trHeight w:val="227"/>
          <w:jc w:val="center"/>
        </w:trPr>
        <w:tc>
          <w:tcPr>
            <w:tcW w:w="25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55B9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7A9D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B6BD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586B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непродо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E6310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услуги</w:t>
            </w:r>
          </w:p>
        </w:tc>
      </w:tr>
      <w:tr w:rsidR="007A2433" w:rsidRPr="00DD362A" w14:paraId="24E01CF8" w14:textId="77777777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45A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257897A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40EE4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C0E8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638B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BB9D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598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470DB94A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FA237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ECD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6554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3157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B02F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0A33F51B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A138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B7B4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63CC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63E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764D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</w:tr>
      <w:tr w:rsidR="007A2433" w:rsidRPr="00DD362A" w14:paraId="7C70143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EC95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F52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E77F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CED8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2750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</w:tr>
      <w:tr w:rsidR="007A2433" w:rsidRPr="00DD362A" w14:paraId="3A504F7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43BD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7F02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60F8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E3012" w14:textId="77777777" w:rsidR="007A2433" w:rsidRPr="00DD362A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6D25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02B8DB31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550D6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AFBF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0B42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C275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D1E8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</w:tr>
      <w:tr w:rsidR="007A2433" w:rsidRPr="00DD362A" w14:paraId="2328B74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D987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F6A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8433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84E8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A7DC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</w:tr>
      <w:tr w:rsidR="007A2433" w:rsidRPr="00DD362A" w14:paraId="2D47570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BF329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C59F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42C2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DA7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C78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102,4</w:t>
            </w:r>
          </w:p>
        </w:tc>
      </w:tr>
      <w:tr w:rsidR="007A2433" w:rsidRPr="00DD362A" w14:paraId="5671051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1FC29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3843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40B3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F49F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68FA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0304666A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CB831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072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6CE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D8C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A35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</w:tr>
      <w:tr w:rsidR="007A2433" w:rsidRPr="00DD362A" w14:paraId="29EB73EF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9B1E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B742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460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30DB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0CA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455F115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B4F45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CF3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171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D76D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55A1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26E10A29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8BAF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8F6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6777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32F7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174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20BEA5B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F7E9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758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BEE5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362D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28BE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382B67F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8345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C1BA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CFAA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7D8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9E6E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14:paraId="7D2EC32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00581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IV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02E7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31D7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D30D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7C2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14:paraId="23749F22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2AB8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A4E0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F438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F1AC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2A0E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</w:tr>
      <w:tr w:rsidR="007A2433" w:rsidRPr="00DD362A" w14:paraId="272EDBE0" w14:textId="77777777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9891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F5001D" w:rsidRPr="00DD362A" w14:paraId="05C220E1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5FB1D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F601A" w14:textId="746F3C36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693C0" w14:textId="616346B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ED91B" w14:textId="7F655FAB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BCF08" w14:textId="70C76DE7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</w:tr>
      <w:tr w:rsidR="00F5001D" w:rsidRPr="00DD362A" w14:paraId="1C57AE9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40959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73D63" w14:textId="24FF931E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AACF2" w14:textId="6AD1BD30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9AE36" w14:textId="260C8FF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D0F7A" w14:textId="4081D1E2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F5001D" w:rsidRPr="00DD362A" w14:paraId="57BE83D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08BDF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2E7BD" w14:textId="55B02D2E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13611" w14:textId="4C8C9CB2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42668" w14:textId="223A845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243C5" w14:textId="404E111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</w:tr>
      <w:tr w:rsidR="00F5001D" w:rsidRPr="00DD362A" w14:paraId="0451CD4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43CC0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B65F8" w14:textId="33C575BF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3BB3B" w14:textId="57DFC7C0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27BA2" w14:textId="58F560ED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DCE57" w14:textId="4AD3C974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</w:tr>
      <w:tr w:rsidR="00F5001D" w:rsidRPr="00DD362A" w14:paraId="172FAD63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DD9D0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9EE68" w14:textId="04A64E7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BF08F" w14:textId="272C891D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8838C" w14:textId="543419F7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B9DC0" w14:textId="1EB80DB6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</w:tr>
      <w:tr w:rsidR="00F5001D" w:rsidRPr="00DD362A" w14:paraId="581838E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B7241" w14:textId="77777777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960536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ADF70" w14:textId="18F86212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A8B86" w14:textId="519011FA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78A97" w14:textId="0DE2C0EF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CA6CF" w14:textId="40F60EAB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</w:tr>
      <w:tr w:rsidR="00F5001D" w:rsidRPr="0092070A" w14:paraId="3FC826A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AD5DF" w14:textId="5A525627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BA673" w14:textId="47559CCF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D6CD6" w14:textId="18C6616F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50629" w14:textId="1B76CA1E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4A7C" w14:textId="779D1380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F5001D" w:rsidRPr="0092070A" w14:paraId="473CA252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248B0" w14:textId="4F02A979" w:rsidR="00F5001D" w:rsidRPr="00486E59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B7D6D" w14:textId="49DF5962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7913F" w14:textId="56D4033B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BDEC6" w14:textId="1A6D514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E374E" w14:textId="597FEE17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102,5</w:t>
            </w:r>
          </w:p>
        </w:tc>
      </w:tr>
      <w:tr w:rsidR="00F5001D" w:rsidRPr="0092070A" w14:paraId="5B950FA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45F12" w14:textId="4F6608D9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025C8" w14:textId="28556879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64764" w14:textId="5B57EAE4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DAA16" w14:textId="2B56A2E6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2D0E7" w14:textId="5973701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102,7</w:t>
            </w:r>
          </w:p>
        </w:tc>
      </w:tr>
      <w:tr w:rsidR="00F5001D" w:rsidRPr="0092070A" w14:paraId="0162924B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C074D" w14:textId="4D5A2F24" w:rsidR="00F5001D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108F7" w14:textId="3C9F5C7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1A619" w14:textId="48AA6F8F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DFA07" w14:textId="4D869B3D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BC6D" w14:textId="3FFE4847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F5001D" w:rsidRPr="0092070A" w14:paraId="56EF709D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7E69B" w14:textId="17CF499A" w:rsidR="00F5001D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 2024 к декабрю 2023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6C942" w14:textId="1927B2D2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3DA0B" w14:textId="2303F2C4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0B581" w14:textId="6984FFD3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00A14" w14:textId="2E572B74" w:rsidR="00F5001D" w:rsidRPr="00247E1B" w:rsidRDefault="00F5001D" w:rsidP="00F5001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107,5</w:t>
            </w:r>
          </w:p>
        </w:tc>
      </w:tr>
    </w:tbl>
    <w:p w14:paraId="7C7EAF13" w14:textId="3929AB9A" w:rsidR="001A0891" w:rsidRDefault="00C20B55" w:rsidP="00465ED5">
      <w:pPr>
        <w:pStyle w:val="3"/>
        <w:spacing w:before="240"/>
        <w:ind w:right="0" w:firstLine="709"/>
        <w:jc w:val="both"/>
        <w:rPr>
          <w:b w:val="0"/>
        </w:rPr>
      </w:pPr>
      <w:bookmarkStart w:id="177" w:name="_Toc178757186"/>
      <w:r w:rsidRPr="00063164">
        <w:t>Базовый и</w:t>
      </w:r>
      <w:r w:rsidRPr="00DB4C99">
        <w:t>ндекс потребительских цен (БИПЦ)</w:t>
      </w:r>
      <w:r w:rsidRPr="00DB4C99">
        <w:rPr>
          <w:b w:val="0"/>
        </w:rPr>
        <w:t>,</w:t>
      </w:r>
      <w:r w:rsidRPr="00C65EAB">
        <w:rPr>
          <w:b w:val="0"/>
        </w:rPr>
        <w:t xml:space="preserve"> </w:t>
      </w:r>
      <w:r w:rsidR="005C47CB" w:rsidRPr="005C47CB">
        <w:rPr>
          <w:b w:val="0"/>
        </w:rPr>
        <w:t xml:space="preserve">исключающий изменения цен </w:t>
      </w:r>
      <w:r w:rsidR="00666DB9" w:rsidRPr="00666DB9">
        <w:rPr>
          <w:b w:val="0"/>
        </w:rPr>
        <w:t>на отдельные товары, подверженные влиянию факторов, которые носят административный, а также сезонный</w:t>
      </w:r>
      <w:r w:rsidR="00AA5417">
        <w:rPr>
          <w:b w:val="0"/>
        </w:rPr>
        <w:t xml:space="preserve"> характер, </w:t>
      </w:r>
      <w:r w:rsidR="00063164" w:rsidRPr="00750AF8">
        <w:rPr>
          <w:b w:val="0"/>
        </w:rPr>
        <w:t xml:space="preserve">в </w:t>
      </w:r>
      <w:r w:rsidR="00247E1B">
        <w:rPr>
          <w:b w:val="0"/>
        </w:rPr>
        <w:t>августе</w:t>
      </w:r>
      <w:r w:rsidR="008024EE" w:rsidRPr="00750AF8">
        <w:rPr>
          <w:b w:val="0"/>
        </w:rPr>
        <w:t xml:space="preserve"> 2024 года по отношению </w:t>
      </w:r>
      <w:r w:rsidR="008024EE" w:rsidRPr="00750AF8">
        <w:rPr>
          <w:b w:val="0"/>
        </w:rPr>
        <w:br/>
        <w:t xml:space="preserve">к предыдущему месяцу составил </w:t>
      </w:r>
      <w:bookmarkStart w:id="178" w:name="_Toc493779772"/>
      <w:r w:rsidR="00F5001D" w:rsidRPr="00E74760">
        <w:rPr>
          <w:b w:val="0"/>
          <w:color w:val="000000"/>
        </w:rPr>
        <w:t>100,5</w:t>
      </w:r>
      <w:r w:rsidR="00750AF8" w:rsidRPr="00750AF8">
        <w:rPr>
          <w:b w:val="0"/>
          <w:color w:val="000000"/>
        </w:rPr>
        <w:t xml:space="preserve">% (в </w:t>
      </w:r>
      <w:r w:rsidR="00247E1B">
        <w:rPr>
          <w:b w:val="0"/>
          <w:color w:val="000000"/>
        </w:rPr>
        <w:t>августе</w:t>
      </w:r>
      <w:r w:rsidR="00750AF8" w:rsidRPr="00750AF8">
        <w:rPr>
          <w:b w:val="0"/>
          <w:color w:val="000000"/>
        </w:rPr>
        <w:t xml:space="preserve"> 2023</w:t>
      </w:r>
      <w:r w:rsidR="00750AF8" w:rsidRPr="00BD77DE">
        <w:rPr>
          <w:b w:val="0"/>
          <w:color w:val="000000"/>
        </w:rPr>
        <w:t xml:space="preserve"> года – </w:t>
      </w:r>
      <w:r w:rsidR="00F5001D" w:rsidRPr="00E74760">
        <w:rPr>
          <w:b w:val="0"/>
          <w:color w:val="000000"/>
        </w:rPr>
        <w:t>100,8</w:t>
      </w:r>
      <w:r w:rsidR="00750AF8" w:rsidRPr="00BD77DE">
        <w:rPr>
          <w:b w:val="0"/>
          <w:color w:val="000000"/>
        </w:rPr>
        <w:t>%).</w:t>
      </w:r>
      <w:bookmarkEnd w:id="177"/>
    </w:p>
    <w:p w14:paraId="230F72C6" w14:textId="2635E28B" w:rsidR="0031223F" w:rsidRPr="00F60282" w:rsidRDefault="00C20B55" w:rsidP="005A66EF">
      <w:pPr>
        <w:pStyle w:val="3"/>
        <w:keepNext w:val="0"/>
        <w:spacing w:before="120"/>
        <w:ind w:right="0" w:firstLine="709"/>
        <w:jc w:val="both"/>
        <w:rPr>
          <w:bCs/>
          <w:szCs w:val="24"/>
          <w:lang w:val="x-none"/>
        </w:rPr>
      </w:pPr>
      <w:bookmarkStart w:id="179" w:name="_Toc178757187"/>
      <w:r w:rsidRPr="00C20B55">
        <w:t>Стоимость фиксированного набора потребительских товаров и услуг</w:t>
      </w:r>
      <w:r w:rsidRPr="00C20B55">
        <w:rPr>
          <w:b w:val="0"/>
        </w:rPr>
        <w:br/>
      </w:r>
      <w:bookmarkEnd w:id="178"/>
      <w:r w:rsidR="00666DB9" w:rsidRPr="00666DB9">
        <w:rPr>
          <w:b w:val="0"/>
          <w:lang w:val="x-none" w:eastAsia="x-none"/>
        </w:rPr>
        <w:t xml:space="preserve">для межрегиональных сопоставлений покупательной способности населения в расчете на месяц в среднем на одного человека </w:t>
      </w:r>
      <w:r w:rsidR="00666DB9" w:rsidRPr="00486E59">
        <w:rPr>
          <w:b w:val="0"/>
          <w:lang w:val="x-none" w:eastAsia="x-none"/>
        </w:rPr>
        <w:t xml:space="preserve">по </w:t>
      </w:r>
      <w:r w:rsidR="00666DB9" w:rsidRPr="00F60282">
        <w:rPr>
          <w:b w:val="0"/>
          <w:lang w:val="x-none" w:eastAsia="x-none"/>
        </w:rPr>
        <w:t xml:space="preserve">области в </w:t>
      </w:r>
      <w:r w:rsidR="00247E1B">
        <w:rPr>
          <w:b w:val="0"/>
          <w:lang w:eastAsia="x-none"/>
        </w:rPr>
        <w:t>августе</w:t>
      </w:r>
      <w:r w:rsidR="00666DB9" w:rsidRPr="00F60282">
        <w:rPr>
          <w:b w:val="0"/>
          <w:lang w:val="x-none" w:eastAsia="x-none"/>
        </w:rPr>
        <w:t xml:space="preserve"> 202</w:t>
      </w:r>
      <w:r w:rsidR="00621B67" w:rsidRPr="00F60282">
        <w:rPr>
          <w:b w:val="0"/>
          <w:lang w:eastAsia="x-none"/>
        </w:rPr>
        <w:t>4</w:t>
      </w:r>
      <w:r w:rsidR="00666DB9" w:rsidRPr="00F60282">
        <w:rPr>
          <w:b w:val="0"/>
          <w:lang w:val="x-none" w:eastAsia="x-none"/>
        </w:rPr>
        <w:t xml:space="preserve"> года составила</w:t>
      </w:r>
      <w:r w:rsidR="00666DB9" w:rsidRPr="00F60282">
        <w:rPr>
          <w:b w:val="0"/>
          <w:lang w:eastAsia="x-none"/>
        </w:rPr>
        <w:br/>
      </w:r>
      <w:r w:rsidR="00F5001D" w:rsidRPr="00F5001D">
        <w:rPr>
          <w:b w:val="0"/>
          <w:bCs/>
          <w:color w:val="000000"/>
          <w:szCs w:val="24"/>
          <w:lang w:eastAsia="x-none"/>
        </w:rPr>
        <w:t>19799,52</w:t>
      </w:r>
      <w:r w:rsidR="00F5001D" w:rsidRPr="00CB3B65">
        <w:rPr>
          <w:color w:val="000000"/>
          <w:szCs w:val="24"/>
          <w:lang w:eastAsia="x-none"/>
        </w:rPr>
        <w:t xml:space="preserve"> </w:t>
      </w:r>
      <w:r w:rsidR="007A2433" w:rsidRPr="00F60282">
        <w:rPr>
          <w:b w:val="0"/>
          <w:lang w:val="x-none" w:eastAsia="x-none"/>
        </w:rPr>
        <w:t xml:space="preserve">рубля и за месяц </w:t>
      </w:r>
      <w:r w:rsidR="007A2433" w:rsidRPr="00F60282">
        <w:rPr>
          <w:b w:val="0"/>
          <w:color w:val="000000"/>
          <w:lang w:eastAsia="x-none"/>
        </w:rPr>
        <w:t xml:space="preserve">повысилась на </w:t>
      </w:r>
      <w:r w:rsidR="00F5001D" w:rsidRPr="00F5001D">
        <w:rPr>
          <w:b w:val="0"/>
          <w:bCs/>
          <w:color w:val="000000"/>
          <w:lang w:eastAsia="x-none"/>
        </w:rPr>
        <w:t>0,2</w:t>
      </w:r>
      <w:r w:rsidR="007A2433" w:rsidRPr="00F60282">
        <w:rPr>
          <w:b w:val="0"/>
          <w:color w:val="000000"/>
          <w:lang w:eastAsia="x-none"/>
        </w:rPr>
        <w:t>%</w:t>
      </w:r>
      <w:r w:rsidR="007A2433" w:rsidRPr="00F60282">
        <w:rPr>
          <w:b w:val="0"/>
          <w:color w:val="000000"/>
          <w:lang w:val="x-none" w:eastAsia="x-none"/>
        </w:rPr>
        <w:t xml:space="preserve"> (</w:t>
      </w:r>
      <w:r w:rsidR="007A2433" w:rsidRPr="00F60282">
        <w:rPr>
          <w:b w:val="0"/>
          <w:color w:val="000000"/>
        </w:rPr>
        <w:t xml:space="preserve">в </w:t>
      </w:r>
      <w:r w:rsidR="00247E1B">
        <w:rPr>
          <w:b w:val="0"/>
          <w:color w:val="000000"/>
        </w:rPr>
        <w:t>августе</w:t>
      </w:r>
      <w:r w:rsidR="007A2433" w:rsidRPr="00F60282">
        <w:rPr>
          <w:b w:val="0"/>
          <w:color w:val="000000"/>
        </w:rPr>
        <w:t xml:space="preserve"> 2023 года </w:t>
      </w:r>
      <w:r w:rsidR="00F5001D">
        <w:rPr>
          <w:b w:val="0"/>
          <w:color w:val="000000"/>
        </w:rPr>
        <w:t xml:space="preserve">- </w:t>
      </w:r>
      <w:r w:rsidR="00F5001D" w:rsidRPr="00F5001D">
        <w:rPr>
          <w:b w:val="0"/>
          <w:color w:val="000000"/>
        </w:rPr>
        <w:t>0,1%</w:t>
      </w:r>
      <w:r w:rsidR="00FA5B8E" w:rsidRPr="00F5001D">
        <w:rPr>
          <w:b w:val="0"/>
          <w:color w:val="000000"/>
          <w:lang w:eastAsia="x-none"/>
        </w:rPr>
        <w:t>)</w:t>
      </w:r>
      <w:r w:rsidR="00834655" w:rsidRPr="00F5001D">
        <w:rPr>
          <w:b w:val="0"/>
          <w:color w:val="000000"/>
          <w:lang w:eastAsia="x-none"/>
        </w:rPr>
        <w:t>.</w:t>
      </w:r>
      <w:bookmarkEnd w:id="179"/>
    </w:p>
    <w:p w14:paraId="0C6966AB" w14:textId="02DE8A56" w:rsidR="00F60282" w:rsidRPr="00B94731" w:rsidRDefault="00F60282" w:rsidP="005A66EF">
      <w:pPr>
        <w:pStyle w:val="3"/>
        <w:keepNext w:val="0"/>
        <w:spacing w:before="120"/>
        <w:ind w:right="0" w:firstLine="709"/>
        <w:jc w:val="both"/>
        <w:rPr>
          <w:b w:val="0"/>
          <w:bCs/>
          <w:szCs w:val="24"/>
        </w:rPr>
      </w:pPr>
      <w:bookmarkStart w:id="180" w:name="_Toc22292253"/>
      <w:bookmarkStart w:id="181" w:name="_Toc27990896"/>
      <w:bookmarkStart w:id="182" w:name="_Toc178757188"/>
      <w:r w:rsidRPr="00B94731">
        <w:rPr>
          <w:b w:val="0"/>
          <w:bCs/>
          <w:szCs w:val="24"/>
        </w:rPr>
        <w:t xml:space="preserve">В </w:t>
      </w:r>
      <w:r w:rsidR="00247E1B">
        <w:rPr>
          <w:b w:val="0"/>
          <w:bCs/>
          <w:szCs w:val="24"/>
        </w:rPr>
        <w:t>августе</w:t>
      </w:r>
      <w:r w:rsidRPr="00B94731">
        <w:rPr>
          <w:b w:val="0"/>
          <w:bCs/>
          <w:szCs w:val="24"/>
        </w:rPr>
        <w:t xml:space="preserve"> 2024 года </w:t>
      </w:r>
      <w:r w:rsidRPr="00B94731">
        <w:rPr>
          <w:szCs w:val="24"/>
        </w:rPr>
        <w:t>цены на продовольственные товары</w:t>
      </w:r>
      <w:r w:rsidRPr="00B94731">
        <w:rPr>
          <w:b w:val="0"/>
          <w:bCs/>
          <w:szCs w:val="24"/>
        </w:rPr>
        <w:t xml:space="preserve"> по сравнению</w:t>
      </w:r>
      <w:r w:rsidRPr="00B94731">
        <w:rPr>
          <w:b w:val="0"/>
          <w:bCs/>
          <w:szCs w:val="24"/>
        </w:rPr>
        <w:br/>
        <w:t xml:space="preserve">с предыдущим месяцем </w:t>
      </w:r>
      <w:r w:rsidR="00F5001D" w:rsidRPr="00F5001D">
        <w:rPr>
          <w:b w:val="0"/>
          <w:bCs/>
          <w:szCs w:val="24"/>
        </w:rPr>
        <w:t>повысились на 0,1</w:t>
      </w:r>
      <w:r w:rsidRPr="00B94731">
        <w:rPr>
          <w:b w:val="0"/>
          <w:bCs/>
          <w:szCs w:val="24"/>
        </w:rPr>
        <w:t xml:space="preserve">% (в </w:t>
      </w:r>
      <w:r w:rsidR="00247E1B">
        <w:rPr>
          <w:b w:val="0"/>
          <w:bCs/>
          <w:szCs w:val="24"/>
        </w:rPr>
        <w:t>августе</w:t>
      </w:r>
      <w:r w:rsidRPr="00B94731">
        <w:rPr>
          <w:b w:val="0"/>
          <w:bCs/>
          <w:szCs w:val="24"/>
        </w:rPr>
        <w:t xml:space="preserve"> 2023 года – на </w:t>
      </w:r>
      <w:r w:rsidR="00F5001D" w:rsidRPr="00F5001D">
        <w:rPr>
          <w:b w:val="0"/>
          <w:bCs/>
          <w:szCs w:val="24"/>
        </w:rPr>
        <w:t>0,5</w:t>
      </w:r>
      <w:r w:rsidRPr="00B94731">
        <w:rPr>
          <w:b w:val="0"/>
          <w:bCs/>
          <w:szCs w:val="24"/>
        </w:rPr>
        <w:t>%).</w:t>
      </w:r>
      <w:bookmarkEnd w:id="180"/>
      <w:bookmarkEnd w:id="181"/>
      <w:bookmarkEnd w:id="182"/>
    </w:p>
    <w:p w14:paraId="45602D58" w14:textId="654F41EC" w:rsidR="0031223F" w:rsidRDefault="0031223F" w:rsidP="0042241F">
      <w:pPr>
        <w:pStyle w:val="3"/>
        <w:spacing w:before="120" w:after="120"/>
        <w:ind w:right="0"/>
      </w:pPr>
      <w:bookmarkStart w:id="183" w:name="_Toc383169481"/>
      <w:bookmarkStart w:id="184" w:name="_Toc493779773"/>
      <w:bookmarkStart w:id="185" w:name="_Toc178757189"/>
      <w:bookmarkStart w:id="186" w:name="_Toc401575662"/>
      <w:bookmarkEnd w:id="174"/>
      <w:r w:rsidRPr="00453386">
        <w:lastRenderedPageBreak/>
        <w:t xml:space="preserve">Индексы цен на отдельные группы и виды </w:t>
      </w:r>
      <w:r w:rsidR="00BA71CB">
        <w:br/>
      </w:r>
      <w:r w:rsidRPr="00453386">
        <w:t>продовольственных товаров</w:t>
      </w:r>
      <w:bookmarkEnd w:id="183"/>
      <w:bookmarkEnd w:id="184"/>
      <w:bookmarkEnd w:id="185"/>
    </w:p>
    <w:p w14:paraId="15B8522D" w14:textId="77777777" w:rsidR="0031223F" w:rsidRPr="00453386" w:rsidRDefault="0031223F" w:rsidP="0031223F">
      <w:pPr>
        <w:spacing w:after="60"/>
        <w:jc w:val="right"/>
        <w:rPr>
          <w:b/>
          <w:sz w:val="20"/>
        </w:rPr>
      </w:pPr>
      <w:r w:rsidRPr="00453386">
        <w:rPr>
          <w:b/>
          <w:sz w:val="20"/>
        </w:rPr>
        <w:t>на конец периода; в процентах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1134"/>
        <w:gridCol w:w="1135"/>
        <w:gridCol w:w="1135"/>
        <w:gridCol w:w="1135"/>
      </w:tblGrid>
      <w:tr w:rsidR="007A2433" w:rsidRPr="0092070A" w14:paraId="75837EC6" w14:textId="77777777" w:rsidTr="007A2433">
        <w:trPr>
          <w:cantSplit/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5B354D94" w14:textId="77777777"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bookmarkStart w:id="187" w:name="_Toc22292255"/>
            <w:bookmarkStart w:id="188" w:name="_Toc27990898"/>
            <w:bookmarkEnd w:id="186"/>
          </w:p>
        </w:tc>
        <w:tc>
          <w:tcPr>
            <w:tcW w:w="3404" w:type="dxa"/>
            <w:gridSpan w:val="3"/>
            <w:vAlign w:val="center"/>
          </w:tcPr>
          <w:p w14:paraId="26EE20AD" w14:textId="07CF3536" w:rsidR="007A2433" w:rsidRPr="00F60282" w:rsidRDefault="00247E1B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F60282">
              <w:rPr>
                <w:b/>
                <w:sz w:val="20"/>
              </w:rPr>
              <w:t xml:space="preserve"> 2024 к</w:t>
            </w:r>
          </w:p>
        </w:tc>
        <w:tc>
          <w:tcPr>
            <w:tcW w:w="1135" w:type="dxa"/>
            <w:vMerge w:val="restart"/>
            <w:vAlign w:val="center"/>
          </w:tcPr>
          <w:p w14:paraId="186854A2" w14:textId="3C0BBF30"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F60282">
              <w:rPr>
                <w:b/>
                <w:sz w:val="20"/>
              </w:rPr>
              <w:t>Справочно</w:t>
            </w:r>
            <w:proofErr w:type="spellEnd"/>
            <w:r w:rsidRPr="00F60282">
              <w:rPr>
                <w:b/>
                <w:sz w:val="20"/>
              </w:rPr>
              <w:t>:</w:t>
            </w:r>
            <w:r w:rsidRPr="00F60282">
              <w:rPr>
                <w:b/>
                <w:sz w:val="20"/>
              </w:rPr>
              <w:br/>
            </w:r>
            <w:r w:rsidR="00247E1B">
              <w:rPr>
                <w:b/>
                <w:sz w:val="20"/>
              </w:rPr>
              <w:t>август</w:t>
            </w:r>
            <w:r w:rsidRPr="00F60282">
              <w:rPr>
                <w:b/>
                <w:sz w:val="20"/>
              </w:rPr>
              <w:br/>
              <w:t>2023</w:t>
            </w:r>
            <w:r w:rsidRPr="00F60282">
              <w:rPr>
                <w:b/>
                <w:sz w:val="20"/>
              </w:rPr>
              <w:br/>
              <w:t>к декабрю</w:t>
            </w:r>
            <w:r w:rsidRPr="00F60282">
              <w:rPr>
                <w:b/>
                <w:sz w:val="20"/>
              </w:rPr>
              <w:br/>
              <w:t>2022</w:t>
            </w:r>
          </w:p>
        </w:tc>
      </w:tr>
      <w:tr w:rsidR="007A2433" w:rsidRPr="0092070A" w14:paraId="7071FF52" w14:textId="77777777" w:rsidTr="007A2433">
        <w:trPr>
          <w:cantSplit/>
          <w:trHeight w:val="283"/>
          <w:jc w:val="center"/>
        </w:trPr>
        <w:tc>
          <w:tcPr>
            <w:tcW w:w="4535" w:type="dxa"/>
            <w:vMerge/>
            <w:vAlign w:val="center"/>
          </w:tcPr>
          <w:p w14:paraId="50A36D69" w14:textId="77777777"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8A93C2C" w14:textId="2F5DDD36" w:rsidR="007A2433" w:rsidRPr="00F60282" w:rsidRDefault="00F60282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ию</w:t>
            </w:r>
            <w:r w:rsidR="00247E1B">
              <w:rPr>
                <w:b/>
                <w:sz w:val="20"/>
              </w:rPr>
              <w:t>л</w:t>
            </w:r>
            <w:r w:rsidRPr="00F60282">
              <w:rPr>
                <w:b/>
                <w:sz w:val="20"/>
              </w:rPr>
              <w:t>ю</w:t>
            </w:r>
            <w:r w:rsidR="007A2433" w:rsidRPr="00F60282">
              <w:rPr>
                <w:b/>
                <w:sz w:val="20"/>
              </w:rPr>
              <w:br/>
              <w:t>2024</w:t>
            </w:r>
          </w:p>
        </w:tc>
        <w:tc>
          <w:tcPr>
            <w:tcW w:w="1135" w:type="dxa"/>
            <w:vAlign w:val="center"/>
          </w:tcPr>
          <w:p w14:paraId="7F763474" w14:textId="77777777"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декабрю</w:t>
            </w:r>
            <w:r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Align w:val="center"/>
          </w:tcPr>
          <w:p w14:paraId="74C7497D" w14:textId="6375A2D1" w:rsidR="007A2433" w:rsidRPr="00F60282" w:rsidRDefault="00247E1B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Merge/>
            <w:vAlign w:val="center"/>
          </w:tcPr>
          <w:p w14:paraId="1C5B2A49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81247A" w:rsidRPr="0092070A" w14:paraId="64B2625A" w14:textId="77777777" w:rsidTr="00D07656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605CCD98" w14:textId="77777777" w:rsidR="0081247A" w:rsidRPr="0092070A" w:rsidRDefault="0081247A" w:rsidP="0081247A">
            <w:pPr>
              <w:ind w:right="-68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Продовольственные товары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без алкогольных напитков</w:t>
            </w:r>
          </w:p>
        </w:tc>
        <w:tc>
          <w:tcPr>
            <w:tcW w:w="1134" w:type="dxa"/>
            <w:vAlign w:val="bottom"/>
          </w:tcPr>
          <w:p w14:paraId="63483422" w14:textId="303FB869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2</w:t>
            </w:r>
          </w:p>
        </w:tc>
        <w:tc>
          <w:tcPr>
            <w:tcW w:w="1135" w:type="dxa"/>
            <w:vAlign w:val="bottom"/>
          </w:tcPr>
          <w:p w14:paraId="6404D61D" w14:textId="3F276F2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6</w:t>
            </w:r>
          </w:p>
        </w:tc>
        <w:tc>
          <w:tcPr>
            <w:tcW w:w="1135" w:type="dxa"/>
            <w:vAlign w:val="bottom"/>
          </w:tcPr>
          <w:p w14:paraId="2897079B" w14:textId="707CE95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0</w:t>
            </w:r>
          </w:p>
        </w:tc>
        <w:tc>
          <w:tcPr>
            <w:tcW w:w="1135" w:type="dxa"/>
            <w:vAlign w:val="bottom"/>
          </w:tcPr>
          <w:p w14:paraId="450B7C75" w14:textId="30E5570C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103,0</w:t>
            </w:r>
          </w:p>
        </w:tc>
      </w:tr>
      <w:tr w:rsidR="0081247A" w:rsidRPr="0092070A" w14:paraId="01A73621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2A740C56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мясопродукты</w:t>
            </w:r>
          </w:p>
        </w:tc>
        <w:tc>
          <w:tcPr>
            <w:tcW w:w="1134" w:type="dxa"/>
          </w:tcPr>
          <w:p w14:paraId="4109F976" w14:textId="398AFC62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5</w:t>
            </w:r>
          </w:p>
        </w:tc>
        <w:tc>
          <w:tcPr>
            <w:tcW w:w="1135" w:type="dxa"/>
          </w:tcPr>
          <w:p w14:paraId="36B402E1" w14:textId="566A1B3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14:paraId="32DF3181" w14:textId="515C36D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8</w:t>
            </w:r>
          </w:p>
        </w:tc>
        <w:tc>
          <w:tcPr>
            <w:tcW w:w="1135" w:type="dxa"/>
          </w:tcPr>
          <w:p w14:paraId="377AEB72" w14:textId="0B384E0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104,2</w:t>
            </w:r>
          </w:p>
        </w:tc>
      </w:tr>
      <w:tr w:rsidR="0081247A" w:rsidRPr="0092070A" w14:paraId="22B031DE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6D44EEF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рыбопродукты</w:t>
            </w:r>
          </w:p>
        </w:tc>
        <w:tc>
          <w:tcPr>
            <w:tcW w:w="1134" w:type="dxa"/>
          </w:tcPr>
          <w:p w14:paraId="19E4CA1F" w14:textId="3214BCD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7</w:t>
            </w:r>
          </w:p>
        </w:tc>
        <w:tc>
          <w:tcPr>
            <w:tcW w:w="1135" w:type="dxa"/>
          </w:tcPr>
          <w:p w14:paraId="792AB514" w14:textId="78D78B31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6</w:t>
            </w:r>
          </w:p>
        </w:tc>
        <w:tc>
          <w:tcPr>
            <w:tcW w:w="1135" w:type="dxa"/>
          </w:tcPr>
          <w:p w14:paraId="7671B018" w14:textId="2EF46C2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5</w:t>
            </w:r>
          </w:p>
        </w:tc>
        <w:tc>
          <w:tcPr>
            <w:tcW w:w="1135" w:type="dxa"/>
          </w:tcPr>
          <w:p w14:paraId="027D79A4" w14:textId="46D8DF31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104,8</w:t>
            </w:r>
          </w:p>
        </w:tc>
      </w:tr>
      <w:tr w:rsidR="0081247A" w:rsidRPr="0092070A" w14:paraId="2AF676F7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5C75C859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сливочное</w:t>
            </w:r>
          </w:p>
        </w:tc>
        <w:tc>
          <w:tcPr>
            <w:tcW w:w="1134" w:type="dxa"/>
          </w:tcPr>
          <w:p w14:paraId="2D93DFBE" w14:textId="0D6957B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4</w:t>
            </w:r>
          </w:p>
        </w:tc>
        <w:tc>
          <w:tcPr>
            <w:tcW w:w="1135" w:type="dxa"/>
          </w:tcPr>
          <w:p w14:paraId="1CFB3499" w14:textId="45EA4C18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1</w:t>
            </w:r>
          </w:p>
        </w:tc>
        <w:tc>
          <w:tcPr>
            <w:tcW w:w="1135" w:type="dxa"/>
          </w:tcPr>
          <w:p w14:paraId="6C1D8A60" w14:textId="739ADB4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6</w:t>
            </w:r>
          </w:p>
        </w:tc>
        <w:tc>
          <w:tcPr>
            <w:tcW w:w="1135" w:type="dxa"/>
          </w:tcPr>
          <w:p w14:paraId="445278F0" w14:textId="1E9A738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100,0</w:t>
            </w:r>
          </w:p>
        </w:tc>
      </w:tr>
      <w:tr w:rsidR="0081247A" w:rsidRPr="0092070A" w14:paraId="24F2769B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4C3EAB29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подсолнечное</w:t>
            </w:r>
          </w:p>
        </w:tc>
        <w:tc>
          <w:tcPr>
            <w:tcW w:w="1134" w:type="dxa"/>
          </w:tcPr>
          <w:p w14:paraId="1B391E09" w14:textId="563D5D66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1</w:t>
            </w:r>
          </w:p>
        </w:tc>
        <w:tc>
          <w:tcPr>
            <w:tcW w:w="1135" w:type="dxa"/>
          </w:tcPr>
          <w:p w14:paraId="79420673" w14:textId="088C9EE4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2</w:t>
            </w:r>
          </w:p>
        </w:tc>
        <w:tc>
          <w:tcPr>
            <w:tcW w:w="1135" w:type="dxa"/>
          </w:tcPr>
          <w:p w14:paraId="74FE590B" w14:textId="5C1AF3B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2</w:t>
            </w:r>
          </w:p>
        </w:tc>
        <w:tc>
          <w:tcPr>
            <w:tcW w:w="1135" w:type="dxa"/>
          </w:tcPr>
          <w:p w14:paraId="5CAAF128" w14:textId="2D6BB99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94,9</w:t>
            </w:r>
          </w:p>
        </w:tc>
      </w:tr>
      <w:tr w:rsidR="0081247A" w:rsidRPr="0092070A" w14:paraId="2CDBC20D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4BCE171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молоко и молочная продукция</w:t>
            </w:r>
          </w:p>
        </w:tc>
        <w:tc>
          <w:tcPr>
            <w:tcW w:w="1134" w:type="dxa"/>
          </w:tcPr>
          <w:p w14:paraId="5D216A51" w14:textId="77FBBB6B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8</w:t>
            </w:r>
          </w:p>
        </w:tc>
        <w:tc>
          <w:tcPr>
            <w:tcW w:w="1135" w:type="dxa"/>
          </w:tcPr>
          <w:p w14:paraId="65F87D17" w14:textId="575BDA9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6</w:t>
            </w:r>
          </w:p>
        </w:tc>
        <w:tc>
          <w:tcPr>
            <w:tcW w:w="1135" w:type="dxa"/>
          </w:tcPr>
          <w:p w14:paraId="08E3C921" w14:textId="34937C8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4</w:t>
            </w:r>
          </w:p>
        </w:tc>
        <w:tc>
          <w:tcPr>
            <w:tcW w:w="1135" w:type="dxa"/>
          </w:tcPr>
          <w:p w14:paraId="25A7AE70" w14:textId="0CC59850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101,3</w:t>
            </w:r>
          </w:p>
        </w:tc>
      </w:tr>
      <w:tr w:rsidR="0081247A" w:rsidRPr="0092070A" w14:paraId="030AAF3F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5B02B84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яйца</w:t>
            </w:r>
          </w:p>
        </w:tc>
        <w:tc>
          <w:tcPr>
            <w:tcW w:w="1134" w:type="dxa"/>
          </w:tcPr>
          <w:p w14:paraId="528222AC" w14:textId="722DD2F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14:paraId="6578F168" w14:textId="12B81E7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2</w:t>
            </w:r>
          </w:p>
        </w:tc>
        <w:tc>
          <w:tcPr>
            <w:tcW w:w="1135" w:type="dxa"/>
          </w:tcPr>
          <w:p w14:paraId="6BD20336" w14:textId="1DB572EA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145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9</w:t>
            </w:r>
          </w:p>
        </w:tc>
        <w:tc>
          <w:tcPr>
            <w:tcW w:w="1135" w:type="dxa"/>
          </w:tcPr>
          <w:p w14:paraId="72D2260D" w14:textId="0FC30545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99,2</w:t>
            </w:r>
          </w:p>
        </w:tc>
      </w:tr>
      <w:tr w:rsidR="0081247A" w:rsidRPr="0092070A" w14:paraId="118ABC19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4BF1B45D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сахар-песок</w:t>
            </w:r>
          </w:p>
        </w:tc>
        <w:tc>
          <w:tcPr>
            <w:tcW w:w="1134" w:type="dxa"/>
          </w:tcPr>
          <w:p w14:paraId="12A141A3" w14:textId="29829F4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8</w:t>
            </w:r>
          </w:p>
        </w:tc>
        <w:tc>
          <w:tcPr>
            <w:tcW w:w="1135" w:type="dxa"/>
          </w:tcPr>
          <w:p w14:paraId="4F5FB945" w14:textId="6875A7E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1</w:t>
            </w:r>
          </w:p>
        </w:tc>
        <w:tc>
          <w:tcPr>
            <w:tcW w:w="1135" w:type="dxa"/>
          </w:tcPr>
          <w:p w14:paraId="2653689B" w14:textId="7B2F3AEE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14:paraId="68E0C24C" w14:textId="64B73D9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120,0</w:t>
            </w:r>
          </w:p>
        </w:tc>
      </w:tr>
      <w:tr w:rsidR="0081247A" w:rsidRPr="0092070A" w14:paraId="5934CBEC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125EC06F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</w:tcPr>
          <w:p w14:paraId="58092263" w14:textId="4138F23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4</w:t>
            </w:r>
          </w:p>
        </w:tc>
        <w:tc>
          <w:tcPr>
            <w:tcW w:w="1135" w:type="dxa"/>
          </w:tcPr>
          <w:p w14:paraId="7179156A" w14:textId="11584154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14:paraId="4D378176" w14:textId="7C0FD275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7</w:t>
            </w:r>
          </w:p>
        </w:tc>
        <w:tc>
          <w:tcPr>
            <w:tcW w:w="1135" w:type="dxa"/>
          </w:tcPr>
          <w:p w14:paraId="656E72BE" w14:textId="3EFFB3C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101,6</w:t>
            </w:r>
          </w:p>
        </w:tc>
      </w:tr>
      <w:tr w:rsidR="0081247A" w:rsidRPr="0092070A" w14:paraId="1988E8E0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598001F6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крупа и бобовые</w:t>
            </w:r>
          </w:p>
        </w:tc>
        <w:tc>
          <w:tcPr>
            <w:tcW w:w="1134" w:type="dxa"/>
          </w:tcPr>
          <w:p w14:paraId="1ED8236B" w14:textId="13E01A4B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7</w:t>
            </w:r>
          </w:p>
        </w:tc>
        <w:tc>
          <w:tcPr>
            <w:tcW w:w="1135" w:type="dxa"/>
          </w:tcPr>
          <w:p w14:paraId="64D38CAC" w14:textId="774D4619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9</w:t>
            </w:r>
          </w:p>
        </w:tc>
        <w:tc>
          <w:tcPr>
            <w:tcW w:w="1135" w:type="dxa"/>
          </w:tcPr>
          <w:p w14:paraId="22C8834B" w14:textId="2FA6CAB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14:paraId="0161A1CD" w14:textId="76923539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95,3</w:t>
            </w:r>
          </w:p>
        </w:tc>
      </w:tr>
      <w:tr w:rsidR="0081247A" w:rsidRPr="0092070A" w14:paraId="10129AF7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345AA415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</w:tcPr>
          <w:p w14:paraId="14557C48" w14:textId="528F5C7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6</w:t>
            </w:r>
          </w:p>
        </w:tc>
        <w:tc>
          <w:tcPr>
            <w:tcW w:w="1135" w:type="dxa"/>
          </w:tcPr>
          <w:p w14:paraId="2E8D8C4B" w14:textId="4FB31E55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14:paraId="074BE8F0" w14:textId="73CDE18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14:paraId="0633E631" w14:textId="5692ECD0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95,9</w:t>
            </w:r>
          </w:p>
        </w:tc>
      </w:tr>
      <w:tr w:rsidR="0081247A" w:rsidRPr="0092070A" w14:paraId="616223B8" w14:textId="77777777" w:rsidTr="00D07656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34CFB78E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плодоовощная продукция,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включая картофель</w:t>
            </w:r>
          </w:p>
        </w:tc>
        <w:tc>
          <w:tcPr>
            <w:tcW w:w="1134" w:type="dxa"/>
            <w:vAlign w:val="bottom"/>
          </w:tcPr>
          <w:p w14:paraId="1FC19F2A" w14:textId="2207185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35" w:type="dxa"/>
            <w:vAlign w:val="bottom"/>
          </w:tcPr>
          <w:p w14:paraId="6203BE8C" w14:textId="57A0E1D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8</w:t>
            </w:r>
          </w:p>
        </w:tc>
        <w:tc>
          <w:tcPr>
            <w:tcW w:w="1135" w:type="dxa"/>
            <w:vAlign w:val="bottom"/>
          </w:tcPr>
          <w:p w14:paraId="44B1F077" w14:textId="51D7861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7962E117" w14:textId="4F695BDA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106,7</w:t>
            </w:r>
          </w:p>
        </w:tc>
      </w:tr>
      <w:tr w:rsidR="0081247A" w:rsidRPr="0092070A" w14:paraId="72186EE1" w14:textId="77777777" w:rsidTr="0081247A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D012722" w14:textId="77777777" w:rsidR="0081247A" w:rsidRPr="0092070A" w:rsidRDefault="0081247A" w:rsidP="0081247A">
            <w:pPr>
              <w:jc w:val="left"/>
              <w:rPr>
                <w:b/>
                <w:sz w:val="20"/>
                <w:highlight w:val="yellow"/>
              </w:rPr>
            </w:pPr>
            <w:r w:rsidRPr="0092070A">
              <w:rPr>
                <w:b/>
                <w:sz w:val="20"/>
              </w:rPr>
              <w:t>Алкогольные напитки</w:t>
            </w:r>
          </w:p>
        </w:tc>
        <w:tc>
          <w:tcPr>
            <w:tcW w:w="1134" w:type="dxa"/>
          </w:tcPr>
          <w:p w14:paraId="0046FC4D" w14:textId="466D4A36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7</w:t>
            </w:r>
          </w:p>
        </w:tc>
        <w:tc>
          <w:tcPr>
            <w:tcW w:w="1135" w:type="dxa"/>
          </w:tcPr>
          <w:p w14:paraId="3E49CB3F" w14:textId="41B4215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2</w:t>
            </w:r>
          </w:p>
        </w:tc>
        <w:tc>
          <w:tcPr>
            <w:tcW w:w="1135" w:type="dxa"/>
          </w:tcPr>
          <w:p w14:paraId="30070F59" w14:textId="1CFCD6C5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9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5F19DE">
              <w:rPr>
                <w:b/>
                <w:sz w:val="20"/>
              </w:rPr>
              <w:t>2</w:t>
            </w:r>
          </w:p>
        </w:tc>
        <w:tc>
          <w:tcPr>
            <w:tcW w:w="1135" w:type="dxa"/>
          </w:tcPr>
          <w:p w14:paraId="19E49AEE" w14:textId="54A7EF4E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7A2F">
              <w:rPr>
                <w:b/>
                <w:sz w:val="20"/>
              </w:rPr>
              <w:t>101,3</w:t>
            </w:r>
          </w:p>
        </w:tc>
      </w:tr>
    </w:tbl>
    <w:p w14:paraId="2E62A673" w14:textId="1C516C08" w:rsidR="00063164" w:rsidRPr="00D83A43" w:rsidRDefault="00C20B55" w:rsidP="005A66EF">
      <w:pPr>
        <w:pStyle w:val="3"/>
        <w:spacing w:before="120"/>
        <w:ind w:right="0" w:firstLine="709"/>
        <w:jc w:val="both"/>
        <w:rPr>
          <w:b w:val="0"/>
          <w:lang w:eastAsia="x-none"/>
        </w:rPr>
      </w:pPr>
      <w:bookmarkStart w:id="189" w:name="_Toc178757190"/>
      <w:r w:rsidRPr="00C20B55">
        <w:rPr>
          <w:lang w:val="x-none" w:eastAsia="x-none"/>
        </w:rPr>
        <w:t>Стоимость условного (минимального) набора продуктов питания</w:t>
      </w:r>
      <w:r w:rsidRPr="00C20B55">
        <w:rPr>
          <w:b w:val="0"/>
          <w:lang w:val="x-none" w:eastAsia="x-none"/>
        </w:rPr>
        <w:t xml:space="preserve"> по области </w:t>
      </w:r>
      <w:r w:rsidRPr="00C20B55">
        <w:rPr>
          <w:b w:val="0"/>
          <w:lang w:val="x-none" w:eastAsia="x-none"/>
        </w:rPr>
        <w:br/>
      </w:r>
      <w:bookmarkEnd w:id="187"/>
      <w:bookmarkEnd w:id="188"/>
      <w:r w:rsidR="00666DB9" w:rsidRPr="00666DB9">
        <w:rPr>
          <w:b w:val="0"/>
          <w:lang w:val="x-none" w:eastAsia="x-none"/>
        </w:rPr>
        <w:t xml:space="preserve">в </w:t>
      </w:r>
      <w:r w:rsidR="00666DB9" w:rsidRPr="00D83A43">
        <w:rPr>
          <w:b w:val="0"/>
          <w:lang w:val="x-none" w:eastAsia="x-none"/>
        </w:rPr>
        <w:t xml:space="preserve">среднем на конец </w:t>
      </w:r>
      <w:r w:rsidR="00247E1B">
        <w:rPr>
          <w:b w:val="0"/>
          <w:lang w:eastAsia="x-none"/>
        </w:rPr>
        <w:t>августа</w:t>
      </w:r>
      <w:r w:rsidR="00773774" w:rsidRPr="00D83A43">
        <w:rPr>
          <w:b w:val="0"/>
          <w:lang w:eastAsia="x-none"/>
        </w:rPr>
        <w:t xml:space="preserve"> </w:t>
      </w:r>
      <w:r w:rsidR="00666DB9" w:rsidRPr="00D83A43">
        <w:rPr>
          <w:b w:val="0"/>
          <w:lang w:val="x-none" w:eastAsia="x-none"/>
        </w:rPr>
        <w:t>202</w:t>
      </w:r>
      <w:r w:rsidR="00621B67" w:rsidRPr="00D83A43">
        <w:rPr>
          <w:b w:val="0"/>
          <w:lang w:eastAsia="x-none"/>
        </w:rPr>
        <w:t>4</w:t>
      </w:r>
      <w:r w:rsidR="00666DB9" w:rsidRPr="00D83A43">
        <w:rPr>
          <w:b w:val="0"/>
          <w:lang w:val="x-none" w:eastAsia="x-none"/>
        </w:rPr>
        <w:t xml:space="preserve"> года составила </w:t>
      </w:r>
      <w:r w:rsidR="0081247A" w:rsidRPr="0081247A">
        <w:rPr>
          <w:rFonts w:eastAsia="Calibri"/>
          <w:b w:val="0"/>
          <w:bCs/>
          <w:szCs w:val="24"/>
          <w:lang w:eastAsia="en-US"/>
        </w:rPr>
        <w:t>6168,33</w:t>
      </w:r>
      <w:r w:rsidR="00D83A43" w:rsidRPr="00D83A43">
        <w:rPr>
          <w:color w:val="000000"/>
        </w:rPr>
        <w:t xml:space="preserve"> </w:t>
      </w:r>
      <w:r w:rsidR="007A2433" w:rsidRPr="00D83A43">
        <w:rPr>
          <w:b w:val="0"/>
          <w:bCs/>
          <w:lang w:val="x-none" w:eastAsia="x-none"/>
        </w:rPr>
        <w:t>рубл</w:t>
      </w:r>
      <w:r w:rsidR="007A2433" w:rsidRPr="00D83A43">
        <w:rPr>
          <w:b w:val="0"/>
          <w:bCs/>
          <w:lang w:eastAsia="x-none"/>
        </w:rPr>
        <w:t>я</w:t>
      </w:r>
      <w:r w:rsidR="007A2433" w:rsidRPr="00D83A43">
        <w:rPr>
          <w:b w:val="0"/>
          <w:lang w:val="x-none" w:eastAsia="x-none"/>
        </w:rPr>
        <w:t xml:space="preserve"> в расчете на </w:t>
      </w:r>
      <w:r w:rsidR="007A2433" w:rsidRPr="00D83A43">
        <w:rPr>
          <w:b w:val="0"/>
          <w:lang w:eastAsia="x-none"/>
        </w:rPr>
        <w:t>одного</w:t>
      </w:r>
      <w:r w:rsidR="007A2433" w:rsidRPr="00D83A43">
        <w:rPr>
          <w:b w:val="0"/>
          <w:lang w:val="x-none" w:eastAsia="x-none"/>
        </w:rPr>
        <w:t xml:space="preserve"> человека и за месяц </w:t>
      </w:r>
      <w:r w:rsidR="00D83A43" w:rsidRPr="00D83A43">
        <w:rPr>
          <w:b w:val="0"/>
          <w:bCs/>
          <w:color w:val="000000"/>
        </w:rPr>
        <w:t xml:space="preserve">снизилась на </w:t>
      </w:r>
      <w:r w:rsidR="0081247A" w:rsidRPr="0081247A">
        <w:rPr>
          <w:rFonts w:eastAsia="Calibri"/>
          <w:b w:val="0"/>
          <w:bCs/>
          <w:szCs w:val="24"/>
          <w:lang w:eastAsia="en-US"/>
        </w:rPr>
        <w:t>0,3</w:t>
      </w:r>
      <w:r w:rsidR="00D83A43" w:rsidRPr="00D83A43">
        <w:rPr>
          <w:b w:val="0"/>
          <w:bCs/>
          <w:color w:val="000000"/>
        </w:rPr>
        <w:t xml:space="preserve">% (в </w:t>
      </w:r>
      <w:r w:rsidR="00247E1B">
        <w:rPr>
          <w:b w:val="0"/>
          <w:bCs/>
          <w:color w:val="000000"/>
        </w:rPr>
        <w:t>августе</w:t>
      </w:r>
      <w:r w:rsidR="00D83A43" w:rsidRPr="00D83A43">
        <w:rPr>
          <w:b w:val="0"/>
          <w:bCs/>
          <w:color w:val="000000"/>
        </w:rPr>
        <w:t xml:space="preserve"> 2023 года – </w:t>
      </w:r>
      <w:r w:rsidR="00D83A43" w:rsidRPr="0081247A">
        <w:rPr>
          <w:b w:val="0"/>
          <w:bCs/>
          <w:color w:val="000000"/>
        </w:rPr>
        <w:t xml:space="preserve">на </w:t>
      </w:r>
      <w:r w:rsidR="0081247A" w:rsidRPr="0081247A">
        <w:rPr>
          <w:rFonts w:eastAsia="Calibri"/>
          <w:b w:val="0"/>
          <w:bCs/>
          <w:szCs w:val="24"/>
          <w:lang w:eastAsia="en-US"/>
        </w:rPr>
        <w:t>1,6</w:t>
      </w:r>
      <w:r w:rsidR="00D83A43" w:rsidRPr="00D83A43">
        <w:rPr>
          <w:b w:val="0"/>
          <w:bCs/>
          <w:color w:val="000000"/>
        </w:rPr>
        <w:t>%).</w:t>
      </w:r>
      <w:bookmarkEnd w:id="189"/>
    </w:p>
    <w:p w14:paraId="1998553C" w14:textId="5BE953CD" w:rsidR="0031223F" w:rsidRPr="008C4249" w:rsidRDefault="00C20B55" w:rsidP="005A66EF">
      <w:pPr>
        <w:pStyle w:val="3"/>
        <w:spacing w:before="120"/>
        <w:ind w:right="0" w:firstLine="709"/>
        <w:jc w:val="both"/>
        <w:rPr>
          <w:b w:val="0"/>
          <w:szCs w:val="24"/>
        </w:rPr>
      </w:pPr>
      <w:bookmarkStart w:id="190" w:name="_Toc178757191"/>
      <w:r w:rsidRPr="008C4249">
        <w:rPr>
          <w:szCs w:val="24"/>
        </w:rPr>
        <w:t>Цены на непродовольственные товары</w:t>
      </w:r>
      <w:r w:rsidRPr="008C4249">
        <w:rPr>
          <w:b w:val="0"/>
          <w:szCs w:val="24"/>
        </w:rPr>
        <w:t xml:space="preserve"> </w:t>
      </w:r>
      <w:r w:rsidR="004B16C0" w:rsidRPr="00D83A43">
        <w:rPr>
          <w:b w:val="0"/>
          <w:szCs w:val="24"/>
        </w:rPr>
        <w:t xml:space="preserve">в </w:t>
      </w:r>
      <w:r w:rsidR="00247E1B">
        <w:rPr>
          <w:b w:val="0"/>
          <w:szCs w:val="24"/>
        </w:rPr>
        <w:t>августе</w:t>
      </w:r>
      <w:r w:rsidR="00621B67" w:rsidRPr="00D83A43">
        <w:rPr>
          <w:b w:val="0"/>
          <w:szCs w:val="24"/>
        </w:rPr>
        <w:t xml:space="preserve"> 2024</w:t>
      </w:r>
      <w:r w:rsidR="004D0E88" w:rsidRPr="00D83A43">
        <w:rPr>
          <w:b w:val="0"/>
          <w:szCs w:val="24"/>
        </w:rPr>
        <w:t xml:space="preserve"> года по сравнению </w:t>
      </w:r>
      <w:r w:rsidR="004D0E88" w:rsidRPr="00D83A43">
        <w:rPr>
          <w:b w:val="0"/>
          <w:szCs w:val="24"/>
        </w:rPr>
        <w:br/>
      </w:r>
      <w:r w:rsidR="00666DB9" w:rsidRPr="00D83A43">
        <w:rPr>
          <w:b w:val="0"/>
          <w:szCs w:val="24"/>
        </w:rPr>
        <w:t xml:space="preserve">с предыдущим месяцем </w:t>
      </w:r>
      <w:r w:rsidR="007A2433" w:rsidRPr="00D83A43">
        <w:rPr>
          <w:b w:val="0"/>
          <w:szCs w:val="24"/>
        </w:rPr>
        <w:t xml:space="preserve">повысились на </w:t>
      </w:r>
      <w:r w:rsidR="0081247A" w:rsidRPr="0081247A">
        <w:rPr>
          <w:rFonts w:eastAsia="Calibri"/>
          <w:b w:val="0"/>
          <w:bCs/>
          <w:szCs w:val="24"/>
          <w:lang w:eastAsia="en-US"/>
        </w:rPr>
        <w:t>0,5</w:t>
      </w:r>
      <w:r w:rsidR="007A2433" w:rsidRPr="00D83A43">
        <w:rPr>
          <w:b w:val="0"/>
          <w:szCs w:val="24"/>
        </w:rPr>
        <w:t xml:space="preserve">% </w:t>
      </w:r>
      <w:r w:rsidR="008C4249" w:rsidRPr="00D83A43">
        <w:rPr>
          <w:b w:val="0"/>
          <w:color w:val="000000"/>
        </w:rPr>
        <w:t xml:space="preserve">(в </w:t>
      </w:r>
      <w:r w:rsidR="0081247A">
        <w:rPr>
          <w:b w:val="0"/>
          <w:color w:val="000000"/>
        </w:rPr>
        <w:t>августе</w:t>
      </w:r>
      <w:r w:rsidR="008C4249" w:rsidRPr="00D83A43">
        <w:rPr>
          <w:b w:val="0"/>
          <w:color w:val="000000"/>
        </w:rPr>
        <w:t xml:space="preserve"> 2023 года – </w:t>
      </w:r>
      <w:r w:rsidR="008C4249" w:rsidRPr="0081247A">
        <w:rPr>
          <w:b w:val="0"/>
          <w:color w:val="000000"/>
        </w:rPr>
        <w:t xml:space="preserve">на </w:t>
      </w:r>
      <w:r w:rsidR="0081247A" w:rsidRPr="0081247A">
        <w:rPr>
          <w:rFonts w:eastAsia="Calibri"/>
          <w:b w:val="0"/>
          <w:szCs w:val="24"/>
          <w:lang w:eastAsia="en-US"/>
        </w:rPr>
        <w:t>0,8</w:t>
      </w:r>
      <w:r w:rsidR="008C4249" w:rsidRPr="0081247A">
        <w:rPr>
          <w:b w:val="0"/>
          <w:color w:val="000000"/>
        </w:rPr>
        <w:t>%).</w:t>
      </w:r>
      <w:bookmarkEnd w:id="190"/>
    </w:p>
    <w:p w14:paraId="040A8EE8" w14:textId="52E57E89" w:rsidR="0031223F" w:rsidRPr="00B94731" w:rsidRDefault="0031223F" w:rsidP="005A66EF">
      <w:pPr>
        <w:pStyle w:val="3"/>
        <w:spacing w:before="240"/>
        <w:ind w:right="0"/>
      </w:pPr>
      <w:bookmarkStart w:id="191" w:name="_Toc369700774"/>
      <w:bookmarkStart w:id="192" w:name="_Toc383169483"/>
      <w:bookmarkStart w:id="193" w:name="_Toc493779775"/>
      <w:bookmarkStart w:id="194" w:name="_Toc178757192"/>
      <w:bookmarkStart w:id="195" w:name="_Toc369700775"/>
      <w:bookmarkStart w:id="196" w:name="_Toc401575664"/>
      <w:bookmarkStart w:id="197" w:name="_Toc383169485"/>
      <w:r w:rsidRPr="00B94731">
        <w:t xml:space="preserve">Индексы цен на отдельные группы </w:t>
      </w:r>
      <w:r w:rsidR="00011887" w:rsidRPr="00B94731">
        <w:br/>
      </w:r>
      <w:r w:rsidRPr="00B94731">
        <w:t>непродовольственных товаров</w:t>
      </w:r>
      <w:bookmarkEnd w:id="191"/>
      <w:bookmarkEnd w:id="192"/>
      <w:bookmarkEnd w:id="193"/>
      <w:bookmarkEnd w:id="194"/>
    </w:p>
    <w:p w14:paraId="2418FEEC" w14:textId="77777777" w:rsidR="0031223F" w:rsidRPr="007E5246" w:rsidRDefault="0031223F" w:rsidP="0031223F">
      <w:pPr>
        <w:spacing w:after="60"/>
        <w:jc w:val="right"/>
        <w:rPr>
          <w:b/>
          <w:sz w:val="20"/>
        </w:rPr>
      </w:pPr>
      <w:r w:rsidRPr="007E5246">
        <w:rPr>
          <w:b/>
          <w:sz w:val="20"/>
        </w:rPr>
        <w:t>на конец периода; 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795321" w14:paraId="562DE4F7" w14:textId="77777777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center"/>
          </w:tcPr>
          <w:p w14:paraId="6DF876C1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198" w:name="_Toc21965752"/>
            <w:bookmarkStart w:id="199" w:name="_Toc22052345"/>
            <w:bookmarkStart w:id="200" w:name="_Toc23331291"/>
            <w:bookmarkStart w:id="201" w:name="_Toc493779777"/>
            <w:bookmarkEnd w:id="195"/>
            <w:bookmarkEnd w:id="196"/>
          </w:p>
        </w:tc>
        <w:tc>
          <w:tcPr>
            <w:tcW w:w="3387" w:type="dxa"/>
            <w:gridSpan w:val="3"/>
            <w:vAlign w:val="center"/>
          </w:tcPr>
          <w:p w14:paraId="6FF0ADD7" w14:textId="0FF208C8" w:rsidR="007A2433" w:rsidRPr="00D83A43" w:rsidRDefault="00247E1B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14:paraId="7F4A0850" w14:textId="5049DA70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83A43">
              <w:rPr>
                <w:b/>
                <w:sz w:val="20"/>
              </w:rPr>
              <w:t>Справочно</w:t>
            </w:r>
            <w:proofErr w:type="spellEnd"/>
            <w:r w:rsidRPr="00D83A43">
              <w:rPr>
                <w:b/>
                <w:sz w:val="20"/>
              </w:rPr>
              <w:t>:</w:t>
            </w:r>
            <w:r w:rsidRPr="00D83A43">
              <w:rPr>
                <w:b/>
                <w:sz w:val="20"/>
              </w:rPr>
              <w:br/>
            </w:r>
            <w:r w:rsidR="00247E1B">
              <w:rPr>
                <w:b/>
                <w:sz w:val="20"/>
              </w:rPr>
              <w:t>август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795321" w14:paraId="08FCEE2E" w14:textId="77777777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center"/>
          </w:tcPr>
          <w:p w14:paraId="39B5B3F8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14:paraId="0AC5FB93" w14:textId="7E15D67C" w:rsidR="007A2433" w:rsidRPr="00D83A43" w:rsidRDefault="00D83A43" w:rsidP="00D83A4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ию</w:t>
            </w:r>
            <w:r w:rsidR="00247E1B">
              <w:rPr>
                <w:b/>
                <w:sz w:val="20"/>
              </w:rPr>
              <w:t>л</w:t>
            </w:r>
            <w:r w:rsidRPr="00D83A43">
              <w:rPr>
                <w:b/>
                <w:sz w:val="20"/>
              </w:rPr>
              <w:t>ю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14:paraId="6850FF01" w14:textId="77777777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14:paraId="0653C9F2" w14:textId="144B44B0" w:rsidR="007A2433" w:rsidRPr="00D83A43" w:rsidRDefault="00247E1B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14:paraId="5776F0B3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81247A" w:rsidRPr="00795321" w14:paraId="370E1D59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A4A0472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Ткани</w:t>
            </w:r>
          </w:p>
        </w:tc>
        <w:tc>
          <w:tcPr>
            <w:tcW w:w="1129" w:type="dxa"/>
          </w:tcPr>
          <w:p w14:paraId="349969EC" w14:textId="5CF023F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</w:tcPr>
          <w:p w14:paraId="7C815AC6" w14:textId="73AD1F9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129" w:type="dxa"/>
          </w:tcPr>
          <w:p w14:paraId="0984482F" w14:textId="26E1FBB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205" w:type="dxa"/>
          </w:tcPr>
          <w:p w14:paraId="32D1D611" w14:textId="2F8994B2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100,8</w:t>
            </w:r>
          </w:p>
        </w:tc>
      </w:tr>
      <w:tr w:rsidR="0081247A" w:rsidRPr="00795321" w14:paraId="2554FEE4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388AAA3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Одежда и белье</w:t>
            </w:r>
          </w:p>
        </w:tc>
        <w:tc>
          <w:tcPr>
            <w:tcW w:w="1129" w:type="dxa"/>
          </w:tcPr>
          <w:p w14:paraId="1D06F7BF" w14:textId="23B815EE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</w:tcPr>
          <w:p w14:paraId="2F5B2DA2" w14:textId="4B9680F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</w:tcPr>
          <w:p w14:paraId="57F2721F" w14:textId="40E1EE45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</w:tcPr>
          <w:p w14:paraId="0B10FA0A" w14:textId="341800FB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101,5</w:t>
            </w:r>
          </w:p>
        </w:tc>
      </w:tr>
      <w:tr w:rsidR="0081247A" w:rsidRPr="00795321" w14:paraId="7518FB3B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8C33F94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Трикотажные изделия</w:t>
            </w:r>
          </w:p>
        </w:tc>
        <w:tc>
          <w:tcPr>
            <w:tcW w:w="1129" w:type="dxa"/>
          </w:tcPr>
          <w:p w14:paraId="056AE6F0" w14:textId="161EF2C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129" w:type="dxa"/>
          </w:tcPr>
          <w:p w14:paraId="712A3451" w14:textId="2E0EDCA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129" w:type="dxa"/>
          </w:tcPr>
          <w:p w14:paraId="7B25EAED" w14:textId="423DFFAB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</w:tcPr>
          <w:p w14:paraId="78B28EB0" w14:textId="5097BC58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99,6</w:t>
            </w:r>
          </w:p>
        </w:tc>
      </w:tr>
      <w:tr w:rsidR="0081247A" w:rsidRPr="00795321" w14:paraId="74815668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A6B0C08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Обувь кожаная, текстильная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и комбинированная</w:t>
            </w:r>
          </w:p>
        </w:tc>
        <w:tc>
          <w:tcPr>
            <w:tcW w:w="1129" w:type="dxa"/>
            <w:vAlign w:val="bottom"/>
          </w:tcPr>
          <w:p w14:paraId="57B963A6" w14:textId="30F5B92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129" w:type="dxa"/>
            <w:vAlign w:val="bottom"/>
          </w:tcPr>
          <w:p w14:paraId="7E30C1D9" w14:textId="39B6EDCA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2F89AD46" w14:textId="12B3203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  <w:vAlign w:val="bottom"/>
          </w:tcPr>
          <w:p w14:paraId="4FC9319E" w14:textId="63B1A32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95,9</w:t>
            </w:r>
          </w:p>
        </w:tc>
      </w:tr>
      <w:tr w:rsidR="0081247A" w:rsidRPr="00795321" w14:paraId="78916E0C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0DCD615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Моющие и чистящие средства</w:t>
            </w:r>
          </w:p>
        </w:tc>
        <w:tc>
          <w:tcPr>
            <w:tcW w:w="1129" w:type="dxa"/>
          </w:tcPr>
          <w:p w14:paraId="530DB8AC" w14:textId="0BA86FFB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</w:tcPr>
          <w:p w14:paraId="50727E8B" w14:textId="60D83AA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129" w:type="dxa"/>
          </w:tcPr>
          <w:p w14:paraId="536D6F17" w14:textId="05A8789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</w:tcPr>
          <w:p w14:paraId="284BA1F8" w14:textId="672CC115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97,3</w:t>
            </w:r>
          </w:p>
        </w:tc>
      </w:tr>
      <w:tr w:rsidR="0081247A" w:rsidRPr="00795321" w14:paraId="0316A7AF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E37C315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Парфюмерно-косметические товары</w:t>
            </w:r>
          </w:p>
        </w:tc>
        <w:tc>
          <w:tcPr>
            <w:tcW w:w="1129" w:type="dxa"/>
          </w:tcPr>
          <w:p w14:paraId="3C43FF3B" w14:textId="460C613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</w:tcPr>
          <w:p w14:paraId="17A344FD" w14:textId="63E84491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</w:tcPr>
          <w:p w14:paraId="6D9A6D7B" w14:textId="40FEA8BB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205" w:type="dxa"/>
          </w:tcPr>
          <w:p w14:paraId="58670423" w14:textId="6971071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100,8</w:t>
            </w:r>
          </w:p>
        </w:tc>
      </w:tr>
      <w:tr w:rsidR="0081247A" w:rsidRPr="00795321" w14:paraId="6722722A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72B8672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Табачные изделия</w:t>
            </w:r>
          </w:p>
        </w:tc>
        <w:tc>
          <w:tcPr>
            <w:tcW w:w="1129" w:type="dxa"/>
          </w:tcPr>
          <w:p w14:paraId="7BD17AC9" w14:textId="0023829E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</w:tcPr>
          <w:p w14:paraId="2E606AC8" w14:textId="30354164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129" w:type="dxa"/>
          </w:tcPr>
          <w:p w14:paraId="43ED3493" w14:textId="3FF4C7F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205" w:type="dxa"/>
          </w:tcPr>
          <w:p w14:paraId="7E06D4E6" w14:textId="4A79B71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107,0</w:t>
            </w:r>
          </w:p>
        </w:tc>
      </w:tr>
      <w:tr w:rsidR="0081247A" w:rsidRPr="00795321" w14:paraId="648EED66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F82A3C7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Мебель</w:t>
            </w:r>
          </w:p>
        </w:tc>
        <w:tc>
          <w:tcPr>
            <w:tcW w:w="1129" w:type="dxa"/>
          </w:tcPr>
          <w:p w14:paraId="41D1E00F" w14:textId="39D6DC21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</w:tcPr>
          <w:p w14:paraId="2B8D8654" w14:textId="43400D8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129" w:type="dxa"/>
          </w:tcPr>
          <w:p w14:paraId="6F67070D" w14:textId="48F7903B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5</w:t>
            </w:r>
          </w:p>
        </w:tc>
        <w:tc>
          <w:tcPr>
            <w:tcW w:w="1205" w:type="dxa"/>
          </w:tcPr>
          <w:p w14:paraId="5E8662F3" w14:textId="2C922DB6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100,0</w:t>
            </w:r>
          </w:p>
        </w:tc>
      </w:tr>
      <w:tr w:rsidR="0081247A" w:rsidRPr="00795321" w14:paraId="745E38AE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A365C30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Электротовары и другие бытовые приборы</w:t>
            </w:r>
          </w:p>
        </w:tc>
        <w:tc>
          <w:tcPr>
            <w:tcW w:w="1129" w:type="dxa"/>
          </w:tcPr>
          <w:p w14:paraId="727B7A1F" w14:textId="68E4919E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129" w:type="dxa"/>
          </w:tcPr>
          <w:p w14:paraId="0608EB8E" w14:textId="2D43D5B2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</w:tcPr>
          <w:p w14:paraId="1F415678" w14:textId="5D4DEF4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</w:tcPr>
          <w:p w14:paraId="289EEFB2" w14:textId="0FDE7A7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100,3</w:t>
            </w:r>
          </w:p>
        </w:tc>
      </w:tr>
      <w:tr w:rsidR="0081247A" w:rsidRPr="00795321" w14:paraId="44D685D8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B1742E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Бумажно-беловые товары</w:t>
            </w:r>
          </w:p>
        </w:tc>
        <w:tc>
          <w:tcPr>
            <w:tcW w:w="1129" w:type="dxa"/>
          </w:tcPr>
          <w:p w14:paraId="7BC2E40C" w14:textId="26732C16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</w:tcPr>
          <w:p w14:paraId="7EB38A4E" w14:textId="5CDCEED0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129" w:type="dxa"/>
          </w:tcPr>
          <w:p w14:paraId="48CDCC8B" w14:textId="7E1A4151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205" w:type="dxa"/>
          </w:tcPr>
          <w:p w14:paraId="1A2CD43A" w14:textId="12DA794A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102,3</w:t>
            </w:r>
          </w:p>
        </w:tc>
      </w:tr>
      <w:tr w:rsidR="0081247A" w:rsidRPr="00795321" w14:paraId="77283A0C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4D981F6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proofErr w:type="spellStart"/>
            <w:r w:rsidRPr="0092070A">
              <w:rPr>
                <w:b/>
                <w:sz w:val="20"/>
              </w:rPr>
              <w:t>Телерадиотовары</w:t>
            </w:r>
            <w:proofErr w:type="spellEnd"/>
          </w:p>
        </w:tc>
        <w:tc>
          <w:tcPr>
            <w:tcW w:w="1129" w:type="dxa"/>
          </w:tcPr>
          <w:p w14:paraId="575BBA0B" w14:textId="596B2BA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</w:tcPr>
          <w:p w14:paraId="74FD259D" w14:textId="1EB67A09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129" w:type="dxa"/>
          </w:tcPr>
          <w:p w14:paraId="2E98EE46" w14:textId="563D1BD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205" w:type="dxa"/>
          </w:tcPr>
          <w:p w14:paraId="3BF9BF2F" w14:textId="60E2115E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90,4</w:t>
            </w:r>
          </w:p>
        </w:tc>
      </w:tr>
      <w:tr w:rsidR="0081247A" w:rsidRPr="00795321" w14:paraId="726708C2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47E59A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29" w:type="dxa"/>
          </w:tcPr>
          <w:p w14:paraId="2A403FE7" w14:textId="038CD50E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129" w:type="dxa"/>
          </w:tcPr>
          <w:p w14:paraId="7DE05D87" w14:textId="4E8ACB66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</w:tcPr>
          <w:p w14:paraId="2370F15E" w14:textId="3B068BF3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205" w:type="dxa"/>
          </w:tcPr>
          <w:p w14:paraId="3EE85739" w14:textId="1C031641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99,0</w:t>
            </w:r>
          </w:p>
        </w:tc>
      </w:tr>
      <w:tr w:rsidR="0081247A" w:rsidRPr="00795321" w14:paraId="08253791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5C7FF9F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Легковые автомобили</w:t>
            </w:r>
          </w:p>
        </w:tc>
        <w:tc>
          <w:tcPr>
            <w:tcW w:w="1129" w:type="dxa"/>
          </w:tcPr>
          <w:p w14:paraId="14A66E6D" w14:textId="71B08199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</w:tcPr>
          <w:p w14:paraId="4FE70238" w14:textId="1C83666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129" w:type="dxa"/>
          </w:tcPr>
          <w:p w14:paraId="6C4D0824" w14:textId="46480499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5</w:t>
            </w:r>
          </w:p>
        </w:tc>
        <w:tc>
          <w:tcPr>
            <w:tcW w:w="1205" w:type="dxa"/>
          </w:tcPr>
          <w:p w14:paraId="623E3933" w14:textId="19D54A8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103,7</w:t>
            </w:r>
          </w:p>
        </w:tc>
      </w:tr>
      <w:tr w:rsidR="0081247A" w:rsidRPr="00795321" w14:paraId="35917513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6D16795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Топливо моторное</w:t>
            </w:r>
          </w:p>
        </w:tc>
        <w:tc>
          <w:tcPr>
            <w:tcW w:w="1129" w:type="dxa"/>
          </w:tcPr>
          <w:p w14:paraId="7A7F718D" w14:textId="72AF3AF0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</w:tcPr>
          <w:p w14:paraId="063437CB" w14:textId="6D557156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</w:tcPr>
          <w:p w14:paraId="1C4D2D1B" w14:textId="02BDA500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205" w:type="dxa"/>
          </w:tcPr>
          <w:p w14:paraId="57C82DCA" w14:textId="16BADCD9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107,5</w:t>
            </w:r>
          </w:p>
        </w:tc>
      </w:tr>
      <w:tr w:rsidR="0081247A" w:rsidRPr="00795321" w14:paraId="4C5E079F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84539D0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бензин автомобильный</w:t>
            </w:r>
          </w:p>
        </w:tc>
        <w:tc>
          <w:tcPr>
            <w:tcW w:w="1129" w:type="dxa"/>
          </w:tcPr>
          <w:p w14:paraId="02C7A739" w14:textId="20BC8A99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</w:tcPr>
          <w:p w14:paraId="4066F433" w14:textId="217132D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</w:tcPr>
          <w:p w14:paraId="48B30EBD" w14:textId="4B59962D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205" w:type="dxa"/>
          </w:tcPr>
          <w:p w14:paraId="18493AB6" w14:textId="0E86DBC1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106,8</w:t>
            </w:r>
          </w:p>
        </w:tc>
      </w:tr>
      <w:tr w:rsidR="0081247A" w:rsidRPr="00795321" w14:paraId="3519E1FB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E573EBF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Медикаменты</w:t>
            </w:r>
          </w:p>
        </w:tc>
        <w:tc>
          <w:tcPr>
            <w:tcW w:w="1129" w:type="dxa"/>
          </w:tcPr>
          <w:p w14:paraId="040EF304" w14:textId="0419A0C6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</w:tcPr>
          <w:p w14:paraId="4C8D9AD2" w14:textId="4438E8B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5</w:t>
            </w:r>
          </w:p>
        </w:tc>
        <w:tc>
          <w:tcPr>
            <w:tcW w:w="1129" w:type="dxa"/>
          </w:tcPr>
          <w:p w14:paraId="6F79573B" w14:textId="1FCCA930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</w:tcPr>
          <w:p w14:paraId="1D1476AF" w14:textId="0D5E202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104,1</w:t>
            </w:r>
          </w:p>
        </w:tc>
      </w:tr>
      <w:tr w:rsidR="0081247A" w:rsidRPr="00795321" w14:paraId="48E3FBA6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CFF1BD2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жизненно необходимые и важнейшие лекарственные препараты (далее – ЖНВЛП)</w:t>
            </w:r>
          </w:p>
        </w:tc>
        <w:tc>
          <w:tcPr>
            <w:tcW w:w="1129" w:type="dxa"/>
            <w:vAlign w:val="bottom"/>
          </w:tcPr>
          <w:p w14:paraId="21DB25A0" w14:textId="3AA4A8E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5</w:t>
            </w:r>
          </w:p>
        </w:tc>
        <w:tc>
          <w:tcPr>
            <w:tcW w:w="1129" w:type="dxa"/>
            <w:vAlign w:val="bottom"/>
          </w:tcPr>
          <w:p w14:paraId="6F3F38E6" w14:textId="246C22F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  <w:vAlign w:val="bottom"/>
          </w:tcPr>
          <w:p w14:paraId="6776BE39" w14:textId="1CAA418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205" w:type="dxa"/>
            <w:vAlign w:val="bottom"/>
          </w:tcPr>
          <w:p w14:paraId="516C757C" w14:textId="2E43355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103,9</w:t>
            </w:r>
          </w:p>
        </w:tc>
      </w:tr>
      <w:tr w:rsidR="0081247A" w:rsidRPr="00795321" w14:paraId="043F5E13" w14:textId="77777777" w:rsidTr="0081247A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D39F4D5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кроме ЖНВЛП</w:t>
            </w:r>
          </w:p>
        </w:tc>
        <w:tc>
          <w:tcPr>
            <w:tcW w:w="1129" w:type="dxa"/>
          </w:tcPr>
          <w:p w14:paraId="63726DF0" w14:textId="2A58866C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129" w:type="dxa"/>
          </w:tcPr>
          <w:p w14:paraId="37F07305" w14:textId="53CC5A57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129" w:type="dxa"/>
          </w:tcPr>
          <w:p w14:paraId="1E7950B3" w14:textId="1A0DD43F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</w:tcPr>
          <w:p w14:paraId="2F199A40" w14:textId="125BC3C5" w:rsidR="0081247A" w:rsidRPr="00247E1B" w:rsidRDefault="0081247A" w:rsidP="0081247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3015">
              <w:rPr>
                <w:b/>
                <w:sz w:val="20"/>
              </w:rPr>
              <w:t>104,3</w:t>
            </w:r>
          </w:p>
        </w:tc>
      </w:tr>
    </w:tbl>
    <w:p w14:paraId="0E08A3B2" w14:textId="7E46B3AC" w:rsidR="0031223F" w:rsidRPr="00BB7C56" w:rsidRDefault="00C20B55" w:rsidP="005C2C36">
      <w:pPr>
        <w:pStyle w:val="3"/>
        <w:spacing w:before="240"/>
        <w:ind w:right="0" w:firstLine="709"/>
        <w:jc w:val="both"/>
        <w:rPr>
          <w:b w:val="0"/>
        </w:rPr>
      </w:pPr>
      <w:bookmarkStart w:id="202" w:name="_Toc178757193"/>
      <w:r w:rsidRPr="00C20B55">
        <w:rPr>
          <w:bCs/>
          <w:szCs w:val="24"/>
        </w:rPr>
        <w:lastRenderedPageBreak/>
        <w:t>Цены и тарифы на услуги</w:t>
      </w:r>
      <w:r w:rsidRPr="00C20B55">
        <w:rPr>
          <w:b w:val="0"/>
          <w:bCs/>
          <w:szCs w:val="24"/>
        </w:rPr>
        <w:t xml:space="preserve"> </w:t>
      </w:r>
      <w:r w:rsidR="00683F61" w:rsidRPr="00D83A43">
        <w:rPr>
          <w:b w:val="0"/>
          <w:bCs/>
          <w:szCs w:val="24"/>
        </w:rPr>
        <w:t xml:space="preserve">в </w:t>
      </w:r>
      <w:r w:rsidR="00247E1B">
        <w:rPr>
          <w:b w:val="0"/>
          <w:bCs/>
          <w:szCs w:val="24"/>
        </w:rPr>
        <w:t>августе</w:t>
      </w:r>
      <w:r w:rsidR="00621B67" w:rsidRPr="00D83A43">
        <w:rPr>
          <w:b w:val="0"/>
          <w:bCs/>
          <w:szCs w:val="24"/>
        </w:rPr>
        <w:t xml:space="preserve"> 2024</w:t>
      </w:r>
      <w:r w:rsidR="004D0E88" w:rsidRPr="00D83A43">
        <w:rPr>
          <w:b w:val="0"/>
          <w:bCs/>
          <w:szCs w:val="24"/>
        </w:rPr>
        <w:t xml:space="preserve"> года </w:t>
      </w:r>
      <w:r w:rsidR="004D0E88" w:rsidRPr="00D83A43">
        <w:rPr>
          <w:b w:val="0"/>
          <w:szCs w:val="24"/>
          <w:lang w:val="x-none" w:eastAsia="x-none"/>
        </w:rPr>
        <w:t xml:space="preserve">по сравнению с предыдущим </w:t>
      </w:r>
      <w:r w:rsidR="00666DB9" w:rsidRPr="00D83A43">
        <w:rPr>
          <w:b w:val="0"/>
          <w:szCs w:val="24"/>
          <w:lang w:val="x-none" w:eastAsia="x-none"/>
        </w:rPr>
        <w:t xml:space="preserve">месяцем </w:t>
      </w:r>
      <w:r w:rsidR="007A2433" w:rsidRPr="00D83A43">
        <w:rPr>
          <w:b w:val="0"/>
          <w:color w:val="000000"/>
          <w:szCs w:val="28"/>
        </w:rPr>
        <w:t xml:space="preserve">повысились на </w:t>
      </w:r>
      <w:r w:rsidR="0081247A" w:rsidRPr="0081247A">
        <w:rPr>
          <w:rFonts w:eastAsia="Calibri"/>
          <w:b w:val="0"/>
          <w:bCs/>
          <w:szCs w:val="24"/>
          <w:lang w:eastAsia="en-US"/>
        </w:rPr>
        <w:t>0,7</w:t>
      </w:r>
      <w:r w:rsidR="007A2433" w:rsidRPr="0081247A">
        <w:rPr>
          <w:b w:val="0"/>
          <w:bCs/>
          <w:szCs w:val="24"/>
          <w:lang w:val="x-none" w:eastAsia="x-none"/>
        </w:rPr>
        <w:t>%</w:t>
      </w:r>
      <w:r w:rsidR="007A2433" w:rsidRPr="00D83A43">
        <w:rPr>
          <w:b w:val="0"/>
          <w:szCs w:val="24"/>
        </w:rPr>
        <w:t xml:space="preserve"> </w:t>
      </w:r>
      <w:r w:rsidR="007A2433" w:rsidRPr="00D83A43">
        <w:rPr>
          <w:b w:val="0"/>
          <w:szCs w:val="24"/>
          <w:lang w:val="x-none" w:eastAsia="x-none"/>
        </w:rPr>
        <w:t xml:space="preserve">(в </w:t>
      </w:r>
      <w:r w:rsidR="00247E1B">
        <w:rPr>
          <w:b w:val="0"/>
          <w:szCs w:val="24"/>
          <w:lang w:eastAsia="x-none"/>
        </w:rPr>
        <w:t>августе</w:t>
      </w:r>
      <w:r w:rsidR="007A2433" w:rsidRPr="00D83A43">
        <w:rPr>
          <w:b w:val="0"/>
          <w:szCs w:val="24"/>
          <w:lang w:eastAsia="x-none"/>
        </w:rPr>
        <w:t xml:space="preserve"> </w:t>
      </w:r>
      <w:r w:rsidR="007A2433" w:rsidRPr="00D83A43">
        <w:rPr>
          <w:b w:val="0"/>
          <w:szCs w:val="24"/>
          <w:lang w:val="x-none" w:eastAsia="x-none"/>
        </w:rPr>
        <w:t>20</w:t>
      </w:r>
      <w:r w:rsidR="007A2433" w:rsidRPr="00D83A43">
        <w:rPr>
          <w:b w:val="0"/>
          <w:szCs w:val="24"/>
          <w:lang w:eastAsia="x-none"/>
        </w:rPr>
        <w:t>23</w:t>
      </w:r>
      <w:r w:rsidR="007A2433" w:rsidRPr="00D83A43">
        <w:rPr>
          <w:b w:val="0"/>
          <w:szCs w:val="24"/>
          <w:lang w:val="x-none" w:eastAsia="x-none"/>
        </w:rPr>
        <w:t xml:space="preserve"> </w:t>
      </w:r>
      <w:r w:rsidR="007A2433" w:rsidRPr="0081247A">
        <w:rPr>
          <w:b w:val="0"/>
          <w:szCs w:val="24"/>
          <w:lang w:val="x-none" w:eastAsia="x-none"/>
        </w:rPr>
        <w:t xml:space="preserve">года </w:t>
      </w:r>
      <w:r w:rsidR="0081247A" w:rsidRPr="0081247A">
        <w:rPr>
          <w:rFonts w:eastAsia="Calibri"/>
          <w:b w:val="0"/>
          <w:szCs w:val="24"/>
          <w:lang w:eastAsia="en-US"/>
        </w:rPr>
        <w:t>снизились – на 0,3%</w:t>
      </w:r>
      <w:r w:rsidR="000231E9" w:rsidRPr="0081247A">
        <w:rPr>
          <w:b w:val="0"/>
          <w:szCs w:val="24"/>
          <w:lang w:val="x-none" w:eastAsia="x-none"/>
        </w:rPr>
        <w:t>)</w:t>
      </w:r>
      <w:r w:rsidR="0031223F" w:rsidRPr="0081247A">
        <w:rPr>
          <w:b w:val="0"/>
        </w:rPr>
        <w:t>.</w:t>
      </w:r>
      <w:bookmarkEnd w:id="198"/>
      <w:bookmarkEnd w:id="199"/>
      <w:bookmarkEnd w:id="200"/>
      <w:bookmarkEnd w:id="202"/>
    </w:p>
    <w:p w14:paraId="7C7C9E41" w14:textId="77777777" w:rsidR="0031223F" w:rsidRPr="008B1D12" w:rsidRDefault="0031223F" w:rsidP="00CD1429">
      <w:pPr>
        <w:pStyle w:val="3"/>
        <w:spacing w:before="240" w:after="120"/>
        <w:ind w:right="0"/>
      </w:pPr>
      <w:bookmarkStart w:id="203" w:name="_Toc178757194"/>
      <w:r w:rsidRPr="00C06052">
        <w:t>Индексы цен</w:t>
      </w:r>
      <w:r w:rsidRPr="008B1D12">
        <w:t xml:space="preserve"> и тарифов </w:t>
      </w:r>
      <w:r w:rsidR="00011887">
        <w:br/>
      </w:r>
      <w:r w:rsidRPr="008B1D12">
        <w:t>на отдельные группы и виды услуг</w:t>
      </w:r>
      <w:bookmarkEnd w:id="201"/>
      <w:bookmarkEnd w:id="203"/>
    </w:p>
    <w:p w14:paraId="53D02577" w14:textId="77777777" w:rsidR="0031223F" w:rsidRPr="008B1D12" w:rsidRDefault="0031223F" w:rsidP="0031223F">
      <w:pPr>
        <w:spacing w:after="60"/>
        <w:jc w:val="right"/>
        <w:rPr>
          <w:b/>
          <w:sz w:val="20"/>
        </w:rPr>
      </w:pPr>
      <w:r w:rsidRPr="008B1D12">
        <w:rPr>
          <w:b/>
          <w:sz w:val="20"/>
        </w:rPr>
        <w:t>на конец периода; в процентах</w:t>
      </w:r>
    </w:p>
    <w:bookmarkEnd w:id="197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92070A" w14:paraId="5B6975A5" w14:textId="77777777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bottom"/>
          </w:tcPr>
          <w:p w14:paraId="733A17D3" w14:textId="77777777"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3387" w:type="dxa"/>
            <w:gridSpan w:val="3"/>
            <w:vAlign w:val="center"/>
          </w:tcPr>
          <w:p w14:paraId="16B0F271" w14:textId="0F775A05" w:rsidR="007A2433" w:rsidRPr="00D83A43" w:rsidRDefault="00247E1B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14:paraId="1D518509" w14:textId="45C72369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83A43">
              <w:rPr>
                <w:b/>
                <w:sz w:val="20"/>
              </w:rPr>
              <w:t>Справочно</w:t>
            </w:r>
            <w:proofErr w:type="spellEnd"/>
            <w:r w:rsidRPr="00D83A43">
              <w:rPr>
                <w:b/>
                <w:sz w:val="20"/>
              </w:rPr>
              <w:t>:</w:t>
            </w:r>
            <w:r w:rsidRPr="00D83A43">
              <w:rPr>
                <w:b/>
                <w:sz w:val="20"/>
              </w:rPr>
              <w:br/>
            </w:r>
            <w:r w:rsidR="00247E1B">
              <w:rPr>
                <w:b/>
                <w:sz w:val="20"/>
              </w:rPr>
              <w:t>август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92070A" w14:paraId="6AA53B0F" w14:textId="77777777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bottom"/>
          </w:tcPr>
          <w:p w14:paraId="77D330CD" w14:textId="77777777"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14:paraId="7C041DF5" w14:textId="57B2CEB7" w:rsidR="007A2433" w:rsidRPr="00D83A43" w:rsidRDefault="00D83A4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ию</w:t>
            </w:r>
            <w:r w:rsidR="00247E1B">
              <w:rPr>
                <w:b/>
                <w:sz w:val="20"/>
              </w:rPr>
              <w:t>л</w:t>
            </w:r>
            <w:r w:rsidRPr="00D83A43">
              <w:rPr>
                <w:b/>
                <w:sz w:val="20"/>
              </w:rPr>
              <w:t>ю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14:paraId="44FE3903" w14:textId="77777777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14:paraId="67DE0F6A" w14:textId="5DF261EB" w:rsidR="007A2433" w:rsidRPr="00D83A43" w:rsidRDefault="00247E1B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14:paraId="4D0241DB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81247A" w:rsidRPr="0092070A" w14:paraId="0DE7327F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FD799BF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Бытовые</w:t>
            </w:r>
          </w:p>
        </w:tc>
        <w:tc>
          <w:tcPr>
            <w:tcW w:w="1129" w:type="dxa"/>
            <w:vAlign w:val="bottom"/>
          </w:tcPr>
          <w:p w14:paraId="6D32126B" w14:textId="259178A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34F99180" w14:textId="733405B8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54FB470" w14:textId="160A07F8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205" w:type="dxa"/>
            <w:vAlign w:val="bottom"/>
          </w:tcPr>
          <w:p w14:paraId="3DCA1DD4" w14:textId="505223A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103,6</w:t>
            </w:r>
          </w:p>
        </w:tc>
      </w:tr>
      <w:tr w:rsidR="0081247A" w:rsidRPr="0092070A" w14:paraId="595DC2C4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988FBDD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пассажирского транспорта</w:t>
            </w:r>
          </w:p>
        </w:tc>
        <w:tc>
          <w:tcPr>
            <w:tcW w:w="1129" w:type="dxa"/>
            <w:vAlign w:val="bottom"/>
          </w:tcPr>
          <w:p w14:paraId="1733434D" w14:textId="7A116FB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  <w:vAlign w:val="bottom"/>
          </w:tcPr>
          <w:p w14:paraId="24A997BF" w14:textId="4096D37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  <w:vAlign w:val="bottom"/>
          </w:tcPr>
          <w:p w14:paraId="192F4BC3" w14:textId="2CB083E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  <w:vAlign w:val="bottom"/>
          </w:tcPr>
          <w:p w14:paraId="467A355B" w14:textId="1AB63A1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107,6</w:t>
            </w:r>
          </w:p>
        </w:tc>
      </w:tr>
      <w:tr w:rsidR="0081247A" w:rsidRPr="0092070A" w14:paraId="47A69DE5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D05C9D1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Услуги </w:t>
            </w:r>
            <w:r>
              <w:rPr>
                <w:b/>
                <w:sz w:val="20"/>
              </w:rPr>
              <w:t xml:space="preserve">почтовой </w:t>
            </w:r>
            <w:r w:rsidRPr="0092070A">
              <w:rPr>
                <w:b/>
                <w:sz w:val="20"/>
              </w:rPr>
              <w:t>связи</w:t>
            </w:r>
          </w:p>
        </w:tc>
        <w:tc>
          <w:tcPr>
            <w:tcW w:w="1129" w:type="dxa"/>
            <w:vAlign w:val="bottom"/>
          </w:tcPr>
          <w:p w14:paraId="621C575A" w14:textId="02FF287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744FFE6B" w14:textId="31FD3D7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  <w:vAlign w:val="bottom"/>
          </w:tcPr>
          <w:p w14:paraId="3BE05033" w14:textId="26E84FBC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205" w:type="dxa"/>
            <w:vAlign w:val="bottom"/>
          </w:tcPr>
          <w:p w14:paraId="27717BC9" w14:textId="0B5A962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100,5</w:t>
            </w:r>
          </w:p>
        </w:tc>
      </w:tr>
      <w:tr w:rsidR="0081247A" w:rsidRPr="0092070A" w14:paraId="27005830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E0425CB" w14:textId="77777777" w:rsidR="0081247A" w:rsidRPr="003563AB" w:rsidRDefault="0081247A" w:rsidP="0081247A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Городская телефонная связь</w:t>
            </w:r>
          </w:p>
        </w:tc>
        <w:tc>
          <w:tcPr>
            <w:tcW w:w="1129" w:type="dxa"/>
            <w:vAlign w:val="bottom"/>
          </w:tcPr>
          <w:p w14:paraId="602AC126" w14:textId="5DAE14D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340B7ED" w14:textId="2AE986A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  <w:vAlign w:val="bottom"/>
          </w:tcPr>
          <w:p w14:paraId="44DCF93B" w14:textId="5161622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205" w:type="dxa"/>
            <w:vAlign w:val="bottom"/>
          </w:tcPr>
          <w:p w14:paraId="6C52291E" w14:textId="0A6DB3B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02170020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343FFAE" w14:textId="77777777" w:rsidR="0081247A" w:rsidRPr="003563AB" w:rsidRDefault="0081247A" w:rsidP="0081247A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Междугородная телефонная связь</w:t>
            </w:r>
          </w:p>
        </w:tc>
        <w:tc>
          <w:tcPr>
            <w:tcW w:w="1129" w:type="dxa"/>
            <w:vAlign w:val="bottom"/>
          </w:tcPr>
          <w:p w14:paraId="72B492AB" w14:textId="507540B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146BAFDF" w14:textId="61BAE73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0246BA55" w14:textId="4747B3D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205" w:type="dxa"/>
            <w:vAlign w:val="bottom"/>
          </w:tcPr>
          <w:p w14:paraId="6E670AD2" w14:textId="0B21AD1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5BAF32B5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76C69F9" w14:textId="77777777" w:rsidR="0081247A" w:rsidRPr="003563AB" w:rsidRDefault="0081247A" w:rsidP="0081247A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Проводное вещание</w:t>
            </w:r>
          </w:p>
        </w:tc>
        <w:tc>
          <w:tcPr>
            <w:tcW w:w="1129" w:type="dxa"/>
            <w:vAlign w:val="bottom"/>
          </w:tcPr>
          <w:p w14:paraId="252A3E97" w14:textId="5DFA69F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0AFFC1F" w14:textId="47EC26B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5A682639" w14:textId="1C7CAC2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  <w:vAlign w:val="bottom"/>
          </w:tcPr>
          <w:p w14:paraId="688F474D" w14:textId="5A5AFD5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0B8AF2CC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B392C82" w14:textId="77777777" w:rsidR="0081247A" w:rsidRPr="003563AB" w:rsidRDefault="0081247A" w:rsidP="0081247A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телевещания</w:t>
            </w:r>
          </w:p>
        </w:tc>
        <w:tc>
          <w:tcPr>
            <w:tcW w:w="1129" w:type="dxa"/>
            <w:vAlign w:val="bottom"/>
          </w:tcPr>
          <w:p w14:paraId="0B6D6081" w14:textId="1ED51FD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7E1BF047" w14:textId="492353D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  <w:vAlign w:val="bottom"/>
          </w:tcPr>
          <w:p w14:paraId="10DDD592" w14:textId="74C3901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205" w:type="dxa"/>
            <w:vAlign w:val="bottom"/>
          </w:tcPr>
          <w:p w14:paraId="29570C98" w14:textId="522557F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102,9</w:t>
            </w:r>
          </w:p>
        </w:tc>
      </w:tr>
      <w:tr w:rsidR="0081247A" w:rsidRPr="0092070A" w14:paraId="48B219A0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C912BD6" w14:textId="77777777" w:rsidR="0081247A" w:rsidRPr="003563AB" w:rsidRDefault="0081247A" w:rsidP="0081247A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Беспроводная радиосвязь</w:t>
            </w:r>
          </w:p>
        </w:tc>
        <w:tc>
          <w:tcPr>
            <w:tcW w:w="1129" w:type="dxa"/>
            <w:vAlign w:val="bottom"/>
          </w:tcPr>
          <w:p w14:paraId="184BA5A2" w14:textId="02DBB21A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291DF91E" w14:textId="25B5E92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7DEAAF63" w14:textId="738202E9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  <w:vAlign w:val="bottom"/>
          </w:tcPr>
          <w:p w14:paraId="2F5771B6" w14:textId="3FD3ED8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99,4</w:t>
            </w:r>
          </w:p>
        </w:tc>
      </w:tr>
      <w:tr w:rsidR="0081247A" w:rsidRPr="0092070A" w14:paraId="196C2487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38DE60A" w14:textId="77777777" w:rsidR="0081247A" w:rsidRPr="003563AB" w:rsidRDefault="0081247A" w:rsidP="0081247A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по подключению к сети Интернет</w:t>
            </w:r>
          </w:p>
        </w:tc>
        <w:tc>
          <w:tcPr>
            <w:tcW w:w="1129" w:type="dxa"/>
            <w:vAlign w:val="bottom"/>
          </w:tcPr>
          <w:p w14:paraId="25BF0273" w14:textId="689A14E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2BCDB026" w14:textId="40BF1A4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0CEB6864" w14:textId="1EB57BEB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  <w:vAlign w:val="bottom"/>
          </w:tcPr>
          <w:p w14:paraId="3E107BDA" w14:textId="78E545B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102,1</w:t>
            </w:r>
          </w:p>
        </w:tc>
      </w:tr>
      <w:tr w:rsidR="0081247A" w:rsidRPr="0092070A" w14:paraId="44035798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4C209B6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Жилищно-коммунальные</w:t>
            </w:r>
          </w:p>
        </w:tc>
        <w:tc>
          <w:tcPr>
            <w:tcW w:w="1129" w:type="dxa"/>
            <w:vAlign w:val="bottom"/>
          </w:tcPr>
          <w:p w14:paraId="02FB6D94" w14:textId="4423401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02A76DCF" w14:textId="4F417978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C2C43AA" w14:textId="6343D81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205" w:type="dxa"/>
            <w:vAlign w:val="bottom"/>
          </w:tcPr>
          <w:p w14:paraId="792CBAB3" w14:textId="3902469C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101,6</w:t>
            </w:r>
          </w:p>
        </w:tc>
      </w:tr>
      <w:tr w:rsidR="0081247A" w:rsidRPr="0092070A" w14:paraId="75B481CD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F4431B8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жилищные</w:t>
            </w:r>
          </w:p>
        </w:tc>
        <w:tc>
          <w:tcPr>
            <w:tcW w:w="1129" w:type="dxa"/>
            <w:vAlign w:val="bottom"/>
          </w:tcPr>
          <w:p w14:paraId="06342EF9" w14:textId="7F12412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1AFAB2BE" w14:textId="783F12B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1EA7E3EA" w14:textId="0BF976A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  <w:vAlign w:val="bottom"/>
          </w:tcPr>
          <w:p w14:paraId="29DF4706" w14:textId="22973CC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106,9</w:t>
            </w:r>
          </w:p>
        </w:tc>
      </w:tr>
      <w:tr w:rsidR="0081247A" w:rsidRPr="0092070A" w14:paraId="74AD100C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8E48066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bCs/>
                <w:sz w:val="20"/>
              </w:rPr>
              <w:t>оплата жилья в домах государственного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92070A">
              <w:rPr>
                <w:b/>
                <w:bCs/>
                <w:sz w:val="20"/>
              </w:rPr>
              <w:t>и муниципального жилищных фондов</w:t>
            </w:r>
          </w:p>
        </w:tc>
        <w:tc>
          <w:tcPr>
            <w:tcW w:w="1129" w:type="dxa"/>
            <w:vAlign w:val="bottom"/>
          </w:tcPr>
          <w:p w14:paraId="611E8452" w14:textId="6147577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AC731A0" w14:textId="1FA3229B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  <w:vAlign w:val="bottom"/>
          </w:tcPr>
          <w:p w14:paraId="76C7C048" w14:textId="7697C20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205" w:type="dxa"/>
            <w:vAlign w:val="bottom"/>
          </w:tcPr>
          <w:p w14:paraId="68287F6B" w14:textId="4E216509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101,9</w:t>
            </w:r>
          </w:p>
        </w:tc>
      </w:tr>
      <w:tr w:rsidR="0081247A" w:rsidRPr="0092070A" w14:paraId="5AA6E01D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E4D96F2" w14:textId="77777777" w:rsidR="0081247A" w:rsidRPr="0092070A" w:rsidRDefault="0081247A" w:rsidP="0081247A">
            <w:pPr>
              <w:ind w:left="227" w:right="-5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содержание и ремонт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 xml:space="preserve">для граждан собственников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 результате приватизации</w:t>
            </w:r>
          </w:p>
        </w:tc>
        <w:tc>
          <w:tcPr>
            <w:tcW w:w="1129" w:type="dxa"/>
            <w:vAlign w:val="bottom"/>
          </w:tcPr>
          <w:p w14:paraId="71A47BAE" w14:textId="64DA003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4E29C423" w14:textId="67FF12D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33564B5B" w14:textId="0DBA063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205" w:type="dxa"/>
            <w:vAlign w:val="bottom"/>
          </w:tcPr>
          <w:p w14:paraId="1095B755" w14:textId="2483E29C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100,3</w:t>
            </w:r>
          </w:p>
        </w:tc>
      </w:tr>
      <w:tr w:rsidR="0081247A" w:rsidRPr="0092070A" w14:paraId="5330292D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EF0A721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по организации и выполнению работ</w:t>
            </w:r>
            <w:r>
              <w:rPr>
                <w:b/>
                <w:sz w:val="20"/>
              </w:rPr>
              <w:t xml:space="preserve"> </w:t>
            </w:r>
            <w:r w:rsidRPr="0092070A">
              <w:rPr>
                <w:b/>
                <w:sz w:val="20"/>
              </w:rPr>
              <w:t>по эксплуатации домов ЖК, ЖСК, ТСЖ</w:t>
            </w:r>
          </w:p>
        </w:tc>
        <w:tc>
          <w:tcPr>
            <w:tcW w:w="1129" w:type="dxa"/>
            <w:vAlign w:val="bottom"/>
          </w:tcPr>
          <w:p w14:paraId="01487ABA" w14:textId="7C6C185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5498EDF6" w14:textId="5CE0C61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129" w:type="dxa"/>
            <w:vAlign w:val="bottom"/>
          </w:tcPr>
          <w:p w14:paraId="09EDDFA5" w14:textId="5205888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205" w:type="dxa"/>
            <w:vAlign w:val="bottom"/>
          </w:tcPr>
          <w:p w14:paraId="05A983C1" w14:textId="55D8FA0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100,4</w:t>
            </w:r>
          </w:p>
        </w:tc>
      </w:tr>
      <w:tr w:rsidR="0081247A" w:rsidRPr="0092070A" w14:paraId="1F6C51C0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9A887AC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взносы на капитальный ремонт</w:t>
            </w:r>
          </w:p>
        </w:tc>
        <w:tc>
          <w:tcPr>
            <w:tcW w:w="1129" w:type="dxa"/>
            <w:vAlign w:val="bottom"/>
          </w:tcPr>
          <w:p w14:paraId="5169DA01" w14:textId="0CAB931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4DD3067" w14:textId="20DC980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1496C9AB" w14:textId="0035E56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  <w:vAlign w:val="bottom"/>
          </w:tcPr>
          <w:p w14:paraId="77C36E53" w14:textId="5940D97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121,8</w:t>
            </w:r>
          </w:p>
        </w:tc>
      </w:tr>
      <w:tr w:rsidR="0081247A" w:rsidRPr="0092070A" w14:paraId="4A8F8CA8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989064C" w14:textId="77777777" w:rsidR="0081247A" w:rsidRPr="0092070A" w:rsidRDefault="0081247A" w:rsidP="0081247A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коммунальные</w:t>
            </w:r>
          </w:p>
        </w:tc>
        <w:tc>
          <w:tcPr>
            <w:tcW w:w="1129" w:type="dxa"/>
            <w:vAlign w:val="bottom"/>
          </w:tcPr>
          <w:p w14:paraId="38C35964" w14:textId="4704C46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39492B9E" w14:textId="57611B6A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129" w:type="dxa"/>
            <w:vAlign w:val="bottom"/>
          </w:tcPr>
          <w:p w14:paraId="471B2184" w14:textId="29BC65B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205" w:type="dxa"/>
            <w:vAlign w:val="bottom"/>
          </w:tcPr>
          <w:p w14:paraId="76E1ABFA" w14:textId="235C9E5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  </w:t>
            </w:r>
            <w:r w:rsidRPr="007100DE">
              <w:rPr>
                <w:b/>
                <w:sz w:val="20"/>
              </w:rPr>
              <w:t>99,9</w:t>
            </w:r>
          </w:p>
        </w:tc>
      </w:tr>
      <w:tr w:rsidR="0081247A" w:rsidRPr="0092070A" w14:paraId="50266BF1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0013E62C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обращение с твердыми коммунальными отходами</w:t>
            </w:r>
          </w:p>
        </w:tc>
        <w:tc>
          <w:tcPr>
            <w:tcW w:w="1129" w:type="dxa"/>
            <w:vAlign w:val="bottom"/>
          </w:tcPr>
          <w:p w14:paraId="1671D0FF" w14:textId="782FEF7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276B8428" w14:textId="1361D40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  <w:vAlign w:val="bottom"/>
          </w:tcPr>
          <w:p w14:paraId="62B9B888" w14:textId="06DF9DC8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205" w:type="dxa"/>
            <w:vAlign w:val="bottom"/>
          </w:tcPr>
          <w:p w14:paraId="09E92468" w14:textId="6EF486C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75D1322A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D07E54C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холодное и водоотведение</w:t>
            </w:r>
          </w:p>
        </w:tc>
        <w:tc>
          <w:tcPr>
            <w:tcW w:w="1129" w:type="dxa"/>
            <w:vAlign w:val="bottom"/>
          </w:tcPr>
          <w:p w14:paraId="62F49243" w14:textId="4E13AC1B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5B9C05B4" w14:textId="1984112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0B93C3C7" w14:textId="10EF806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  <w:vAlign w:val="bottom"/>
          </w:tcPr>
          <w:p w14:paraId="3ECA66A9" w14:textId="3A5EB22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20ACE611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57E6E1D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отопление</w:t>
            </w:r>
          </w:p>
        </w:tc>
        <w:tc>
          <w:tcPr>
            <w:tcW w:w="1129" w:type="dxa"/>
            <w:vAlign w:val="bottom"/>
          </w:tcPr>
          <w:p w14:paraId="0E534E4B" w14:textId="38F23E89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2CEF3B2F" w14:textId="377E418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129" w:type="dxa"/>
            <w:vAlign w:val="bottom"/>
          </w:tcPr>
          <w:p w14:paraId="70BE4CCB" w14:textId="4EE8E8D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  <w:vAlign w:val="bottom"/>
          </w:tcPr>
          <w:p w14:paraId="4F94F5F7" w14:textId="5B28CE1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5F8073F3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402CBC8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горячее</w:t>
            </w:r>
          </w:p>
        </w:tc>
        <w:tc>
          <w:tcPr>
            <w:tcW w:w="1129" w:type="dxa"/>
            <w:vAlign w:val="bottom"/>
          </w:tcPr>
          <w:p w14:paraId="1A507493" w14:textId="3C65780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1B94F8BB" w14:textId="3C021E3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129" w:type="dxa"/>
            <w:vAlign w:val="bottom"/>
          </w:tcPr>
          <w:p w14:paraId="3D16E2CB" w14:textId="7D2407B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205" w:type="dxa"/>
            <w:vAlign w:val="bottom"/>
          </w:tcPr>
          <w:p w14:paraId="32075CD0" w14:textId="686743F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32C6508F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ED09B1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газоснабжение</w:t>
            </w:r>
          </w:p>
        </w:tc>
        <w:tc>
          <w:tcPr>
            <w:tcW w:w="1129" w:type="dxa"/>
            <w:vAlign w:val="bottom"/>
          </w:tcPr>
          <w:p w14:paraId="6999B206" w14:textId="0DB9915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484F9181" w14:textId="6AE1B44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  <w:vAlign w:val="bottom"/>
          </w:tcPr>
          <w:p w14:paraId="2F8DEF56" w14:textId="7BF9A2E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205" w:type="dxa"/>
            <w:vAlign w:val="bottom"/>
          </w:tcPr>
          <w:p w14:paraId="7323782D" w14:textId="0A83BC0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99,4</w:t>
            </w:r>
          </w:p>
        </w:tc>
      </w:tr>
      <w:tr w:rsidR="0081247A" w:rsidRPr="0092070A" w14:paraId="618E4CDC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D0D3B50" w14:textId="77777777" w:rsidR="0081247A" w:rsidRPr="0092070A" w:rsidRDefault="0081247A" w:rsidP="0081247A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электроснабжение</w:t>
            </w:r>
          </w:p>
        </w:tc>
        <w:tc>
          <w:tcPr>
            <w:tcW w:w="1129" w:type="dxa"/>
            <w:vAlign w:val="bottom"/>
          </w:tcPr>
          <w:p w14:paraId="7FA96332" w14:textId="32B52F89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204F6E2D" w14:textId="0D43B18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129" w:type="dxa"/>
            <w:vAlign w:val="bottom"/>
          </w:tcPr>
          <w:p w14:paraId="22427550" w14:textId="2CE4981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205" w:type="dxa"/>
            <w:vAlign w:val="bottom"/>
          </w:tcPr>
          <w:p w14:paraId="6A9B440B" w14:textId="23FE56D1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100,0</w:t>
            </w:r>
          </w:p>
        </w:tc>
      </w:tr>
      <w:tr w:rsidR="0081247A" w:rsidRPr="0092070A" w14:paraId="4814ABBC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B277F39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дошкольного воспитания</w:t>
            </w:r>
          </w:p>
        </w:tc>
        <w:tc>
          <w:tcPr>
            <w:tcW w:w="1129" w:type="dxa"/>
            <w:vAlign w:val="bottom"/>
          </w:tcPr>
          <w:p w14:paraId="25486561" w14:textId="3923A8C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5661280" w14:textId="387FAED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  <w:vAlign w:val="bottom"/>
          </w:tcPr>
          <w:p w14:paraId="17E0B7A8" w14:textId="0600A71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205" w:type="dxa"/>
            <w:vAlign w:val="bottom"/>
          </w:tcPr>
          <w:p w14:paraId="22F264E0" w14:textId="4EA4B7B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100,2</w:t>
            </w:r>
          </w:p>
        </w:tc>
      </w:tr>
      <w:tr w:rsidR="0081247A" w:rsidRPr="0092070A" w14:paraId="3BB63C75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C0D1447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образования</w:t>
            </w:r>
          </w:p>
        </w:tc>
        <w:tc>
          <w:tcPr>
            <w:tcW w:w="1129" w:type="dxa"/>
            <w:vAlign w:val="bottom"/>
          </w:tcPr>
          <w:p w14:paraId="7CCFBE7B" w14:textId="50B0BBF8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  <w:vAlign w:val="bottom"/>
          </w:tcPr>
          <w:p w14:paraId="48CB7AF4" w14:textId="42FB885C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129" w:type="dxa"/>
            <w:vAlign w:val="bottom"/>
          </w:tcPr>
          <w:p w14:paraId="4138CFA9" w14:textId="2846B8C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205" w:type="dxa"/>
            <w:vAlign w:val="bottom"/>
          </w:tcPr>
          <w:p w14:paraId="3B836B40" w14:textId="4DF9BD46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100,5</w:t>
            </w:r>
          </w:p>
        </w:tc>
      </w:tr>
      <w:tr w:rsidR="0081247A" w:rsidRPr="0092070A" w14:paraId="1A69E207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93A35E9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организаций культуры</w:t>
            </w:r>
          </w:p>
        </w:tc>
        <w:tc>
          <w:tcPr>
            <w:tcW w:w="1129" w:type="dxa"/>
            <w:vAlign w:val="bottom"/>
          </w:tcPr>
          <w:p w14:paraId="29330A95" w14:textId="04A4798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  <w:vAlign w:val="bottom"/>
          </w:tcPr>
          <w:p w14:paraId="2629AEED" w14:textId="5ADC761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282887CD" w14:textId="784D74B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205" w:type="dxa"/>
            <w:vAlign w:val="bottom"/>
          </w:tcPr>
          <w:p w14:paraId="35EE84D0" w14:textId="1666A9BA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102,2</w:t>
            </w:r>
          </w:p>
        </w:tc>
      </w:tr>
      <w:tr w:rsidR="0081247A" w:rsidRPr="0092070A" w14:paraId="050E4180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B10DE70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зарубежного туризма</w:t>
            </w:r>
          </w:p>
        </w:tc>
        <w:tc>
          <w:tcPr>
            <w:tcW w:w="1129" w:type="dxa"/>
            <w:vAlign w:val="bottom"/>
          </w:tcPr>
          <w:p w14:paraId="01325BDD" w14:textId="7A872D4A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129" w:type="dxa"/>
            <w:vAlign w:val="bottom"/>
          </w:tcPr>
          <w:p w14:paraId="03FAD36D" w14:textId="1A7603A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157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129" w:type="dxa"/>
            <w:vAlign w:val="bottom"/>
          </w:tcPr>
          <w:p w14:paraId="488DC188" w14:textId="39CE75B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142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205" w:type="dxa"/>
            <w:vAlign w:val="bottom"/>
          </w:tcPr>
          <w:p w14:paraId="014667F1" w14:textId="2D1E1B7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166,8</w:t>
            </w:r>
          </w:p>
        </w:tc>
      </w:tr>
      <w:tr w:rsidR="0081247A" w:rsidRPr="0092070A" w14:paraId="6457D55E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0EF380C7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Санаторно-оздоровительные</w:t>
            </w:r>
          </w:p>
        </w:tc>
        <w:tc>
          <w:tcPr>
            <w:tcW w:w="1129" w:type="dxa"/>
            <w:vAlign w:val="bottom"/>
          </w:tcPr>
          <w:p w14:paraId="2EA016E3" w14:textId="2EE0995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4E9ACCB3" w14:textId="3989322B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132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9</w:t>
            </w:r>
          </w:p>
        </w:tc>
        <w:tc>
          <w:tcPr>
            <w:tcW w:w="1129" w:type="dxa"/>
            <w:vAlign w:val="bottom"/>
          </w:tcPr>
          <w:p w14:paraId="23ABD0F6" w14:textId="13B3F83B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205" w:type="dxa"/>
            <w:vAlign w:val="bottom"/>
          </w:tcPr>
          <w:p w14:paraId="117C305B" w14:textId="045A4582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123,7</w:t>
            </w:r>
          </w:p>
        </w:tc>
      </w:tr>
      <w:tr w:rsidR="0081247A" w:rsidRPr="0092070A" w14:paraId="4CF13A27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8A16DD6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Медицинские</w:t>
            </w:r>
          </w:p>
        </w:tc>
        <w:tc>
          <w:tcPr>
            <w:tcW w:w="1129" w:type="dxa"/>
            <w:vAlign w:val="bottom"/>
          </w:tcPr>
          <w:p w14:paraId="03FF79CC" w14:textId="47A02C8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  <w:vAlign w:val="bottom"/>
          </w:tcPr>
          <w:p w14:paraId="7AF02C6C" w14:textId="17AFDC8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  <w:vAlign w:val="bottom"/>
          </w:tcPr>
          <w:p w14:paraId="6AE5169B" w14:textId="11774187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  <w:vAlign w:val="bottom"/>
          </w:tcPr>
          <w:p w14:paraId="71A11D62" w14:textId="18B70E40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105,7</w:t>
            </w:r>
          </w:p>
        </w:tc>
      </w:tr>
      <w:tr w:rsidR="0081247A" w:rsidRPr="0092070A" w14:paraId="36B403D0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50C641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правового характера</w:t>
            </w:r>
          </w:p>
        </w:tc>
        <w:tc>
          <w:tcPr>
            <w:tcW w:w="1129" w:type="dxa"/>
            <w:vAlign w:val="bottom"/>
          </w:tcPr>
          <w:p w14:paraId="7ED28E84" w14:textId="441EE545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129" w:type="dxa"/>
            <w:vAlign w:val="bottom"/>
          </w:tcPr>
          <w:p w14:paraId="6EB25529" w14:textId="0CBAF42D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1</w:t>
            </w:r>
          </w:p>
        </w:tc>
        <w:tc>
          <w:tcPr>
            <w:tcW w:w="1129" w:type="dxa"/>
            <w:vAlign w:val="bottom"/>
          </w:tcPr>
          <w:p w14:paraId="4A7A05CC" w14:textId="675CF56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5</w:t>
            </w:r>
          </w:p>
        </w:tc>
        <w:tc>
          <w:tcPr>
            <w:tcW w:w="1205" w:type="dxa"/>
            <w:vAlign w:val="bottom"/>
          </w:tcPr>
          <w:p w14:paraId="463D3F59" w14:textId="289AEC4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109,7</w:t>
            </w:r>
          </w:p>
        </w:tc>
      </w:tr>
      <w:tr w:rsidR="0081247A" w:rsidRPr="0092070A" w14:paraId="493AC7E1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3030B2B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банков</w:t>
            </w:r>
          </w:p>
        </w:tc>
        <w:tc>
          <w:tcPr>
            <w:tcW w:w="1129" w:type="dxa"/>
            <w:vAlign w:val="bottom"/>
          </w:tcPr>
          <w:p w14:paraId="16D04AD6" w14:textId="2BC5F149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129" w:type="dxa"/>
            <w:vAlign w:val="bottom"/>
          </w:tcPr>
          <w:p w14:paraId="4FD3C1E4" w14:textId="473B225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3</w:t>
            </w:r>
          </w:p>
        </w:tc>
        <w:tc>
          <w:tcPr>
            <w:tcW w:w="1129" w:type="dxa"/>
            <w:vAlign w:val="bottom"/>
          </w:tcPr>
          <w:p w14:paraId="09C232FB" w14:textId="262DAB0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131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7</w:t>
            </w:r>
          </w:p>
        </w:tc>
        <w:tc>
          <w:tcPr>
            <w:tcW w:w="1205" w:type="dxa"/>
            <w:vAlign w:val="bottom"/>
          </w:tcPr>
          <w:p w14:paraId="7A2A70EA" w14:textId="680D032C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108,5</w:t>
            </w:r>
          </w:p>
        </w:tc>
      </w:tr>
      <w:tr w:rsidR="0081247A" w:rsidRPr="0092070A" w14:paraId="496934AC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F12DAC7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страхования</w:t>
            </w:r>
          </w:p>
        </w:tc>
        <w:tc>
          <w:tcPr>
            <w:tcW w:w="1129" w:type="dxa"/>
            <w:vAlign w:val="bottom"/>
          </w:tcPr>
          <w:p w14:paraId="415FEE8B" w14:textId="6139B840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2</w:t>
            </w:r>
          </w:p>
        </w:tc>
        <w:tc>
          <w:tcPr>
            <w:tcW w:w="1129" w:type="dxa"/>
            <w:vAlign w:val="bottom"/>
          </w:tcPr>
          <w:p w14:paraId="184F13DB" w14:textId="76EA9CC3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8</w:t>
            </w:r>
          </w:p>
        </w:tc>
        <w:tc>
          <w:tcPr>
            <w:tcW w:w="1129" w:type="dxa"/>
            <w:vAlign w:val="bottom"/>
          </w:tcPr>
          <w:p w14:paraId="2CB9655E" w14:textId="34B48EB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4</w:t>
            </w:r>
          </w:p>
        </w:tc>
        <w:tc>
          <w:tcPr>
            <w:tcW w:w="1205" w:type="dxa"/>
            <w:vAlign w:val="bottom"/>
          </w:tcPr>
          <w:p w14:paraId="5F729273" w14:textId="740F08A4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101,2</w:t>
            </w:r>
          </w:p>
        </w:tc>
      </w:tr>
      <w:tr w:rsidR="0081247A" w:rsidRPr="0092070A" w14:paraId="2FA46A14" w14:textId="77777777" w:rsidTr="00D07656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4167DBA" w14:textId="77777777" w:rsidR="0081247A" w:rsidRPr="0092070A" w:rsidRDefault="0081247A" w:rsidP="0081247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физкультуры и спорта</w:t>
            </w:r>
          </w:p>
        </w:tc>
        <w:tc>
          <w:tcPr>
            <w:tcW w:w="1129" w:type="dxa"/>
            <w:vAlign w:val="bottom"/>
          </w:tcPr>
          <w:p w14:paraId="4DE24134" w14:textId="3BA081AE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5</w:t>
            </w:r>
          </w:p>
        </w:tc>
        <w:tc>
          <w:tcPr>
            <w:tcW w:w="1129" w:type="dxa"/>
            <w:vAlign w:val="bottom"/>
          </w:tcPr>
          <w:p w14:paraId="7BEC52A9" w14:textId="4EE8234A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6</w:t>
            </w:r>
          </w:p>
        </w:tc>
        <w:tc>
          <w:tcPr>
            <w:tcW w:w="1129" w:type="dxa"/>
            <w:vAlign w:val="bottom"/>
          </w:tcPr>
          <w:p w14:paraId="342C1761" w14:textId="75F0DAB8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100DE">
              <w:rPr>
                <w:b/>
                <w:sz w:val="20"/>
              </w:rPr>
              <w:t>0</w:t>
            </w:r>
          </w:p>
        </w:tc>
        <w:tc>
          <w:tcPr>
            <w:tcW w:w="1205" w:type="dxa"/>
            <w:vAlign w:val="bottom"/>
          </w:tcPr>
          <w:p w14:paraId="1A89B2FE" w14:textId="0C63D4DF" w:rsidR="0081247A" w:rsidRPr="00247E1B" w:rsidRDefault="0081247A" w:rsidP="00D0765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100DE">
              <w:rPr>
                <w:b/>
                <w:sz w:val="20"/>
              </w:rPr>
              <w:t>104,1</w:t>
            </w:r>
          </w:p>
        </w:tc>
      </w:tr>
    </w:tbl>
    <w:p w14:paraId="518656C2" w14:textId="1CF75A4E" w:rsidR="0031223F" w:rsidRDefault="0031223F" w:rsidP="00CD1429">
      <w:pPr>
        <w:pStyle w:val="ac"/>
        <w:spacing w:before="240" w:beforeAutospacing="0" w:after="0" w:afterAutospacing="0"/>
        <w:ind w:firstLine="709"/>
        <w:jc w:val="both"/>
        <w:rPr>
          <w:color w:val="000000"/>
        </w:rPr>
      </w:pPr>
      <w:r w:rsidRPr="008B1D12">
        <w:rPr>
          <w:color w:val="000000"/>
        </w:rPr>
        <w:t xml:space="preserve">Средние цены и тарифы на потребительские товары и услуги </w:t>
      </w:r>
      <w:r w:rsidRPr="00F34FAB">
        <w:rPr>
          <w:color w:val="000000"/>
        </w:rPr>
        <w:t xml:space="preserve">по Астраханской области </w:t>
      </w:r>
      <w:r w:rsidRPr="008B1D12">
        <w:rPr>
          <w:color w:val="000000"/>
        </w:rPr>
        <w:t>приведены в Приложении 2.</w:t>
      </w:r>
      <w:bookmarkStart w:id="204" w:name="_Toc401575668"/>
    </w:p>
    <w:p w14:paraId="0E516BC4" w14:textId="77777777" w:rsidR="005C0E1C" w:rsidRDefault="005C0E1C">
      <w:pPr>
        <w:jc w:val="left"/>
        <w:rPr>
          <w:b/>
          <w:szCs w:val="24"/>
        </w:rPr>
      </w:pPr>
      <w:bookmarkStart w:id="205" w:name="_Toc22292262"/>
      <w:bookmarkStart w:id="206" w:name="_Toc27990903"/>
      <w:bookmarkStart w:id="207" w:name="_Toc22292263"/>
      <w:bookmarkStart w:id="208" w:name="_Toc27990904"/>
      <w:bookmarkEnd w:id="204"/>
      <w:r>
        <w:rPr>
          <w:b/>
        </w:rPr>
        <w:br w:type="page"/>
      </w:r>
    </w:p>
    <w:p w14:paraId="29BB33FC" w14:textId="41351FC3" w:rsidR="004F595D" w:rsidRPr="00253420" w:rsidRDefault="00C20B55" w:rsidP="005C2C36">
      <w:pPr>
        <w:pStyle w:val="ac"/>
        <w:spacing w:before="360" w:beforeAutospacing="0" w:after="0" w:afterAutospacing="0"/>
        <w:ind w:firstLine="709"/>
        <w:jc w:val="both"/>
        <w:outlineLvl w:val="2"/>
        <w:rPr>
          <w:highlight w:val="yellow"/>
          <w:lang w:val="x-none" w:eastAsia="x-none"/>
        </w:rPr>
      </w:pPr>
      <w:bookmarkStart w:id="209" w:name="_Toc178757195"/>
      <w:r w:rsidRPr="00EF0C9B">
        <w:rPr>
          <w:b/>
        </w:rPr>
        <w:lastRenderedPageBreak/>
        <w:t xml:space="preserve">ЦЕНЫ ПРОИЗВОДИТЕЛЕЙ. </w:t>
      </w:r>
      <w:r w:rsidRPr="00B94731">
        <w:rPr>
          <w:bCs/>
        </w:rPr>
        <w:t xml:space="preserve">Индекс цен производителей промышленных товаров </w:t>
      </w:r>
      <w:bookmarkEnd w:id="205"/>
      <w:bookmarkEnd w:id="206"/>
      <w:r w:rsidR="0078227D" w:rsidRPr="00B94731">
        <w:rPr>
          <w:bCs/>
          <w:color w:val="000000"/>
          <w:lang w:val="x-none" w:eastAsia="x-none"/>
        </w:rPr>
        <w:t>в</w:t>
      </w:r>
      <w:r w:rsidR="0078227D" w:rsidRPr="00B94731">
        <w:rPr>
          <w:bCs/>
          <w:color w:val="000000"/>
          <w:lang w:eastAsia="x-none"/>
        </w:rPr>
        <w:t xml:space="preserve"> </w:t>
      </w:r>
      <w:r w:rsidR="00247E1B">
        <w:rPr>
          <w:bCs/>
          <w:color w:val="000000"/>
          <w:lang w:eastAsia="x-none"/>
        </w:rPr>
        <w:t>августе</w:t>
      </w:r>
      <w:r w:rsidR="0078227D" w:rsidRPr="00B94731">
        <w:rPr>
          <w:bCs/>
          <w:color w:val="000000"/>
          <w:lang w:val="x-none" w:eastAsia="x-none"/>
        </w:rPr>
        <w:t xml:space="preserve"> 202</w:t>
      </w:r>
      <w:r w:rsidR="0078227D" w:rsidRPr="00B94731">
        <w:rPr>
          <w:bCs/>
          <w:color w:val="000000"/>
          <w:lang w:eastAsia="x-none"/>
        </w:rPr>
        <w:t>4</w:t>
      </w:r>
      <w:r w:rsidR="0078227D" w:rsidRPr="00B94731">
        <w:rPr>
          <w:bCs/>
          <w:color w:val="000000"/>
          <w:lang w:val="x-none" w:eastAsia="x-none"/>
        </w:rPr>
        <w:t xml:space="preserve"> года относительно</w:t>
      </w:r>
      <w:r w:rsidR="0078227D" w:rsidRPr="00E545F5">
        <w:rPr>
          <w:color w:val="000000"/>
          <w:lang w:eastAsia="x-none"/>
        </w:rPr>
        <w:t xml:space="preserve"> </w:t>
      </w:r>
      <w:r w:rsidR="0078227D">
        <w:rPr>
          <w:color w:val="000000"/>
          <w:lang w:eastAsia="x-none"/>
        </w:rPr>
        <w:t>ию</w:t>
      </w:r>
      <w:r w:rsidR="00247E1B">
        <w:rPr>
          <w:color w:val="000000"/>
          <w:lang w:eastAsia="x-none"/>
        </w:rPr>
        <w:t>л</w:t>
      </w:r>
      <w:r w:rsidR="0078227D">
        <w:rPr>
          <w:color w:val="000000"/>
          <w:lang w:eastAsia="x-none"/>
        </w:rPr>
        <w:t>я</w:t>
      </w:r>
      <w:r w:rsidR="0078227D" w:rsidRPr="00E545F5">
        <w:rPr>
          <w:color w:val="000000"/>
          <w:lang w:val="x-none" w:eastAsia="x-none"/>
        </w:rPr>
        <w:t xml:space="preserve"> 202</w:t>
      </w:r>
      <w:r w:rsidR="006D748F" w:rsidRPr="006D748F">
        <w:rPr>
          <w:color w:val="000000"/>
          <w:lang w:eastAsia="x-none"/>
        </w:rPr>
        <w:t>4</w:t>
      </w:r>
      <w:r w:rsidR="0078227D" w:rsidRPr="00E545F5">
        <w:rPr>
          <w:color w:val="000000"/>
          <w:lang w:val="x-none" w:eastAsia="x-none"/>
        </w:rPr>
        <w:t xml:space="preserve"> года составил </w:t>
      </w:r>
      <w:r w:rsidR="0081247A">
        <w:rPr>
          <w:color w:val="000000"/>
        </w:rPr>
        <w:t>105,9</w:t>
      </w:r>
      <w:r w:rsidR="0078227D" w:rsidRPr="00E545F5">
        <w:rPr>
          <w:color w:val="000000"/>
          <w:lang w:val="x-none" w:eastAsia="x-none"/>
        </w:rPr>
        <w:t xml:space="preserve">%, </w:t>
      </w:r>
      <w:r w:rsidR="0078227D" w:rsidRPr="00E545F5">
        <w:rPr>
          <w:color w:val="000000"/>
          <w:lang w:val="x-none" w:eastAsia="x-none"/>
        </w:rPr>
        <w:br/>
        <w:t xml:space="preserve">из него в добыче полезных ископаемых – </w:t>
      </w:r>
      <w:r w:rsidR="0081247A">
        <w:rPr>
          <w:color w:val="000000"/>
        </w:rPr>
        <w:t>105,7</w:t>
      </w:r>
      <w:r w:rsidR="0078227D" w:rsidRPr="00E545F5">
        <w:rPr>
          <w:color w:val="000000"/>
          <w:lang w:val="x-none" w:eastAsia="x-none"/>
        </w:rPr>
        <w:t xml:space="preserve">%, обрабатывающих производствах – </w:t>
      </w:r>
      <w:r w:rsidR="0081247A">
        <w:rPr>
          <w:color w:val="000000"/>
        </w:rPr>
        <w:t>104,2</w:t>
      </w:r>
      <w:r w:rsidR="0078227D" w:rsidRPr="00E545F5">
        <w:rPr>
          <w:color w:val="000000"/>
          <w:lang w:val="x-none" w:eastAsia="x-none"/>
        </w:rPr>
        <w:t>%, обеспечении</w:t>
      </w:r>
      <w:r w:rsidR="0078227D" w:rsidRPr="00BD77DE">
        <w:rPr>
          <w:color w:val="000000"/>
          <w:lang w:val="x-none" w:eastAsia="x-none"/>
        </w:rPr>
        <w:t xml:space="preserve"> электрической энергией, газом и паром; кондиционировании воздуха – </w:t>
      </w:r>
      <w:r w:rsidR="0081247A">
        <w:rPr>
          <w:color w:val="000000"/>
        </w:rPr>
        <w:t>114,4</w:t>
      </w:r>
      <w:r w:rsidR="0078227D" w:rsidRPr="00BD77DE">
        <w:rPr>
          <w:color w:val="000000"/>
          <w:lang w:val="x-none" w:eastAsia="x-none"/>
        </w:rPr>
        <w:t xml:space="preserve">%, водоснабжении; водоотведении, организации сбора и утилизации отходов, деятельности по ликвидации загрязнений </w:t>
      </w:r>
      <w:r w:rsidR="0078227D" w:rsidRPr="003A796A">
        <w:rPr>
          <w:color w:val="000000"/>
          <w:lang w:val="x-none" w:eastAsia="x-none"/>
        </w:rPr>
        <w:t xml:space="preserve">– </w:t>
      </w:r>
      <w:r w:rsidR="003A796A" w:rsidRPr="003A796A">
        <w:rPr>
          <w:color w:val="000000"/>
        </w:rPr>
        <w:t>100</w:t>
      </w:r>
      <w:r w:rsidR="003A796A">
        <w:rPr>
          <w:color w:val="000000"/>
        </w:rPr>
        <w:t>,6</w:t>
      </w:r>
      <w:r w:rsidR="0078227D" w:rsidRPr="00BD77DE">
        <w:rPr>
          <w:color w:val="000000"/>
          <w:lang w:val="x-none" w:eastAsia="x-none"/>
        </w:rPr>
        <w:t>%</w:t>
      </w:r>
      <w:r w:rsidR="0078227D" w:rsidRPr="00BD77DE">
        <w:rPr>
          <w:color w:val="000000"/>
          <w:lang w:eastAsia="x-none"/>
        </w:rPr>
        <w:t>.</w:t>
      </w:r>
      <w:bookmarkEnd w:id="209"/>
    </w:p>
    <w:p w14:paraId="6BE02550" w14:textId="7E7A2EC7" w:rsidR="0078227D" w:rsidRPr="00BD77DE" w:rsidRDefault="0078227D" w:rsidP="0078227D">
      <w:pPr>
        <w:pStyle w:val="afff2"/>
        <w:spacing w:before="120" w:beforeAutospacing="0" w:after="0" w:afterAutospacing="0"/>
        <w:ind w:firstLine="709"/>
        <w:jc w:val="both"/>
        <w:rPr>
          <w:color w:val="000000"/>
          <w:lang w:eastAsia="x-none"/>
        </w:rPr>
      </w:pPr>
      <w:bookmarkStart w:id="210" w:name="_Toc369700778"/>
      <w:bookmarkStart w:id="211" w:name="_Toc388626363"/>
      <w:bookmarkStart w:id="212" w:name="_Toc401575669"/>
      <w:bookmarkStart w:id="213" w:name="_Toc493779779"/>
      <w:bookmarkEnd w:id="207"/>
      <w:bookmarkEnd w:id="208"/>
      <w:r w:rsidRPr="00BD77DE">
        <w:rPr>
          <w:color w:val="000000"/>
          <w:lang w:val="x-none" w:eastAsia="x-none"/>
        </w:rPr>
        <w:t xml:space="preserve">При этом индекс цен производителей на продукцию, предназначенную </w:t>
      </w:r>
      <w:r w:rsidRPr="00BD77DE">
        <w:rPr>
          <w:color w:val="000000"/>
          <w:lang w:val="x-none" w:eastAsia="x-none"/>
        </w:rPr>
        <w:br/>
        <w:t xml:space="preserve">для реализации на внутреннем рынке, составил </w:t>
      </w:r>
      <w:r w:rsidR="003A796A">
        <w:rPr>
          <w:color w:val="000000"/>
        </w:rPr>
        <w:t>103,9</w:t>
      </w:r>
      <w:r w:rsidRPr="00BD77DE">
        <w:rPr>
          <w:color w:val="000000"/>
          <w:lang w:val="x-none" w:eastAsia="x-none"/>
        </w:rPr>
        <w:t xml:space="preserve">%, для реализации на экспорт – </w:t>
      </w:r>
      <w:r w:rsidR="003A796A">
        <w:rPr>
          <w:color w:val="000000"/>
        </w:rPr>
        <w:t>107,6</w:t>
      </w:r>
      <w:r w:rsidRPr="00BD77DE">
        <w:rPr>
          <w:color w:val="000000"/>
          <w:lang w:val="x-none" w:eastAsia="x-none"/>
        </w:rPr>
        <w:t xml:space="preserve">% (в </w:t>
      </w:r>
      <w:r w:rsidR="00247E1B">
        <w:rPr>
          <w:color w:val="000000"/>
          <w:lang w:eastAsia="x-none"/>
        </w:rPr>
        <w:t>августе</w:t>
      </w:r>
      <w:r w:rsidRPr="00BD77DE">
        <w:rPr>
          <w:color w:val="000000"/>
          <w:lang w:val="x-none" w:eastAsia="x-none"/>
        </w:rPr>
        <w:t xml:space="preserve"> 20</w:t>
      </w:r>
      <w:r>
        <w:rPr>
          <w:color w:val="000000"/>
          <w:lang w:eastAsia="x-none"/>
        </w:rPr>
        <w:t>23</w:t>
      </w:r>
      <w:r w:rsidRPr="00BD77DE">
        <w:rPr>
          <w:color w:val="000000"/>
          <w:lang w:val="x-none" w:eastAsia="x-none"/>
        </w:rPr>
        <w:t xml:space="preserve"> года – </w:t>
      </w:r>
      <w:r w:rsidRPr="002B7514">
        <w:rPr>
          <w:color w:val="000000"/>
          <w:lang w:val="x-none" w:eastAsia="x-none"/>
        </w:rPr>
        <w:t xml:space="preserve">соответственно </w:t>
      </w:r>
      <w:r w:rsidR="003A796A">
        <w:rPr>
          <w:color w:val="000000"/>
        </w:rPr>
        <w:t>102,6</w:t>
      </w:r>
      <w:r w:rsidR="003A796A" w:rsidRPr="002B7514">
        <w:rPr>
          <w:color w:val="000000"/>
          <w:lang w:val="x-none" w:eastAsia="x-none"/>
        </w:rPr>
        <w:t xml:space="preserve"> и</w:t>
      </w:r>
      <w:r w:rsidR="003A796A">
        <w:rPr>
          <w:color w:val="000000"/>
          <w:lang w:eastAsia="x-none"/>
        </w:rPr>
        <w:t xml:space="preserve"> 115</w:t>
      </w:r>
      <w:r w:rsidR="003A796A" w:rsidRPr="002B7514">
        <w:rPr>
          <w:color w:val="000000"/>
        </w:rPr>
        <w:t>,</w:t>
      </w:r>
      <w:r w:rsidR="003A796A">
        <w:rPr>
          <w:color w:val="000000"/>
        </w:rPr>
        <w:t>2</w:t>
      </w:r>
      <w:r w:rsidRPr="002B7514">
        <w:rPr>
          <w:color w:val="000000"/>
          <w:lang w:val="x-none" w:eastAsia="x-none"/>
        </w:rPr>
        <w:t>%)</w:t>
      </w:r>
      <w:r w:rsidRPr="002B7514">
        <w:rPr>
          <w:color w:val="000000"/>
          <w:lang w:eastAsia="x-none"/>
        </w:rPr>
        <w:t>.</w:t>
      </w:r>
    </w:p>
    <w:p w14:paraId="00F0EF5F" w14:textId="1C7640A6" w:rsidR="0031223F" w:rsidRPr="00FA3667" w:rsidRDefault="0031223F" w:rsidP="0078227D">
      <w:pPr>
        <w:pStyle w:val="3"/>
        <w:spacing w:before="240" w:after="120"/>
        <w:ind w:right="0"/>
        <w:rPr>
          <w:vertAlign w:val="superscript"/>
        </w:rPr>
      </w:pPr>
      <w:bookmarkStart w:id="214" w:name="_Toc178757196"/>
      <w:r w:rsidRPr="00FA3667">
        <w:t xml:space="preserve">Индексы цен производителей промышленных </w:t>
      </w:r>
      <w:r w:rsidRPr="00865A80">
        <w:t>товаров</w:t>
      </w:r>
      <w:bookmarkEnd w:id="210"/>
      <w:bookmarkEnd w:id="211"/>
      <w:bookmarkEnd w:id="212"/>
      <w:r w:rsidR="00F7750A">
        <w:rPr>
          <w:vertAlign w:val="superscript"/>
        </w:rPr>
        <w:t>2</w:t>
      </w:r>
      <w:r w:rsidRPr="00865A80">
        <w:rPr>
          <w:vertAlign w:val="superscript"/>
        </w:rPr>
        <w:t>)</w:t>
      </w:r>
      <w:bookmarkEnd w:id="213"/>
      <w:bookmarkEnd w:id="214"/>
    </w:p>
    <w:p w14:paraId="361BC157" w14:textId="77777777" w:rsidR="0031223F" w:rsidRPr="00FA3667" w:rsidRDefault="0031223F" w:rsidP="0031223F">
      <w:pPr>
        <w:spacing w:after="60"/>
        <w:jc w:val="right"/>
        <w:rPr>
          <w:b/>
          <w:sz w:val="20"/>
        </w:rPr>
      </w:pPr>
      <w:r w:rsidRPr="00FA3667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DD362A" w14:paraId="64D51166" w14:textId="77777777" w:rsidTr="007A2433">
        <w:trPr>
          <w:trHeight w:val="283"/>
          <w:jc w:val="center"/>
        </w:trPr>
        <w:tc>
          <w:tcPr>
            <w:tcW w:w="1875" w:type="pct"/>
            <w:vMerge w:val="restart"/>
            <w:vAlign w:val="center"/>
          </w:tcPr>
          <w:p w14:paraId="61D4F86D" w14:textId="77777777" w:rsidR="007A2433" w:rsidRPr="00C072FF" w:rsidRDefault="007A2433" w:rsidP="007A2433">
            <w:pPr>
              <w:jc w:val="center"/>
              <w:rPr>
                <w:b/>
                <w:sz w:val="20"/>
              </w:rPr>
            </w:pPr>
            <w:bookmarkStart w:id="215" w:name="_Toc493779780"/>
            <w:bookmarkStart w:id="216" w:name="_Toc383169488"/>
            <w:bookmarkStart w:id="217" w:name="_Toc436052767"/>
          </w:p>
        </w:tc>
        <w:tc>
          <w:tcPr>
            <w:tcW w:w="625" w:type="pct"/>
            <w:vMerge w:val="restart"/>
            <w:vAlign w:val="center"/>
          </w:tcPr>
          <w:p w14:paraId="424B6063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2500" w:type="pct"/>
            <w:gridSpan w:val="4"/>
            <w:vAlign w:val="center"/>
          </w:tcPr>
          <w:p w14:paraId="60BD9A4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 том числе </w:t>
            </w:r>
            <w:r w:rsidRPr="00DD362A">
              <w:rPr>
                <w:b/>
                <w:sz w:val="20"/>
              </w:rPr>
              <w:br/>
              <w:t>по видам экономической деятельности:</w:t>
            </w:r>
          </w:p>
        </w:tc>
      </w:tr>
      <w:tr w:rsidR="007A2433" w:rsidRPr="00DD362A" w14:paraId="7A03B0AC" w14:textId="77777777" w:rsidTr="007A2433">
        <w:trPr>
          <w:trHeight w:val="227"/>
          <w:jc w:val="center"/>
        </w:trPr>
        <w:tc>
          <w:tcPr>
            <w:tcW w:w="1875" w:type="pct"/>
            <w:vMerge/>
            <w:vAlign w:val="center"/>
          </w:tcPr>
          <w:p w14:paraId="5D09744F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vAlign w:val="center"/>
          </w:tcPr>
          <w:p w14:paraId="4EBFD703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14:paraId="30A85F8A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 xml:space="preserve">добыча полезных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иско-паемых</w:t>
            </w:r>
            <w:proofErr w:type="spellEnd"/>
            <w:proofErr w:type="gramEnd"/>
          </w:p>
        </w:tc>
        <w:tc>
          <w:tcPr>
            <w:tcW w:w="625" w:type="pct"/>
            <w:vAlign w:val="center"/>
          </w:tcPr>
          <w:p w14:paraId="4665F59E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обрабаты-вающие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произ-водства</w:t>
            </w:r>
            <w:proofErr w:type="spellEnd"/>
          </w:p>
        </w:tc>
        <w:tc>
          <w:tcPr>
            <w:tcW w:w="625" w:type="pct"/>
            <w:vAlign w:val="center"/>
          </w:tcPr>
          <w:p w14:paraId="508C88FC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обеспече-ние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элект-рической</w:t>
            </w:r>
            <w:proofErr w:type="spellEnd"/>
            <w:r w:rsidRPr="00DD362A">
              <w:rPr>
                <w:b/>
                <w:sz w:val="20"/>
              </w:rPr>
              <w:t xml:space="preserve"> энергией, газом и па-ром; кон-</w:t>
            </w:r>
            <w:proofErr w:type="spellStart"/>
            <w:r w:rsidRPr="00DD362A">
              <w:rPr>
                <w:b/>
                <w:sz w:val="20"/>
              </w:rPr>
              <w:t>дициони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рование</w:t>
            </w:r>
            <w:proofErr w:type="spellEnd"/>
            <w:r w:rsidRPr="00DD362A">
              <w:rPr>
                <w:b/>
                <w:sz w:val="20"/>
              </w:rPr>
              <w:t xml:space="preserve"> воздуха</w:t>
            </w:r>
          </w:p>
        </w:tc>
        <w:tc>
          <w:tcPr>
            <w:tcW w:w="625" w:type="pct"/>
          </w:tcPr>
          <w:p w14:paraId="3A701C8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водоснаб-жение</w:t>
            </w:r>
            <w:proofErr w:type="spellEnd"/>
            <w:proofErr w:type="gramEnd"/>
            <w:r w:rsidRPr="00DD362A">
              <w:rPr>
                <w:b/>
                <w:sz w:val="20"/>
              </w:rPr>
              <w:t>; во-</w:t>
            </w:r>
            <w:proofErr w:type="spellStart"/>
            <w:r w:rsidRPr="00DD362A">
              <w:rPr>
                <w:b/>
                <w:sz w:val="20"/>
              </w:rPr>
              <w:t>дотведение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организа-ция</w:t>
            </w:r>
            <w:proofErr w:type="spellEnd"/>
            <w:r w:rsidRPr="00DD362A">
              <w:rPr>
                <w:b/>
                <w:sz w:val="20"/>
              </w:rPr>
              <w:t xml:space="preserve"> сбора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r w:rsidRPr="00DD362A">
              <w:rPr>
                <w:b/>
                <w:sz w:val="20"/>
              </w:rPr>
              <w:t>утилиза-ции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отхо-дов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дея</w:t>
            </w:r>
            <w:proofErr w:type="spellEnd"/>
            <w:r w:rsidRPr="00DD362A">
              <w:rPr>
                <w:b/>
                <w:sz w:val="20"/>
              </w:rPr>
              <w:t>-тельность</w:t>
            </w:r>
            <w:r w:rsidRPr="00DD362A">
              <w:rPr>
                <w:b/>
                <w:sz w:val="20"/>
              </w:rPr>
              <w:br/>
              <w:t xml:space="preserve">по </w:t>
            </w:r>
            <w:proofErr w:type="spellStart"/>
            <w:r w:rsidRPr="00DD362A">
              <w:rPr>
                <w:b/>
                <w:sz w:val="20"/>
              </w:rPr>
              <w:t>ликви-дации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заг-рязнений</w:t>
            </w:r>
            <w:proofErr w:type="spellEnd"/>
          </w:p>
        </w:tc>
      </w:tr>
      <w:tr w:rsidR="007A2433" w:rsidRPr="00DD362A" w14:paraId="0E487D57" w14:textId="77777777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7A9DAED1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03ABE23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0DFD3E5D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14:paraId="474E1B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89,9</w:t>
            </w:r>
          </w:p>
        </w:tc>
        <w:tc>
          <w:tcPr>
            <w:tcW w:w="625" w:type="pct"/>
            <w:vAlign w:val="bottom"/>
          </w:tcPr>
          <w:p w14:paraId="1A7DF8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86,8</w:t>
            </w:r>
          </w:p>
        </w:tc>
        <w:tc>
          <w:tcPr>
            <w:tcW w:w="625" w:type="pct"/>
            <w:vAlign w:val="bottom"/>
          </w:tcPr>
          <w:p w14:paraId="6DC3E3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92,8</w:t>
            </w:r>
          </w:p>
        </w:tc>
        <w:tc>
          <w:tcPr>
            <w:tcW w:w="625" w:type="pct"/>
            <w:vAlign w:val="bottom"/>
          </w:tcPr>
          <w:p w14:paraId="0F036C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625" w:type="pct"/>
            <w:vAlign w:val="bottom"/>
          </w:tcPr>
          <w:p w14:paraId="116250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71C30A45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4120D1A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14:paraId="738D965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80,9</w:t>
            </w:r>
          </w:p>
        </w:tc>
        <w:tc>
          <w:tcPr>
            <w:tcW w:w="625" w:type="pct"/>
            <w:vAlign w:val="bottom"/>
          </w:tcPr>
          <w:p w14:paraId="19CD065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74,1</w:t>
            </w:r>
          </w:p>
        </w:tc>
        <w:tc>
          <w:tcPr>
            <w:tcW w:w="625" w:type="pct"/>
            <w:vAlign w:val="bottom"/>
          </w:tcPr>
          <w:p w14:paraId="6978C16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14:paraId="58A11E3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vAlign w:val="bottom"/>
          </w:tcPr>
          <w:p w14:paraId="3810A62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2B998F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6DECAE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14:paraId="2E1DB38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103,9</w:t>
            </w:r>
          </w:p>
        </w:tc>
        <w:tc>
          <w:tcPr>
            <w:tcW w:w="625" w:type="pct"/>
            <w:vAlign w:val="bottom"/>
          </w:tcPr>
          <w:p w14:paraId="447D97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vAlign w:val="bottom"/>
          </w:tcPr>
          <w:p w14:paraId="2121C9C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vAlign w:val="bottom"/>
          </w:tcPr>
          <w:p w14:paraId="28468D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vAlign w:val="bottom"/>
          </w:tcPr>
          <w:p w14:paraId="35A554F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4CDBAC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52D3024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719C9F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75,6</w:t>
            </w:r>
          </w:p>
        </w:tc>
        <w:tc>
          <w:tcPr>
            <w:tcW w:w="625" w:type="pct"/>
            <w:vAlign w:val="bottom"/>
          </w:tcPr>
          <w:p w14:paraId="20A7B94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67,4</w:t>
            </w:r>
          </w:p>
        </w:tc>
        <w:tc>
          <w:tcPr>
            <w:tcW w:w="625" w:type="pct"/>
            <w:vAlign w:val="bottom"/>
          </w:tcPr>
          <w:p w14:paraId="5D7C6AA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94,7</w:t>
            </w:r>
          </w:p>
        </w:tc>
        <w:tc>
          <w:tcPr>
            <w:tcW w:w="625" w:type="pct"/>
            <w:vAlign w:val="bottom"/>
          </w:tcPr>
          <w:p w14:paraId="091484E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111,8</w:t>
            </w:r>
          </w:p>
        </w:tc>
        <w:tc>
          <w:tcPr>
            <w:tcW w:w="625" w:type="pct"/>
            <w:vAlign w:val="bottom"/>
          </w:tcPr>
          <w:p w14:paraId="733B4B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152FB4A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23828536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14:paraId="613D2F3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14:paraId="0348956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118,1</w:t>
            </w:r>
          </w:p>
        </w:tc>
        <w:tc>
          <w:tcPr>
            <w:tcW w:w="625" w:type="pct"/>
            <w:vAlign w:val="bottom"/>
          </w:tcPr>
          <w:p w14:paraId="1298CDD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14:paraId="0B1D6B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625" w:type="pct"/>
            <w:vAlign w:val="bottom"/>
          </w:tcPr>
          <w:p w14:paraId="02BC846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ACE674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32AA69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14:paraId="4CC0680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122,7</w:t>
            </w:r>
          </w:p>
        </w:tc>
        <w:tc>
          <w:tcPr>
            <w:tcW w:w="625" w:type="pct"/>
            <w:vAlign w:val="bottom"/>
          </w:tcPr>
          <w:p w14:paraId="0C6354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130,3</w:t>
            </w:r>
          </w:p>
        </w:tc>
        <w:tc>
          <w:tcPr>
            <w:tcW w:w="625" w:type="pct"/>
            <w:vAlign w:val="bottom"/>
          </w:tcPr>
          <w:p w14:paraId="59AF325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109,9</w:t>
            </w:r>
          </w:p>
        </w:tc>
        <w:tc>
          <w:tcPr>
            <w:tcW w:w="625" w:type="pct"/>
            <w:vAlign w:val="bottom"/>
          </w:tcPr>
          <w:p w14:paraId="312ADEE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  <w:tc>
          <w:tcPr>
            <w:tcW w:w="625" w:type="pct"/>
            <w:vAlign w:val="bottom"/>
          </w:tcPr>
          <w:p w14:paraId="54B6906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06033EE9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B5D00E8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14:paraId="19F8B6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vAlign w:val="bottom"/>
          </w:tcPr>
          <w:p w14:paraId="7585B28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625" w:type="pct"/>
            <w:vAlign w:val="bottom"/>
          </w:tcPr>
          <w:p w14:paraId="251E425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vAlign w:val="bottom"/>
          </w:tcPr>
          <w:p w14:paraId="14E44C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14:paraId="1562AF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E200FCD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5912C23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6D571D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145,8</w:t>
            </w:r>
          </w:p>
        </w:tc>
        <w:tc>
          <w:tcPr>
            <w:tcW w:w="625" w:type="pct"/>
            <w:vAlign w:val="bottom"/>
          </w:tcPr>
          <w:p w14:paraId="42040E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163,3</w:t>
            </w:r>
          </w:p>
        </w:tc>
        <w:tc>
          <w:tcPr>
            <w:tcW w:w="625" w:type="pct"/>
            <w:vAlign w:val="bottom"/>
          </w:tcPr>
          <w:p w14:paraId="30ADADE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119,1</w:t>
            </w:r>
          </w:p>
        </w:tc>
        <w:tc>
          <w:tcPr>
            <w:tcW w:w="625" w:type="pct"/>
            <w:vAlign w:val="bottom"/>
          </w:tcPr>
          <w:p w14:paraId="11F5497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0A1120B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067794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3F0AFBB9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14:paraId="2367B0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14:paraId="5BE2D6A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14:paraId="2852BC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110,9</w:t>
            </w:r>
          </w:p>
        </w:tc>
        <w:tc>
          <w:tcPr>
            <w:tcW w:w="625" w:type="pct"/>
            <w:vAlign w:val="bottom"/>
          </w:tcPr>
          <w:p w14:paraId="090B25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vAlign w:val="bottom"/>
          </w:tcPr>
          <w:p w14:paraId="0BB52C0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A8F6893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A4D6CF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14:paraId="3AD1B59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110,6</w:t>
            </w:r>
          </w:p>
        </w:tc>
        <w:tc>
          <w:tcPr>
            <w:tcW w:w="625" w:type="pct"/>
            <w:vAlign w:val="bottom"/>
          </w:tcPr>
          <w:p w14:paraId="1A312F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  <w:tc>
          <w:tcPr>
            <w:tcW w:w="625" w:type="pct"/>
            <w:vAlign w:val="bottom"/>
          </w:tcPr>
          <w:p w14:paraId="6C06E7D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625" w:type="pct"/>
            <w:vAlign w:val="bottom"/>
          </w:tcPr>
          <w:p w14:paraId="5FF9DF4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14:paraId="0FF87AE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937F0D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AABB0E1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14:paraId="27ADB40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625" w:type="pct"/>
            <w:vAlign w:val="bottom"/>
          </w:tcPr>
          <w:p w14:paraId="4DDF656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111,5</w:t>
            </w:r>
          </w:p>
        </w:tc>
        <w:tc>
          <w:tcPr>
            <w:tcW w:w="625" w:type="pct"/>
            <w:vAlign w:val="bottom"/>
          </w:tcPr>
          <w:p w14:paraId="0E41EE7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106,4</w:t>
            </w:r>
          </w:p>
        </w:tc>
        <w:tc>
          <w:tcPr>
            <w:tcW w:w="625" w:type="pct"/>
            <w:vAlign w:val="bottom"/>
          </w:tcPr>
          <w:p w14:paraId="12673BF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14:paraId="1D73D3D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857262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87E17A6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785E13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132,2</w:t>
            </w:r>
          </w:p>
        </w:tc>
        <w:tc>
          <w:tcPr>
            <w:tcW w:w="625" w:type="pct"/>
            <w:vAlign w:val="bottom"/>
          </w:tcPr>
          <w:p w14:paraId="4C30002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137,3</w:t>
            </w:r>
          </w:p>
        </w:tc>
        <w:tc>
          <w:tcPr>
            <w:tcW w:w="625" w:type="pct"/>
            <w:vAlign w:val="bottom"/>
          </w:tcPr>
          <w:p w14:paraId="6883D9D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124,7</w:t>
            </w:r>
          </w:p>
        </w:tc>
        <w:tc>
          <w:tcPr>
            <w:tcW w:w="625" w:type="pct"/>
            <w:vAlign w:val="bottom"/>
          </w:tcPr>
          <w:p w14:paraId="254849D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625" w:type="pct"/>
            <w:vAlign w:val="bottom"/>
          </w:tcPr>
          <w:p w14:paraId="6144D2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446D7E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325FD520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14:paraId="21800B7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109,4</w:t>
            </w:r>
          </w:p>
        </w:tc>
        <w:tc>
          <w:tcPr>
            <w:tcW w:w="625" w:type="pct"/>
            <w:vAlign w:val="bottom"/>
          </w:tcPr>
          <w:p w14:paraId="48456C3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111,2</w:t>
            </w:r>
          </w:p>
        </w:tc>
        <w:tc>
          <w:tcPr>
            <w:tcW w:w="625" w:type="pct"/>
            <w:vAlign w:val="bottom"/>
          </w:tcPr>
          <w:p w14:paraId="2A5631F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106,3</w:t>
            </w:r>
          </w:p>
        </w:tc>
        <w:tc>
          <w:tcPr>
            <w:tcW w:w="625" w:type="pct"/>
            <w:vAlign w:val="bottom"/>
          </w:tcPr>
          <w:p w14:paraId="47C8518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96,2</w:t>
            </w:r>
          </w:p>
        </w:tc>
        <w:tc>
          <w:tcPr>
            <w:tcW w:w="625" w:type="pct"/>
            <w:vAlign w:val="bottom"/>
          </w:tcPr>
          <w:p w14:paraId="6AEBD4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525A599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D5A44A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vAlign w:val="bottom"/>
          </w:tcPr>
          <w:p w14:paraId="0B0C8FF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93,1</w:t>
            </w:r>
          </w:p>
        </w:tc>
        <w:tc>
          <w:tcPr>
            <w:tcW w:w="625" w:type="pct"/>
            <w:vAlign w:val="bottom"/>
          </w:tcPr>
          <w:p w14:paraId="7BFBAB7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91,0</w:t>
            </w:r>
          </w:p>
        </w:tc>
        <w:tc>
          <w:tcPr>
            <w:tcW w:w="625" w:type="pct"/>
            <w:vAlign w:val="bottom"/>
          </w:tcPr>
          <w:p w14:paraId="00EE62B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14:paraId="544E59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101,5</w:t>
            </w:r>
          </w:p>
        </w:tc>
        <w:tc>
          <w:tcPr>
            <w:tcW w:w="625" w:type="pct"/>
            <w:vAlign w:val="bottom"/>
          </w:tcPr>
          <w:p w14:paraId="5CD429F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A3D81C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F2C01E5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vAlign w:val="bottom"/>
          </w:tcPr>
          <w:p w14:paraId="06519AB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76,5</w:t>
            </w:r>
          </w:p>
        </w:tc>
        <w:tc>
          <w:tcPr>
            <w:tcW w:w="625" w:type="pct"/>
            <w:vAlign w:val="bottom"/>
          </w:tcPr>
          <w:p w14:paraId="03A82C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70,8</w:t>
            </w:r>
          </w:p>
        </w:tc>
        <w:tc>
          <w:tcPr>
            <w:tcW w:w="625" w:type="pct"/>
            <w:vAlign w:val="bottom"/>
          </w:tcPr>
          <w:p w14:paraId="65BB41E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96,5</w:t>
            </w:r>
          </w:p>
        </w:tc>
        <w:tc>
          <w:tcPr>
            <w:tcW w:w="625" w:type="pct"/>
            <w:vAlign w:val="bottom"/>
          </w:tcPr>
          <w:p w14:paraId="5BDD26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4E11101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31638C8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BA6B77C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vAlign w:val="bottom"/>
          </w:tcPr>
          <w:p w14:paraId="55DA001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78,0</w:t>
            </w:r>
          </w:p>
        </w:tc>
        <w:tc>
          <w:tcPr>
            <w:tcW w:w="625" w:type="pct"/>
            <w:vAlign w:val="bottom"/>
          </w:tcPr>
          <w:p w14:paraId="274154D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71,7</w:t>
            </w:r>
          </w:p>
        </w:tc>
        <w:tc>
          <w:tcPr>
            <w:tcW w:w="625" w:type="pct"/>
            <w:vAlign w:val="bottom"/>
          </w:tcPr>
          <w:p w14:paraId="106136B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104,1</w:t>
            </w:r>
          </w:p>
        </w:tc>
        <w:tc>
          <w:tcPr>
            <w:tcW w:w="625" w:type="pct"/>
            <w:vAlign w:val="bottom"/>
          </w:tcPr>
          <w:p w14:paraId="7C7DE10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95,1</w:t>
            </w:r>
          </w:p>
        </w:tc>
        <w:tc>
          <w:tcPr>
            <w:tcW w:w="625" w:type="pct"/>
            <w:vAlign w:val="bottom"/>
          </w:tcPr>
          <w:p w14:paraId="042F9B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FCB0CF1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3135D01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vAlign w:val="bottom"/>
          </w:tcPr>
          <w:p w14:paraId="28E3C52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14:paraId="450F68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108,4</w:t>
            </w:r>
          </w:p>
        </w:tc>
        <w:tc>
          <w:tcPr>
            <w:tcW w:w="625" w:type="pct"/>
            <w:vAlign w:val="bottom"/>
          </w:tcPr>
          <w:p w14:paraId="7B2A949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146,5</w:t>
            </w:r>
          </w:p>
        </w:tc>
        <w:tc>
          <w:tcPr>
            <w:tcW w:w="625" w:type="pct"/>
            <w:vAlign w:val="bottom"/>
          </w:tcPr>
          <w:p w14:paraId="2B93DE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14:paraId="62D2106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1F00E13B" w14:textId="77777777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1BBC39C4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14:paraId="60C2463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FCD63C7" w14:textId="77777777" w:rsidR="003A796A" w:rsidRPr="00DD362A" w:rsidRDefault="003A796A" w:rsidP="003A796A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14:paraId="0579D736" w14:textId="59E55CBB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93,5</w:t>
            </w:r>
          </w:p>
        </w:tc>
        <w:tc>
          <w:tcPr>
            <w:tcW w:w="625" w:type="pct"/>
            <w:vAlign w:val="bottom"/>
          </w:tcPr>
          <w:p w14:paraId="2E41E74B" w14:textId="1C350D8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93,3</w:t>
            </w:r>
          </w:p>
        </w:tc>
        <w:tc>
          <w:tcPr>
            <w:tcW w:w="625" w:type="pct"/>
            <w:vAlign w:val="bottom"/>
          </w:tcPr>
          <w:p w14:paraId="3152F653" w14:textId="61C4704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91,1</w:t>
            </w:r>
          </w:p>
        </w:tc>
        <w:tc>
          <w:tcPr>
            <w:tcW w:w="625" w:type="pct"/>
            <w:vAlign w:val="bottom"/>
          </w:tcPr>
          <w:p w14:paraId="56C08BF8" w14:textId="44A9A541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vAlign w:val="bottom"/>
          </w:tcPr>
          <w:p w14:paraId="33C67D50" w14:textId="0F815EA9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100,0</w:t>
            </w:r>
          </w:p>
        </w:tc>
      </w:tr>
      <w:tr w:rsidR="003A796A" w:rsidRPr="00DD362A" w14:paraId="4F3C71F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180BC7BB" w14:textId="77777777" w:rsidR="003A796A" w:rsidRPr="00DD362A" w:rsidRDefault="003A796A" w:rsidP="003A796A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14:paraId="16FA0310" w14:textId="6FE0A167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119,5</w:t>
            </w:r>
          </w:p>
        </w:tc>
        <w:tc>
          <w:tcPr>
            <w:tcW w:w="625" w:type="pct"/>
            <w:vAlign w:val="bottom"/>
          </w:tcPr>
          <w:p w14:paraId="10544426" w14:textId="78347844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124,9</w:t>
            </w:r>
          </w:p>
        </w:tc>
        <w:tc>
          <w:tcPr>
            <w:tcW w:w="625" w:type="pct"/>
            <w:vAlign w:val="bottom"/>
          </w:tcPr>
          <w:p w14:paraId="0BC71649" w14:textId="09F6591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14:paraId="6FAEB600" w14:textId="475973D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vAlign w:val="bottom"/>
          </w:tcPr>
          <w:p w14:paraId="1C8902C8" w14:textId="6AE433DF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5415C60B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ED2397" w14:textId="77777777" w:rsidR="003A796A" w:rsidRPr="00DD362A" w:rsidRDefault="003A796A" w:rsidP="003A796A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14:paraId="107B324C" w14:textId="52BB18E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vAlign w:val="bottom"/>
          </w:tcPr>
          <w:p w14:paraId="61454A4D" w14:textId="7CA2F3DF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14:paraId="3A404AC2" w14:textId="553CF8F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14:paraId="4F80C5B3" w14:textId="470AF9C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vAlign w:val="bottom"/>
          </w:tcPr>
          <w:p w14:paraId="1A2D39F9" w14:textId="7DD3BEB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054D9FC3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5B83DD" w14:textId="77777777" w:rsidR="003A796A" w:rsidRPr="00DD362A" w:rsidRDefault="003A796A" w:rsidP="003A796A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6BDE9664" w14:textId="6A4A929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111,4</w:t>
            </w:r>
          </w:p>
        </w:tc>
        <w:tc>
          <w:tcPr>
            <w:tcW w:w="625" w:type="pct"/>
            <w:vAlign w:val="bottom"/>
          </w:tcPr>
          <w:p w14:paraId="553C63C0" w14:textId="4A10B22E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115,1</w:t>
            </w:r>
          </w:p>
        </w:tc>
        <w:tc>
          <w:tcPr>
            <w:tcW w:w="625" w:type="pct"/>
            <w:vAlign w:val="bottom"/>
          </w:tcPr>
          <w:p w14:paraId="08CBAC79" w14:textId="2AC7FB3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14:paraId="08A44AC5" w14:textId="0BF00FE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14:paraId="21D50C82" w14:textId="52D4A3D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4951C96F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0DF6A8BA" w14:textId="77777777" w:rsidR="003A796A" w:rsidRPr="00DD362A" w:rsidRDefault="003A796A" w:rsidP="003A796A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14:paraId="4AB3937A" w14:textId="30F3050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662D9A17" w14:textId="24EE76ED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vAlign w:val="bottom"/>
          </w:tcPr>
          <w:p w14:paraId="7E7D5E56" w14:textId="3A8575F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14:paraId="2A98FE5B" w14:textId="7D6A45B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4A62BF4D" w14:textId="4743DF9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152450C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1A986B5" w14:textId="77777777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14:paraId="3FA1B05C" w14:textId="1F1EBC9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38F794C3" w14:textId="0D90361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vAlign w:val="bottom"/>
          </w:tcPr>
          <w:p w14:paraId="0D12C06E" w14:textId="3B283081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625" w:type="pct"/>
            <w:vAlign w:val="bottom"/>
          </w:tcPr>
          <w:p w14:paraId="236CE94B" w14:textId="288249E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99,2</w:t>
            </w:r>
          </w:p>
        </w:tc>
        <w:tc>
          <w:tcPr>
            <w:tcW w:w="625" w:type="pct"/>
            <w:vAlign w:val="bottom"/>
          </w:tcPr>
          <w:p w14:paraId="243EB7F7" w14:textId="6E89CE2F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9967DA" w14:paraId="79E23F74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2D3BB82A" w14:textId="672CE789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14:paraId="6714DCE0" w14:textId="2005E3B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625" w:type="pct"/>
            <w:vAlign w:val="bottom"/>
          </w:tcPr>
          <w:p w14:paraId="266A715E" w14:textId="1F4876D4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93,0</w:t>
            </w:r>
          </w:p>
        </w:tc>
        <w:tc>
          <w:tcPr>
            <w:tcW w:w="625" w:type="pct"/>
            <w:vAlign w:val="bottom"/>
          </w:tcPr>
          <w:p w14:paraId="5C8BDD84" w14:textId="301F2EA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105,0</w:t>
            </w:r>
          </w:p>
        </w:tc>
        <w:tc>
          <w:tcPr>
            <w:tcW w:w="625" w:type="pct"/>
            <w:vAlign w:val="bottom"/>
          </w:tcPr>
          <w:p w14:paraId="7CBDFDE5" w14:textId="3CDAA29B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14:paraId="1FC23E71" w14:textId="610FDD7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9967DA" w14:paraId="4AE9B33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EA396F0" w14:textId="4356D47F" w:rsidR="003A796A" w:rsidRDefault="003A796A" w:rsidP="003A796A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 xml:space="preserve">II </w:t>
            </w:r>
            <w:r w:rsidRPr="00285840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44E26415" w14:textId="705FDC0E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96,1</w:t>
            </w:r>
          </w:p>
        </w:tc>
        <w:tc>
          <w:tcPr>
            <w:tcW w:w="625" w:type="pct"/>
            <w:vAlign w:val="bottom"/>
          </w:tcPr>
          <w:p w14:paraId="3C264CE0" w14:textId="4EFA3C1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625" w:type="pct"/>
            <w:vAlign w:val="bottom"/>
          </w:tcPr>
          <w:p w14:paraId="245FFFA6" w14:textId="58677FE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625" w:type="pct"/>
            <w:vAlign w:val="bottom"/>
          </w:tcPr>
          <w:p w14:paraId="11DF47B8" w14:textId="20AC4A5E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625" w:type="pct"/>
            <w:vAlign w:val="bottom"/>
          </w:tcPr>
          <w:p w14:paraId="3DCF0B1A" w14:textId="7DD7683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9967DA" w14:paraId="3E8D2E6B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6357C63" w14:textId="488A6CBE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14:paraId="0CF1CE77" w14:textId="7A7CD9D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14:paraId="338A5F4F" w14:textId="0130FC27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96,4</w:t>
            </w:r>
          </w:p>
        </w:tc>
        <w:tc>
          <w:tcPr>
            <w:tcW w:w="625" w:type="pct"/>
            <w:vAlign w:val="bottom"/>
          </w:tcPr>
          <w:p w14:paraId="5E771664" w14:textId="4FFFFB5D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vAlign w:val="bottom"/>
          </w:tcPr>
          <w:p w14:paraId="19A2D91D" w14:textId="7EAAA7A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625" w:type="pct"/>
            <w:vAlign w:val="bottom"/>
          </w:tcPr>
          <w:p w14:paraId="176FFEC3" w14:textId="451FB0B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111,1</w:t>
            </w:r>
          </w:p>
        </w:tc>
      </w:tr>
      <w:tr w:rsidR="003A796A" w:rsidRPr="009967DA" w14:paraId="0210DFE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1C8EB512" w14:textId="1176CA89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14:paraId="29C5407E" w14:textId="6BCB4C3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625" w:type="pct"/>
            <w:vAlign w:val="bottom"/>
          </w:tcPr>
          <w:p w14:paraId="0F47EA28" w14:textId="713713B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625" w:type="pct"/>
            <w:vAlign w:val="bottom"/>
          </w:tcPr>
          <w:p w14:paraId="54EEC5D7" w14:textId="68FB857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5" w:type="pct"/>
            <w:vAlign w:val="bottom"/>
          </w:tcPr>
          <w:p w14:paraId="6728A39E" w14:textId="143C963B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114,4</w:t>
            </w:r>
          </w:p>
        </w:tc>
        <w:tc>
          <w:tcPr>
            <w:tcW w:w="625" w:type="pct"/>
            <w:vAlign w:val="bottom"/>
          </w:tcPr>
          <w:p w14:paraId="1D19CE6D" w14:textId="735C010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</w:tr>
      <w:tr w:rsidR="003A796A" w:rsidRPr="009967DA" w14:paraId="69355880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F4C11FB" w14:textId="1544947B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 2024 к декабрю 2023</w:t>
            </w:r>
          </w:p>
        </w:tc>
        <w:tc>
          <w:tcPr>
            <w:tcW w:w="625" w:type="pct"/>
            <w:vAlign w:val="bottom"/>
          </w:tcPr>
          <w:p w14:paraId="045ABF4D" w14:textId="2BA0D1E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625" w:type="pct"/>
            <w:vAlign w:val="bottom"/>
          </w:tcPr>
          <w:p w14:paraId="28699CC7" w14:textId="53A1225F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110,0</w:t>
            </w:r>
          </w:p>
        </w:tc>
        <w:tc>
          <w:tcPr>
            <w:tcW w:w="625" w:type="pct"/>
            <w:vAlign w:val="bottom"/>
          </w:tcPr>
          <w:p w14:paraId="76B053C8" w14:textId="67B06ABB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113,1</w:t>
            </w:r>
          </w:p>
        </w:tc>
        <w:tc>
          <w:tcPr>
            <w:tcW w:w="625" w:type="pct"/>
            <w:vAlign w:val="bottom"/>
          </w:tcPr>
          <w:p w14:paraId="658B2986" w14:textId="75FB681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119,3</w:t>
            </w:r>
          </w:p>
        </w:tc>
        <w:tc>
          <w:tcPr>
            <w:tcW w:w="625" w:type="pct"/>
            <w:vAlign w:val="bottom"/>
          </w:tcPr>
          <w:p w14:paraId="26C4DBEA" w14:textId="48D42FBD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111,8</w:t>
            </w:r>
          </w:p>
        </w:tc>
      </w:tr>
    </w:tbl>
    <w:p w14:paraId="77A92D23" w14:textId="74F46C35" w:rsidR="00BE4283" w:rsidRDefault="00F7750A" w:rsidP="00BE4283">
      <w:pPr>
        <w:spacing w:before="120"/>
        <w:ind w:left="340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BE4283" w:rsidRPr="00865A80">
        <w:rPr>
          <w:sz w:val="18"/>
          <w:szCs w:val="18"/>
          <w:vertAlign w:val="superscript"/>
        </w:rPr>
        <w:t>)</w:t>
      </w:r>
      <w:r w:rsidR="00BE4283" w:rsidRPr="00924FB7">
        <w:rPr>
          <w:iCs/>
          <w:sz w:val="18"/>
          <w:szCs w:val="18"/>
        </w:rPr>
        <w:t>промышленные товары, предназначенные для реализации на внутреннем рынке и на экспорт</w:t>
      </w:r>
      <w:r w:rsidR="00BE4283">
        <w:rPr>
          <w:iCs/>
          <w:sz w:val="18"/>
          <w:szCs w:val="18"/>
        </w:rPr>
        <w:t xml:space="preserve"> </w:t>
      </w:r>
    </w:p>
    <w:p w14:paraId="30359C6A" w14:textId="77777777" w:rsidR="0031223F" w:rsidRPr="00FB7D5D" w:rsidRDefault="0031223F" w:rsidP="001143E0">
      <w:pPr>
        <w:pStyle w:val="3"/>
        <w:spacing w:before="360" w:after="240"/>
        <w:ind w:right="0"/>
        <w:rPr>
          <w:szCs w:val="24"/>
        </w:rPr>
      </w:pPr>
      <w:bookmarkStart w:id="218" w:name="_Toc178757197"/>
      <w:r w:rsidRPr="00FB7D5D">
        <w:rPr>
          <w:szCs w:val="24"/>
        </w:rPr>
        <w:lastRenderedPageBreak/>
        <w:t>Индексы цен производителей</w:t>
      </w:r>
      <w:r w:rsidR="005725D6">
        <w:rPr>
          <w:szCs w:val="24"/>
        </w:rPr>
        <w:t xml:space="preserve"> </w:t>
      </w:r>
      <w:r w:rsidR="002459C6">
        <w:rPr>
          <w:szCs w:val="24"/>
        </w:rPr>
        <w:br/>
      </w:r>
      <w:r w:rsidRPr="00FB7D5D">
        <w:rPr>
          <w:szCs w:val="24"/>
        </w:rPr>
        <w:t>по отдельным видам экономической деятельности</w:t>
      </w:r>
      <w:bookmarkEnd w:id="215"/>
      <w:bookmarkEnd w:id="218"/>
    </w:p>
    <w:p w14:paraId="13BE5C5D" w14:textId="77777777" w:rsidR="0031223F" w:rsidRPr="00750A7C" w:rsidRDefault="0031223F" w:rsidP="00750A7C">
      <w:pPr>
        <w:spacing w:after="60"/>
        <w:jc w:val="right"/>
        <w:rPr>
          <w:b/>
          <w:sz w:val="20"/>
        </w:rPr>
      </w:pPr>
      <w:r w:rsidRPr="00750A7C">
        <w:rPr>
          <w:b/>
          <w:sz w:val="20"/>
        </w:rPr>
        <w:t>на конец периода; в процентах</w:t>
      </w:r>
    </w:p>
    <w:tbl>
      <w:tblPr>
        <w:tblW w:w="9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6"/>
        <w:gridCol w:w="1417"/>
        <w:gridCol w:w="1417"/>
        <w:gridCol w:w="1417"/>
      </w:tblGrid>
      <w:tr w:rsidR="007A2433" w:rsidRPr="00DD362A" w14:paraId="45DCB352" w14:textId="77777777" w:rsidTr="007A2433">
        <w:trPr>
          <w:trHeight w:val="227"/>
          <w:jc w:val="center"/>
        </w:trPr>
        <w:tc>
          <w:tcPr>
            <w:tcW w:w="187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EA04B3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19" w:name="_Toc127178070"/>
            <w:bookmarkStart w:id="220" w:name="_Toc493779782"/>
            <w:bookmarkEnd w:id="216"/>
            <w:bookmarkEnd w:id="217"/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0140" w14:textId="261E1FBC" w:rsidR="007A2433" w:rsidRPr="0078227D" w:rsidRDefault="00247E1B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78227D">
              <w:rPr>
                <w:b/>
                <w:sz w:val="20"/>
              </w:rPr>
              <w:t xml:space="preserve"> 2024 к </w:t>
            </w:r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ACE6" w14:textId="093E5630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78227D">
              <w:rPr>
                <w:b/>
                <w:sz w:val="20"/>
              </w:rPr>
              <w:t>Справочно</w:t>
            </w:r>
            <w:proofErr w:type="spellEnd"/>
            <w:r w:rsidRPr="0078227D">
              <w:rPr>
                <w:b/>
                <w:sz w:val="20"/>
              </w:rPr>
              <w:t xml:space="preserve">: </w:t>
            </w:r>
            <w:r w:rsidRPr="0078227D">
              <w:rPr>
                <w:b/>
                <w:sz w:val="20"/>
              </w:rPr>
              <w:br/>
            </w:r>
            <w:r w:rsidR="003A796A">
              <w:rPr>
                <w:b/>
                <w:sz w:val="20"/>
              </w:rPr>
              <w:t>август</w:t>
            </w:r>
            <w:r w:rsidRPr="003A796A">
              <w:rPr>
                <w:b/>
                <w:sz w:val="20"/>
              </w:rPr>
              <w:t xml:space="preserve"> </w:t>
            </w:r>
            <w:r w:rsidRPr="0078227D">
              <w:rPr>
                <w:b/>
                <w:sz w:val="20"/>
              </w:rPr>
              <w:t xml:space="preserve">2023 к </w:t>
            </w:r>
          </w:p>
        </w:tc>
      </w:tr>
      <w:tr w:rsidR="007A2433" w:rsidRPr="00DD362A" w14:paraId="4688F15C" w14:textId="77777777" w:rsidTr="007A2433">
        <w:trPr>
          <w:trHeight w:val="227"/>
          <w:jc w:val="center"/>
        </w:trPr>
        <w:tc>
          <w:tcPr>
            <w:tcW w:w="18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81A5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703A" w14:textId="59167007" w:rsidR="007A2433" w:rsidRPr="0078227D" w:rsidRDefault="0078227D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ию</w:t>
            </w:r>
            <w:r w:rsidR="00247E1B">
              <w:rPr>
                <w:b/>
                <w:sz w:val="20"/>
              </w:rPr>
              <w:t>л</w:t>
            </w:r>
            <w:r w:rsidRPr="0078227D">
              <w:rPr>
                <w:b/>
                <w:sz w:val="20"/>
              </w:rPr>
              <w:t>ю</w:t>
            </w:r>
            <w:r w:rsidR="007A2433" w:rsidRPr="0078227D">
              <w:rPr>
                <w:b/>
                <w:sz w:val="20"/>
              </w:rPr>
              <w:br/>
              <w:t>2024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62003" w14:textId="77777777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DCBE" w14:textId="13467784" w:rsidR="007A2433" w:rsidRPr="0078227D" w:rsidRDefault="0078227D" w:rsidP="0078227D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ию</w:t>
            </w:r>
            <w:r w:rsidR="00247E1B">
              <w:rPr>
                <w:b/>
                <w:sz w:val="20"/>
              </w:rPr>
              <w:t>л</w:t>
            </w:r>
            <w:r w:rsidRPr="0078227D">
              <w:rPr>
                <w:b/>
                <w:sz w:val="20"/>
              </w:rPr>
              <w:t>ю</w:t>
            </w:r>
            <w:r w:rsidR="007A2433"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5412" w14:textId="77777777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2022</w:t>
            </w:r>
          </w:p>
        </w:tc>
      </w:tr>
      <w:tr w:rsidR="003A796A" w:rsidRPr="00DD362A" w14:paraId="2F5AC8DA" w14:textId="77777777" w:rsidTr="008A02B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EA02074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C74D" w14:textId="6AA26A5D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A18E" w14:textId="28824803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6A1F" w14:textId="1889DC25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112,7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78A" w14:textId="54B7162A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135,6</w:t>
            </w:r>
          </w:p>
        </w:tc>
      </w:tr>
      <w:tr w:rsidR="007A2433" w:rsidRPr="00DD362A" w14:paraId="27478F53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82671" w14:textId="77777777" w:rsidR="007A2433" w:rsidRPr="00DD362A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3A796A" w:rsidRPr="00DD362A" w14:paraId="31AE34EA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52278F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добыча сырой нефти </w:t>
            </w:r>
            <w:r w:rsidRPr="00DD362A">
              <w:rPr>
                <w:b/>
                <w:sz w:val="20"/>
              </w:rPr>
              <w:br/>
              <w:t>и природного газа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492F0" w14:textId="0BDC9667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5A993" w14:textId="391AE391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74293" w14:textId="25501925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112,8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1B089" w14:textId="3DC4545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135,9</w:t>
            </w:r>
          </w:p>
        </w:tc>
      </w:tr>
      <w:tr w:rsidR="003A796A" w:rsidRPr="00DD362A" w14:paraId="789941C1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30B0E1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E603B" w14:textId="109F8296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EB5FE" w14:textId="7DCD278A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893BD" w14:textId="48EC224D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8718F" w14:textId="08542E0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100,2</w:t>
            </w:r>
          </w:p>
        </w:tc>
      </w:tr>
      <w:tr w:rsidR="003A796A" w:rsidRPr="00DD362A" w14:paraId="6E0BC8BD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7C7BE8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A3140" w14:textId="23460695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0200C" w14:textId="0AFF4E1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A1DE4" w14:textId="11624018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105,6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969C7" w14:textId="48EBC00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132,2</w:t>
            </w:r>
          </w:p>
        </w:tc>
      </w:tr>
      <w:tr w:rsidR="007A2433" w:rsidRPr="00DD362A" w14:paraId="6A1186F6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0E582" w14:textId="77777777" w:rsidR="007A2433" w:rsidRPr="00DD362A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них:</w:t>
            </w:r>
          </w:p>
        </w:tc>
      </w:tr>
      <w:tr w:rsidR="003A796A" w:rsidRPr="00DD362A" w14:paraId="3C44F1E9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738A4C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  <w:lang w:val="en-US"/>
              </w:rPr>
            </w:pPr>
            <w:r w:rsidRPr="00DD362A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D53EA" w14:textId="63E6224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8E45E" w14:textId="4CD6FD6C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DB200" w14:textId="1775D2D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94,0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2B19F" w14:textId="239E72C4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105,8</w:t>
            </w:r>
          </w:p>
        </w:tc>
      </w:tr>
      <w:tr w:rsidR="003A796A" w:rsidRPr="00DD362A" w14:paraId="3EC78F5E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01469F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F0679" w14:textId="3AEE8B61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81917" w14:textId="1AAD75C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7459F" w14:textId="3E41B4B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6BC6D" w14:textId="0C579DCA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111,0</w:t>
            </w:r>
          </w:p>
        </w:tc>
      </w:tr>
      <w:tr w:rsidR="003A796A" w:rsidRPr="00DD362A" w14:paraId="6EBF022C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D3E70A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30E99" w14:textId="5CB7AD51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3E49D" w14:textId="25F5DA5B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63D7E" w14:textId="54C6A68A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1D82D" w14:textId="06A51875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99,9</w:t>
            </w:r>
          </w:p>
        </w:tc>
      </w:tr>
      <w:tr w:rsidR="003A796A" w:rsidRPr="00DD362A" w14:paraId="010DF74B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C34B4B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обуви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C5915" w14:textId="71A15460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2567D" w14:textId="7F9827B9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126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CEDC7" w14:textId="1D9FE459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102,6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AA238" w14:textId="3EAF138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163,3</w:t>
            </w:r>
          </w:p>
        </w:tc>
      </w:tr>
      <w:tr w:rsidR="003A796A" w:rsidRPr="00DD362A" w14:paraId="0D5AC6FE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D4AD86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деятельность полиграфическая </w:t>
            </w:r>
            <w:r w:rsidRPr="00DD362A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1A6C6" w14:textId="6E7ABE31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7EF01" w14:textId="103DF6B4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8DF57" w14:textId="6718A4A9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101,4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CEE9E" w14:textId="25DA80C2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110,0</w:t>
            </w:r>
          </w:p>
        </w:tc>
      </w:tr>
      <w:tr w:rsidR="003A796A" w:rsidRPr="00DD362A" w14:paraId="00C53395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90BC76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нефтепродуктов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AF1EE" w14:textId="3992C64F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00310" w14:textId="65603FED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26137" w14:textId="5598DB56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109,5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8641B" w14:textId="3A2D47A9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150,9</w:t>
            </w:r>
          </w:p>
        </w:tc>
      </w:tr>
      <w:tr w:rsidR="003A796A" w:rsidRPr="00DD362A" w14:paraId="38FF0904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589174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0DD11" w14:textId="3871524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DB6EC" w14:textId="7D2815C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F4085" w14:textId="46F1116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AFE69" w14:textId="2B1F65D4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34,8</w:t>
            </w:r>
          </w:p>
        </w:tc>
      </w:tr>
      <w:tr w:rsidR="003A796A" w:rsidRPr="00DD362A" w14:paraId="5D1660AF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09B67F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 прочей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неметалли</w:t>
            </w:r>
            <w:proofErr w:type="spellEnd"/>
            <w:r w:rsidRPr="00DD362A">
              <w:rPr>
                <w:b/>
                <w:sz w:val="20"/>
              </w:rPr>
              <w:t>-ческой</w:t>
            </w:r>
            <w:proofErr w:type="gramEnd"/>
            <w:r w:rsidRPr="00DD362A">
              <w:rPr>
                <w:b/>
                <w:sz w:val="20"/>
              </w:rPr>
              <w:t xml:space="preserve"> минеральной продукции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AEA06" w14:textId="7A84DEF7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0B162" w14:textId="540912F3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1E832" w14:textId="6B0D1D50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108,1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5C013" w14:textId="05D582D1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126,6</w:t>
            </w:r>
          </w:p>
        </w:tc>
      </w:tr>
      <w:tr w:rsidR="003A796A" w:rsidRPr="00DD362A" w14:paraId="2824F3D7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F3DD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мебели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33A68" w14:textId="38E7C7E6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46873" w14:textId="43C03CD1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7ADE3" w14:textId="68A544F6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6C5F4" w14:textId="4B076B17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101,0</w:t>
            </w:r>
          </w:p>
        </w:tc>
      </w:tr>
      <w:tr w:rsidR="003A796A" w:rsidRPr="00DD362A" w14:paraId="4465F781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3C8C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E9E9A" w14:textId="15A3919C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74852" w14:textId="44B5F167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E4B7A" w14:textId="3B53BB26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101,6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2716C" w14:textId="1D92CF22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112,2</w:t>
            </w:r>
          </w:p>
        </w:tc>
      </w:tr>
      <w:tr w:rsidR="007A2433" w:rsidRPr="00DD362A" w14:paraId="7F3C33C9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4DD58" w14:textId="77777777" w:rsidR="007A2433" w:rsidRPr="00247E1B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  <w:highlight w:val="yellow"/>
              </w:rPr>
            </w:pPr>
            <w:r w:rsidRPr="003A796A">
              <w:rPr>
                <w:b/>
                <w:sz w:val="20"/>
              </w:rPr>
              <w:t>в том числе:</w:t>
            </w:r>
          </w:p>
        </w:tc>
      </w:tr>
      <w:tr w:rsidR="003A796A" w:rsidRPr="00DD362A" w14:paraId="09FB8E85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9B9669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</w:t>
            </w:r>
            <w:r w:rsidRPr="00DD362A">
              <w:rPr>
                <w:b/>
                <w:sz w:val="20"/>
              </w:rPr>
              <w:br/>
              <w:t>и распределение электроэнергии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625AB" w14:textId="26789275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FDDB3" w14:textId="1A24EBAF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125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8E7EE" w14:textId="5E3550E0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102,3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66F60" w14:textId="634F782F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114,0</w:t>
            </w:r>
          </w:p>
        </w:tc>
      </w:tr>
      <w:tr w:rsidR="003A796A" w:rsidRPr="00DD362A" w14:paraId="56EFBEA5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97333A" w14:textId="77777777" w:rsidR="003A796A" w:rsidRPr="00DD362A" w:rsidRDefault="003A796A" w:rsidP="003A796A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и </w:t>
            </w:r>
            <w:proofErr w:type="gramStart"/>
            <w:r w:rsidRPr="00DD362A">
              <w:rPr>
                <w:b/>
                <w:sz w:val="20"/>
              </w:rPr>
              <w:t>распре-деление</w:t>
            </w:r>
            <w:proofErr w:type="gramEnd"/>
            <w:r w:rsidRPr="00DD362A">
              <w:rPr>
                <w:b/>
                <w:sz w:val="20"/>
              </w:rPr>
              <w:t xml:space="preserve"> пара и горячей воды;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4E04E" w14:textId="15CB45D1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DFEEE" w14:textId="2CA73BFD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9CE33" w14:textId="0D04A87B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836EB" w14:textId="17969C1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109,9</w:t>
            </w:r>
          </w:p>
        </w:tc>
      </w:tr>
      <w:tr w:rsidR="003A796A" w:rsidRPr="00DD362A" w14:paraId="49BDE751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71A1B9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Водоснабжение; водоотведение, </w:t>
            </w:r>
            <w:r w:rsidRPr="00DD362A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DD362A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6119F" w14:textId="1FE02206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ECB51" w14:textId="53C1501B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B1FF" w14:textId="1D696F9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B8017" w14:textId="1E7FDD1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100,5</w:t>
            </w:r>
          </w:p>
        </w:tc>
      </w:tr>
      <w:tr w:rsidR="003A796A" w:rsidRPr="0092070A" w14:paraId="56FC93F2" w14:textId="77777777" w:rsidTr="00291B47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5FFD19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D666D" w14:textId="3AC3D2FE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F1BDE" w14:textId="7074BE6D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397D4A"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CFD4C" w14:textId="0CB420FC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E2ACB" w14:textId="4CE3CC54" w:rsidR="003A796A" w:rsidRPr="00247E1B" w:rsidRDefault="003A796A" w:rsidP="00291B47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397D4A">
              <w:rPr>
                <w:b/>
                <w:sz w:val="20"/>
              </w:rPr>
              <w:t>106,4</w:t>
            </w:r>
          </w:p>
        </w:tc>
      </w:tr>
    </w:tbl>
    <w:p w14:paraId="32C4A1D4" w14:textId="3D1AC1B7" w:rsidR="0091592B" w:rsidRDefault="003B09C9" w:rsidP="005C2C36">
      <w:pPr>
        <w:pStyle w:val="3"/>
        <w:spacing w:before="240"/>
        <w:ind w:right="0" w:firstLine="709"/>
        <w:jc w:val="both"/>
        <w:rPr>
          <w:b w:val="0"/>
          <w:szCs w:val="24"/>
        </w:rPr>
      </w:pPr>
      <w:bookmarkStart w:id="221" w:name="_Toc178757198"/>
      <w:r w:rsidRPr="00EC5E3B">
        <w:rPr>
          <w:b w:val="0"/>
          <w:szCs w:val="24"/>
        </w:rPr>
        <w:t xml:space="preserve">В </w:t>
      </w:r>
      <w:r w:rsidR="00247E1B">
        <w:rPr>
          <w:b w:val="0"/>
          <w:szCs w:val="24"/>
        </w:rPr>
        <w:t>августе</w:t>
      </w:r>
      <w:r w:rsidR="00EB3E24" w:rsidRPr="00EC5E3B">
        <w:rPr>
          <w:b w:val="0"/>
          <w:szCs w:val="24"/>
        </w:rPr>
        <w:t xml:space="preserve"> 2024 года </w:t>
      </w:r>
      <w:r w:rsidR="00EB3E24" w:rsidRPr="00EC5E3B">
        <w:rPr>
          <w:szCs w:val="24"/>
        </w:rPr>
        <w:t>индекс цен производителей сельскохозяйственной продукции</w:t>
      </w:r>
      <w:r w:rsidR="00EB3E24" w:rsidRPr="00EC5E3B">
        <w:rPr>
          <w:b w:val="0"/>
          <w:szCs w:val="24"/>
        </w:rPr>
        <w:t xml:space="preserve"> составил </w:t>
      </w:r>
      <w:r w:rsidR="003A796A" w:rsidRPr="003A796A">
        <w:rPr>
          <w:b w:val="0"/>
          <w:bCs/>
          <w:color w:val="000000"/>
          <w:szCs w:val="24"/>
        </w:rPr>
        <w:t>100,3</w:t>
      </w:r>
      <w:r w:rsidR="007A2433" w:rsidRPr="00EC5E3B">
        <w:rPr>
          <w:b w:val="0"/>
          <w:bCs/>
          <w:szCs w:val="24"/>
        </w:rPr>
        <w:t xml:space="preserve">%, в том числе на продукцию растениеводства – </w:t>
      </w:r>
      <w:r w:rsidR="003A796A" w:rsidRPr="003A796A">
        <w:rPr>
          <w:b w:val="0"/>
          <w:bCs/>
          <w:color w:val="000000"/>
          <w:szCs w:val="24"/>
        </w:rPr>
        <w:t>100,6</w:t>
      </w:r>
      <w:r w:rsidR="007A2433" w:rsidRPr="00EC5E3B">
        <w:rPr>
          <w:b w:val="0"/>
          <w:bCs/>
          <w:szCs w:val="24"/>
        </w:rPr>
        <w:t xml:space="preserve">%, </w:t>
      </w:r>
      <w:r w:rsidR="007A2433" w:rsidRPr="00EC5E3B">
        <w:rPr>
          <w:b w:val="0"/>
          <w:bCs/>
          <w:szCs w:val="24"/>
        </w:rPr>
        <w:br/>
        <w:t xml:space="preserve">продукцию животноводства </w:t>
      </w:r>
      <w:r w:rsidR="007A2433" w:rsidRPr="003A796A">
        <w:rPr>
          <w:b w:val="0"/>
          <w:bCs/>
          <w:szCs w:val="24"/>
        </w:rPr>
        <w:t xml:space="preserve">– </w:t>
      </w:r>
      <w:r w:rsidR="00EC5E3B" w:rsidRPr="003A796A">
        <w:rPr>
          <w:b w:val="0"/>
          <w:bCs/>
          <w:color w:val="000000"/>
          <w:szCs w:val="24"/>
        </w:rPr>
        <w:t>99,9</w:t>
      </w:r>
      <w:r w:rsidR="000231E9" w:rsidRPr="00EC5E3B">
        <w:rPr>
          <w:b w:val="0"/>
          <w:bCs/>
          <w:szCs w:val="24"/>
        </w:rPr>
        <w:t>%</w:t>
      </w:r>
      <w:r w:rsidR="004D0E88" w:rsidRPr="00EC5E3B">
        <w:rPr>
          <w:b w:val="0"/>
          <w:bCs/>
          <w:szCs w:val="24"/>
        </w:rPr>
        <w:t>.</w:t>
      </w:r>
      <w:bookmarkStart w:id="222" w:name="_Toc22292270"/>
      <w:bookmarkStart w:id="223" w:name="_Toc27990911"/>
      <w:bookmarkStart w:id="224" w:name="_Toc127178071"/>
      <w:bookmarkEnd w:id="219"/>
      <w:bookmarkEnd w:id="221"/>
    </w:p>
    <w:p w14:paraId="0F1CE2CB" w14:textId="77777777" w:rsidR="001143E0" w:rsidRDefault="001143E0">
      <w:pPr>
        <w:jc w:val="left"/>
        <w:rPr>
          <w:b/>
          <w:lang w:val="x-none" w:eastAsia="x-none"/>
        </w:rPr>
      </w:pPr>
      <w:r>
        <w:rPr>
          <w:lang w:val="x-none" w:eastAsia="x-none"/>
        </w:rPr>
        <w:br w:type="page"/>
      </w:r>
    </w:p>
    <w:p w14:paraId="3C80FF9B" w14:textId="7DF084A0" w:rsidR="004D0E88" w:rsidRPr="00E85C4E" w:rsidRDefault="004D0E88" w:rsidP="001143E0">
      <w:pPr>
        <w:pStyle w:val="3"/>
        <w:spacing w:before="600" w:after="360"/>
        <w:ind w:right="0"/>
        <w:rPr>
          <w:lang w:eastAsia="x-none"/>
        </w:rPr>
      </w:pPr>
      <w:bookmarkStart w:id="225" w:name="_Toc178757199"/>
      <w:r w:rsidRPr="00E85C4E">
        <w:rPr>
          <w:lang w:val="x-none" w:eastAsia="x-none"/>
        </w:rPr>
        <w:lastRenderedPageBreak/>
        <w:t xml:space="preserve">Индексы цен производителей </w:t>
      </w:r>
      <w:r w:rsidR="005D0267" w:rsidRPr="005D0267">
        <w:rPr>
          <w:lang w:eastAsia="x-none"/>
        </w:rPr>
        <w:br/>
      </w:r>
      <w:r w:rsidRPr="00E85C4E">
        <w:rPr>
          <w:lang w:val="x-none" w:eastAsia="x-none"/>
        </w:rPr>
        <w:t>отдельных видов</w:t>
      </w:r>
      <w:r w:rsidR="005D0267" w:rsidRPr="005D0267">
        <w:rPr>
          <w:lang w:eastAsia="x-none"/>
        </w:rPr>
        <w:t xml:space="preserve"> </w:t>
      </w:r>
      <w:r w:rsidRPr="00E85C4E">
        <w:rPr>
          <w:lang w:val="x-none" w:eastAsia="x-none"/>
        </w:rPr>
        <w:t>и групп сельскохозяйственной продукции</w:t>
      </w:r>
      <w:bookmarkEnd w:id="222"/>
      <w:bookmarkEnd w:id="223"/>
      <w:bookmarkEnd w:id="224"/>
      <w:bookmarkEnd w:id="225"/>
    </w:p>
    <w:p w14:paraId="3BDAC2FD" w14:textId="77777777" w:rsidR="004D0E88" w:rsidRPr="006D13F2" w:rsidRDefault="004D0E88" w:rsidP="004D0E88">
      <w:pPr>
        <w:spacing w:after="60"/>
        <w:jc w:val="right"/>
        <w:rPr>
          <w:b/>
          <w:sz w:val="20"/>
          <w:highlight w:val="yellow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707"/>
        <w:gridCol w:w="708"/>
        <w:gridCol w:w="709"/>
        <w:gridCol w:w="708"/>
        <w:gridCol w:w="709"/>
        <w:gridCol w:w="708"/>
        <w:gridCol w:w="709"/>
        <w:gridCol w:w="708"/>
        <w:gridCol w:w="709"/>
      </w:tblGrid>
      <w:tr w:rsidR="007A2433" w:rsidRPr="00DD362A" w14:paraId="1C990B06" w14:textId="77777777" w:rsidTr="007A2433">
        <w:trPr>
          <w:trHeight w:val="283"/>
          <w:jc w:val="center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772A0B" w14:textId="77777777" w:rsidR="007A2433" w:rsidRPr="004B36DC" w:rsidRDefault="007A2433" w:rsidP="007A2433">
            <w:pPr>
              <w:jc w:val="center"/>
              <w:rPr>
                <w:b/>
                <w:sz w:val="20"/>
              </w:rPr>
            </w:pPr>
            <w:bookmarkStart w:id="226" w:name="_Toc127178067"/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94C26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gramStart"/>
            <w:r w:rsidRPr="00DD362A">
              <w:rPr>
                <w:b/>
                <w:sz w:val="20"/>
              </w:rPr>
              <w:t>сель-</w:t>
            </w:r>
            <w:proofErr w:type="spellStart"/>
            <w:r w:rsidRPr="00DD362A">
              <w:rPr>
                <w:b/>
                <w:sz w:val="20"/>
              </w:rPr>
              <w:t>ского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хозяй-ства</w:t>
            </w:r>
            <w:proofErr w:type="spellEnd"/>
          </w:p>
        </w:tc>
        <w:tc>
          <w:tcPr>
            <w:tcW w:w="56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3FF6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03686DFA" w14:textId="77777777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48B66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8A635D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12A760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DD362A">
              <w:rPr>
                <w:b/>
                <w:sz w:val="20"/>
              </w:rPr>
              <w:t>расте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ние</w:t>
            </w:r>
            <w:proofErr w:type="spellEnd"/>
            <w:proofErr w:type="gramEnd"/>
            <w:r w:rsidRPr="00DD362A">
              <w:rPr>
                <w:b/>
                <w:sz w:val="20"/>
              </w:rPr>
              <w:t>-вод-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BD761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728559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gramStart"/>
            <w:r w:rsidRPr="00DD362A">
              <w:rPr>
                <w:b/>
                <w:sz w:val="20"/>
              </w:rPr>
              <w:t>живот-</w:t>
            </w:r>
            <w:proofErr w:type="spellStart"/>
            <w:r w:rsidRPr="00DD362A">
              <w:rPr>
                <w:b/>
                <w:sz w:val="20"/>
              </w:rPr>
              <w:t>новод</w:t>
            </w:r>
            <w:proofErr w:type="spellEnd"/>
            <w:proofErr w:type="gram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26A65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7A2433" w:rsidRPr="00DD362A" w14:paraId="365A41E4" w14:textId="77777777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FB5A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8E3D3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8B77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2672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зерно-вые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D3696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карто-фель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40164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овощи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63E8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бахче-вые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B6A3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D5805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скот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пти-ца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r w:rsidRPr="00DD362A">
              <w:rPr>
                <w:b/>
                <w:sz w:val="20"/>
              </w:rPr>
              <w:br/>
              <w:t xml:space="preserve">(в </w:t>
            </w:r>
            <w:proofErr w:type="spellStart"/>
            <w:r w:rsidRPr="00DD362A">
              <w:rPr>
                <w:b/>
                <w:sz w:val="20"/>
              </w:rPr>
              <w:t>жи-вом</w:t>
            </w:r>
            <w:proofErr w:type="spellEnd"/>
            <w:r w:rsidRPr="00DD362A">
              <w:rPr>
                <w:b/>
                <w:sz w:val="20"/>
              </w:rPr>
              <w:t xml:space="preserve"> весе)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6724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яйца </w:t>
            </w:r>
            <w:proofErr w:type="gramStart"/>
            <w:r w:rsidRPr="00DD362A">
              <w:rPr>
                <w:b/>
                <w:sz w:val="20"/>
              </w:rPr>
              <w:t>кури-</w:t>
            </w:r>
            <w:proofErr w:type="spellStart"/>
            <w:r w:rsidRPr="00DD362A">
              <w:rPr>
                <w:b/>
                <w:sz w:val="20"/>
              </w:rPr>
              <w:t>ные</w:t>
            </w:r>
            <w:proofErr w:type="spellEnd"/>
            <w:proofErr w:type="gramEnd"/>
          </w:p>
        </w:tc>
      </w:tr>
      <w:tr w:rsidR="007A2433" w:rsidRPr="00DD362A" w14:paraId="43ACEECB" w14:textId="77777777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A1AB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753E07A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1BB2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4FB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2184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B345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2C21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CF52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68CC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26D9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299B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FB7E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98,9</w:t>
            </w:r>
          </w:p>
        </w:tc>
      </w:tr>
      <w:tr w:rsidR="007A2433" w:rsidRPr="00DD362A" w14:paraId="7801C12B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7A3F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A644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66D1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4992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50A3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4F88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E4C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12EB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A0B7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64D5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</w:tr>
      <w:tr w:rsidR="007A2433" w:rsidRPr="00DD362A" w14:paraId="5BCC6566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C822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A3C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94FD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89F1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CAB0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AB5D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EC1B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A3D5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FB40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A5B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310C9E5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ADA9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F9E5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ACC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5294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D0F4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1425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AA1A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8574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980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89D0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</w:tr>
      <w:tr w:rsidR="007A2433" w:rsidRPr="00DD362A" w14:paraId="3C8B2D72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2203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A4D1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D7D1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5E67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6C1F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BE1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2FA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6BFC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92D2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55AD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641D6042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B367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675F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73CD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52CD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5105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FA48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6C1B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2E6E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0AF5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46A4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94,9</w:t>
            </w:r>
          </w:p>
        </w:tc>
      </w:tr>
      <w:tr w:rsidR="007A2433" w:rsidRPr="00DD362A" w14:paraId="7157CC74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2AE9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10F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16A7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EC6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2AFF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6168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B646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7AD1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7438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5C65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</w:tr>
      <w:tr w:rsidR="007A2433" w:rsidRPr="00DD362A" w14:paraId="1A38F20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B62D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BD7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7EA1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C790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CDBD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B8C9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D7ED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8771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D9DE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F53A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93,3</w:t>
            </w:r>
          </w:p>
        </w:tc>
      </w:tr>
      <w:tr w:rsidR="007A2433" w:rsidRPr="00DD362A" w14:paraId="2BD4B67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8DD0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3B5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006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74AE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25E3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4F7B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EEC1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3D6F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AACC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423F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14:paraId="4A4B6D3A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7BC4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DF41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9CE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49AA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ED9E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9705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6BCB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200B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300B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047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5A832B5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A23C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AB39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7F00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056D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F900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633C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DA9E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B840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5694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45CA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105,3</w:t>
            </w:r>
          </w:p>
        </w:tc>
      </w:tr>
      <w:tr w:rsidR="007A2433" w:rsidRPr="00DD362A" w14:paraId="1A0DBC3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1823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C5B6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A807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F221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C4D9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93CE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303E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86F8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C89D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1664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109,1</w:t>
            </w:r>
          </w:p>
        </w:tc>
      </w:tr>
      <w:tr w:rsidR="007A2433" w:rsidRPr="00DD362A" w14:paraId="1AA37D8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943B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7D23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8892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2A31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8D6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C8F0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7BFC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4428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81E3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BE52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</w:tr>
      <w:tr w:rsidR="007A2433" w:rsidRPr="00DD362A" w14:paraId="65BB24D8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2CAB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82DF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93CB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C2C3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87E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A91E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D420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A2BC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F58F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375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</w:tr>
      <w:tr w:rsidR="007A2433" w:rsidRPr="00DD362A" w14:paraId="72AA40F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16D6D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FCB3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39D9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0EAC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B3D4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B22C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2703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860E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A2CC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3896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</w:tr>
      <w:tr w:rsidR="007A2433" w:rsidRPr="00DD362A" w14:paraId="0BC9526B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AAE0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21C6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9670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3355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124D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0143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46B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65E3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84E3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CD08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126,8</w:t>
            </w:r>
          </w:p>
        </w:tc>
      </w:tr>
      <w:tr w:rsidR="007A2433" w:rsidRPr="00DD362A" w14:paraId="515262B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B984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Декабрь 2023 </w:t>
            </w:r>
            <w:r w:rsidRPr="00DD362A"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CD71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143,3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499A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643C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3DD8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7280B" w14:textId="77777777" w:rsidR="007A2433" w:rsidRPr="00DD362A" w:rsidRDefault="007A2433" w:rsidP="007A2433">
            <w:pPr>
              <w:ind w:right="-96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2,6р.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7DBD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A1A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0E42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D8B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128,8</w:t>
            </w:r>
          </w:p>
        </w:tc>
      </w:tr>
      <w:tr w:rsidR="007A2433" w:rsidRPr="00DD362A" w14:paraId="25C3E8D9" w14:textId="77777777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1443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14:paraId="7BAB7BA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89D0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C16D8" w14:textId="2498344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50A07" w14:textId="4700383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E72CD" w14:textId="447B94A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70E86" w14:textId="3318476C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4DB4F" w14:textId="44CC0CD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E3B1D" w14:textId="431FE88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ECA6F" w14:textId="3467167D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8EABF" w14:textId="4E775FF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2AD33" w14:textId="7737027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</w:tr>
      <w:tr w:rsidR="003A796A" w:rsidRPr="00DD362A" w14:paraId="52AB772A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2C439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EBEE8" w14:textId="1FB57F5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EC264" w14:textId="6B762EE4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456C3" w14:textId="6D5B615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147EA" w14:textId="7DBEA54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0A403" w14:textId="1FFC74CD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F649" w14:textId="7A6024A8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51746" w14:textId="0DE655A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AC095" w14:textId="7686235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ADA09" w14:textId="33FADB3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3A796A" w:rsidRPr="00DD362A" w14:paraId="567DA8F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775AE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4B83" w14:textId="5D8515C9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F9604" w14:textId="36D71938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ADE7D" w14:textId="1C03A780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61C61" w14:textId="7BF15D81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B8D34" w14:textId="28AB378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4E72C" w14:textId="20A67729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55050" w14:textId="12B9855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6D1EB" w14:textId="26F6BF7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021CD" w14:textId="5C0A1B14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3A796A" w:rsidRPr="00DD362A" w14:paraId="7C35064E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6D582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9994B" w14:textId="291AA32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AAD82" w14:textId="44D53FC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F3735" w14:textId="4AF4DE0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5C413" w14:textId="709215A4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FBBE2" w14:textId="6F33584D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7A2AB" w14:textId="769C6BD9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6498" w14:textId="2BB1AFC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7F967" w14:textId="5843A16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7CA9F" w14:textId="7E412524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3A796A" w:rsidRPr="00DD362A" w14:paraId="1A6EEF97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FE8A8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D347F" w14:textId="7F24868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3C035" w14:textId="1CB61B4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18373" w14:textId="05305E4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CB694" w14:textId="395EA2D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549DF" w14:textId="51C6879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FBE77" w14:textId="69BDF17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A9587" w14:textId="0CDD99AC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71BA9" w14:textId="091984C9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CDE0A" w14:textId="4B0956C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0F29DF0C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A320C" w14:textId="77777777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EC70F" w14:textId="787FFC8E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755FB" w14:textId="2C4FAB8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A3541" w14:textId="7180B5A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9EBDC" w14:textId="2B82D8E9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A2A52" w14:textId="7BEDC7ED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645A2" w14:textId="7FA7E8D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A3A63" w14:textId="793570FA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E95F8" w14:textId="2A3031A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C392A" w14:textId="586E59A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95,7</w:t>
            </w:r>
          </w:p>
        </w:tc>
      </w:tr>
      <w:tr w:rsidR="003A796A" w:rsidRPr="004B36DC" w14:paraId="3A971AE8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E7A38" w14:textId="64324FBB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38C49" w14:textId="14E9401E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9B379" w14:textId="610F11A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6F276" w14:textId="359C2DD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079F9" w14:textId="1BEA086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42EE2" w14:textId="63D59399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75D61" w14:textId="03E9366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644CD" w14:textId="1C63C48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A6243" w14:textId="033B4A9E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6C7F" w14:textId="650203F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</w:tr>
      <w:tr w:rsidR="003A796A" w:rsidRPr="004B36DC" w14:paraId="68F3C73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13EA3" w14:textId="3B84E909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CE27B" w14:textId="63A6C99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97ED9" w14:textId="2E5B407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40F8A" w14:textId="1B0E112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510A1" w14:textId="74F62F8A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BAEC2" w14:textId="1E69C38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BF9C7" w14:textId="3079B2E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3511" w14:textId="1C9E3684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284A0" w14:textId="58EBFB00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6B17C" w14:textId="2965069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94,1</w:t>
            </w:r>
          </w:p>
        </w:tc>
      </w:tr>
      <w:tr w:rsidR="003A796A" w:rsidRPr="004B36DC" w14:paraId="37A1AA3D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CB3B7" w14:textId="631FEAB7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74201" w14:textId="4008038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C07FD" w14:textId="46C452CC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B56C5" w14:textId="1D5BDC5D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C7FBC" w14:textId="6A0ED42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D23AA" w14:textId="4B0DD7CC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E1ED4" w14:textId="7C3255C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17E55" w14:textId="61F955C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827B" w14:textId="533927A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28F56" w14:textId="5466F98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4B36DC" w14:paraId="597A830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D6F6B" w14:textId="3473D788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807DA" w14:textId="0D7F76EE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227F1" w14:textId="6E02357E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2F1B0" w14:textId="65CB02F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EBC11" w14:textId="383E39B7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18475" w14:textId="4638F5DA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363C1" w14:textId="123C73E8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6C8A5" w14:textId="3437383D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C1A23" w14:textId="45755566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39366" w14:textId="415A10B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4B36DC" w14:paraId="755DEFAD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3F075" w14:textId="5B204529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2024 </w:t>
            </w:r>
            <w:r>
              <w:rPr>
                <w:b/>
                <w:sz w:val="20"/>
              </w:rPr>
              <w:br/>
              <w:t>к декабрю 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C9857" w14:textId="373FC3C0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D014B" w14:textId="244567F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78339" w14:textId="15B2C9C0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1E78B" w14:textId="06F27BC2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C7E10" w14:textId="1F826D03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CF8FE" w14:textId="699CD405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8DF33" w14:textId="407EAC0B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76079" w14:textId="569AEEDF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DD98" w14:textId="10CAC8CA" w:rsidR="003A796A" w:rsidRPr="00247E1B" w:rsidRDefault="003A796A" w:rsidP="003A796A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89,7</w:t>
            </w:r>
          </w:p>
        </w:tc>
      </w:tr>
    </w:tbl>
    <w:p w14:paraId="51EFF6CB" w14:textId="7B701132" w:rsidR="004D0E88" w:rsidRPr="00E85C4E" w:rsidRDefault="004D0E88" w:rsidP="001143E0">
      <w:pPr>
        <w:pStyle w:val="3"/>
        <w:spacing w:before="480" w:after="240"/>
        <w:ind w:right="0" w:firstLine="709"/>
        <w:jc w:val="both"/>
        <w:rPr>
          <w:b w:val="0"/>
          <w:color w:val="000000"/>
          <w:lang w:val="x-none" w:eastAsia="x-none"/>
        </w:rPr>
      </w:pPr>
      <w:bookmarkStart w:id="227" w:name="_Toc178757200"/>
      <w:r w:rsidRPr="00E85C4E">
        <w:rPr>
          <w:color w:val="000000"/>
          <w:lang w:val="x-none" w:eastAsia="x-none"/>
        </w:rPr>
        <w:t>Сводный индекс цен на продукцию (затраты, услуги) инвестиционного назначения</w:t>
      </w:r>
      <w:r w:rsidRPr="00E85C4E">
        <w:rPr>
          <w:b w:val="0"/>
          <w:color w:val="000000"/>
          <w:lang w:val="x-none"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 xml:space="preserve">в </w:t>
      </w:r>
      <w:r w:rsidR="00247E1B">
        <w:rPr>
          <w:b w:val="0"/>
          <w:color w:val="000000"/>
          <w:lang w:eastAsia="x-none"/>
        </w:rPr>
        <w:t>августе</w:t>
      </w:r>
      <w:r w:rsidRPr="00EC5E3B">
        <w:rPr>
          <w:b w:val="0"/>
          <w:color w:val="000000"/>
          <w:lang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>20</w:t>
      </w:r>
      <w:r w:rsidR="004420EF" w:rsidRPr="00EC5E3B">
        <w:rPr>
          <w:b w:val="0"/>
          <w:color w:val="000000"/>
          <w:lang w:eastAsia="x-none"/>
        </w:rPr>
        <w:t>24</w:t>
      </w:r>
      <w:r w:rsidRPr="00EC5E3B">
        <w:rPr>
          <w:b w:val="0"/>
          <w:color w:val="000000"/>
          <w:lang w:val="x-none" w:eastAsia="x-none"/>
        </w:rPr>
        <w:t xml:space="preserve"> года </w:t>
      </w:r>
      <w:r w:rsidRPr="00EC5E3B">
        <w:rPr>
          <w:b w:val="0"/>
          <w:lang w:val="x-none" w:eastAsia="x-none"/>
        </w:rPr>
        <w:t xml:space="preserve">составил </w:t>
      </w:r>
      <w:r w:rsidR="007A2433" w:rsidRPr="003A796A">
        <w:rPr>
          <w:b w:val="0"/>
          <w:color w:val="000000"/>
          <w:lang w:eastAsia="x-none"/>
        </w:rPr>
        <w:t>100,</w:t>
      </w:r>
      <w:r w:rsidR="00EC5E3B" w:rsidRPr="003A796A">
        <w:rPr>
          <w:b w:val="0"/>
          <w:color w:val="000000"/>
          <w:lang w:eastAsia="x-none"/>
        </w:rPr>
        <w:t>3</w:t>
      </w:r>
      <w:r w:rsidRPr="003A796A">
        <w:rPr>
          <w:b w:val="0"/>
          <w:color w:val="000000"/>
          <w:lang w:val="x-none" w:eastAsia="x-none"/>
        </w:rPr>
        <w:t>%.</w:t>
      </w:r>
      <w:bookmarkStart w:id="228" w:name="_Toc401575671"/>
      <w:bookmarkStart w:id="229" w:name="_Toc388626365"/>
      <w:bookmarkStart w:id="230" w:name="_Toc369700780"/>
      <w:bookmarkStart w:id="231" w:name="_Toc383162022"/>
      <w:bookmarkStart w:id="232" w:name="_Toc22292267"/>
      <w:bookmarkStart w:id="233" w:name="_Toc27990908"/>
      <w:bookmarkEnd w:id="226"/>
      <w:bookmarkEnd w:id="227"/>
    </w:p>
    <w:p w14:paraId="70030F41" w14:textId="77777777" w:rsidR="001143E0" w:rsidRDefault="001143E0">
      <w:pPr>
        <w:jc w:val="left"/>
        <w:rPr>
          <w:b/>
          <w:lang w:val="x-none" w:eastAsia="x-none"/>
        </w:rPr>
      </w:pPr>
      <w:bookmarkStart w:id="234" w:name="_Toc127178068"/>
      <w:r>
        <w:rPr>
          <w:lang w:val="x-none" w:eastAsia="x-none"/>
        </w:rPr>
        <w:br w:type="page"/>
      </w:r>
    </w:p>
    <w:p w14:paraId="7DDBB2A4" w14:textId="0DCC41C0" w:rsidR="004D0E88" w:rsidRPr="00E85C4E" w:rsidRDefault="004D0E88" w:rsidP="0042241F">
      <w:pPr>
        <w:pStyle w:val="3"/>
        <w:spacing w:after="240"/>
        <w:ind w:right="0"/>
        <w:rPr>
          <w:lang w:val="x-none" w:eastAsia="x-none"/>
        </w:rPr>
      </w:pPr>
      <w:bookmarkStart w:id="235" w:name="_Toc178757201"/>
      <w:r w:rsidRPr="00E85C4E">
        <w:rPr>
          <w:lang w:val="x-none" w:eastAsia="x-none"/>
        </w:rPr>
        <w:lastRenderedPageBreak/>
        <w:t>Индексы цен на продукцию (затраты, услуги)</w:t>
      </w:r>
      <w:r w:rsidRPr="00E85C4E">
        <w:rPr>
          <w:lang w:eastAsia="x-none"/>
        </w:rPr>
        <w:br/>
      </w:r>
      <w:r w:rsidRPr="00E85C4E">
        <w:rPr>
          <w:lang w:val="x-none" w:eastAsia="x-none"/>
        </w:rPr>
        <w:t>инвестиционного назначения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14:paraId="7061492B" w14:textId="77777777" w:rsidR="004D0E88" w:rsidRPr="007F336A" w:rsidRDefault="004D0E88" w:rsidP="004D0E88">
      <w:pPr>
        <w:spacing w:after="60"/>
        <w:jc w:val="right"/>
        <w:rPr>
          <w:b/>
          <w:sz w:val="20"/>
        </w:rPr>
      </w:pPr>
      <w:r w:rsidRPr="007F336A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8"/>
      </w:tblGrid>
      <w:tr w:rsidR="007A2433" w:rsidRPr="00DD362A" w14:paraId="3DA5D129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DFBE" w14:textId="77777777" w:rsidR="007A2433" w:rsidRPr="007F336A" w:rsidRDefault="007A2433" w:rsidP="007A2433">
            <w:pPr>
              <w:jc w:val="center"/>
              <w:rPr>
                <w:b/>
                <w:sz w:val="20"/>
              </w:rPr>
            </w:pPr>
            <w:bookmarkStart w:id="236" w:name="_Toc12717806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D4763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Сводный </w:t>
            </w:r>
            <w:r w:rsidRPr="00DD362A">
              <w:rPr>
                <w:b/>
                <w:sz w:val="20"/>
              </w:rPr>
              <w:br/>
              <w:t xml:space="preserve">индекс цен </w:t>
            </w:r>
            <w:r w:rsidRPr="00DD362A">
              <w:rPr>
                <w:b/>
                <w:sz w:val="20"/>
              </w:rPr>
              <w:br/>
              <w:t xml:space="preserve">на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8991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 индексы цен:</w:t>
            </w:r>
          </w:p>
        </w:tc>
      </w:tr>
      <w:tr w:rsidR="007A2433" w:rsidRPr="00DD362A" w14:paraId="6BA00512" w14:textId="77777777" w:rsidTr="007A2433">
        <w:trPr>
          <w:trHeight w:val="283"/>
          <w:jc w:val="center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5E884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5C289" w14:textId="77777777" w:rsidR="007A2433" w:rsidRPr="00DD362A" w:rsidRDefault="007A2433" w:rsidP="007A2433">
            <w:pPr>
              <w:jc w:val="center"/>
              <w:rPr>
                <w:b/>
                <w:sz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4A62F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proofErr w:type="gramStart"/>
            <w:r w:rsidRPr="00DD362A">
              <w:rPr>
                <w:b/>
                <w:sz w:val="20"/>
              </w:rPr>
              <w:t>производите-лей</w:t>
            </w:r>
            <w:proofErr w:type="gramEnd"/>
            <w:r w:rsidRPr="00DD362A">
              <w:rPr>
                <w:b/>
                <w:sz w:val="20"/>
              </w:rPr>
              <w:t xml:space="preserve"> на строи-тельную продукцию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83D8E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приобретения машин и </w:t>
            </w:r>
            <w:proofErr w:type="gramStart"/>
            <w:r w:rsidRPr="00DD362A">
              <w:rPr>
                <w:b/>
                <w:sz w:val="20"/>
              </w:rPr>
              <w:t>обо-</w:t>
            </w:r>
            <w:proofErr w:type="spellStart"/>
            <w:r w:rsidRPr="00DD362A">
              <w:rPr>
                <w:b/>
                <w:sz w:val="20"/>
              </w:rPr>
              <w:t>рудования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E3A50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на прочую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</w:tr>
      <w:tr w:rsidR="007A2433" w:rsidRPr="00DD362A" w14:paraId="241C5C15" w14:textId="77777777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8709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5902FA1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5563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850F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80D4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2DB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C3AA7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66E0268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89D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4B5E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32C9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391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254E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F52D66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3694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BA1C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99A2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C45C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DBB2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639D091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7656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A57F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85D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239F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77C6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7996B15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2605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6D12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2C66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2DD5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71E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108,4</w:t>
            </w:r>
          </w:p>
        </w:tc>
      </w:tr>
      <w:tr w:rsidR="007A2433" w:rsidRPr="00DD362A" w14:paraId="0E89B99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F514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E84A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510A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BCF4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B81A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0D9321E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27C9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3CFA0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1349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B94A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2473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355F847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8B71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3F5B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5846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656F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3F87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108,5</w:t>
            </w:r>
          </w:p>
        </w:tc>
      </w:tr>
      <w:tr w:rsidR="007A2433" w:rsidRPr="00DD362A" w14:paraId="0D36CFB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9622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86B3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5AAB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22B5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620D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0A7063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A8F3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6247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225D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1F0C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E2BE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4FE7254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59EE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CFB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9D48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A64A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53EC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259A2E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DD05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F42C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1686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EA29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041D0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B9BD56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3A2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0FFF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9110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F395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8C6B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5C42A7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6035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A17C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F604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E1B3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65A5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7A52A6B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D40D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D416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23F2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E240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9A88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29F9E1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2C7B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4C6D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C2C1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5863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9D2F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4E99F9D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1511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1C78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0B23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244A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0452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108,6</w:t>
            </w:r>
          </w:p>
        </w:tc>
      </w:tr>
      <w:tr w:rsidR="007A2433" w:rsidRPr="00DD362A" w14:paraId="6B5BEB68" w14:textId="77777777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16BC" w14:textId="77777777" w:rsidR="007A2433" w:rsidRPr="00DD362A" w:rsidRDefault="007A2433" w:rsidP="007A2433">
            <w:pPr>
              <w:jc w:val="center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2024</w:t>
            </w:r>
          </w:p>
        </w:tc>
      </w:tr>
      <w:tr w:rsidR="003A796A" w:rsidRPr="00DD362A" w14:paraId="4C9B2CB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2EF1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A2370" w14:textId="61425876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E4560" w14:textId="0204DD50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82481" w14:textId="2B7668DB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D3E48" w14:textId="6073D429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DD362A" w14:paraId="10CBA7E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E68A6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1AD27" w14:textId="324BFD84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C8CF5" w14:textId="251CC4ED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85A0A" w14:textId="40E9AEC3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2EC9A" w14:textId="0880BC13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DD362A" w14:paraId="26102904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578EC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CE96D" w14:textId="3A8B515C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3BF75" w14:textId="276AFFEE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4C293" w14:textId="5EE3A5AE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9376D" w14:textId="705AF770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DD362A" w14:paraId="2F87EA40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23ED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B2E3" w14:textId="078929D3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B9BF0" w14:textId="514855F0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A0820" w14:textId="6038B2BF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68778" w14:textId="57F02F65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DD362A" w14:paraId="3FBB775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2630F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EE6B5" w14:textId="0D460BB3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56055" w14:textId="2DEAB29F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D67A9" w14:textId="094A86D4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E7C82" w14:textId="5F5D37E0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DD362A" w14:paraId="68E540D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D5471" w14:textId="77777777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D29BF" w14:textId="19D89B12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77528" w14:textId="125E76BC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6412A" w14:textId="3C3B340D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EECF5" w14:textId="6E960B61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3A796A" w:rsidRPr="004B36DC" w14:paraId="57E9D07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5E0D5" w14:textId="5CFAF3CD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F2BF7" w14:textId="54AADF1D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65B60" w14:textId="0139028A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C5801" w14:textId="76095448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8E805" w14:textId="33D76F63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4B36DC" w14:paraId="61929BE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D4B2D" w14:textId="2F4278DF" w:rsidR="003A796A" w:rsidRDefault="003A796A" w:rsidP="003A796A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9AC8D" w14:textId="1EBE3382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D87B1" w14:textId="58E8C937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B95C7" w14:textId="39026395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DAC2B" w14:textId="0F0BF8E5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3A796A" w:rsidRPr="004B36DC" w14:paraId="0B3B9DE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79B3C" w14:textId="608E9158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B0764" w14:textId="252B13F7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762D1" w14:textId="0AE4325B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6BD72" w14:textId="2E91FBB5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EB03C" w14:textId="7F6490BD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4B36DC" w14:paraId="34C6064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645AF" w14:textId="5D97DD64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C0D43" w14:textId="501198AC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59BA4" w14:textId="4E1ADB9F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0D213" w14:textId="77683421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7E12C" w14:textId="73A4E03A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3A796A" w:rsidRPr="004B36DC" w14:paraId="0E1A54F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C79F1" w14:textId="26153E7D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Pr="00B50D97">
              <w:rPr>
                <w:b/>
                <w:sz w:val="20"/>
              </w:rPr>
              <w:t xml:space="preserve">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EFC32" w14:textId="173B1639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E0EB6" w14:textId="50D033A4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74266" w14:textId="5E59F77D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AF447" w14:textId="3C78593E" w:rsidR="003A796A" w:rsidRPr="00247E1B" w:rsidRDefault="003A796A" w:rsidP="003A796A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102,8</w:t>
            </w:r>
          </w:p>
        </w:tc>
      </w:tr>
    </w:tbl>
    <w:p w14:paraId="3FF07952" w14:textId="77777777" w:rsidR="004D0E88" w:rsidRPr="00E85C4E" w:rsidRDefault="004D0E88" w:rsidP="0042241F">
      <w:pPr>
        <w:pStyle w:val="3"/>
        <w:spacing w:before="240" w:after="240"/>
        <w:ind w:right="0"/>
      </w:pPr>
      <w:bookmarkStart w:id="237" w:name="_Toc178757202"/>
      <w:r w:rsidRPr="00E85C4E">
        <w:t>Индексы цен на отдельные виды продукции,</w:t>
      </w:r>
      <w:r w:rsidRPr="00E85C4E">
        <w:br/>
        <w:t>приобретенной строительными организациями</w:t>
      </w:r>
      <w:bookmarkEnd w:id="236"/>
      <w:bookmarkEnd w:id="237"/>
    </w:p>
    <w:p w14:paraId="076B08D2" w14:textId="77777777" w:rsidR="004D0E88" w:rsidRPr="006D13F2" w:rsidRDefault="004D0E88" w:rsidP="004D0E88">
      <w:pPr>
        <w:spacing w:after="60"/>
        <w:jc w:val="right"/>
        <w:rPr>
          <w:b/>
          <w:sz w:val="20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132"/>
        <w:gridCol w:w="1128"/>
        <w:gridCol w:w="1146"/>
        <w:gridCol w:w="1197"/>
        <w:gridCol w:w="1132"/>
      </w:tblGrid>
      <w:tr w:rsidR="007A2433" w:rsidRPr="00DD362A" w14:paraId="3DE75AD7" w14:textId="77777777" w:rsidTr="000B5FCA">
        <w:trPr>
          <w:trHeight w:val="737"/>
          <w:jc w:val="center"/>
        </w:trPr>
        <w:tc>
          <w:tcPr>
            <w:tcW w:w="3340" w:type="dxa"/>
            <w:shd w:val="clear" w:color="auto" w:fill="auto"/>
            <w:vAlign w:val="center"/>
          </w:tcPr>
          <w:p w14:paraId="303E2573" w14:textId="77777777" w:rsidR="007A2433" w:rsidRPr="009667FA" w:rsidRDefault="007A2433" w:rsidP="007A2433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B2F795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Бетон товарный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74F63F6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Щебень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BBAAE48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Пески природные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53BCD8CC" w14:textId="77777777"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Цементы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общестрои</w:t>
            </w:r>
            <w:proofErr w:type="spellEnd"/>
            <w:r w:rsidRPr="00DD362A">
              <w:rPr>
                <w:b/>
                <w:sz w:val="20"/>
              </w:rPr>
              <w:t>-тельные</w:t>
            </w:r>
            <w:proofErr w:type="gramEnd"/>
          </w:p>
        </w:tc>
        <w:tc>
          <w:tcPr>
            <w:tcW w:w="1132" w:type="dxa"/>
            <w:shd w:val="clear" w:color="auto" w:fill="auto"/>
            <w:vAlign w:val="center"/>
          </w:tcPr>
          <w:p w14:paraId="0ED5DF62" w14:textId="77777777"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Битумы нефтяные</w:t>
            </w:r>
          </w:p>
        </w:tc>
      </w:tr>
      <w:tr w:rsidR="007A2433" w:rsidRPr="00DD362A" w14:paraId="368A6AFA" w14:textId="77777777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14:paraId="6F94B255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381FAC06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736DBA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E955F8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37F5B9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7E9B8F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6A11B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C3714A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80,0</w:t>
            </w:r>
          </w:p>
        </w:tc>
      </w:tr>
      <w:tr w:rsidR="007A2433" w:rsidRPr="00DD362A" w14:paraId="7BD39603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21730D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EBA10C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321BC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039A17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DF4F7C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9D3579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71E3B39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F2EFBB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87B2A1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80A9E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A6AC9E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DD074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112BE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</w:tr>
      <w:tr w:rsidR="007A2433" w:rsidRPr="00DD362A" w14:paraId="30C23E8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D2C51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9DFB7F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6A0F94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8874F3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9F6BC9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9AD84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81,8</w:t>
            </w:r>
          </w:p>
        </w:tc>
      </w:tr>
      <w:tr w:rsidR="007A2433" w:rsidRPr="00DD362A" w14:paraId="4D704AE3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6E5BB2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64A8A0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49E493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76AD96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2347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70F4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97,3</w:t>
            </w:r>
          </w:p>
        </w:tc>
      </w:tr>
      <w:tr w:rsidR="007A2433" w:rsidRPr="00DD362A" w14:paraId="30A9AB4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7F5C1CD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A18BF6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27465E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677312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5A683C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019965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107,7</w:t>
            </w:r>
          </w:p>
        </w:tc>
      </w:tr>
      <w:tr w:rsidR="007A2433" w:rsidRPr="00DD362A" w14:paraId="5106358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81B84B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2BEA7A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733CA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8F424F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3B265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D39E4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1FBAF2C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640923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lastRenderedPageBreak/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3588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EC8CF6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8C88C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0B400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47BE2D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</w:tr>
      <w:tr w:rsidR="007A2433" w:rsidRPr="00DD362A" w14:paraId="55E0D09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2019D5A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2FE81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8C2A17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DB952B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9A7BD7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31CE09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128,3</w:t>
            </w:r>
          </w:p>
        </w:tc>
      </w:tr>
      <w:tr w:rsidR="007A2433" w:rsidRPr="00DD362A" w14:paraId="0E9ADB6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CAEA1C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281D56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9E445B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552E53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82FDB6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F01AEC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98,3</w:t>
            </w:r>
          </w:p>
        </w:tc>
      </w:tr>
      <w:tr w:rsidR="007A2433" w:rsidRPr="00DD362A" w14:paraId="6630D702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5DF4FA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2FFF96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110040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E76E3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1F8C0F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F100F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14:paraId="1368AF1C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AB5493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7C65C2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FCA45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DDBC01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265FCB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D9CCCC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127,8</w:t>
            </w:r>
          </w:p>
        </w:tc>
      </w:tr>
      <w:tr w:rsidR="007A2433" w:rsidRPr="00DD362A" w14:paraId="5BD779F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2127D3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A5AA21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20910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0CC63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06E9B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0417FF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14:paraId="6C93662D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46E6133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993E0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913D70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92C45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274827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ABF00E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14:paraId="6B61170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C3C3A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A34FE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E0C07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E8EFA1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E1D55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67115E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14:paraId="40E86B57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06BC591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2B32F4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F28D7A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CE547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1301890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CF2926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126,9</w:t>
            </w:r>
          </w:p>
        </w:tc>
      </w:tr>
      <w:tr w:rsidR="007A2433" w:rsidRPr="00DD362A" w14:paraId="457E5261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F6AB93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C50D0F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131,6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36E81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31778E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2B171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C578B0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139,0</w:t>
            </w:r>
          </w:p>
        </w:tc>
      </w:tr>
      <w:tr w:rsidR="007A2433" w:rsidRPr="00DD362A" w14:paraId="074494BB" w14:textId="77777777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14:paraId="1A2B395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14:paraId="04B234DA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0A8BA5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89C1E3F" w14:textId="12F83CA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841208B" w14:textId="6366E43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58A3D2D" w14:textId="2BF0476D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359C889" w14:textId="260C74A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6ED370" w14:textId="1CC592D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85,1</w:t>
            </w:r>
          </w:p>
        </w:tc>
      </w:tr>
      <w:tr w:rsidR="003A796A" w:rsidRPr="00DD362A" w14:paraId="36DA6FB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43A23569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0E7C90C" w14:textId="61ED54AE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718AB47" w14:textId="06120D8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86F7512" w14:textId="1757FEF1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6EB08CE" w14:textId="06BFC0F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1BDBBCD" w14:textId="0E595A9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3A796A" w:rsidRPr="00DD362A" w14:paraId="422F3E8F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4FC2A1F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8E8F062" w14:textId="00D0BC1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B5AA2A9" w14:textId="6AECB29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F1F1D0A" w14:textId="44029AC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7A9D4FC" w14:textId="0E1B1C5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5CA4E9" w14:textId="54779574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0AF0FC3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97FCB78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AD7411" w14:textId="39366AF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74A6FDD" w14:textId="78BFAD71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DB25A43" w14:textId="46E262D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E3D822D" w14:textId="6C77F28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8B7B6EB" w14:textId="7EF72C0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85,6</w:t>
            </w:r>
          </w:p>
        </w:tc>
      </w:tr>
      <w:tr w:rsidR="003A796A" w:rsidRPr="00DD362A" w14:paraId="44E4066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5A07745C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6B07CCBA" w14:textId="5D04C11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545FD93" w14:textId="5A17F83B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91DA994" w14:textId="21E60B91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1FF3695" w14:textId="40D0875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6DDC539" w14:textId="6A68F2A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3A796A" w:rsidRPr="00DD362A" w14:paraId="11723BD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AD6906E" w14:textId="77777777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46FC533" w14:textId="11C9DF1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EECE51C" w14:textId="2460E33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11E23C4" w14:textId="22013369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4EB957" w14:textId="517F2CEE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3294613" w14:textId="655AC7F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3A796A" w:rsidRPr="009667FA" w14:paraId="6CA9A52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66F7BF4" w14:textId="03156361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DF32458" w14:textId="15C983ED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3C6229A" w14:textId="45A8021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109,5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32A5797" w14:textId="74ADE2C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A6F4067" w14:textId="6672BB04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90695B2" w14:textId="18307D69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</w:tr>
      <w:tr w:rsidR="003A796A" w:rsidRPr="009667FA" w14:paraId="7D4C0EFC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A4B9D71" w14:textId="02203423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1E3C71B" w14:textId="3CC3A11D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A59FC20" w14:textId="3D264B1D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92A1CA4" w14:textId="388180B7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F996EDC" w14:textId="6B96FD12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C3EB900" w14:textId="7703B7C5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</w:tr>
      <w:tr w:rsidR="003A796A" w:rsidRPr="009667FA" w14:paraId="4FAB42AA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5E7F952E" w14:textId="43BB2B10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F8AF295" w14:textId="02E77150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089150B" w14:textId="141BB4C4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55F93BCF" w14:textId="41636B0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57854EE" w14:textId="2DE0B9AF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45F1B69" w14:textId="3A1B5CB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3A796A" w:rsidRPr="009667FA" w14:paraId="337772F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A84E45C" w14:textId="2FEEC1EB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7395DB7" w14:textId="46C0028A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ECCE31D" w14:textId="4F2E34D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5319AC3" w14:textId="3AAEB5C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B0B12C4" w14:textId="5B7FCB83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2DBC092" w14:textId="50AF39FB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3A796A" w:rsidRPr="009667FA" w14:paraId="3E6DE0C5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14E7CB72" w14:textId="75921841" w:rsidR="003A796A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 2024 к декабрю 2023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B74A02B" w14:textId="6D502068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4315D99" w14:textId="35F827E6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54E09777" w14:textId="0C1F6E9C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115,5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71F84C0" w14:textId="2CE31829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F348F65" w14:textId="1F22AD4B" w:rsidR="003A796A" w:rsidRPr="00247E1B" w:rsidRDefault="003A796A" w:rsidP="003A796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93,7</w:t>
            </w:r>
          </w:p>
        </w:tc>
      </w:tr>
    </w:tbl>
    <w:p w14:paraId="4332B58B" w14:textId="3733B906" w:rsidR="0031223F" w:rsidRPr="00B96238" w:rsidRDefault="004D0E88" w:rsidP="0042241F">
      <w:pPr>
        <w:pStyle w:val="3"/>
        <w:spacing w:before="240" w:after="120"/>
        <w:ind w:right="0" w:firstLine="709"/>
        <w:jc w:val="both"/>
        <w:rPr>
          <w:b w:val="0"/>
        </w:rPr>
      </w:pPr>
      <w:bookmarkStart w:id="238" w:name="_Toc178757203"/>
      <w:r w:rsidRPr="000F57CF">
        <w:t>Индекс тарифов на грузовые перевозки</w:t>
      </w:r>
      <w:r w:rsidRPr="000F57CF">
        <w:rPr>
          <w:b w:val="0"/>
        </w:rPr>
        <w:t xml:space="preserve"> в с</w:t>
      </w:r>
      <w:r>
        <w:rPr>
          <w:b w:val="0"/>
        </w:rPr>
        <w:t xml:space="preserve">реднем по всем видам транспорта </w:t>
      </w:r>
      <w:r>
        <w:rPr>
          <w:b w:val="0"/>
        </w:rPr>
        <w:br/>
      </w:r>
      <w:r w:rsidR="00F71FD7" w:rsidRPr="00C7190C">
        <w:rPr>
          <w:b w:val="0"/>
        </w:rPr>
        <w:t xml:space="preserve">в </w:t>
      </w:r>
      <w:r w:rsidR="00247E1B">
        <w:rPr>
          <w:b w:val="0"/>
        </w:rPr>
        <w:t>августе</w:t>
      </w:r>
      <w:r w:rsidR="004420EF" w:rsidRPr="00C7190C">
        <w:rPr>
          <w:b w:val="0"/>
        </w:rPr>
        <w:t xml:space="preserve"> 2024</w:t>
      </w:r>
      <w:r w:rsidR="008470B6" w:rsidRPr="00C7190C">
        <w:rPr>
          <w:b w:val="0"/>
        </w:rPr>
        <w:t xml:space="preserve"> года </w:t>
      </w:r>
      <w:r w:rsidR="008470B6" w:rsidRPr="003A796A">
        <w:rPr>
          <w:b w:val="0"/>
        </w:rPr>
        <w:t xml:space="preserve">составил </w:t>
      </w:r>
      <w:r w:rsidR="00C7190C" w:rsidRPr="003A796A">
        <w:rPr>
          <w:b w:val="0"/>
        </w:rPr>
        <w:t>100,</w:t>
      </w:r>
      <w:r w:rsidR="003A796A" w:rsidRPr="003A796A">
        <w:rPr>
          <w:b w:val="0"/>
        </w:rPr>
        <w:t>2</w:t>
      </w:r>
      <w:r w:rsidRPr="00C7190C">
        <w:rPr>
          <w:b w:val="0"/>
        </w:rPr>
        <w:t>%.</w:t>
      </w:r>
      <w:bookmarkEnd w:id="238"/>
    </w:p>
    <w:p w14:paraId="0B6B7BA0" w14:textId="77777777" w:rsidR="0031223F" w:rsidRPr="008E6FE1" w:rsidRDefault="0031223F" w:rsidP="0042241F">
      <w:pPr>
        <w:pStyle w:val="3"/>
        <w:spacing w:before="240" w:after="240"/>
        <w:ind w:right="0"/>
      </w:pPr>
      <w:bookmarkStart w:id="239" w:name="_Toc178757204"/>
      <w:r w:rsidRPr="008E6FE1">
        <w:t xml:space="preserve">Индексы тарифов на грузовые перевозки </w:t>
      </w:r>
      <w:r w:rsidR="002459C6">
        <w:br/>
      </w:r>
      <w:r w:rsidRPr="008E6FE1">
        <w:t>по видам транспорта</w:t>
      </w:r>
      <w:bookmarkEnd w:id="220"/>
      <w:bookmarkEnd w:id="239"/>
    </w:p>
    <w:p w14:paraId="357272B5" w14:textId="77777777" w:rsidR="0031223F" w:rsidRPr="008E6FE1" w:rsidRDefault="0031223F" w:rsidP="0031223F">
      <w:pPr>
        <w:spacing w:after="60"/>
        <w:jc w:val="right"/>
        <w:rPr>
          <w:b/>
          <w:sz w:val="20"/>
        </w:rPr>
      </w:pPr>
      <w:r w:rsidRPr="008E6FE1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7A2433" w:rsidRPr="00DD362A" w14:paraId="398C2348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A74B78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40" w:name="_Toc127178078"/>
            <w:bookmarkStart w:id="241" w:name="_Toc456770434"/>
            <w:bookmarkStart w:id="242" w:name="_Toc493779786"/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6F98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C66E" w14:textId="77777777"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2DF2541A" w14:textId="77777777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5945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9D49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BE9A" w14:textId="77777777"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внутренний водный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05EA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морской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D879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авто</w:t>
            </w:r>
            <w:r w:rsidRPr="00DD362A">
              <w:rPr>
                <w:b/>
                <w:sz w:val="20"/>
                <w:lang w:val="en-US"/>
              </w:rPr>
              <w:t>-</w:t>
            </w:r>
            <w:r w:rsidRPr="00DD362A">
              <w:rPr>
                <w:b/>
                <w:sz w:val="20"/>
              </w:rPr>
              <w:t>мобильный</w:t>
            </w:r>
            <w:proofErr w:type="gramEnd"/>
          </w:p>
        </w:tc>
      </w:tr>
      <w:tr w:rsidR="007A2433" w:rsidRPr="00DD362A" w14:paraId="138A1C4C" w14:textId="77777777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417C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19A6033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C58D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80F2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A6B7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895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8E6A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14:paraId="40E6939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73093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F431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41A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BEF3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50B7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14:paraId="0E088D5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4E1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87A1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14F0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184A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9E59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653EEE7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24B9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BDB8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13F2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1949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E264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14:paraId="41DE0B1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05847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762F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CD9B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9844C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5154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1969BDC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BC04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C3E9C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A9FD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2EBA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7126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D4DD5C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161C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06F1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01B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7E2A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FFEF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F148805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D02E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4B10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84F5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8380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A88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21A152F0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2E63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758A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1A64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421C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05CB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58B7137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78A3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F4A2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DC8D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F8D5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D3DC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6F8525BA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1B95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BF3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719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B5B9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61CA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6B89F344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5374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739A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B636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0649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EF0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2612CA7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67A6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1ACA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AA06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929F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C0E0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53AE46D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EA36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F94A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6127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F7CF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984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4FBCA7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AA8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EA8E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2A34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E89D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B265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7ADA75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46EF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2955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7CB5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0FDA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F03B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57694DE4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8BE97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4A3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E21A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F015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3BE5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</w:tr>
      <w:tr w:rsidR="007A2433" w:rsidRPr="00DD362A" w14:paraId="4C614C5D" w14:textId="77777777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E1890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14:paraId="6095FC0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B75F5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9209A" w14:textId="2DA3B30D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4A3AB" w14:textId="5B403D9C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78401" w14:textId="6F91D0E9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FECA4" w14:textId="07FBECFB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110,3</w:t>
            </w:r>
          </w:p>
        </w:tc>
      </w:tr>
      <w:tr w:rsidR="003A796A" w:rsidRPr="00DD362A" w14:paraId="715D76A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1CDEA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57E25" w14:textId="494FECD6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54042" w14:textId="48F70073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F16B1" w14:textId="110B00FB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661A9" w14:textId="7371E644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74E3C1B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E7C0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7EBD5" w14:textId="34D00BE1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F306F" w14:textId="289294DF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1D4F0" w14:textId="548E85F9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2C105" w14:textId="487383F3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DD362A" w14:paraId="1501244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C8990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636C0" w14:textId="6FF49B06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F2AA2" w14:textId="201995C0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35C3F" w14:textId="64D441FD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6BD17" w14:textId="658EFC22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110,3</w:t>
            </w:r>
          </w:p>
        </w:tc>
      </w:tr>
      <w:tr w:rsidR="003A796A" w:rsidRPr="00DD362A" w14:paraId="60B487C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87FB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79E56" w14:textId="6DAF3A22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23ECD" w14:textId="5E6FAC29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03E86" w14:textId="33529795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B84D9" w14:textId="1EE0D96C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3A796A" w:rsidRPr="00DD362A" w14:paraId="046F088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6678" w14:textId="77777777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9B666" w14:textId="66364FAB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758B8" w14:textId="7866478B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379BD" w14:textId="0023C1E2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21AE8" w14:textId="66064B38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92070A" w14:paraId="4AF66590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7F3FF" w14:textId="2C9CCB04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85141" w14:textId="535CCB8C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21FBA" w14:textId="6A5E60C3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7F8D0" w14:textId="0AF1F96B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12006" w14:textId="3D29EAA9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92070A" w14:paraId="29DB500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9BCB4" w14:textId="162527A8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8FA84" w14:textId="2CD78A4D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F6B7A" w14:textId="5E448952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AF2C5" w14:textId="01E3405F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06C65" w14:textId="75F78503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3A796A" w:rsidRPr="0092070A" w14:paraId="1C099DC8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C510A" w14:textId="2B89A053"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DD89B" w14:textId="12849088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B8256" w14:textId="3B3BF97C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3D06B" w14:textId="2F0D4D53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F7508" w14:textId="66F0C512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A796A" w:rsidRPr="0092070A" w14:paraId="1ABE5FDC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6F3DC" w14:textId="58813FFC"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60CC6" w14:textId="3DC52313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4D734" w14:textId="4EDF5A15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0C67A" w14:textId="698FAAB9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AEEF8" w14:textId="479565E8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3A796A" w:rsidRPr="0092070A" w14:paraId="23D9E3B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7284D" w14:textId="718080D5"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1CD9D" w14:textId="497341EF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9F05A" w14:textId="65B540B1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69153" w14:textId="757FC274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1F4D1" w14:textId="4153DB85" w:rsidR="003A796A" w:rsidRPr="00247E1B" w:rsidRDefault="003A796A" w:rsidP="003A796A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</w:tr>
      <w:bookmarkEnd w:id="164"/>
    </w:tbl>
    <w:p w14:paraId="333F3DB6" w14:textId="77777777" w:rsidR="00BE270D" w:rsidRDefault="00BE270D" w:rsidP="00925CA2">
      <w:pPr>
        <w:rPr>
          <w:sz w:val="22"/>
          <w:szCs w:val="22"/>
        </w:rPr>
        <w:sectPr w:rsidR="00BE270D" w:rsidSect="00BB22F3">
          <w:headerReference w:type="even" r:id="rId23"/>
          <w:headerReference w:type="default" r:id="rId24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1C2F32B4" w14:textId="77777777" w:rsidR="004D0E88" w:rsidRPr="000B51EF" w:rsidRDefault="004D0E88" w:rsidP="0042241F">
      <w:pPr>
        <w:pStyle w:val="1"/>
        <w:spacing w:before="360" w:after="360"/>
        <w:rPr>
          <w:szCs w:val="24"/>
        </w:rPr>
      </w:pPr>
      <w:bookmarkStart w:id="243" w:name="_Toc178757205"/>
      <w:r w:rsidRPr="000B51EF">
        <w:rPr>
          <w:szCs w:val="24"/>
        </w:rPr>
        <w:t xml:space="preserve">ФИНАНСОВАЯ ДЕЯТЕЛЬНОСТЬ </w:t>
      </w:r>
      <w:r w:rsidR="0083070D">
        <w:rPr>
          <w:szCs w:val="24"/>
        </w:rPr>
        <w:br/>
      </w:r>
      <w:r w:rsidRPr="000B51EF">
        <w:rPr>
          <w:szCs w:val="24"/>
        </w:rPr>
        <w:t>ОРГАНИЗАЦИЙ</w:t>
      </w:r>
      <w:bookmarkEnd w:id="240"/>
      <w:bookmarkEnd w:id="243"/>
    </w:p>
    <w:p w14:paraId="603D381D" w14:textId="1CA46033" w:rsidR="008935F4" w:rsidRDefault="004D0E88" w:rsidP="0042241F">
      <w:pPr>
        <w:pStyle w:val="3"/>
        <w:spacing w:after="120"/>
        <w:ind w:right="0" w:firstLine="709"/>
        <w:jc w:val="both"/>
        <w:rPr>
          <w:b w:val="0"/>
          <w:szCs w:val="24"/>
        </w:rPr>
      </w:pPr>
      <w:bookmarkStart w:id="244" w:name="_Toc84326752"/>
      <w:bookmarkStart w:id="245" w:name="_Toc127178079"/>
      <w:bookmarkStart w:id="246" w:name="_Toc178757206"/>
      <w:bookmarkStart w:id="247" w:name="_Hlk173416023"/>
      <w:r w:rsidRPr="00E85C4E">
        <w:rPr>
          <w:szCs w:val="24"/>
        </w:rPr>
        <w:t>Финансовые результаты деятельности организаций.</w:t>
      </w:r>
      <w:r w:rsidRPr="00E85C4E">
        <w:rPr>
          <w:b w:val="0"/>
          <w:szCs w:val="24"/>
        </w:rPr>
        <w:t xml:space="preserve"> </w:t>
      </w:r>
      <w:bookmarkStart w:id="248" w:name="_Toc414870641"/>
      <w:bookmarkStart w:id="249" w:name="_Toc84326753"/>
      <w:bookmarkStart w:id="250" w:name="_Toc127178080"/>
      <w:bookmarkStart w:id="251" w:name="_Toc525217802"/>
      <w:bookmarkEnd w:id="244"/>
      <w:bookmarkEnd w:id="245"/>
      <w:r w:rsidR="008935F4" w:rsidRPr="00676228">
        <w:rPr>
          <w:b w:val="0"/>
          <w:szCs w:val="24"/>
        </w:rPr>
        <w:t xml:space="preserve">В </w:t>
      </w:r>
      <w:r w:rsidR="008935F4">
        <w:rPr>
          <w:b w:val="0"/>
          <w:szCs w:val="24"/>
        </w:rPr>
        <w:t>январе-</w:t>
      </w:r>
      <w:r w:rsidR="00D9769F">
        <w:rPr>
          <w:b w:val="0"/>
          <w:szCs w:val="24"/>
        </w:rPr>
        <w:t>ию</w:t>
      </w:r>
      <w:r w:rsidR="00247E1B">
        <w:rPr>
          <w:b w:val="0"/>
          <w:szCs w:val="24"/>
        </w:rPr>
        <w:t>л</w:t>
      </w:r>
      <w:r w:rsidR="00D9769F">
        <w:rPr>
          <w:b w:val="0"/>
          <w:szCs w:val="24"/>
        </w:rPr>
        <w:t>е</w:t>
      </w:r>
      <w:r w:rsidR="008935F4">
        <w:rPr>
          <w:b w:val="0"/>
          <w:szCs w:val="24"/>
        </w:rPr>
        <w:t xml:space="preserve"> </w:t>
      </w:r>
      <w:r w:rsidR="008935F4" w:rsidRPr="00676228">
        <w:rPr>
          <w:b w:val="0"/>
          <w:szCs w:val="24"/>
        </w:rPr>
        <w:t>202</w:t>
      </w:r>
      <w:r w:rsidR="008935F4">
        <w:rPr>
          <w:b w:val="0"/>
          <w:szCs w:val="24"/>
        </w:rPr>
        <w:t>4</w:t>
      </w:r>
      <w:r w:rsidR="008935F4" w:rsidRPr="00676228">
        <w:rPr>
          <w:b w:val="0"/>
          <w:szCs w:val="24"/>
        </w:rPr>
        <w:t xml:space="preserve"> год</w:t>
      </w:r>
      <w:r w:rsidR="008935F4">
        <w:rPr>
          <w:b w:val="0"/>
          <w:szCs w:val="24"/>
        </w:rPr>
        <w:t>а</w:t>
      </w:r>
      <w:r w:rsidR="008935F4" w:rsidRPr="00676228">
        <w:rPr>
          <w:b w:val="0"/>
          <w:szCs w:val="24"/>
        </w:rPr>
        <w:t xml:space="preserve"> </w:t>
      </w:r>
      <w:r w:rsidR="008935F4" w:rsidRPr="008935F4">
        <w:rPr>
          <w:b w:val="0"/>
          <w:bCs/>
          <w:szCs w:val="24"/>
        </w:rPr>
        <w:t>сальдированный финансовый результат (прибыль минус убыток)</w:t>
      </w:r>
      <w:r w:rsidR="008935F4" w:rsidRPr="00676228">
        <w:rPr>
          <w:b w:val="0"/>
          <w:szCs w:val="24"/>
        </w:rPr>
        <w:t xml:space="preserve"> организаций</w:t>
      </w:r>
      <w:r w:rsidR="008935F4">
        <w:rPr>
          <w:b w:val="0"/>
          <w:szCs w:val="24"/>
        </w:rPr>
        <w:t xml:space="preserve"> </w:t>
      </w:r>
      <w:r w:rsidR="008935F4" w:rsidRPr="00676228">
        <w:rPr>
          <w:b w:val="0"/>
          <w:szCs w:val="24"/>
        </w:rPr>
        <w:br/>
        <w:t>(без субъектов малого предпринимательства, банков, страховых</w:t>
      </w:r>
      <w:r w:rsidR="008935F4">
        <w:rPr>
          <w:b w:val="0"/>
          <w:szCs w:val="24"/>
        </w:rPr>
        <w:t xml:space="preserve"> </w:t>
      </w:r>
      <w:r w:rsidR="008935F4">
        <w:rPr>
          <w:b w:val="0"/>
          <w:szCs w:val="24"/>
        </w:rPr>
        <w:br/>
      </w:r>
      <w:r w:rsidR="008935F4" w:rsidRPr="00676228">
        <w:rPr>
          <w:b w:val="0"/>
          <w:szCs w:val="24"/>
        </w:rPr>
        <w:t xml:space="preserve">и бюджетных организаций) в действующих ценах </w:t>
      </w:r>
      <w:r w:rsidR="008935F4" w:rsidRPr="00134E99">
        <w:rPr>
          <w:b w:val="0"/>
          <w:szCs w:val="24"/>
        </w:rPr>
        <w:t xml:space="preserve">составил </w:t>
      </w:r>
      <w:r w:rsidR="00EF66C1" w:rsidRPr="00FB7461">
        <w:rPr>
          <w:b w:val="0"/>
          <w:szCs w:val="24"/>
        </w:rPr>
        <w:t xml:space="preserve">147618,8 </w:t>
      </w:r>
      <w:r w:rsidR="008935F4" w:rsidRPr="00134E99">
        <w:rPr>
          <w:b w:val="0"/>
          <w:szCs w:val="24"/>
        </w:rPr>
        <w:t xml:space="preserve">млн рублей </w:t>
      </w:r>
      <w:r w:rsidR="008935F4" w:rsidRPr="00134E99">
        <w:rPr>
          <w:b w:val="0"/>
          <w:szCs w:val="24"/>
        </w:rPr>
        <w:br/>
      </w:r>
      <w:r w:rsidR="008935F4" w:rsidRPr="00C7190C">
        <w:rPr>
          <w:b w:val="0"/>
          <w:szCs w:val="24"/>
        </w:rPr>
        <w:t>(</w:t>
      </w:r>
      <w:r w:rsidR="00EF66C1" w:rsidRPr="00FB7461">
        <w:rPr>
          <w:b w:val="0"/>
          <w:szCs w:val="24"/>
        </w:rPr>
        <w:t>101</w:t>
      </w:r>
      <w:r w:rsidR="00072418">
        <w:rPr>
          <w:b w:val="0"/>
          <w:szCs w:val="24"/>
        </w:rPr>
        <w:t xml:space="preserve"> </w:t>
      </w:r>
      <w:r w:rsidR="008935F4" w:rsidRPr="00C7190C">
        <w:rPr>
          <w:b w:val="0"/>
          <w:szCs w:val="24"/>
        </w:rPr>
        <w:t>организаци</w:t>
      </w:r>
      <w:r w:rsidR="00EF66C1">
        <w:rPr>
          <w:b w:val="0"/>
          <w:szCs w:val="24"/>
        </w:rPr>
        <w:t>я</w:t>
      </w:r>
      <w:r w:rsidR="008935F4" w:rsidRPr="00C7190C">
        <w:rPr>
          <w:b w:val="0"/>
          <w:szCs w:val="24"/>
        </w:rPr>
        <w:t xml:space="preserve"> получил</w:t>
      </w:r>
      <w:r w:rsidR="00EF66C1">
        <w:rPr>
          <w:b w:val="0"/>
          <w:szCs w:val="24"/>
        </w:rPr>
        <w:t>а</w:t>
      </w:r>
      <w:r w:rsidR="008935F4" w:rsidRPr="00C7190C">
        <w:rPr>
          <w:b w:val="0"/>
          <w:szCs w:val="24"/>
        </w:rPr>
        <w:t xml:space="preserve"> прибыль в размере </w:t>
      </w:r>
      <w:r w:rsidR="00EF66C1" w:rsidRPr="00FB7461">
        <w:rPr>
          <w:b w:val="0"/>
          <w:szCs w:val="24"/>
        </w:rPr>
        <w:t>151635,4</w:t>
      </w:r>
      <w:r w:rsidR="00C7190C" w:rsidRPr="00C7190C">
        <w:rPr>
          <w:b w:val="0"/>
          <w:szCs w:val="24"/>
        </w:rPr>
        <w:t xml:space="preserve"> </w:t>
      </w:r>
      <w:r w:rsidR="008935F4" w:rsidRPr="00C7190C">
        <w:rPr>
          <w:b w:val="0"/>
          <w:szCs w:val="24"/>
        </w:rPr>
        <w:t xml:space="preserve">млн рублей и </w:t>
      </w:r>
      <w:r w:rsidR="00EF66C1">
        <w:rPr>
          <w:b w:val="0"/>
          <w:szCs w:val="24"/>
        </w:rPr>
        <w:t>86</w:t>
      </w:r>
      <w:r w:rsidR="008935F4" w:rsidRPr="00C7190C">
        <w:rPr>
          <w:b w:val="0"/>
          <w:szCs w:val="24"/>
        </w:rPr>
        <w:t xml:space="preserve"> – имели убыток на сумму </w:t>
      </w:r>
      <w:r w:rsidR="00EF66C1" w:rsidRPr="00FB7461">
        <w:rPr>
          <w:b w:val="0"/>
          <w:szCs w:val="24"/>
        </w:rPr>
        <w:t xml:space="preserve">4016,6 </w:t>
      </w:r>
      <w:r w:rsidR="008935F4" w:rsidRPr="00C7190C">
        <w:rPr>
          <w:b w:val="0"/>
          <w:szCs w:val="24"/>
        </w:rPr>
        <w:t>млн рублей).</w:t>
      </w:r>
      <w:bookmarkEnd w:id="246"/>
    </w:p>
    <w:p w14:paraId="27EBDCB6" w14:textId="083D1716" w:rsidR="004D0E88" w:rsidRPr="00E85C4E" w:rsidRDefault="004D0E88" w:rsidP="0042241F">
      <w:pPr>
        <w:pStyle w:val="3"/>
        <w:spacing w:before="240" w:after="240"/>
        <w:ind w:right="0"/>
        <w:rPr>
          <w:szCs w:val="24"/>
        </w:rPr>
      </w:pPr>
      <w:bookmarkStart w:id="252" w:name="_Toc178757207"/>
      <w:r w:rsidRPr="00E85C4E">
        <w:rPr>
          <w:szCs w:val="24"/>
        </w:rPr>
        <w:t>Сальдированный финансовый результат (прибыль минус убыток)</w:t>
      </w:r>
      <w:r w:rsidRPr="00E85C4E">
        <w:rPr>
          <w:szCs w:val="24"/>
        </w:rPr>
        <w:br/>
        <w:t>по видам экономической деятельности</w:t>
      </w:r>
      <w:bookmarkEnd w:id="248"/>
      <w:bookmarkEnd w:id="249"/>
      <w:bookmarkEnd w:id="250"/>
      <w:r w:rsidR="00133A15" w:rsidRPr="00133A15">
        <w:rPr>
          <w:szCs w:val="24"/>
        </w:rPr>
        <w:t xml:space="preserve"> </w:t>
      </w:r>
      <w:r w:rsidR="00891D34">
        <w:rPr>
          <w:szCs w:val="24"/>
        </w:rPr>
        <w:br/>
      </w:r>
      <w:r w:rsidRPr="00BA198F">
        <w:rPr>
          <w:szCs w:val="24"/>
        </w:rPr>
        <w:t xml:space="preserve">в </w:t>
      </w:r>
      <w:r w:rsidR="00E725A4" w:rsidRPr="00BA198F">
        <w:rPr>
          <w:szCs w:val="24"/>
        </w:rPr>
        <w:t>январе</w:t>
      </w:r>
      <w:r w:rsidR="0089774C" w:rsidRPr="00BA198F">
        <w:rPr>
          <w:szCs w:val="24"/>
        </w:rPr>
        <w:t>-</w:t>
      </w:r>
      <w:r w:rsidR="00122065" w:rsidRPr="00BA198F">
        <w:rPr>
          <w:szCs w:val="24"/>
        </w:rPr>
        <w:t>ию</w:t>
      </w:r>
      <w:r w:rsidR="000D7F47">
        <w:rPr>
          <w:szCs w:val="24"/>
        </w:rPr>
        <w:t>л</w:t>
      </w:r>
      <w:r w:rsidR="00122065" w:rsidRPr="00BA198F">
        <w:rPr>
          <w:szCs w:val="24"/>
        </w:rPr>
        <w:t>е</w:t>
      </w:r>
      <w:r w:rsidR="00E725A4" w:rsidRPr="00BA198F">
        <w:rPr>
          <w:szCs w:val="24"/>
        </w:rPr>
        <w:t xml:space="preserve"> 2024</w:t>
      </w:r>
      <w:r w:rsidRPr="00BA198F">
        <w:rPr>
          <w:szCs w:val="24"/>
        </w:rPr>
        <w:t xml:space="preserve"> год</w:t>
      </w:r>
      <w:bookmarkEnd w:id="251"/>
      <w:r w:rsidR="00E725A4" w:rsidRPr="00BA198F">
        <w:rPr>
          <w:szCs w:val="24"/>
        </w:rPr>
        <w:t>а</w:t>
      </w:r>
      <w:bookmarkEnd w:id="252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44"/>
        <w:gridCol w:w="945"/>
        <w:gridCol w:w="945"/>
        <w:gridCol w:w="944"/>
        <w:gridCol w:w="945"/>
        <w:gridCol w:w="945"/>
      </w:tblGrid>
      <w:tr w:rsidR="00FA288E" w:rsidRPr="005D5E5C" w14:paraId="63A52657" w14:textId="77777777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1E7F042B" w14:textId="77777777" w:rsidR="00FA288E" w:rsidRPr="00DB7301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14:paraId="09CF9521" w14:textId="77777777" w:rsidR="00FA288E" w:rsidRPr="005D5E5C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Сальдо прибылей</w:t>
            </w:r>
            <w:r w:rsidRPr="005D5E5C">
              <w:rPr>
                <w:b/>
                <w:bCs/>
                <w:sz w:val="20"/>
              </w:rPr>
              <w:br/>
              <w:t>и убытков (-)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14:paraId="7B98CC9B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Прибыль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  <w:hideMark/>
          </w:tcPr>
          <w:p w14:paraId="2FEE4A4D" w14:textId="77777777" w:rsidR="00FA288E" w:rsidRPr="005D5E5C" w:rsidRDefault="00FA288E" w:rsidP="00C922DF">
            <w:pPr>
              <w:tabs>
                <w:tab w:val="left" w:pos="537"/>
              </w:tabs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Убыток</w:t>
            </w:r>
          </w:p>
        </w:tc>
      </w:tr>
      <w:tr w:rsidR="00FA288E" w:rsidRPr="005D5E5C" w14:paraId="08CD0906" w14:textId="77777777" w:rsidTr="00C922DF">
        <w:trPr>
          <w:trHeight w:val="283"/>
          <w:jc w:val="center"/>
        </w:trPr>
        <w:tc>
          <w:tcPr>
            <w:tcW w:w="3402" w:type="dxa"/>
            <w:vMerge/>
            <w:vAlign w:val="center"/>
            <w:hideMark/>
          </w:tcPr>
          <w:p w14:paraId="51BCC48D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1CD331B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482E8380" w14:textId="71737300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230B09" w:rsidRPr="00230B09">
              <w:rPr>
                <w:b/>
                <w:bCs/>
                <w:sz w:val="20"/>
              </w:rPr>
              <w:t>ию</w:t>
            </w:r>
            <w:r w:rsidR="000D7F47">
              <w:rPr>
                <w:b/>
                <w:bCs/>
                <w:sz w:val="20"/>
              </w:rPr>
              <w:t>л</w:t>
            </w:r>
            <w:r w:rsidR="00230B09" w:rsidRPr="00230B09">
              <w:rPr>
                <w:b/>
                <w:bCs/>
                <w:sz w:val="20"/>
              </w:rPr>
              <w:t>ю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3B77A688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83C91DC" w14:textId="74FBBA04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230B09" w:rsidRPr="00230B09">
              <w:rPr>
                <w:b/>
                <w:bCs/>
                <w:sz w:val="20"/>
              </w:rPr>
              <w:t>ию</w:t>
            </w:r>
            <w:r w:rsidR="000D7F47">
              <w:rPr>
                <w:b/>
                <w:bCs/>
                <w:sz w:val="20"/>
              </w:rPr>
              <w:t>л</w:t>
            </w:r>
            <w:r w:rsidR="00230B09" w:rsidRPr="00230B09">
              <w:rPr>
                <w:b/>
                <w:bCs/>
                <w:sz w:val="20"/>
              </w:rPr>
              <w:t>ю</w:t>
            </w:r>
            <w:r w:rsidR="00230B09" w:rsidRPr="00230B09">
              <w:rPr>
                <w:b/>
                <w:bCs/>
                <w:sz w:val="20"/>
              </w:rPr>
              <w:br/>
            </w:r>
            <w:r w:rsidRPr="00230B09">
              <w:rPr>
                <w:b/>
                <w:bCs/>
                <w:sz w:val="20"/>
              </w:rPr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46B498B0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195263D8" w14:textId="6C929477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230B09" w:rsidRPr="00230B09">
              <w:rPr>
                <w:b/>
                <w:bCs/>
                <w:sz w:val="20"/>
              </w:rPr>
              <w:t>ию</w:t>
            </w:r>
            <w:r w:rsidR="000D7F47">
              <w:rPr>
                <w:b/>
                <w:bCs/>
                <w:sz w:val="20"/>
              </w:rPr>
              <w:t>л</w:t>
            </w:r>
            <w:r w:rsidR="00230B09" w:rsidRPr="00230B09">
              <w:rPr>
                <w:b/>
                <w:bCs/>
                <w:sz w:val="20"/>
              </w:rPr>
              <w:t>ю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</w:tr>
      <w:tr w:rsidR="00EF66C1" w:rsidRPr="005D5E5C" w14:paraId="02F5A1FE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3CDFDD75" w14:textId="77777777" w:rsidR="00EF66C1" w:rsidRPr="005D5E5C" w:rsidRDefault="00EF66C1" w:rsidP="00EF66C1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33FA6C5" w14:textId="5284AC63" w:rsidR="00EF66C1" w:rsidRPr="000D7F47" w:rsidRDefault="00EF66C1" w:rsidP="00EF66C1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147618,8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BEDC887" w14:textId="223E654B" w:rsidR="00EF66C1" w:rsidRPr="000D7F47" w:rsidRDefault="00EF66C1" w:rsidP="00EF66C1">
            <w:pPr>
              <w:tabs>
                <w:tab w:val="left" w:pos="507"/>
                <w:tab w:val="left" w:pos="567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141,8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32D1B7" w14:textId="51EBC6A4" w:rsidR="00EF66C1" w:rsidRPr="000D7F47" w:rsidRDefault="00EF66C1" w:rsidP="00EF66C1">
            <w:pPr>
              <w:tabs>
                <w:tab w:val="left" w:pos="743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151635,4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4A417E5" w14:textId="25607054" w:rsidR="00EF66C1" w:rsidRPr="000D7F47" w:rsidRDefault="00EF66C1" w:rsidP="00EF66C1">
            <w:pPr>
              <w:tabs>
                <w:tab w:val="left" w:pos="548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133,6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63591CC" w14:textId="4FDCB43B" w:rsidR="00EF66C1" w:rsidRPr="000D7F47" w:rsidRDefault="00EF66C1" w:rsidP="00EF66C1">
            <w:pPr>
              <w:tabs>
                <w:tab w:val="left" w:pos="601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4016,6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026FE46" w14:textId="19E501B1" w:rsidR="00EF66C1" w:rsidRPr="000D7F47" w:rsidRDefault="00EF66C1" w:rsidP="00EF66C1">
            <w:pPr>
              <w:tabs>
                <w:tab w:val="left" w:pos="492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42,6</w:t>
            </w:r>
          </w:p>
        </w:tc>
      </w:tr>
      <w:tr w:rsidR="00FA288E" w:rsidRPr="005D5E5C" w14:paraId="5098082A" w14:textId="77777777" w:rsidTr="00C922DF">
        <w:trPr>
          <w:trHeight w:val="227"/>
          <w:jc w:val="center"/>
        </w:trPr>
        <w:tc>
          <w:tcPr>
            <w:tcW w:w="9070" w:type="dxa"/>
            <w:gridSpan w:val="7"/>
            <w:shd w:val="clear" w:color="auto" w:fill="auto"/>
            <w:vAlign w:val="bottom"/>
            <w:hideMark/>
          </w:tcPr>
          <w:p w14:paraId="24544998" w14:textId="77777777"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числе:</w:t>
            </w:r>
          </w:p>
        </w:tc>
      </w:tr>
      <w:tr w:rsidR="00EF66C1" w:rsidRPr="005D5E5C" w14:paraId="4BC01E96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37E09B9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547EF93" w14:textId="369F26DE" w:rsidR="00EF66C1" w:rsidRPr="000D7F47" w:rsidRDefault="00EF66C1" w:rsidP="00EF66C1">
            <w:pPr>
              <w:shd w:val="clear" w:color="FFFFFF" w:themeColor="background1" w:fill="FFFFFF" w:themeFill="background1"/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553,4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BEAD7F" w14:textId="0BAB5360" w:rsidR="00EF66C1" w:rsidRPr="000D7F47" w:rsidRDefault="00EF66C1" w:rsidP="00EF66C1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4,3р.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512CBD5" w14:textId="291D77EF" w:rsidR="00EF66C1" w:rsidRPr="000D7F47" w:rsidRDefault="00736F49" w:rsidP="00EF66C1">
            <w:pPr>
              <w:shd w:val="clear" w:color="FFFFFF" w:themeColor="background1" w:fill="FFFFFF" w:themeFill="background1"/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D229D64" w14:textId="43333A52" w:rsidR="00EF66C1" w:rsidRPr="000D7F47" w:rsidRDefault="00EF66C1" w:rsidP="00EF66C1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4,1р.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3FCFEA3" w14:textId="4E4BCE1E" w:rsidR="00EF66C1" w:rsidRPr="000D7F47" w:rsidRDefault="00736F49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BC1900C" w14:textId="15BF2675" w:rsidR="00EF66C1" w:rsidRPr="000D7F47" w:rsidRDefault="00EF66C1" w:rsidP="00EF66C1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3,2р.</w:t>
            </w:r>
          </w:p>
        </w:tc>
      </w:tr>
      <w:tr w:rsidR="00EF66C1" w:rsidRPr="005D5E5C" w14:paraId="2FF1D16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24622EA5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5A434B9" w14:textId="00181C95" w:rsidR="00EF66C1" w:rsidRPr="000D7F47" w:rsidRDefault="00EF66C1" w:rsidP="00EF66C1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146738,0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78793AB" w14:textId="6B81EA00" w:rsidR="00EF66C1" w:rsidRPr="000D7F47" w:rsidRDefault="00EF66C1" w:rsidP="00EF66C1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143,4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738E7A1" w14:textId="427CBA13" w:rsidR="00EF66C1" w:rsidRPr="000D7F47" w:rsidRDefault="00EF66C1" w:rsidP="00EF66C1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146795,5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D1AE388" w14:textId="514458D2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136,0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979C4A" w14:textId="782CBA59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253B274" w14:textId="03E955E2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1,0</w:t>
            </w:r>
          </w:p>
        </w:tc>
      </w:tr>
      <w:tr w:rsidR="00EF66C1" w:rsidRPr="005D5E5C" w14:paraId="6D7CDAB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AFA236B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92DAE05" w14:textId="22AB6A6B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-949,0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879A9E5" w14:textId="167B34CA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E7772E2" w14:textId="42F612E1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360,7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77F26E4" w14:textId="0F880029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56,9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03A3B0" w14:textId="551C5995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1309,8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AB6CE2" w14:textId="5833AF0A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</w:tr>
      <w:tr w:rsidR="00EF66C1" w:rsidRPr="005D5E5C" w14:paraId="1E06C547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9DE81CE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8269D05" w14:textId="0CA2D4FE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396,6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6292D9" w14:textId="5319EBBC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CA853FF" w14:textId="451D93C0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1205,9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0AB03DA" w14:textId="6F00107D" w:rsidR="00EF66C1" w:rsidRPr="000D7F47" w:rsidRDefault="00EF66C1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134,4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BF8E19" w14:textId="4C612DC4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809,3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BB2EFE" w14:textId="09DEA4F6" w:rsidR="00EF66C1" w:rsidRPr="000D7F47" w:rsidRDefault="00EF66C1" w:rsidP="00EF66C1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3,0р.</w:t>
            </w:r>
          </w:p>
        </w:tc>
      </w:tr>
      <w:tr w:rsidR="00EF66C1" w:rsidRPr="005D5E5C" w14:paraId="1A10AED5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4CB0A24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C50B648" w14:textId="53403AD4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F6DD2A1" w14:textId="298C426B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3648AC" w14:textId="282E823D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118,6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48ED4B1" w14:textId="14817D97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2347B" w14:textId="2E691460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C245CFF" w14:textId="6DE68D69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137,1</w:t>
            </w:r>
          </w:p>
        </w:tc>
      </w:tr>
      <w:tr w:rsidR="00EF66C1" w:rsidRPr="005D5E5C" w14:paraId="06C4E238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D0FCF2A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28B310F" w14:textId="69A1BF52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-369,8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0E5EC23" w14:textId="0D32155B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A0AC78" w14:textId="5FC837BB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2054273" w14:textId="18BAA64B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D2FADC" w14:textId="130AC012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469,1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EEB5E4" w14:textId="5C1CB792" w:rsidR="00EF66C1" w:rsidRPr="000D7F47" w:rsidRDefault="00EF66C1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136,5</w:t>
            </w:r>
          </w:p>
        </w:tc>
      </w:tr>
      <w:tr w:rsidR="00EF66C1" w:rsidRPr="005D5E5C" w14:paraId="66485DF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A273185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CA3977A" w14:textId="3113DC1D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279,6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F70D33" w14:textId="51183996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2C203E4" w14:textId="492DA2D0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365,0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81C1BAB" w14:textId="0457DA56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95E40CB" w14:textId="2D55ED7B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FE88524" w14:textId="710F17DB" w:rsidR="00EF66C1" w:rsidRPr="000D7F47" w:rsidRDefault="00EF66C1" w:rsidP="00736F4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6,7р.</w:t>
            </w:r>
          </w:p>
        </w:tc>
      </w:tr>
      <w:tr w:rsidR="00EF66C1" w:rsidRPr="005D5E5C" w14:paraId="74E48B85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148B24F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CED2650" w14:textId="575EA0F8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570,8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E3ABF3" w14:textId="3EB7D3CE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94842E7" w14:textId="5AF57030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1345,9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43B3F2E" w14:textId="1CD03D27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58,0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F3A871" w14:textId="12F599A2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775,2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91E400" w14:textId="4EDBED4B" w:rsidR="00EF66C1" w:rsidRPr="000D7F47" w:rsidRDefault="00EF66C1" w:rsidP="00EF66C1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10,6р.</w:t>
            </w:r>
          </w:p>
        </w:tc>
      </w:tr>
      <w:tr w:rsidR="00736F49" w:rsidRPr="005D5E5C" w14:paraId="0F7BA425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EC95E01" w14:textId="77777777" w:rsidR="00736F49" w:rsidRPr="005D5E5C" w:rsidRDefault="00736F49" w:rsidP="00736F4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E2853C3" w14:textId="220E8B99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-40,2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221C02" w14:textId="717D5F45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994D1A" w14:textId="26C5EF21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2450B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B2F7FCA" w14:textId="3F9601D1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169,1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8463BB4" w14:textId="12F21D0A" w:rsidR="00736F49" w:rsidRPr="000D7F47" w:rsidRDefault="00736F49" w:rsidP="00736F49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865B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96D41A2" w14:textId="13DC080F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166,5</w:t>
            </w:r>
          </w:p>
        </w:tc>
      </w:tr>
      <w:tr w:rsidR="00736F49" w:rsidRPr="005D5E5C" w14:paraId="07563285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1554CD13" w14:textId="77777777" w:rsidR="00736F49" w:rsidRPr="005D5E5C" w:rsidRDefault="00736F49" w:rsidP="00736F4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14C1D21" w14:textId="2A8A9862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-23,6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0662EB" w14:textId="26EED23B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00D8273" w14:textId="735CD957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2450B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1524EA5" w14:textId="3371EA9B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D9FD3C0" w14:textId="4E86A1BF" w:rsidR="00736F49" w:rsidRPr="000D7F47" w:rsidRDefault="00736F49" w:rsidP="00736F49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865B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78B555B" w14:textId="4C5097D6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90,6</w:t>
            </w:r>
          </w:p>
        </w:tc>
      </w:tr>
      <w:tr w:rsidR="00736F49" w:rsidRPr="005D5E5C" w14:paraId="5610FC7F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0DCBD1C" w14:textId="77777777" w:rsidR="00736F49" w:rsidRPr="005D5E5C" w:rsidRDefault="00736F49" w:rsidP="00736F4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F4F95C3" w14:textId="068A0094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315BB1" w14:textId="051C29C0" w:rsidR="00736F49" w:rsidRPr="000D7F47" w:rsidRDefault="00736F49" w:rsidP="00736F49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F9766E6" w14:textId="547206A4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2450B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E5357FB" w14:textId="61D448C7" w:rsidR="00736F49" w:rsidRPr="000D7F47" w:rsidRDefault="00736F49" w:rsidP="00736F4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62E42B" w14:textId="122254AE" w:rsidR="00736F49" w:rsidRPr="000D7F47" w:rsidRDefault="00736F49" w:rsidP="00736F49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D81100" w14:textId="7A375801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EF66C1" w:rsidRPr="005D5E5C" w14:paraId="343099B1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4B3899F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6B391C5" w14:textId="59E88A38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EC19D1" w14:textId="5416E103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9A74C4E" w14:textId="34717DD4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66,2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2271CF5" w14:textId="5149E49A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8ECDED" w14:textId="4C085343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E7EDEA8" w14:textId="1ECD2136" w:rsidR="00EF66C1" w:rsidRPr="000D7F47" w:rsidRDefault="00EF66C1" w:rsidP="00EF66C1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91,7р.</w:t>
            </w:r>
          </w:p>
        </w:tc>
      </w:tr>
      <w:tr w:rsidR="00EF66C1" w:rsidRPr="005D5E5C" w14:paraId="1024D86E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784D9CA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EA406F4" w14:textId="488502DF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5ABA00D" w14:textId="7A8C7C66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427CB4C" w14:textId="18D93013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284,1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5AEDB68" w14:textId="6ACD57E8" w:rsidR="00EF66C1" w:rsidRPr="000D7F47" w:rsidRDefault="00EF66C1" w:rsidP="00EF66C1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5,5р.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23F27B" w14:textId="6D4E4917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15,1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1A4063" w14:textId="719891D7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1,0</w:t>
            </w:r>
          </w:p>
        </w:tc>
      </w:tr>
      <w:tr w:rsidR="00EF66C1" w:rsidRPr="005D5E5C" w14:paraId="276D56B5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08FABDB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2C0DDBA" w14:textId="03AF233B" w:rsidR="00EF66C1" w:rsidRPr="000D7F47" w:rsidRDefault="00736F49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C071B6F" w14:textId="0FDF4970" w:rsidR="00EF66C1" w:rsidRPr="000D7F47" w:rsidRDefault="00EF66C1" w:rsidP="00736F49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47,3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B45C9F" w14:textId="6839A931" w:rsidR="00EF66C1" w:rsidRPr="000D7F47" w:rsidRDefault="00736F49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D521DCB" w14:textId="4A7D7B94" w:rsidR="00EF66C1" w:rsidRPr="000D7F47" w:rsidRDefault="00EF66C1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47,2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24DF361" w14:textId="7069D0A0" w:rsidR="00EF66C1" w:rsidRPr="000D7F47" w:rsidRDefault="00736F49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D36C3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7E82D2" w14:textId="10975EEF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29,2</w:t>
            </w:r>
          </w:p>
        </w:tc>
      </w:tr>
      <w:tr w:rsidR="00EF66C1" w:rsidRPr="005D5E5C" w14:paraId="610624CE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28A432DD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lastRenderedPageBreak/>
              <w:t>образование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E402010" w14:textId="1B2FBF63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D1AEADB" w14:textId="231A068E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CB0980B" w14:textId="42665266" w:rsidR="00EF66C1" w:rsidRPr="000D7F47" w:rsidRDefault="00EF66C1" w:rsidP="00EF66C1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18,7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DC5B896" w14:textId="7A14F8BA" w:rsidR="00EF66C1" w:rsidRPr="000D7F47" w:rsidRDefault="00EF66C1" w:rsidP="00EF66C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5471D20" w14:textId="64A41B98" w:rsidR="00EF66C1" w:rsidRPr="000D7F47" w:rsidRDefault="00EF66C1" w:rsidP="00EF66C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43504CD" w14:textId="13AE959D" w:rsidR="00EF66C1" w:rsidRPr="000D7F47" w:rsidRDefault="00EF66C1" w:rsidP="00EF66C1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4,2р.</w:t>
            </w:r>
          </w:p>
        </w:tc>
      </w:tr>
      <w:tr w:rsidR="00736F49" w:rsidRPr="005D5E5C" w14:paraId="25A99474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3BEE819" w14:textId="77777777" w:rsidR="00736F49" w:rsidRPr="005D5E5C" w:rsidRDefault="00736F49" w:rsidP="00736F4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DDAEB31" w14:textId="5D6F05F0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7D5DB1" w14:textId="4B54F990" w:rsidR="00736F49" w:rsidRPr="000D7F47" w:rsidRDefault="00736F49" w:rsidP="00736F4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28,0р.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E800D31" w14:textId="3D73E678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2E173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186EBFD" w14:textId="30640A50" w:rsidR="00736F49" w:rsidRPr="000D7F47" w:rsidRDefault="00736F49" w:rsidP="00736F4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1824EC" w14:textId="2D2AC454" w:rsidR="00736F49" w:rsidRPr="000D7F47" w:rsidRDefault="00736F49" w:rsidP="00736F49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D47E8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94D4DAB" w14:textId="1F61E6C5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21,1</w:t>
            </w:r>
          </w:p>
        </w:tc>
      </w:tr>
      <w:tr w:rsidR="00736F49" w:rsidRPr="005D5E5C" w14:paraId="0942C06D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5B0FF61" w14:textId="77777777" w:rsidR="00736F49" w:rsidRPr="005D5E5C" w:rsidRDefault="00736F49" w:rsidP="00736F4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24212E4" w14:textId="49E0A45A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-101,2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BDB88F9" w14:textId="15697EBC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2291A0" w14:textId="740727A1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2E173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9396073" w14:textId="1F46B712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935CD88" w14:textId="7EB60EEF" w:rsidR="00736F49" w:rsidRPr="000D7F47" w:rsidRDefault="00736F49" w:rsidP="00736F49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D47E8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AA543" w14:textId="2E6F42DB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133,0</w:t>
            </w:r>
          </w:p>
        </w:tc>
      </w:tr>
      <w:tr w:rsidR="00736F49" w:rsidRPr="00DB7301" w14:paraId="65B16A3E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0DCDB34" w14:textId="77777777" w:rsidR="00736F49" w:rsidRPr="005D5E5C" w:rsidRDefault="00736F49" w:rsidP="00736F4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3D25048" w14:textId="1541B8BC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65E8D56" w14:textId="09B6DFC6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460D20A" w14:textId="75EC0A1D" w:rsidR="00736F49" w:rsidRPr="000D7F47" w:rsidRDefault="00736F49" w:rsidP="00736F49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 w:rsidRPr="002E173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166B382" w14:textId="42B9AD59" w:rsidR="00736F49" w:rsidRPr="000D7F47" w:rsidRDefault="00736F49" w:rsidP="00736F4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129,2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014F08" w14:textId="12EB7FB9" w:rsidR="00736F49" w:rsidRPr="000D7F47" w:rsidRDefault="00736F49" w:rsidP="00736F49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D47E8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941A059" w14:textId="7C68FBA2" w:rsidR="00736F49" w:rsidRPr="000D7F47" w:rsidRDefault="00736F49" w:rsidP="00736F4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897,9р.</w:t>
            </w:r>
          </w:p>
        </w:tc>
      </w:tr>
    </w:tbl>
    <w:p w14:paraId="6245CCB9" w14:textId="77777777" w:rsidR="004D0E88" w:rsidRPr="00511508" w:rsidRDefault="004D0E88" w:rsidP="00891D34">
      <w:pPr>
        <w:spacing w:before="80"/>
        <w:ind w:left="426" w:hanging="86"/>
        <w:rPr>
          <w:iCs/>
          <w:sz w:val="18"/>
          <w:szCs w:val="18"/>
        </w:rPr>
      </w:pPr>
      <w:r w:rsidRPr="00511508">
        <w:rPr>
          <w:sz w:val="18"/>
          <w:szCs w:val="18"/>
          <w:vertAlign w:val="superscript"/>
        </w:rPr>
        <w:t>1)</w:t>
      </w:r>
      <w:r w:rsidRPr="00511508">
        <w:rPr>
          <w:iCs/>
          <w:sz w:val="18"/>
          <w:szCs w:val="18"/>
        </w:rPr>
        <w:t>темпы изменения сальдированного финансового результата отчетного периода по сравнению</w:t>
      </w:r>
      <w:r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br/>
      </w:r>
      <w:r w:rsidRPr="00511508">
        <w:rPr>
          <w:iCs/>
          <w:sz w:val="18"/>
          <w:szCs w:val="18"/>
        </w:rPr>
        <w:t>с соответствующим периодом предыдущего года рассчитаны по сопоставимому кругу организаций</w:t>
      </w:r>
      <w:r>
        <w:rPr>
          <w:iCs/>
          <w:sz w:val="18"/>
          <w:szCs w:val="18"/>
        </w:rPr>
        <w:t>;</w:t>
      </w:r>
      <w:r w:rsidRPr="00511508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п</w:t>
      </w:r>
      <w:r w:rsidRPr="00511508">
        <w:rPr>
          <w:iCs/>
          <w:sz w:val="18"/>
          <w:szCs w:val="18"/>
        </w:rPr>
        <w:t>рочерк означает, что в одном или обоих сопоставляемых периодах был получен отрицательный сальдированный финансовый результат</w:t>
      </w:r>
    </w:p>
    <w:p w14:paraId="2ACBCD3E" w14:textId="77777777" w:rsidR="004D0E88" w:rsidRPr="00E85C4E" w:rsidRDefault="004D0E88" w:rsidP="0042241F">
      <w:pPr>
        <w:pStyle w:val="3"/>
        <w:spacing w:before="120" w:after="120"/>
        <w:ind w:right="0"/>
      </w:pPr>
      <w:bookmarkStart w:id="253" w:name="_Toc414870642"/>
      <w:bookmarkStart w:id="254" w:name="_Toc525217803"/>
      <w:bookmarkStart w:id="255" w:name="_Toc84326754"/>
      <w:bookmarkStart w:id="256" w:name="_Toc127178081"/>
      <w:bookmarkStart w:id="257" w:name="_Toc178757208"/>
      <w:r w:rsidRPr="00E85C4E">
        <w:t>Доля организаций, получивших прибыль (убыток)</w:t>
      </w:r>
      <w:bookmarkEnd w:id="253"/>
      <w:bookmarkEnd w:id="254"/>
      <w:bookmarkEnd w:id="255"/>
      <w:bookmarkEnd w:id="256"/>
      <w:bookmarkEnd w:id="257"/>
    </w:p>
    <w:p w14:paraId="678D9CE9" w14:textId="77777777" w:rsidR="004D0E88" w:rsidRPr="004D0E88" w:rsidRDefault="004D0E88" w:rsidP="004D0E88">
      <w:pPr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в процентах к общему числу организаций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5D5E5C" w14:paraId="0F9D266A" w14:textId="77777777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000000" w:fill="FFFFFF"/>
            <w:vAlign w:val="center"/>
            <w:hideMark/>
          </w:tcPr>
          <w:p w14:paraId="3EC98B3C" w14:textId="77777777" w:rsidR="00FA288E" w:rsidRPr="0023601A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14:paraId="54EF488C" w14:textId="628BE4FD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0D7F47">
              <w:rPr>
                <w:b/>
                <w:bCs/>
                <w:sz w:val="20"/>
              </w:rPr>
              <w:t>июль</w:t>
            </w:r>
            <w:r w:rsidRPr="00230B09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14:paraId="7ABF1532" w14:textId="4CF829AC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0D7F47">
              <w:rPr>
                <w:b/>
                <w:bCs/>
                <w:sz w:val="20"/>
              </w:rPr>
              <w:t>июль</w:t>
            </w:r>
            <w:r w:rsidRPr="00230B09">
              <w:rPr>
                <w:b/>
                <w:bCs/>
                <w:sz w:val="20"/>
              </w:rPr>
              <w:br/>
              <w:t>2023</w:t>
            </w:r>
          </w:p>
        </w:tc>
      </w:tr>
      <w:tr w:rsidR="00FA288E" w:rsidRPr="005D5E5C" w14:paraId="098249EE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1AD75EBE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35A5545" w14:textId="77777777" w:rsidR="00FA288E" w:rsidRPr="00253420" w:rsidRDefault="00FA288E" w:rsidP="00C922DF">
            <w:pPr>
              <w:ind w:left="-113" w:right="-113"/>
              <w:jc w:val="center"/>
              <w:rPr>
                <w:b/>
                <w:bCs/>
                <w:sz w:val="20"/>
                <w:highlight w:val="yellow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B862563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4552153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0EC6F9B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</w:tr>
      <w:tr w:rsidR="00EF66C1" w:rsidRPr="005D5E5C" w14:paraId="259689F6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665AE0EA" w14:textId="77777777" w:rsidR="00EF66C1" w:rsidRPr="005D5E5C" w:rsidRDefault="00EF66C1" w:rsidP="00EF66C1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7351DA" w14:textId="5297C35C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17FC73" w14:textId="4965AA64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3CA2F6" w14:textId="1B2BBC97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44B9BE" w14:textId="18E5AA6A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42,2</w:t>
            </w:r>
          </w:p>
        </w:tc>
      </w:tr>
      <w:tr w:rsidR="00FA288E" w:rsidRPr="005D5E5C" w14:paraId="39E9F755" w14:textId="77777777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000000" w:fill="FFFFFF"/>
            <w:vAlign w:val="bottom"/>
            <w:hideMark/>
          </w:tcPr>
          <w:p w14:paraId="1B377757" w14:textId="77777777"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 по видам экономической деятельности:</w:t>
            </w:r>
          </w:p>
        </w:tc>
      </w:tr>
      <w:tr w:rsidR="00EF66C1" w:rsidRPr="005D5E5C" w14:paraId="3D56D0C1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FC25098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9AB375" w14:textId="293BE50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E359FC" w14:textId="7612B1DA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FFE127" w14:textId="510AC2D6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6D6F61" w14:textId="78D45656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EF66C1" w:rsidRPr="005D5E5C" w14:paraId="16E08A2B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69340F9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306787" w14:textId="1792426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E005C11" w14:textId="652A0576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D8D096" w14:textId="2EA50954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C71795" w14:textId="6725E1C1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77,8</w:t>
            </w:r>
          </w:p>
        </w:tc>
      </w:tr>
      <w:tr w:rsidR="00EF66C1" w:rsidRPr="005D5E5C" w14:paraId="5130CACE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F2161B2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ADCDD7" w14:textId="0516BB86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BEABB0" w14:textId="208D5FF4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CD5F11" w14:textId="1EE35106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C5112E" w14:textId="79CBA1E5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36,8</w:t>
            </w:r>
          </w:p>
        </w:tc>
      </w:tr>
      <w:tr w:rsidR="00EF66C1" w:rsidRPr="005D5E5C" w14:paraId="6917FF6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7E12A69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24D55C" w14:textId="13CC5000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1A14BF" w14:textId="65360091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9AB3A3" w14:textId="700B26BB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EA3C4C" w14:textId="1D86B63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</w:tr>
      <w:tr w:rsidR="00EF66C1" w:rsidRPr="005D5E5C" w14:paraId="16BBCFC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8AE23C7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9F71D2" w14:textId="04B2594E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DE47AE" w14:textId="52F5A690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708F23" w14:textId="6D895C7D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302303" w14:textId="38D0C82E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EF66C1" w:rsidRPr="005D5E5C" w14:paraId="399C5EF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E1EED25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7C74D7" w14:textId="56116CAA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9B3220" w14:textId="2B6FE1E7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DEBD2F" w14:textId="19F588ED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0C7975" w14:textId="46A3F22C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35,7</w:t>
            </w:r>
          </w:p>
        </w:tc>
      </w:tr>
      <w:tr w:rsidR="00EF66C1" w:rsidRPr="005D5E5C" w14:paraId="5E0B9F9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EF4CF73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C749D1" w14:textId="637972E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67A501" w14:textId="6238F22F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31D52F" w14:textId="2159025D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CC19EF" w14:textId="5054AB55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17,6</w:t>
            </w:r>
          </w:p>
        </w:tc>
      </w:tr>
      <w:tr w:rsidR="00EF66C1" w:rsidRPr="005D5E5C" w14:paraId="2E9FEDF2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EF665C7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AB8225" w14:textId="69E42057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ACB336" w14:textId="3EEE104E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63FC6D" w14:textId="31FAC49B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D7CB52" w14:textId="6F86E26C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15,8</w:t>
            </w:r>
          </w:p>
        </w:tc>
      </w:tr>
      <w:tr w:rsidR="00EF66C1" w:rsidRPr="005D5E5C" w14:paraId="447B110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87818A2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55CFC6" w14:textId="0A65429D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10BF5C" w14:textId="035C5D8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8A23DC" w14:textId="141CF283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8E7715" w14:textId="7BE9C8A9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</w:tr>
      <w:tr w:rsidR="00EF66C1" w:rsidRPr="005D5E5C" w14:paraId="1BE2288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04946C8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2D4F8E" w14:textId="430554DA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51DFD1" w14:textId="7377B33F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04179D" w14:textId="582EE96B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0AAED7" w14:textId="780894E0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090E5F" w:rsidRPr="005D5E5C" w14:paraId="05242E2A" w14:textId="77777777" w:rsidTr="00090E5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E3A76C6" w14:textId="77777777" w:rsidR="00090E5F" w:rsidRPr="005D5E5C" w:rsidRDefault="00090E5F" w:rsidP="00090E5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EB63B2" w14:textId="0AD32C25" w:rsidR="00090E5F" w:rsidRPr="000D7F47" w:rsidRDefault="00090E5F" w:rsidP="00090E5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C54D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5C6E5E" w14:textId="615C7A65" w:rsidR="00090E5F" w:rsidRPr="000D7F47" w:rsidRDefault="00090E5F" w:rsidP="00090E5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C54D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02E9A9" w14:textId="5BF98B34" w:rsidR="00090E5F" w:rsidRPr="000D7F47" w:rsidRDefault="00090E5F" w:rsidP="00090E5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C54D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CAC63F" w14:textId="2A8D6319" w:rsidR="00090E5F" w:rsidRPr="000D7F47" w:rsidRDefault="00090E5F" w:rsidP="00090E5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C54D40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EF66C1" w:rsidRPr="005D5E5C" w14:paraId="00A7DCA3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80BBB7A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241654" w14:textId="0852C336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797AA4" w14:textId="2A36276C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62D586" w14:textId="7BD4537C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A63765" w14:textId="0E11305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EF66C1" w:rsidRPr="005D5E5C" w14:paraId="0D832C1A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2C7FC82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2ECFE9" w14:textId="58E39A0A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EAE3ED" w14:textId="4BE27C41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36E378" w14:textId="1D6F700B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C173C4" w14:textId="070CE6D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81,8</w:t>
            </w:r>
          </w:p>
        </w:tc>
      </w:tr>
      <w:tr w:rsidR="00090E5F" w:rsidRPr="005D5E5C" w14:paraId="3A0645D7" w14:textId="77777777" w:rsidTr="00090E5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C3FABB2" w14:textId="77777777" w:rsidR="00090E5F" w:rsidRPr="005D5E5C" w:rsidRDefault="00090E5F" w:rsidP="00090E5F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AACC18" w14:textId="093B9F63" w:rsidR="00090E5F" w:rsidRPr="000D7F47" w:rsidRDefault="00090E5F" w:rsidP="00090E5F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5A296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647516" w14:textId="6E096F58" w:rsidR="00090E5F" w:rsidRPr="000D7F47" w:rsidRDefault="00090E5F" w:rsidP="00090E5F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5A296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EC8198" w14:textId="00F2E4B0" w:rsidR="00090E5F" w:rsidRPr="000D7F47" w:rsidRDefault="00090E5F" w:rsidP="00090E5F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5A296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346B55" w14:textId="725D5CDA" w:rsidR="00090E5F" w:rsidRPr="000D7F47" w:rsidRDefault="00090E5F" w:rsidP="00090E5F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5A2967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EF66C1" w:rsidRPr="005D5E5C" w14:paraId="25E66485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DB21828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558235" w14:textId="15440646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7116A0" w14:textId="477908A0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7DDD20" w14:textId="62CAA242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990F22" w14:textId="5ECD94F4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EF66C1" w:rsidRPr="005D5E5C" w14:paraId="5C44F8A4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2AAFBA4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847455" w14:textId="75C65BF8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6FABBC" w14:textId="3DE72571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1C1061" w14:textId="3CFF0BAE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AD4536" w14:textId="24A2962E" w:rsidR="00EF66C1" w:rsidRPr="000D7F47" w:rsidRDefault="00EF66C1" w:rsidP="00EF66C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40,0</w:t>
            </w:r>
          </w:p>
        </w:tc>
      </w:tr>
      <w:tr w:rsidR="00EF66C1" w:rsidRPr="005D5E5C" w14:paraId="36006B54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5D03851E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16AC0F" w14:textId="60158B47" w:rsidR="00EF66C1" w:rsidRPr="000D7F47" w:rsidRDefault="00EF66C1" w:rsidP="00EF66C1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D3A552" w14:textId="7FFABF88" w:rsidR="00EF66C1" w:rsidRPr="000D7F47" w:rsidRDefault="00EF66C1" w:rsidP="00EF66C1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7A2DF4" w14:textId="081454D6" w:rsidR="00EF66C1" w:rsidRPr="000D7F47" w:rsidRDefault="00EF66C1" w:rsidP="00EF66C1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41CA73" w14:textId="2309F81E" w:rsidR="00EF66C1" w:rsidRPr="000D7F47" w:rsidRDefault="00EF66C1" w:rsidP="00EF66C1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EF66C1" w:rsidRPr="00511508" w14:paraId="06D9FD59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9224F48" w14:textId="77777777" w:rsidR="00EF66C1" w:rsidRPr="005D5E5C" w:rsidRDefault="00EF66C1" w:rsidP="00EF66C1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4847DC" w14:textId="659AEC12" w:rsidR="00EF66C1" w:rsidRPr="000D7F47" w:rsidRDefault="00EF66C1" w:rsidP="00EF66C1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F9A06F" w14:textId="7B0F0FE5" w:rsidR="00EF66C1" w:rsidRPr="000D7F47" w:rsidRDefault="00EF66C1" w:rsidP="00EF66C1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8C902D" w14:textId="705A7B4C" w:rsidR="00EF66C1" w:rsidRPr="000D7F47" w:rsidRDefault="00EF66C1" w:rsidP="00EF66C1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83DD9F" w14:textId="5B5F9E33" w:rsidR="00EF66C1" w:rsidRPr="000D7F47" w:rsidRDefault="00EF66C1" w:rsidP="00EF66C1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20,0</w:t>
            </w:r>
          </w:p>
        </w:tc>
      </w:tr>
    </w:tbl>
    <w:p w14:paraId="24990C7B" w14:textId="5EB2B630" w:rsidR="00E6184A" w:rsidRDefault="00E6184A" w:rsidP="00745FCA">
      <w:pPr>
        <w:spacing w:before="120" w:after="120"/>
        <w:ind w:firstLine="709"/>
        <w:rPr>
          <w:bCs/>
        </w:rPr>
      </w:pPr>
      <w:bookmarkStart w:id="258" w:name="_Toc414870643"/>
      <w:bookmarkStart w:id="259" w:name="_Toc525217804"/>
      <w:bookmarkStart w:id="260" w:name="_Toc84326755"/>
      <w:bookmarkStart w:id="261" w:name="_Toc127178082"/>
      <w:r w:rsidRPr="00230B09">
        <w:rPr>
          <w:bCs/>
        </w:rPr>
        <w:lastRenderedPageBreak/>
        <w:t>В январе-</w:t>
      </w:r>
      <w:r w:rsidR="00230B09" w:rsidRPr="00230B09">
        <w:rPr>
          <w:bCs/>
        </w:rPr>
        <w:t>ию</w:t>
      </w:r>
      <w:r w:rsidR="000D7F47">
        <w:rPr>
          <w:bCs/>
        </w:rPr>
        <w:t>л</w:t>
      </w:r>
      <w:r w:rsidR="00230B09" w:rsidRPr="00230B09">
        <w:rPr>
          <w:bCs/>
        </w:rPr>
        <w:t>е</w:t>
      </w:r>
      <w:r w:rsidRPr="00230B09">
        <w:rPr>
          <w:bCs/>
        </w:rPr>
        <w:t xml:space="preserve"> 2024 года доля убыточных организаций по сравнению с январем- </w:t>
      </w:r>
      <w:r w:rsidR="00230B09" w:rsidRPr="00230B09">
        <w:rPr>
          <w:bCs/>
        </w:rPr>
        <w:t>ию</w:t>
      </w:r>
      <w:r w:rsidR="000D7F47">
        <w:rPr>
          <w:bCs/>
        </w:rPr>
        <w:t>л</w:t>
      </w:r>
      <w:r w:rsidR="00230B09" w:rsidRPr="00230B09">
        <w:rPr>
          <w:bCs/>
        </w:rPr>
        <w:t>ем</w:t>
      </w:r>
      <w:r w:rsidRPr="00230B09">
        <w:rPr>
          <w:bCs/>
        </w:rPr>
        <w:t xml:space="preserve"> 2023 года увеличилась на </w:t>
      </w:r>
      <w:r w:rsidR="00EF66C1">
        <w:rPr>
          <w:szCs w:val="24"/>
        </w:rPr>
        <w:t xml:space="preserve">3,8 </w:t>
      </w:r>
      <w:proofErr w:type="spellStart"/>
      <w:r w:rsidR="00EF66C1">
        <w:rPr>
          <w:szCs w:val="24"/>
          <w:shd w:val="clear" w:color="auto" w:fill="FFFFFF"/>
        </w:rPr>
        <w:t>п.п</w:t>
      </w:r>
      <w:proofErr w:type="spellEnd"/>
      <w:r w:rsidR="00EF66C1">
        <w:rPr>
          <w:szCs w:val="24"/>
          <w:shd w:val="clear" w:color="auto" w:fill="FFFFFF"/>
        </w:rPr>
        <w:t>. и составила 46,0%.</w:t>
      </w:r>
    </w:p>
    <w:p w14:paraId="65AE17F2" w14:textId="0818D9E5" w:rsidR="004D0E88" w:rsidRPr="00E85C4E" w:rsidRDefault="004D0E88" w:rsidP="005C2C36">
      <w:pPr>
        <w:pStyle w:val="3"/>
        <w:spacing w:before="240"/>
        <w:ind w:right="0" w:firstLine="709"/>
        <w:jc w:val="both"/>
        <w:rPr>
          <w:b w:val="0"/>
        </w:rPr>
      </w:pPr>
      <w:bookmarkStart w:id="262" w:name="_Toc178757209"/>
      <w:r w:rsidRPr="00E85C4E">
        <w:t>Состояние платежей и расчетов в организациях.</w:t>
      </w:r>
      <w:r w:rsidR="003E46B5">
        <w:rPr>
          <w:b w:val="0"/>
        </w:rPr>
        <w:t xml:space="preserve"> </w:t>
      </w:r>
      <w:r w:rsidR="008E0062" w:rsidRPr="003758BE">
        <w:rPr>
          <w:b w:val="0"/>
        </w:rPr>
        <w:t xml:space="preserve">На конец </w:t>
      </w:r>
      <w:r w:rsidR="003758BE" w:rsidRPr="003758BE">
        <w:rPr>
          <w:b w:val="0"/>
        </w:rPr>
        <w:t>ию</w:t>
      </w:r>
      <w:r w:rsidR="000D7F47">
        <w:rPr>
          <w:b w:val="0"/>
        </w:rPr>
        <w:t>л</w:t>
      </w:r>
      <w:r w:rsidR="003758BE" w:rsidRPr="003758BE">
        <w:rPr>
          <w:b w:val="0"/>
        </w:rPr>
        <w:t>я</w:t>
      </w:r>
      <w:r w:rsidR="00E725A4" w:rsidRPr="003758BE">
        <w:rPr>
          <w:b w:val="0"/>
        </w:rPr>
        <w:t xml:space="preserve"> 2024</w:t>
      </w:r>
      <w:r w:rsidR="00D1773E" w:rsidRPr="003758BE">
        <w:rPr>
          <w:b w:val="0"/>
        </w:rPr>
        <w:t xml:space="preserve"> года </w:t>
      </w:r>
      <w:r w:rsidR="00D1773E" w:rsidRPr="003758BE">
        <w:t>суммарная задолженность</w:t>
      </w:r>
      <w:r w:rsidR="00D1773E" w:rsidRPr="003758BE">
        <w:rPr>
          <w:b w:val="0"/>
        </w:rPr>
        <w:t xml:space="preserve"> по обязательствам организаций составила </w:t>
      </w:r>
      <w:r w:rsidR="00D1773E" w:rsidRPr="003758BE">
        <w:rPr>
          <w:b w:val="0"/>
        </w:rPr>
        <w:br/>
      </w:r>
      <w:bookmarkEnd w:id="258"/>
      <w:bookmarkEnd w:id="259"/>
      <w:bookmarkEnd w:id="260"/>
      <w:bookmarkEnd w:id="261"/>
      <w:r w:rsidR="00826E91" w:rsidRPr="00826E91">
        <w:rPr>
          <w:b w:val="0"/>
          <w:bCs/>
        </w:rPr>
        <w:t>237496,3</w:t>
      </w:r>
      <w:r w:rsidR="00826E91">
        <w:t xml:space="preserve"> </w:t>
      </w:r>
      <w:r w:rsidR="00E6184A" w:rsidRPr="003758BE">
        <w:rPr>
          <w:b w:val="0"/>
          <w:bCs/>
        </w:rPr>
        <w:t>млн рублей.</w:t>
      </w:r>
      <w:bookmarkEnd w:id="262"/>
    </w:p>
    <w:p w14:paraId="62D98EEE" w14:textId="05EE0E2D" w:rsidR="004D0E88" w:rsidRPr="00E85C4E" w:rsidRDefault="004D0E88" w:rsidP="0042241F">
      <w:pPr>
        <w:pStyle w:val="3"/>
        <w:spacing w:before="240" w:after="120"/>
        <w:ind w:right="0"/>
      </w:pPr>
      <w:bookmarkStart w:id="263" w:name="_Toc414870644"/>
      <w:bookmarkStart w:id="264" w:name="_Toc525217805"/>
      <w:bookmarkStart w:id="265" w:name="_Toc84326756"/>
      <w:bookmarkStart w:id="266" w:name="_Toc127178083"/>
      <w:bookmarkStart w:id="267" w:name="_Toc178757210"/>
      <w:r w:rsidRPr="00E85C4E">
        <w:t>Размер и структура задолженности организаций</w:t>
      </w:r>
      <w:bookmarkEnd w:id="263"/>
      <w:bookmarkEnd w:id="264"/>
      <w:bookmarkEnd w:id="265"/>
      <w:bookmarkEnd w:id="266"/>
      <w:r w:rsidRPr="00E85C4E">
        <w:br/>
      </w:r>
      <w:r w:rsidRPr="00343BCB">
        <w:t xml:space="preserve">в </w:t>
      </w:r>
      <w:r w:rsidR="003758BE" w:rsidRPr="00343BCB">
        <w:t>ию</w:t>
      </w:r>
      <w:r w:rsidR="000D7F47">
        <w:t>л</w:t>
      </w:r>
      <w:r w:rsidR="003758BE" w:rsidRPr="00343BCB">
        <w:t>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267"/>
    </w:p>
    <w:p w14:paraId="4F4D2F81" w14:textId="77777777" w:rsidR="004D0E88" w:rsidRPr="000F0138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на конец месяца; миллионов рублей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454"/>
        <w:gridCol w:w="1416"/>
        <w:gridCol w:w="1454"/>
        <w:gridCol w:w="1416"/>
      </w:tblGrid>
      <w:tr w:rsidR="00FA288E" w:rsidRPr="00282AA4" w14:paraId="25AA957A" w14:textId="77777777" w:rsidTr="00E6184A">
        <w:trPr>
          <w:trHeight w:val="283"/>
          <w:jc w:val="center"/>
        </w:trPr>
        <w:tc>
          <w:tcPr>
            <w:tcW w:w="3346" w:type="dxa"/>
            <w:shd w:val="clear" w:color="auto" w:fill="auto"/>
            <w:vAlign w:val="center"/>
            <w:hideMark/>
          </w:tcPr>
          <w:p w14:paraId="5F24490B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68" w:name="_Toc127178084"/>
            <w:bookmarkStart w:id="269" w:name="_Toc414870646"/>
            <w:bookmarkStart w:id="270" w:name="_Toc525217807"/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E131B64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0E907E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FC9D7FC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6FD0D0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</w:tr>
      <w:tr w:rsidR="00826E91" w:rsidRPr="00253420" w14:paraId="20770F76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1C3541F7" w14:textId="77777777" w:rsidR="00826E91" w:rsidRPr="00282AA4" w:rsidRDefault="00826E91" w:rsidP="00826E91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Суммарная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42304FA3" w14:textId="477F66B4" w:rsidR="00826E91" w:rsidRPr="000D7F47" w:rsidRDefault="00826E91" w:rsidP="00826E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237496,3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26BEED0" w14:textId="2D5124D0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103,6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11B59029" w14:textId="5AA2DBC7" w:rsidR="00826E91" w:rsidRPr="000D7F47" w:rsidRDefault="00826E91" w:rsidP="00826E91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7D682C43" w14:textId="1DC369B1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97,8</w:t>
            </w:r>
          </w:p>
        </w:tc>
      </w:tr>
      <w:tr w:rsidR="00FA288E" w:rsidRPr="00282AA4" w14:paraId="0E9347BF" w14:textId="77777777" w:rsidTr="00C922DF">
        <w:trPr>
          <w:trHeight w:val="227"/>
          <w:jc w:val="center"/>
        </w:trPr>
        <w:tc>
          <w:tcPr>
            <w:tcW w:w="9086" w:type="dxa"/>
            <w:gridSpan w:val="5"/>
            <w:shd w:val="clear" w:color="auto" w:fill="auto"/>
            <w:vAlign w:val="bottom"/>
            <w:hideMark/>
          </w:tcPr>
          <w:p w14:paraId="1298E4EE" w14:textId="77777777" w:rsidR="00FA288E" w:rsidRPr="00282AA4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826E91" w:rsidRPr="00282AA4" w14:paraId="4B0C55B4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4334103A" w14:textId="77777777" w:rsidR="00826E91" w:rsidRPr="00282AA4" w:rsidRDefault="00826E91" w:rsidP="00826E91">
            <w:pPr>
              <w:ind w:left="113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кредиторская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3F5F507F" w14:textId="0721506F" w:rsidR="00826E91" w:rsidRPr="000D7F47" w:rsidRDefault="00826E91" w:rsidP="00826E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142337,8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69FE04B" w14:textId="33133F57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104,0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E6C7402" w14:textId="1B38BC34" w:rsidR="00826E91" w:rsidRPr="000D7F47" w:rsidRDefault="00826E91" w:rsidP="00826E91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10395,5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1AB7DF8" w14:textId="01FFF0AE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826E91" w:rsidRPr="00282AA4" w14:paraId="1996372C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3340C697" w14:textId="77777777" w:rsidR="00826E91" w:rsidRPr="00282AA4" w:rsidRDefault="00826E91" w:rsidP="00826E91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70F4D6B" w14:textId="4DF004B1" w:rsidR="00826E91" w:rsidRPr="000D7F47" w:rsidRDefault="00826E91" w:rsidP="00826E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59,9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119F56A" w14:textId="3196F449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BE89A6E" w14:textId="66312A71" w:rsidR="00826E91" w:rsidRPr="000D7F47" w:rsidRDefault="00826E91" w:rsidP="00826E91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5794D46" w14:textId="3F8BDBA8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826E91" w:rsidRPr="00282AA4" w14:paraId="6C6A7B50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32CF4410" w14:textId="77777777" w:rsidR="00826E91" w:rsidRPr="00282AA4" w:rsidRDefault="00826E91" w:rsidP="00826E91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по кредитам </w:t>
            </w:r>
            <w:r w:rsidRPr="00282AA4">
              <w:rPr>
                <w:b/>
                <w:bCs/>
                <w:sz w:val="20"/>
              </w:rPr>
              <w:br/>
              <w:t>и займам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472F2AD" w14:textId="25387684" w:rsidR="00826E91" w:rsidRPr="000D7F47" w:rsidRDefault="00826E91" w:rsidP="00826E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95158,5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8D4C105" w14:textId="3E2AF9C4" w:rsidR="00826E91" w:rsidRPr="000D7F47" w:rsidRDefault="00826E91" w:rsidP="00826E91">
            <w:pPr>
              <w:tabs>
                <w:tab w:val="left" w:pos="403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103,0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4FDC56A" w14:textId="0EAD01D4" w:rsidR="00826E91" w:rsidRPr="000D7F47" w:rsidRDefault="00826E91" w:rsidP="00826E91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68B633A" w14:textId="14E61AB6" w:rsidR="00826E91" w:rsidRPr="000D7F47" w:rsidRDefault="00826E91" w:rsidP="00826E91">
            <w:pPr>
              <w:tabs>
                <w:tab w:val="left" w:pos="455"/>
                <w:tab w:val="left" w:pos="597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81,6</w:t>
            </w:r>
          </w:p>
        </w:tc>
      </w:tr>
      <w:tr w:rsidR="00826E91" w:rsidRPr="00282AA4" w14:paraId="33F3A925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4C09A4B2" w14:textId="77777777" w:rsidR="00826E91" w:rsidRPr="00282AA4" w:rsidRDefault="00826E91" w:rsidP="00826E91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29002B97" w14:textId="1AFF2F6A" w:rsidR="00826E91" w:rsidRPr="000D7F47" w:rsidRDefault="00826E91" w:rsidP="00826E91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40,1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694FB0D" w14:textId="5DDB2509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1C6FE83C" w14:textId="2099FE71" w:rsidR="00826E91" w:rsidRPr="000D7F47" w:rsidRDefault="00826E91" w:rsidP="00826E91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C2CF65B" w14:textId="290E55CF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826E91" w:rsidRPr="00511508" w14:paraId="2429F927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</w:tcPr>
          <w:p w14:paraId="25ACD11A" w14:textId="77777777" w:rsidR="00826E91" w:rsidRPr="00282AA4" w:rsidRDefault="00826E91" w:rsidP="00826E91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Дебиторская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1DE920F" w14:textId="35291EB3" w:rsidR="00826E91" w:rsidRPr="000D7F47" w:rsidRDefault="00826E91" w:rsidP="00826E91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316780,2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2962B76" w14:textId="54CAD4A0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108,2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60DF175" w14:textId="6BD15A19" w:rsidR="00826E91" w:rsidRPr="000D7F47" w:rsidRDefault="00826E91" w:rsidP="00826E91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10477,6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6FF4FA0F" w14:textId="499AEC5E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98,0</w:t>
            </w:r>
          </w:p>
        </w:tc>
      </w:tr>
    </w:tbl>
    <w:p w14:paraId="3FFD6E19" w14:textId="70400EDF" w:rsidR="00E6184A" w:rsidRPr="00B90DA8" w:rsidRDefault="004D0E88" w:rsidP="006D0921">
      <w:pPr>
        <w:pStyle w:val="3"/>
        <w:spacing w:before="360" w:after="120"/>
        <w:ind w:right="0" w:firstLine="709"/>
        <w:jc w:val="both"/>
        <w:rPr>
          <w:b w:val="0"/>
          <w:bCs/>
        </w:rPr>
      </w:pPr>
      <w:bookmarkStart w:id="271" w:name="_Toc178757211"/>
      <w:r w:rsidRPr="00E85C4E">
        <w:t>Кредиторская задолженность</w:t>
      </w:r>
      <w:r w:rsidR="003E46B5">
        <w:rPr>
          <w:b w:val="0"/>
        </w:rPr>
        <w:t xml:space="preserve"> </w:t>
      </w:r>
      <w:r w:rsidR="00813990" w:rsidRPr="009D7278">
        <w:rPr>
          <w:b w:val="0"/>
        </w:rPr>
        <w:t xml:space="preserve">на конец </w:t>
      </w:r>
      <w:r w:rsidR="003758BE" w:rsidRPr="009D7278">
        <w:rPr>
          <w:b w:val="0"/>
        </w:rPr>
        <w:t>ию</w:t>
      </w:r>
      <w:r w:rsidR="000D7F47">
        <w:rPr>
          <w:b w:val="0"/>
        </w:rPr>
        <w:t>л</w:t>
      </w:r>
      <w:r w:rsidR="003758BE" w:rsidRPr="009D7278">
        <w:rPr>
          <w:b w:val="0"/>
        </w:rPr>
        <w:t>я</w:t>
      </w:r>
      <w:r w:rsidR="00E668A1" w:rsidRPr="009D7278">
        <w:rPr>
          <w:b w:val="0"/>
        </w:rPr>
        <w:t xml:space="preserve"> 2024 года составила </w:t>
      </w:r>
      <w:r w:rsidR="00E668A1" w:rsidRPr="009D7278">
        <w:rPr>
          <w:b w:val="0"/>
        </w:rPr>
        <w:br/>
      </w:r>
      <w:r w:rsidR="00826E91" w:rsidRPr="00826E91">
        <w:rPr>
          <w:b w:val="0"/>
          <w:bCs/>
        </w:rPr>
        <w:t>142337,8</w:t>
      </w:r>
      <w:r w:rsidR="00826E91">
        <w:t xml:space="preserve"> </w:t>
      </w:r>
      <w:r w:rsidR="00FA288E" w:rsidRPr="009D7278">
        <w:rPr>
          <w:b w:val="0"/>
        </w:rPr>
        <w:t xml:space="preserve">млн рублей, из нее </w:t>
      </w:r>
      <w:r w:rsidR="00FA288E" w:rsidRPr="009D7278">
        <w:t>просроченная</w:t>
      </w:r>
      <w:r w:rsidR="00FA288E" w:rsidRPr="009D7278">
        <w:rPr>
          <w:b w:val="0"/>
        </w:rPr>
        <w:t xml:space="preserve"> – </w:t>
      </w:r>
      <w:bookmarkStart w:id="272" w:name="_Toc127178085"/>
      <w:bookmarkEnd w:id="268"/>
      <w:bookmarkEnd w:id="269"/>
      <w:bookmarkEnd w:id="270"/>
      <w:r w:rsidR="00826E91" w:rsidRPr="00826E91">
        <w:rPr>
          <w:b w:val="0"/>
          <w:bCs/>
        </w:rPr>
        <w:t xml:space="preserve">10395,5 </w:t>
      </w:r>
      <w:r w:rsidR="00E6184A" w:rsidRPr="009D7278">
        <w:rPr>
          <w:b w:val="0"/>
          <w:bCs/>
        </w:rPr>
        <w:t xml:space="preserve">млн рублей </w:t>
      </w:r>
      <w:r w:rsidR="00E6184A" w:rsidRPr="00826E91">
        <w:rPr>
          <w:b w:val="0"/>
          <w:bCs/>
        </w:rPr>
        <w:t>или 7,</w:t>
      </w:r>
      <w:r w:rsidR="00826E91" w:rsidRPr="00826E91">
        <w:rPr>
          <w:b w:val="0"/>
          <w:bCs/>
        </w:rPr>
        <w:t>3</w:t>
      </w:r>
      <w:r w:rsidR="00E6184A" w:rsidRPr="009D7278">
        <w:rPr>
          <w:b w:val="0"/>
          <w:bCs/>
        </w:rPr>
        <w:t xml:space="preserve">% от общей суммы кредиторской задолженности (на конец </w:t>
      </w:r>
      <w:r w:rsidR="003758BE" w:rsidRPr="009D7278">
        <w:rPr>
          <w:b w:val="0"/>
          <w:bCs/>
        </w:rPr>
        <w:t>ию</w:t>
      </w:r>
      <w:r w:rsidR="000D7F47">
        <w:rPr>
          <w:b w:val="0"/>
          <w:bCs/>
        </w:rPr>
        <w:t>л</w:t>
      </w:r>
      <w:r w:rsidR="003758BE" w:rsidRPr="009D7278">
        <w:rPr>
          <w:b w:val="0"/>
          <w:bCs/>
        </w:rPr>
        <w:t>я</w:t>
      </w:r>
      <w:r w:rsidR="00E6184A" w:rsidRPr="009D7278">
        <w:rPr>
          <w:b w:val="0"/>
          <w:bCs/>
        </w:rPr>
        <w:t xml:space="preserve"> 2023 года – </w:t>
      </w:r>
      <w:r w:rsidR="00826E91">
        <w:rPr>
          <w:b w:val="0"/>
          <w:bCs/>
        </w:rPr>
        <w:t>7,5</w:t>
      </w:r>
      <w:r w:rsidR="00E6184A" w:rsidRPr="009D7278">
        <w:rPr>
          <w:b w:val="0"/>
          <w:bCs/>
        </w:rPr>
        <w:t xml:space="preserve">%, на конец </w:t>
      </w:r>
      <w:r w:rsidR="000D7F47">
        <w:rPr>
          <w:b w:val="0"/>
          <w:bCs/>
        </w:rPr>
        <w:t>июня</w:t>
      </w:r>
      <w:r w:rsidR="00E6184A" w:rsidRPr="009D7278">
        <w:rPr>
          <w:b w:val="0"/>
          <w:bCs/>
        </w:rPr>
        <w:t xml:space="preserve"> </w:t>
      </w:r>
      <w:r w:rsidR="009478A1">
        <w:rPr>
          <w:b w:val="0"/>
          <w:bCs/>
        </w:rPr>
        <w:br/>
      </w:r>
      <w:r w:rsidR="00E6184A" w:rsidRPr="009D7278">
        <w:rPr>
          <w:b w:val="0"/>
          <w:bCs/>
        </w:rPr>
        <w:t xml:space="preserve">2024 года </w:t>
      </w:r>
      <w:r w:rsidR="00E6184A" w:rsidRPr="00826E91">
        <w:rPr>
          <w:b w:val="0"/>
          <w:bCs/>
        </w:rPr>
        <w:t xml:space="preserve">– </w:t>
      </w:r>
      <w:r w:rsidR="009D7278" w:rsidRPr="00826E91">
        <w:rPr>
          <w:b w:val="0"/>
          <w:bCs/>
        </w:rPr>
        <w:t>7,</w:t>
      </w:r>
      <w:r w:rsidR="00826E91" w:rsidRPr="00826E91">
        <w:rPr>
          <w:b w:val="0"/>
          <w:bCs/>
        </w:rPr>
        <w:t>8</w:t>
      </w:r>
      <w:r w:rsidR="00E6184A" w:rsidRPr="009D7278">
        <w:rPr>
          <w:b w:val="0"/>
          <w:bCs/>
        </w:rPr>
        <w:t>%).</w:t>
      </w:r>
      <w:bookmarkEnd w:id="271"/>
    </w:p>
    <w:p w14:paraId="5C8C71BF" w14:textId="65B30580" w:rsidR="004D0E88" w:rsidRPr="00E85C4E" w:rsidRDefault="009D7278" w:rsidP="006D0921">
      <w:pPr>
        <w:pStyle w:val="3"/>
        <w:spacing w:before="360" w:after="240"/>
        <w:ind w:right="0" w:firstLine="720"/>
        <w:rPr>
          <w:bCs/>
        </w:rPr>
      </w:pPr>
      <w:bookmarkStart w:id="273" w:name="_Toc178757212"/>
      <w:r>
        <w:t>П</w:t>
      </w:r>
      <w:r w:rsidR="004D0E88" w:rsidRPr="00E85C4E">
        <w:t>росроченная кредиторская задолженность организаций</w:t>
      </w:r>
      <w:r w:rsidR="004D0E88" w:rsidRPr="00E85C4E">
        <w:br/>
        <w:t>по видам экономической деятельности</w:t>
      </w:r>
      <w:bookmarkEnd w:id="272"/>
      <w:r w:rsidR="004D0E88" w:rsidRPr="00E85C4E">
        <w:br/>
      </w:r>
      <w:r w:rsidR="008E0062" w:rsidRPr="00343BCB">
        <w:rPr>
          <w:bCs/>
        </w:rPr>
        <w:t>в</w:t>
      </w:r>
      <w:r w:rsidR="00E6184A" w:rsidRPr="00343BCB">
        <w:rPr>
          <w:bCs/>
        </w:rPr>
        <w:t xml:space="preserve"> </w:t>
      </w:r>
      <w:r w:rsidRPr="00343BCB">
        <w:rPr>
          <w:bCs/>
        </w:rPr>
        <w:t>ию</w:t>
      </w:r>
      <w:r w:rsidR="000D7F47">
        <w:rPr>
          <w:bCs/>
        </w:rPr>
        <w:t>л</w:t>
      </w:r>
      <w:r w:rsidRPr="00343BCB">
        <w:rPr>
          <w:bCs/>
        </w:rPr>
        <w:t>е</w:t>
      </w:r>
      <w:r w:rsidR="00E725A4" w:rsidRPr="00343BCB">
        <w:rPr>
          <w:bCs/>
        </w:rPr>
        <w:t xml:space="preserve"> 2024</w:t>
      </w:r>
      <w:r w:rsidR="004D0E88" w:rsidRPr="00343BCB">
        <w:rPr>
          <w:bCs/>
        </w:rPr>
        <w:t xml:space="preserve"> год</w:t>
      </w:r>
      <w:r w:rsidR="003E46B5" w:rsidRPr="00343BCB">
        <w:rPr>
          <w:bCs/>
        </w:rPr>
        <w:t>а</w:t>
      </w:r>
      <w:bookmarkEnd w:id="273"/>
    </w:p>
    <w:p w14:paraId="12F499B6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FA288E" w:rsidRPr="006E416F" w14:paraId="7996C472" w14:textId="77777777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4CB98F1E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74" w:name="_Toc414870647"/>
            <w:bookmarkStart w:id="275" w:name="_Toc525217808"/>
            <w:bookmarkStart w:id="276" w:name="_Toc84326759"/>
            <w:bookmarkStart w:id="277" w:name="_Toc127178086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05B44DFD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Количество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организа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ций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>, имею</w:t>
            </w:r>
            <w:r>
              <w:rPr>
                <w:b/>
                <w:bCs/>
                <w:sz w:val="20"/>
              </w:rPr>
              <w:t>-</w:t>
            </w:r>
            <w:proofErr w:type="spellStart"/>
            <w:r w:rsidRPr="006E416F">
              <w:rPr>
                <w:b/>
                <w:bCs/>
                <w:sz w:val="20"/>
              </w:rPr>
              <w:t>щих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прос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роченную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кредиторс</w:t>
            </w:r>
            <w:proofErr w:type="spellEnd"/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 xml:space="preserve">кую </w:t>
            </w:r>
            <w:proofErr w:type="spellStart"/>
            <w:r w:rsidRPr="006E416F">
              <w:rPr>
                <w:b/>
                <w:bCs/>
                <w:sz w:val="20"/>
              </w:rPr>
              <w:t>задол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женность</w:t>
            </w:r>
            <w:proofErr w:type="spellEnd"/>
            <w:r w:rsidRPr="006E416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 xml:space="preserve"> </w:t>
            </w:r>
            <w:r w:rsidRPr="006E416F">
              <w:rPr>
                <w:b/>
                <w:bCs/>
                <w:sz w:val="20"/>
              </w:rPr>
              <w:t>ед.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1209F73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Просро-ченная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задолжен-</w:t>
            </w:r>
            <w:proofErr w:type="spellStart"/>
            <w:r w:rsidRPr="006E416F">
              <w:rPr>
                <w:b/>
                <w:bCs/>
                <w:sz w:val="20"/>
              </w:rPr>
              <w:t>ность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14:paraId="0B91F5FE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из нее:</w:t>
            </w:r>
          </w:p>
        </w:tc>
      </w:tr>
      <w:tr w:rsidR="00FA288E" w:rsidRPr="006E416F" w14:paraId="652C03AE" w14:textId="77777777" w:rsidTr="00C922DF">
        <w:trPr>
          <w:trHeight w:val="1587"/>
          <w:jc w:val="center"/>
        </w:trPr>
        <w:tc>
          <w:tcPr>
            <w:tcW w:w="3402" w:type="dxa"/>
            <w:vMerge/>
            <w:vAlign w:val="center"/>
            <w:hideMark/>
          </w:tcPr>
          <w:p w14:paraId="27FB4BF1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E9D2035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CE99248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9DA5E7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6E416F">
              <w:rPr>
                <w:b/>
                <w:bCs/>
                <w:sz w:val="20"/>
              </w:rPr>
              <w:t>постав-</w:t>
            </w:r>
            <w:proofErr w:type="spellStart"/>
            <w:r w:rsidRPr="006E416F">
              <w:rPr>
                <w:b/>
                <w:bCs/>
                <w:sz w:val="20"/>
              </w:rPr>
              <w:t>щикам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F26F48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бюджеты всех уровней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A3C0E6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по </w:t>
            </w:r>
            <w:proofErr w:type="gramStart"/>
            <w:r w:rsidRPr="006E416F">
              <w:rPr>
                <w:b/>
                <w:bCs/>
                <w:sz w:val="20"/>
              </w:rPr>
              <w:t>плате-</w:t>
            </w:r>
            <w:proofErr w:type="spellStart"/>
            <w:r w:rsidRPr="006E416F">
              <w:rPr>
                <w:b/>
                <w:bCs/>
                <w:sz w:val="20"/>
              </w:rPr>
              <w:t>жам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в </w:t>
            </w:r>
            <w:proofErr w:type="spellStart"/>
            <w:r w:rsidRPr="006E416F">
              <w:rPr>
                <w:b/>
                <w:bCs/>
                <w:sz w:val="20"/>
              </w:rPr>
              <w:t>го</w:t>
            </w:r>
            <w:proofErr w:type="spellEnd"/>
            <w:r w:rsidRPr="006E416F">
              <w:rPr>
                <w:b/>
                <w:bCs/>
                <w:sz w:val="20"/>
              </w:rPr>
              <w:t>-</w:t>
            </w:r>
            <w:proofErr w:type="spellStart"/>
            <w:r w:rsidRPr="006E416F">
              <w:rPr>
                <w:b/>
                <w:bCs/>
                <w:sz w:val="20"/>
              </w:rPr>
              <w:t>сударст</w:t>
            </w:r>
            <w:proofErr w:type="spellEnd"/>
            <w:r w:rsidRPr="006E416F">
              <w:rPr>
                <w:b/>
                <w:bCs/>
                <w:sz w:val="20"/>
              </w:rPr>
              <w:t xml:space="preserve">-венные </w:t>
            </w:r>
            <w:proofErr w:type="spellStart"/>
            <w:r w:rsidRPr="006E416F">
              <w:rPr>
                <w:b/>
                <w:bCs/>
                <w:sz w:val="20"/>
              </w:rPr>
              <w:t>внебюд-жетные</w:t>
            </w:r>
            <w:proofErr w:type="spellEnd"/>
            <w:r w:rsidRPr="006E416F">
              <w:rPr>
                <w:b/>
                <w:bCs/>
                <w:sz w:val="20"/>
              </w:rPr>
              <w:t xml:space="preserve"> фонды</w:t>
            </w:r>
          </w:p>
        </w:tc>
      </w:tr>
      <w:tr w:rsidR="00826E91" w:rsidRPr="006E416F" w14:paraId="68C9E2DB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4961907" w14:textId="77777777" w:rsidR="00826E91" w:rsidRPr="006E416F" w:rsidRDefault="00826E91" w:rsidP="00826E91">
            <w:pPr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4B142E" w14:textId="6038B5E0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522577" w14:textId="5708E879" w:rsidR="00826E91" w:rsidRPr="000D7F47" w:rsidRDefault="00826E91" w:rsidP="00826E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10395,5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7430B5" w14:textId="14670792" w:rsidR="00826E91" w:rsidRPr="000D7F47" w:rsidRDefault="00826E91" w:rsidP="00826E91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10106,5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D4794" w14:textId="694CFEE1" w:rsidR="00826E91" w:rsidRPr="000D7F47" w:rsidRDefault="00826E91" w:rsidP="00826E91">
            <w:pPr>
              <w:tabs>
                <w:tab w:val="left" w:pos="623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2FB89B" w14:textId="6D2B07D0" w:rsidR="00826E91" w:rsidRPr="000D7F47" w:rsidRDefault="00826E91" w:rsidP="00826E9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1,8</w:t>
            </w:r>
          </w:p>
        </w:tc>
      </w:tr>
      <w:tr w:rsidR="00FA288E" w:rsidRPr="006E416F" w14:paraId="33F5BA45" w14:textId="77777777" w:rsidTr="00C922DF">
        <w:trPr>
          <w:trHeight w:val="227"/>
          <w:jc w:val="center"/>
        </w:trPr>
        <w:tc>
          <w:tcPr>
            <w:tcW w:w="9072" w:type="dxa"/>
            <w:gridSpan w:val="6"/>
            <w:shd w:val="clear" w:color="auto" w:fill="auto"/>
            <w:vAlign w:val="bottom"/>
            <w:hideMark/>
          </w:tcPr>
          <w:p w14:paraId="2410CF84" w14:textId="77777777" w:rsidR="00FA288E" w:rsidRPr="006E416F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том числе:</w:t>
            </w:r>
          </w:p>
        </w:tc>
      </w:tr>
      <w:tr w:rsidR="002640A9" w:rsidRPr="006E416F" w14:paraId="1D38FFA7" w14:textId="77777777" w:rsidTr="002640A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4F7AF32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14:paraId="5D0911F7" w14:textId="63EE7851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BC098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400313DC" w14:textId="28BC2190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C098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511DC4AC" w14:textId="73355C4C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BC098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0EEDF2" w14:textId="27479E0E" w:rsidR="002640A9" w:rsidRPr="000D7F47" w:rsidRDefault="002640A9" w:rsidP="002640A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CB5999" w14:textId="3AD98DEA" w:rsidR="002640A9" w:rsidRPr="000D7F47" w:rsidRDefault="002640A9" w:rsidP="002640A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640A9" w:rsidRPr="006E416F" w14:paraId="49E173CB" w14:textId="77777777" w:rsidTr="002640A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EB45E92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</w:tcPr>
          <w:p w14:paraId="589CC3A8" w14:textId="39BD5323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BC098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110ADBDA" w14:textId="0E7D9110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C098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68A0E92C" w14:textId="10969B4A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BC098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1E38EC" w14:textId="0507F803" w:rsidR="002640A9" w:rsidRPr="000D7F47" w:rsidRDefault="002640A9" w:rsidP="002640A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7A537C" w14:textId="405CED0C" w:rsidR="002640A9" w:rsidRPr="000D7F47" w:rsidRDefault="002640A9" w:rsidP="002640A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640A9" w:rsidRPr="006E416F" w14:paraId="39E64BAC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924205D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FA8606" w14:textId="109594C0" w:rsidR="002640A9" w:rsidRPr="000D7F47" w:rsidRDefault="002640A9" w:rsidP="002640A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F45FC9" w14:textId="00111469" w:rsidR="002640A9" w:rsidRPr="000D7F47" w:rsidRDefault="002640A9" w:rsidP="002640A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7667,3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0B600F" w14:textId="4330C026" w:rsidR="002640A9" w:rsidRPr="000D7F47" w:rsidRDefault="002640A9" w:rsidP="002640A9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7660,7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710893" w14:textId="3156E16F" w:rsidR="002640A9" w:rsidRPr="000D7F47" w:rsidRDefault="002640A9" w:rsidP="002640A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62C32B" w14:textId="11D8DC39" w:rsidR="002640A9" w:rsidRPr="000D7F47" w:rsidRDefault="002640A9" w:rsidP="002640A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2640A9" w:rsidRPr="006E416F" w14:paraId="7E35AEF1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2F1D37C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ликви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дации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4B1943" w14:textId="5B5C96FC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14D151" w14:textId="035B92B0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AEF02F" w14:textId="718834E6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411A28" w14:textId="06136B78" w:rsidR="002640A9" w:rsidRPr="000D7F47" w:rsidRDefault="002640A9" w:rsidP="002640A9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955DA0" w14:textId="71D7CC71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2640A9" w:rsidRPr="006E416F" w14:paraId="73143EA4" w14:textId="77777777" w:rsidTr="002640A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C856270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</w:tcPr>
          <w:p w14:paraId="541E4B83" w14:textId="17D5ACB3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9B313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2943BEED" w14:textId="42D601A2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9B313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270057E0" w14:textId="214EBC14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B313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37F4AE" w14:textId="76310756" w:rsidR="002640A9" w:rsidRPr="000D7F47" w:rsidRDefault="002640A9" w:rsidP="002640A9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B29BEB" w14:textId="00CA3538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640A9" w:rsidRPr="006E416F" w14:paraId="0AAAA41A" w14:textId="77777777" w:rsidTr="002640A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AB4033A" w14:textId="77777777" w:rsidR="002640A9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shd w:val="clear" w:color="auto" w:fill="auto"/>
          </w:tcPr>
          <w:p w14:paraId="16ECA668" w14:textId="25A36C8C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9B313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0FB8B18F" w14:textId="309B12D2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9B313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3B808341" w14:textId="51A13CC7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B313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383951" w14:textId="70068E28" w:rsidR="002640A9" w:rsidRPr="000D7F47" w:rsidRDefault="002640A9" w:rsidP="002640A9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FBB710" w14:textId="7DBC64B3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640A9" w:rsidRPr="006E416F" w14:paraId="3A9CB44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F663144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lastRenderedPageBreak/>
              <w:t>деятельность профессиональная, научная и техническая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7CE3E8" w14:textId="19A2A36A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400BD4" w14:textId="0608CB33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12A7F9" w14:textId="289D3823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C2BAC6" w14:textId="5C02A0CB" w:rsidR="002640A9" w:rsidRPr="000D7F47" w:rsidRDefault="002640A9" w:rsidP="002640A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840410" w14:textId="77625978" w:rsidR="002640A9" w:rsidRPr="000D7F47" w:rsidRDefault="002640A9" w:rsidP="002640A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640A9" w:rsidRPr="006E416F" w14:paraId="6F38DA9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8BBDE4F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4C351F" w14:textId="49D59F4F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9EB77B" w14:textId="6EDA5558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F1E5FE" w14:textId="78F098AA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1101DC" w14:textId="2CA28C49" w:rsidR="002640A9" w:rsidRPr="000D7F47" w:rsidRDefault="002640A9" w:rsidP="002640A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8144C9" w14:textId="76C34220" w:rsidR="002640A9" w:rsidRPr="000D7F47" w:rsidRDefault="002640A9" w:rsidP="002640A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2640A9" w:rsidRPr="006E416F" w14:paraId="466424FA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325B6C7" w14:textId="77777777" w:rsidR="002640A9" w:rsidRPr="006E416F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E1E2DD" w14:textId="362511EC" w:rsidR="002640A9" w:rsidRPr="000D7F47" w:rsidRDefault="002640A9" w:rsidP="002640A9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C8E16B" w14:textId="348F0088" w:rsidR="002640A9" w:rsidRPr="000D7F47" w:rsidRDefault="002640A9" w:rsidP="002640A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7CBB5C" w14:textId="39B66E24" w:rsidR="002640A9" w:rsidRPr="000D7F47" w:rsidRDefault="002640A9" w:rsidP="002640A9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2C8B11" w14:textId="35EA3EE4" w:rsidR="002640A9" w:rsidRPr="000D7F47" w:rsidRDefault="002640A9" w:rsidP="002640A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DFF26D" w14:textId="7B6FA034" w:rsidR="002640A9" w:rsidRPr="000D7F47" w:rsidRDefault="002640A9" w:rsidP="002640A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0AEB5B72" w14:textId="736AAF42" w:rsidR="004D0E88" w:rsidRPr="00E85C4E" w:rsidRDefault="004D0E88" w:rsidP="006D0921">
      <w:pPr>
        <w:pStyle w:val="3"/>
        <w:spacing w:before="360" w:after="120"/>
        <w:ind w:right="0" w:firstLine="709"/>
        <w:jc w:val="both"/>
        <w:rPr>
          <w:b w:val="0"/>
          <w:bCs/>
          <w:szCs w:val="26"/>
        </w:rPr>
      </w:pPr>
      <w:bookmarkStart w:id="278" w:name="_Toc178757213"/>
      <w:r w:rsidRPr="00E85C4E">
        <w:rPr>
          <w:szCs w:val="24"/>
        </w:rPr>
        <w:t>Задолженность по полученным кредитам и займа</w:t>
      </w:r>
      <w:r w:rsidRPr="00EB4646">
        <w:rPr>
          <w:szCs w:val="24"/>
        </w:rPr>
        <w:t>м</w:t>
      </w:r>
      <w:r w:rsidRPr="00E85C4E">
        <w:rPr>
          <w:b w:val="0"/>
          <w:szCs w:val="24"/>
        </w:rPr>
        <w:t xml:space="preserve"> </w:t>
      </w:r>
      <w:bookmarkEnd w:id="274"/>
      <w:bookmarkEnd w:id="275"/>
      <w:r w:rsidR="00675EB1" w:rsidRPr="00675EB1">
        <w:rPr>
          <w:b w:val="0"/>
          <w:szCs w:val="24"/>
        </w:rPr>
        <w:t xml:space="preserve">в </w:t>
      </w:r>
      <w:r w:rsidR="004F6614">
        <w:rPr>
          <w:b w:val="0"/>
          <w:szCs w:val="24"/>
        </w:rPr>
        <w:t>це</w:t>
      </w:r>
      <w:r w:rsidR="008E0062">
        <w:rPr>
          <w:b w:val="0"/>
          <w:szCs w:val="24"/>
        </w:rPr>
        <w:t xml:space="preserve">лом по области </w:t>
      </w:r>
      <w:r w:rsidR="008E0062">
        <w:rPr>
          <w:b w:val="0"/>
          <w:szCs w:val="24"/>
        </w:rPr>
        <w:br/>
      </w:r>
      <w:r w:rsidR="008E0062" w:rsidRPr="00134E99">
        <w:rPr>
          <w:b w:val="0"/>
          <w:szCs w:val="24"/>
        </w:rPr>
        <w:t xml:space="preserve">на конец </w:t>
      </w:r>
      <w:r w:rsidR="00134E99" w:rsidRPr="00134E99">
        <w:rPr>
          <w:b w:val="0"/>
          <w:szCs w:val="24"/>
        </w:rPr>
        <w:t>ию</w:t>
      </w:r>
      <w:r w:rsidR="000D7F47">
        <w:rPr>
          <w:b w:val="0"/>
          <w:szCs w:val="24"/>
        </w:rPr>
        <w:t>л</w:t>
      </w:r>
      <w:r w:rsidR="00134E99" w:rsidRPr="00134E99">
        <w:rPr>
          <w:b w:val="0"/>
          <w:szCs w:val="24"/>
        </w:rPr>
        <w:t>я</w:t>
      </w:r>
      <w:r w:rsidR="00E725A4" w:rsidRPr="00134E99">
        <w:rPr>
          <w:b w:val="0"/>
          <w:szCs w:val="24"/>
        </w:rPr>
        <w:t xml:space="preserve"> 2024</w:t>
      </w:r>
      <w:r w:rsidR="00675EB1" w:rsidRPr="00134E99">
        <w:rPr>
          <w:b w:val="0"/>
          <w:szCs w:val="24"/>
        </w:rPr>
        <w:t xml:space="preserve"> года </w:t>
      </w:r>
      <w:r w:rsidR="008470B6" w:rsidRPr="00134E99">
        <w:rPr>
          <w:b w:val="0"/>
          <w:szCs w:val="24"/>
        </w:rPr>
        <w:t xml:space="preserve">составила </w:t>
      </w:r>
      <w:r w:rsidR="00931520" w:rsidRPr="00931520">
        <w:rPr>
          <w:b w:val="0"/>
          <w:bCs/>
          <w:szCs w:val="24"/>
        </w:rPr>
        <w:t>95158,5</w:t>
      </w:r>
      <w:r w:rsidR="00931520">
        <w:rPr>
          <w:szCs w:val="24"/>
        </w:rPr>
        <w:t xml:space="preserve"> </w:t>
      </w:r>
      <w:r w:rsidR="008470B6" w:rsidRPr="00134E99">
        <w:rPr>
          <w:b w:val="0"/>
          <w:szCs w:val="24"/>
        </w:rPr>
        <w:t>млн рублей</w:t>
      </w:r>
      <w:r w:rsidRPr="00134E99">
        <w:rPr>
          <w:b w:val="0"/>
          <w:bCs/>
          <w:szCs w:val="26"/>
        </w:rPr>
        <w:t>.</w:t>
      </w:r>
      <w:bookmarkEnd w:id="276"/>
      <w:bookmarkEnd w:id="277"/>
      <w:bookmarkEnd w:id="278"/>
    </w:p>
    <w:p w14:paraId="021FE8FA" w14:textId="203C82AC" w:rsidR="004D0E88" w:rsidRPr="008E5F97" w:rsidRDefault="004D0E88" w:rsidP="006D0921">
      <w:pPr>
        <w:pStyle w:val="3"/>
        <w:spacing w:before="360" w:after="240"/>
        <w:ind w:right="0"/>
        <w:rPr>
          <w:b w:val="0"/>
          <w:bCs/>
          <w:szCs w:val="24"/>
        </w:rPr>
      </w:pPr>
      <w:bookmarkStart w:id="279" w:name="_Toc414870648"/>
      <w:bookmarkStart w:id="280" w:name="_Toc525217809"/>
      <w:bookmarkStart w:id="281" w:name="_Toc84326760"/>
      <w:bookmarkStart w:id="282" w:name="_Toc127178087"/>
      <w:bookmarkStart w:id="283" w:name="_Toc178757214"/>
      <w:r w:rsidRPr="008E5F97">
        <w:rPr>
          <w:szCs w:val="24"/>
        </w:rPr>
        <w:t>Размер и структура задолженности по кредитам и займам</w:t>
      </w:r>
      <w:r w:rsidRPr="008E5F97">
        <w:rPr>
          <w:szCs w:val="24"/>
        </w:rPr>
        <w:br/>
        <w:t>по видам экономической деятельности</w:t>
      </w:r>
      <w:bookmarkEnd w:id="279"/>
      <w:bookmarkEnd w:id="280"/>
      <w:bookmarkEnd w:id="281"/>
      <w:bookmarkEnd w:id="282"/>
      <w:r w:rsidRPr="008E5F97">
        <w:rPr>
          <w:b w:val="0"/>
          <w:bCs/>
          <w:szCs w:val="24"/>
        </w:rPr>
        <w:br/>
      </w:r>
      <w:r w:rsidRPr="00343BCB">
        <w:rPr>
          <w:szCs w:val="24"/>
        </w:rPr>
        <w:t xml:space="preserve">в </w:t>
      </w:r>
      <w:r w:rsidR="00134E99" w:rsidRPr="00343BCB">
        <w:rPr>
          <w:szCs w:val="24"/>
        </w:rPr>
        <w:t>ию</w:t>
      </w:r>
      <w:r w:rsidR="000D7F47">
        <w:rPr>
          <w:szCs w:val="24"/>
        </w:rPr>
        <w:t>л</w:t>
      </w:r>
      <w:r w:rsidR="00134E99" w:rsidRPr="00343BCB">
        <w:rPr>
          <w:szCs w:val="24"/>
        </w:rPr>
        <w:t>е</w:t>
      </w:r>
      <w:r w:rsidR="00E725A4" w:rsidRPr="00343BCB">
        <w:rPr>
          <w:szCs w:val="24"/>
        </w:rPr>
        <w:t xml:space="preserve"> 2024</w:t>
      </w:r>
      <w:r w:rsidRPr="00343BCB">
        <w:rPr>
          <w:szCs w:val="24"/>
        </w:rPr>
        <w:t xml:space="preserve"> год</w:t>
      </w:r>
      <w:r w:rsidR="003E46B5" w:rsidRPr="00343BCB">
        <w:rPr>
          <w:szCs w:val="24"/>
        </w:rPr>
        <w:t>а</w:t>
      </w:r>
      <w:bookmarkEnd w:id="283"/>
    </w:p>
    <w:p w14:paraId="1D397A04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14:paraId="11DED630" w14:textId="77777777" w:rsidTr="00C922DF">
        <w:trPr>
          <w:trHeight w:val="1134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410AB1F7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84" w:name="_Toc414870649"/>
            <w:bookmarkStart w:id="285" w:name="_Toc525217810"/>
            <w:bookmarkStart w:id="286" w:name="_Toc84326761"/>
            <w:bookmarkStart w:id="287" w:name="_Toc127178088"/>
          </w:p>
        </w:tc>
        <w:tc>
          <w:tcPr>
            <w:tcW w:w="3778" w:type="dxa"/>
            <w:gridSpan w:val="2"/>
            <w:shd w:val="clear" w:color="auto" w:fill="auto"/>
            <w:vAlign w:val="center"/>
            <w:hideMark/>
          </w:tcPr>
          <w:p w14:paraId="525A1849" w14:textId="77777777"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</w:t>
            </w:r>
            <w:r w:rsidRPr="00282AA4">
              <w:rPr>
                <w:b/>
                <w:bCs/>
                <w:sz w:val="20"/>
              </w:rPr>
              <w:br/>
              <w:t>по полученным кредитам и займам, млн рублей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  <w:hideMark/>
          </w:tcPr>
          <w:p w14:paraId="65629444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Структура просроченной задолженности </w:t>
            </w:r>
            <w:r w:rsidRPr="00282AA4">
              <w:rPr>
                <w:b/>
                <w:bCs/>
                <w:sz w:val="20"/>
              </w:rPr>
              <w:br/>
              <w:t xml:space="preserve">по кредитам </w:t>
            </w:r>
            <w:r w:rsidRPr="00282AA4">
              <w:rPr>
                <w:b/>
                <w:bCs/>
                <w:sz w:val="20"/>
              </w:rPr>
              <w:br/>
              <w:t xml:space="preserve">и займам, </w:t>
            </w:r>
            <w:r w:rsidRPr="00282AA4">
              <w:rPr>
                <w:b/>
                <w:bCs/>
                <w:sz w:val="20"/>
              </w:rPr>
              <w:br/>
            </w: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</w:t>
            </w:r>
            <w:r w:rsidRPr="00282AA4">
              <w:rPr>
                <w:b/>
                <w:bCs/>
                <w:sz w:val="20"/>
              </w:rPr>
              <w:br/>
              <w:t>итогу</w:t>
            </w:r>
          </w:p>
        </w:tc>
      </w:tr>
      <w:tr w:rsidR="00FA288E" w:rsidRPr="00282AA4" w14:paraId="0E87E826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2CCBAEFA" w14:textId="77777777"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1D0487DC" w14:textId="77777777"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51DCD0FF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просроченная</w:t>
            </w:r>
          </w:p>
        </w:tc>
        <w:tc>
          <w:tcPr>
            <w:tcW w:w="1890" w:type="dxa"/>
            <w:vMerge/>
            <w:shd w:val="clear" w:color="auto" w:fill="auto"/>
            <w:vAlign w:val="center"/>
            <w:hideMark/>
          </w:tcPr>
          <w:p w14:paraId="1F4AAAD1" w14:textId="77777777"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</w:tr>
      <w:tr w:rsidR="00931520" w:rsidRPr="00282AA4" w14:paraId="4D11697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EE1B394" w14:textId="77777777" w:rsidR="00931520" w:rsidRPr="00282AA4" w:rsidRDefault="00931520" w:rsidP="00931520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3B2E9F8" w14:textId="019734D4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95158,5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1C6813A" w14:textId="409DA62C" w:rsidR="00931520" w:rsidRPr="000D7F47" w:rsidRDefault="00931520" w:rsidP="00931520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7582F0A" w14:textId="4C9E6BB4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FA288E" w:rsidRPr="00282AA4" w14:paraId="4950F98C" w14:textId="77777777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30084BCE" w14:textId="77777777"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931520" w:rsidRPr="00282AA4" w14:paraId="09C6D4D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2825649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D3513FA" w14:textId="7B6CD999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6250,6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84C0F0D" w14:textId="77E36CD5" w:rsidR="00931520" w:rsidRPr="000D7F47" w:rsidRDefault="00931520" w:rsidP="00931520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8EA2629" w14:textId="40FE7853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57ADC8F2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BDF8C01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0AC4AD" w14:textId="1F9A419B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9960,1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A27F12C" w14:textId="01FDDEF7" w:rsidR="00931520" w:rsidRPr="000D7F47" w:rsidRDefault="00931520" w:rsidP="00931520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95BF408" w14:textId="7CAA0A5F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1E0EF35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102D770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50FB044" w14:textId="61905480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11440,4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E9EC9A" w14:textId="10365E3F" w:rsidR="00931520" w:rsidRPr="000D7F47" w:rsidRDefault="00931520" w:rsidP="00931520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A26D039" w14:textId="3F1FFA97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698EFC1C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E9A729A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62B4C8C" w14:textId="6D13577D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22975,9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6245F18" w14:textId="7DAFAF9C" w:rsidR="00931520" w:rsidRPr="000D7F47" w:rsidRDefault="00931520" w:rsidP="00931520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C60D317" w14:textId="509AD7C6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36D3CC08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D6AA773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FA6A21E" w14:textId="5048ED77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109,6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A653B4" w14:textId="381678F1" w:rsidR="00931520" w:rsidRPr="000D7F47" w:rsidRDefault="00931520" w:rsidP="00931520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5E61582" w14:textId="68B1E229" w:rsidR="00931520" w:rsidRPr="000D7F47" w:rsidRDefault="00931520" w:rsidP="00931520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30C0A03B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76472465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24C4090" w14:textId="6DC556BA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3214,8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255902E" w14:textId="116FCA94" w:rsidR="00931520" w:rsidRPr="000D7F47" w:rsidRDefault="00931520" w:rsidP="00931520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7891393" w14:textId="13AD8C16" w:rsidR="00931520" w:rsidRPr="000D7F47" w:rsidRDefault="00931520" w:rsidP="00931520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69,3</w:t>
            </w:r>
          </w:p>
        </w:tc>
      </w:tr>
      <w:tr w:rsidR="00931520" w:rsidRPr="00282AA4" w14:paraId="65B74E70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68CFC941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668A9F1" w14:textId="57DD36F6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1994,5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84C4888" w14:textId="78371D41" w:rsidR="00931520" w:rsidRPr="000D7F47" w:rsidRDefault="00931520" w:rsidP="00931520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1877C46" w14:textId="086AFA44" w:rsidR="00931520" w:rsidRPr="000D7F47" w:rsidRDefault="00931520" w:rsidP="00931520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13E2DFE5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44903B1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01F7172" w14:textId="75E0C7F7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12376,0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14FFB95" w14:textId="6057CE0A" w:rsidR="00931520" w:rsidRPr="000D7F47" w:rsidRDefault="00931520" w:rsidP="00931520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4733C73" w14:textId="3A94E680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5DBD51B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1B41F0D" w14:textId="77777777" w:rsidR="00931520" w:rsidRPr="00282AA4" w:rsidRDefault="00931520" w:rsidP="00931520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17D471" w14:textId="3CF4012B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558,8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B3DDF07" w14:textId="0AF3E6CE" w:rsidR="00931520" w:rsidRPr="000D7F47" w:rsidRDefault="00931520" w:rsidP="00931520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FA1D034" w14:textId="369E6675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61EBE" w:rsidRPr="00282AA4" w14:paraId="5CF03EEB" w14:textId="77777777" w:rsidTr="00C61EBE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2F5298E" w14:textId="77777777" w:rsidR="00C61EBE" w:rsidRPr="00282AA4" w:rsidRDefault="00C61EBE" w:rsidP="00C61EBE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2481662" w14:textId="5168B887" w:rsidR="00C61EBE" w:rsidRPr="000D7F47" w:rsidRDefault="00C61EBE" w:rsidP="00C61EBE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86743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28F99B9" w14:textId="1AC75915" w:rsidR="00C61EBE" w:rsidRPr="000D7F47" w:rsidRDefault="00C61EBE" w:rsidP="00C61EBE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A092C2B" w14:textId="6608BF0C" w:rsidR="00C61EBE" w:rsidRPr="000D7F47" w:rsidRDefault="00C61EBE" w:rsidP="00C61EBE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61EBE" w:rsidRPr="00282AA4" w14:paraId="26F2F9EA" w14:textId="77777777" w:rsidTr="00C61EBE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07AA9A49" w14:textId="77777777" w:rsidR="00C61EBE" w:rsidRPr="00282AA4" w:rsidRDefault="00C61EBE" w:rsidP="00C61EB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6ED9EFD" w14:textId="61277830" w:rsidR="00C61EBE" w:rsidRPr="000D7F47" w:rsidRDefault="00C61EBE" w:rsidP="00C61EBE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86743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4F919CA" w14:textId="7BBC82F5" w:rsidR="00C61EBE" w:rsidRPr="000D7F47" w:rsidRDefault="00C61EBE" w:rsidP="00C61EBE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35F37F7" w14:textId="2C78A4F4" w:rsidR="00C61EBE" w:rsidRPr="000D7F47" w:rsidRDefault="00C61EBE" w:rsidP="00C61EBE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61EBE" w:rsidRPr="00282AA4" w14:paraId="6237F988" w14:textId="77777777" w:rsidTr="00C61EBE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526A5129" w14:textId="77777777" w:rsidR="00C61EBE" w:rsidRPr="00282AA4" w:rsidRDefault="00C61EBE" w:rsidP="00C61EBE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3B872DA" w14:textId="6051588C" w:rsidR="00C61EBE" w:rsidRPr="000D7F47" w:rsidRDefault="00C61EBE" w:rsidP="00C61EBE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86743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1AF0AE" w14:textId="06E6AF9A" w:rsidR="00C61EBE" w:rsidRPr="000D7F47" w:rsidRDefault="00C61EBE" w:rsidP="00C61EBE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2903B19" w14:textId="1077843D" w:rsidR="00C61EBE" w:rsidRPr="000D7F47" w:rsidRDefault="00C61EBE" w:rsidP="00C61EBE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31520" w:rsidRPr="00282AA4" w14:paraId="72C26C73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86CD33D" w14:textId="77777777" w:rsidR="00931520" w:rsidRPr="00282AA4" w:rsidRDefault="00931520" w:rsidP="00931520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1F0962A" w14:textId="7091B39C" w:rsidR="00931520" w:rsidRPr="000D7F47" w:rsidRDefault="00931520" w:rsidP="00931520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22610,6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5BD9C48" w14:textId="5E1ADAB2" w:rsidR="00931520" w:rsidRPr="000D7F47" w:rsidRDefault="00931520" w:rsidP="00931520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6213385" w14:textId="3269DE68" w:rsidR="00931520" w:rsidRPr="000D7F47" w:rsidRDefault="00931520" w:rsidP="00931520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61EBE" w:rsidRPr="00282AA4" w14:paraId="674ECC65" w14:textId="77777777" w:rsidTr="00C61EBE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7C770CA" w14:textId="77777777" w:rsidR="00C61EBE" w:rsidRPr="00282AA4" w:rsidRDefault="00C61EBE" w:rsidP="00C61EBE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93EB659" w14:textId="5AC42928" w:rsidR="00C61EBE" w:rsidRPr="000D7F47" w:rsidRDefault="00C61EBE" w:rsidP="00C61EBE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054C5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E63A50" w14:textId="408DC356" w:rsidR="00C61EBE" w:rsidRPr="000D7F47" w:rsidRDefault="00C61EBE" w:rsidP="00C61EBE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C5801ED" w14:textId="1C12CBEA" w:rsidR="00C61EBE" w:rsidRPr="000D7F47" w:rsidRDefault="00C61EBE" w:rsidP="00C61EBE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61EBE" w:rsidRPr="00282AA4" w14:paraId="36BA2A65" w14:textId="77777777" w:rsidTr="00C61EBE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55041CBA" w14:textId="77777777" w:rsidR="00C61EBE" w:rsidRPr="00282AA4" w:rsidRDefault="00C61EBE" w:rsidP="00C61EBE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9CEE3D7" w14:textId="6EB0A49D" w:rsidR="00C61EBE" w:rsidRPr="000D7F47" w:rsidRDefault="00C61EBE" w:rsidP="00C61EBE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054C5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1076189" w14:textId="27229277" w:rsidR="00C61EBE" w:rsidRPr="000D7F47" w:rsidRDefault="00C61EBE" w:rsidP="00C61EBE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335819E" w14:textId="2D6C03C3" w:rsidR="00C61EBE" w:rsidRPr="000D7F47" w:rsidRDefault="00C61EBE" w:rsidP="00C61EBE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61EBE" w:rsidRPr="0078295B" w14:paraId="281FF7F5" w14:textId="77777777" w:rsidTr="00C61EBE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EF92DAD" w14:textId="77777777" w:rsidR="00C61EBE" w:rsidRPr="00282AA4" w:rsidRDefault="00C61EBE" w:rsidP="00C61EBE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85A0D2E" w14:textId="1115A5BE" w:rsidR="00C61EBE" w:rsidRPr="000D7F47" w:rsidRDefault="00C61EBE" w:rsidP="00C61EBE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054C52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1B8748E" w14:textId="4C71D6A7" w:rsidR="00C61EBE" w:rsidRPr="000D7F47" w:rsidRDefault="00C61EBE" w:rsidP="00C61EBE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C5C3311" w14:textId="51AFB0D4" w:rsidR="00C61EBE" w:rsidRPr="000D7F47" w:rsidRDefault="00C61EBE" w:rsidP="00C61EBE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30,7</w:t>
            </w:r>
          </w:p>
        </w:tc>
      </w:tr>
    </w:tbl>
    <w:p w14:paraId="6400DA86" w14:textId="037FF8E1" w:rsidR="00973B5B" w:rsidRDefault="004D0E88" w:rsidP="000D2288">
      <w:pPr>
        <w:pStyle w:val="3"/>
        <w:spacing w:before="240"/>
        <w:ind w:right="0" w:firstLine="709"/>
        <w:jc w:val="both"/>
        <w:rPr>
          <w:b w:val="0"/>
        </w:rPr>
      </w:pPr>
      <w:bookmarkStart w:id="288" w:name="_Toc178757215"/>
      <w:r w:rsidRPr="00E85C4E">
        <w:lastRenderedPageBreak/>
        <w:t>Дебиторская задолженность</w:t>
      </w:r>
      <w:r w:rsidR="003E46B5">
        <w:rPr>
          <w:b w:val="0"/>
        </w:rPr>
        <w:t xml:space="preserve"> </w:t>
      </w:r>
      <w:r w:rsidR="00E668A1" w:rsidRPr="00E668A1">
        <w:rPr>
          <w:b w:val="0"/>
        </w:rPr>
        <w:t xml:space="preserve">по области </w:t>
      </w:r>
      <w:r w:rsidR="00E668A1" w:rsidRPr="002E4936">
        <w:rPr>
          <w:b w:val="0"/>
        </w:rPr>
        <w:t xml:space="preserve">на конец </w:t>
      </w:r>
      <w:r w:rsidR="00134E99" w:rsidRPr="002E4936">
        <w:rPr>
          <w:b w:val="0"/>
        </w:rPr>
        <w:t>ию</w:t>
      </w:r>
      <w:r w:rsidR="000D7F47">
        <w:rPr>
          <w:b w:val="0"/>
        </w:rPr>
        <w:t>л</w:t>
      </w:r>
      <w:r w:rsidR="00134E99" w:rsidRPr="002E4936">
        <w:rPr>
          <w:b w:val="0"/>
        </w:rPr>
        <w:t>я</w:t>
      </w:r>
      <w:r w:rsidR="00E668A1" w:rsidRPr="002E4936">
        <w:rPr>
          <w:b w:val="0"/>
        </w:rPr>
        <w:t xml:space="preserve"> 2024 года составила </w:t>
      </w:r>
      <w:r w:rsidR="007460A3" w:rsidRPr="00FB7461">
        <w:rPr>
          <w:b w:val="0"/>
        </w:rPr>
        <w:t>316780,2</w:t>
      </w:r>
      <w:r w:rsidR="00134E99" w:rsidRPr="002E4936">
        <w:rPr>
          <w:b w:val="0"/>
        </w:rPr>
        <w:t xml:space="preserve"> </w:t>
      </w:r>
      <w:r w:rsidR="00FA288E" w:rsidRPr="002E4936">
        <w:rPr>
          <w:b w:val="0"/>
        </w:rPr>
        <w:t xml:space="preserve">млн рублей, из нее </w:t>
      </w:r>
      <w:r w:rsidR="00FA288E" w:rsidRPr="002E4936">
        <w:t>просроченная</w:t>
      </w:r>
      <w:r w:rsidR="00FA288E" w:rsidRPr="002E4936">
        <w:rPr>
          <w:b w:val="0"/>
        </w:rPr>
        <w:t xml:space="preserve"> – </w:t>
      </w:r>
      <w:r w:rsidR="007460A3" w:rsidRPr="00FB7461">
        <w:rPr>
          <w:b w:val="0"/>
        </w:rPr>
        <w:t>10477,6</w:t>
      </w:r>
      <w:r w:rsidR="007460A3">
        <w:rPr>
          <w:b w:val="0"/>
        </w:rPr>
        <w:t xml:space="preserve"> </w:t>
      </w:r>
      <w:r w:rsidR="00FA288E" w:rsidRPr="002E4936">
        <w:rPr>
          <w:b w:val="0"/>
        </w:rPr>
        <w:t xml:space="preserve">млн рублей или </w:t>
      </w:r>
      <w:bookmarkStart w:id="289" w:name="_Toc414870650"/>
      <w:bookmarkStart w:id="290" w:name="_Toc525217811"/>
      <w:bookmarkStart w:id="291" w:name="_Toc84326762"/>
      <w:bookmarkStart w:id="292" w:name="_Toc127178089"/>
      <w:bookmarkEnd w:id="284"/>
      <w:bookmarkEnd w:id="285"/>
      <w:bookmarkEnd w:id="286"/>
      <w:bookmarkEnd w:id="287"/>
      <w:r w:rsidR="007460A3" w:rsidRPr="00FB7461">
        <w:rPr>
          <w:b w:val="0"/>
        </w:rPr>
        <w:t>3,3</w:t>
      </w:r>
      <w:r w:rsidR="00A627B5" w:rsidRPr="002E4936">
        <w:rPr>
          <w:b w:val="0"/>
        </w:rPr>
        <w:t xml:space="preserve">% от общего объема дебиторской задолженности (на конец </w:t>
      </w:r>
      <w:r w:rsidR="002E4936" w:rsidRPr="002E4936">
        <w:rPr>
          <w:b w:val="0"/>
        </w:rPr>
        <w:t>ию</w:t>
      </w:r>
      <w:r w:rsidR="000D7F47">
        <w:rPr>
          <w:b w:val="0"/>
        </w:rPr>
        <w:t>л</w:t>
      </w:r>
      <w:r w:rsidR="002E4936" w:rsidRPr="002E4936">
        <w:rPr>
          <w:b w:val="0"/>
        </w:rPr>
        <w:t>я</w:t>
      </w:r>
      <w:r w:rsidR="00A627B5" w:rsidRPr="002E4936">
        <w:rPr>
          <w:b w:val="0"/>
        </w:rPr>
        <w:t xml:space="preserve"> 2023 года – </w:t>
      </w:r>
      <w:r w:rsidR="007460A3" w:rsidRPr="00FB7461">
        <w:rPr>
          <w:b w:val="0"/>
        </w:rPr>
        <w:t>4,2</w:t>
      </w:r>
      <w:r w:rsidR="00A627B5" w:rsidRPr="002E4936">
        <w:rPr>
          <w:b w:val="0"/>
        </w:rPr>
        <w:t xml:space="preserve">%, на конец </w:t>
      </w:r>
      <w:r w:rsidR="007460A3">
        <w:rPr>
          <w:b w:val="0"/>
        </w:rPr>
        <w:t>июня</w:t>
      </w:r>
      <w:r w:rsidR="00A627B5" w:rsidRPr="002E4936">
        <w:rPr>
          <w:b w:val="0"/>
        </w:rPr>
        <w:t xml:space="preserve"> </w:t>
      </w:r>
      <w:r w:rsidR="00A627B5" w:rsidRPr="002E4936">
        <w:rPr>
          <w:b w:val="0"/>
        </w:rPr>
        <w:br/>
        <w:t xml:space="preserve">2024 года – </w:t>
      </w:r>
      <w:r w:rsidR="002E4936" w:rsidRPr="007460A3">
        <w:rPr>
          <w:b w:val="0"/>
        </w:rPr>
        <w:t>3</w:t>
      </w:r>
      <w:r w:rsidR="00A627B5" w:rsidRPr="007460A3">
        <w:rPr>
          <w:b w:val="0"/>
        </w:rPr>
        <w:t>,</w:t>
      </w:r>
      <w:r w:rsidR="002E4936" w:rsidRPr="007460A3">
        <w:rPr>
          <w:b w:val="0"/>
        </w:rPr>
        <w:t>7</w:t>
      </w:r>
      <w:r w:rsidR="00A627B5" w:rsidRPr="002E4936">
        <w:rPr>
          <w:b w:val="0"/>
        </w:rPr>
        <w:t>%).</w:t>
      </w:r>
      <w:bookmarkEnd w:id="288"/>
    </w:p>
    <w:p w14:paraId="3708DCEC" w14:textId="0A23C5E4" w:rsidR="004D0E88" w:rsidRPr="00AA2072" w:rsidRDefault="004D0E88" w:rsidP="00AA2072">
      <w:pPr>
        <w:pStyle w:val="3"/>
        <w:spacing w:before="360" w:after="120"/>
      </w:pPr>
      <w:bookmarkStart w:id="293" w:name="_Toc178757216"/>
      <w:r w:rsidRPr="00AA2072">
        <w:t>Просроченная дебиторская задолженность организаций</w:t>
      </w:r>
      <w:r w:rsidRPr="00AA2072">
        <w:br/>
        <w:t>по видам экономической деятельности</w:t>
      </w:r>
      <w:bookmarkEnd w:id="289"/>
      <w:bookmarkEnd w:id="290"/>
      <w:bookmarkEnd w:id="291"/>
      <w:bookmarkEnd w:id="292"/>
      <w:r w:rsidR="00813990" w:rsidRPr="00AA2072">
        <w:br/>
        <w:t xml:space="preserve">в </w:t>
      </w:r>
      <w:r w:rsidR="002E4936" w:rsidRPr="00AA2072">
        <w:t>ию</w:t>
      </w:r>
      <w:r w:rsidR="000D7F47" w:rsidRPr="00AA2072">
        <w:t>л</w:t>
      </w:r>
      <w:r w:rsidR="00343BCB" w:rsidRPr="00AA2072">
        <w:t>е</w:t>
      </w:r>
      <w:r w:rsidR="00813990" w:rsidRPr="00AA2072">
        <w:t xml:space="preserve"> </w:t>
      </w:r>
      <w:r w:rsidR="00E725A4" w:rsidRPr="00AA2072">
        <w:t>2024</w:t>
      </w:r>
      <w:r w:rsidRPr="00AA2072">
        <w:t xml:space="preserve"> год</w:t>
      </w:r>
      <w:r w:rsidR="003E46B5" w:rsidRPr="00AA2072">
        <w:t>а</w:t>
      </w:r>
      <w:bookmarkEnd w:id="293"/>
    </w:p>
    <w:p w14:paraId="6A10242C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14:paraId="2C88EF59" w14:textId="77777777" w:rsidTr="00C922DF">
        <w:trPr>
          <w:trHeight w:val="283"/>
          <w:jc w:val="center"/>
        </w:trPr>
        <w:tc>
          <w:tcPr>
            <w:tcW w:w="3403" w:type="dxa"/>
            <w:shd w:val="clear" w:color="auto" w:fill="auto"/>
            <w:vAlign w:val="center"/>
            <w:hideMark/>
          </w:tcPr>
          <w:p w14:paraId="08488F0B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94" w:name="_Toc84326763"/>
            <w:bookmarkStart w:id="295" w:name="_Toc127178090"/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62A4516A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Количество организаций, имеющих просроченную дебиторскую задолженность, </w:t>
            </w:r>
            <w:r w:rsidRPr="00282AA4">
              <w:rPr>
                <w:b/>
                <w:bCs/>
                <w:sz w:val="20"/>
              </w:rPr>
              <w:br/>
              <w:t>ед.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54D44718" w14:textId="77777777" w:rsidR="00FA288E" w:rsidRPr="00282AA4" w:rsidRDefault="00FA288E" w:rsidP="00C922DF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дебиторская задолженность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14:paraId="6EB839A9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задолженность покупателей</w:t>
            </w:r>
          </w:p>
        </w:tc>
      </w:tr>
      <w:tr w:rsidR="007460A3" w:rsidRPr="00282AA4" w14:paraId="2A2AE1EB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C52F2FD" w14:textId="77777777" w:rsidR="007460A3" w:rsidRPr="00282AA4" w:rsidRDefault="007460A3" w:rsidP="007460A3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5409C97" w14:textId="5FC358CF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AC42E0B" w14:textId="1058EAD0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10477,6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326FFAA" w14:textId="0E9E6351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9712,9</w:t>
            </w:r>
          </w:p>
        </w:tc>
      </w:tr>
      <w:tr w:rsidR="00FA288E" w:rsidRPr="00282AA4" w14:paraId="3EDBF62E" w14:textId="77777777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4A29C0F3" w14:textId="77777777"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7460A3" w:rsidRPr="00282AA4" w14:paraId="7229302D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7801CA1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8D6FEC4" w14:textId="38C816DB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AF87A78" w14:textId="78869875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15,7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97F428F" w14:textId="623B5531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5,9</w:t>
            </w:r>
          </w:p>
        </w:tc>
      </w:tr>
      <w:tr w:rsidR="007460A3" w:rsidRPr="00282AA4" w14:paraId="68971A46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12A3273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DE223F" w14:textId="4ECC5910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D494C3" w14:textId="5610FDC3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961,3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45C00CA" w14:textId="1A3528A2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216,1</w:t>
            </w:r>
          </w:p>
        </w:tc>
      </w:tr>
      <w:tr w:rsidR="007460A3" w:rsidRPr="00282AA4" w14:paraId="33928490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7D7E7EB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0E8D8D9" w14:textId="229A57A4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FD3B254" w14:textId="0A4479F4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2172,3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76D34E1" w14:textId="32A248FE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2163,7</w:t>
            </w:r>
          </w:p>
        </w:tc>
      </w:tr>
      <w:tr w:rsidR="007460A3" w:rsidRPr="00282AA4" w14:paraId="3F689BA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6F466A6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912BC15" w14:textId="4F8C13A2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EC639F0" w14:textId="08B8E835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843,2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5A96A87" w14:textId="75098407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843,2</w:t>
            </w:r>
          </w:p>
        </w:tc>
      </w:tr>
      <w:tr w:rsidR="007460A3" w:rsidRPr="00282AA4" w14:paraId="692A563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B292580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4905752" w14:textId="69D929A6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072CAFF" w14:textId="1AEC14CB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170,5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EE242D3" w14:textId="3A7C3340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169,3</w:t>
            </w:r>
          </w:p>
        </w:tc>
      </w:tr>
      <w:tr w:rsidR="007460A3" w:rsidRPr="00282AA4" w14:paraId="16C7F41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83B6E34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FF8706" w14:textId="707BE3C9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7EBCB9D" w14:textId="01F43FF6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212,6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BEF4F75" w14:textId="35B141CE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212,6</w:t>
            </w:r>
          </w:p>
        </w:tc>
      </w:tr>
      <w:tr w:rsidR="007460A3" w:rsidRPr="00282AA4" w14:paraId="2CB84D0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FEB5C11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3379F83" w14:textId="7AB86892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7EF4C4B" w14:textId="38E521DC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94,7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24E9BB5" w14:textId="3D7A709B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94,7</w:t>
            </w:r>
          </w:p>
        </w:tc>
      </w:tr>
      <w:tr w:rsidR="007460A3" w:rsidRPr="00282AA4" w14:paraId="3828353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56F5943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BC02BC5" w14:textId="0AAD265A" w:rsidR="007460A3" w:rsidRPr="000D7F47" w:rsidRDefault="007460A3" w:rsidP="007460A3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5BE288" w14:textId="69AEB906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E0E5D8F" w14:textId="7A6765F1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7460A3" w:rsidRPr="00282AA4" w14:paraId="72D7B3E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798DE846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414C435" w14:textId="0F963051" w:rsidR="007460A3" w:rsidRPr="000D7F47" w:rsidRDefault="007460A3" w:rsidP="007460A3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BB80BFB" w14:textId="10356A87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EB07726" w14:textId="1710C1D7" w:rsidR="007460A3" w:rsidRPr="000D7F47" w:rsidRDefault="007460A3" w:rsidP="007460A3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7460A3" w:rsidRPr="00282AA4" w14:paraId="5A48B126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581DD9F2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C3EECC3" w14:textId="1DE71A38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0DB221" w14:textId="13A57ACA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9778C28" w14:textId="79EBDC54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7460A3" w:rsidRPr="00282AA4" w14:paraId="658577F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31C0D7BF" w14:textId="77777777" w:rsidR="007460A3" w:rsidRPr="00282AA4" w:rsidRDefault="007460A3" w:rsidP="007460A3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E21852A" w14:textId="411F89E6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FE80BC" w14:textId="22201388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C9D9C64" w14:textId="0521A19F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7460A3" w:rsidRPr="00282AA4" w14:paraId="53737F8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C588EE1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административная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C6E3E81" w14:textId="5FAED28D" w:rsidR="007460A3" w:rsidRPr="000D7F47" w:rsidRDefault="007460A3" w:rsidP="007460A3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C60C2DE" w14:textId="64BC1D07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720769F" w14:textId="208C590B" w:rsidR="007460A3" w:rsidRPr="000D7F47" w:rsidRDefault="007460A3" w:rsidP="007460A3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640A9" w:rsidRPr="00282AA4" w14:paraId="14FF93E8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562B730E" w14:textId="523F7653" w:rsidR="002640A9" w:rsidRPr="00282AA4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BE9D6FF" w14:textId="3BE76A9F" w:rsidR="002640A9" w:rsidRDefault="002640A9" w:rsidP="002640A9">
            <w:pPr>
              <w:ind w:right="73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4E9D898" w14:textId="37F22FE7" w:rsidR="002640A9" w:rsidRDefault="002640A9" w:rsidP="002640A9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A26FE89" w14:textId="61247819" w:rsidR="002640A9" w:rsidRDefault="002640A9" w:rsidP="002640A9">
            <w:pPr>
              <w:ind w:right="567"/>
              <w:jc w:val="right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640A9" w:rsidRPr="00282AA4" w14:paraId="4F09CE5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78C73B2D" w14:textId="77777777" w:rsidR="002640A9" w:rsidRPr="00282AA4" w:rsidRDefault="002640A9" w:rsidP="002640A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E3620AA" w14:textId="6652B943" w:rsidR="002640A9" w:rsidRPr="000D7F47" w:rsidRDefault="002640A9" w:rsidP="002640A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D8FE237" w14:textId="4E1D0DD3" w:rsidR="002640A9" w:rsidRPr="000D7F47" w:rsidRDefault="002640A9" w:rsidP="002640A9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3E62442" w14:textId="0DAACA05" w:rsidR="002640A9" w:rsidRPr="000D7F47" w:rsidRDefault="002640A9" w:rsidP="002640A9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640A9" w:rsidRPr="00D70BB7" w14:paraId="6A3C698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63ED68C" w14:textId="77777777" w:rsidR="002640A9" w:rsidRPr="00282AA4" w:rsidRDefault="002640A9" w:rsidP="002640A9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3B99000" w14:textId="75EB740E" w:rsidR="002640A9" w:rsidRPr="000D7F47" w:rsidRDefault="002640A9" w:rsidP="002640A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0D6335B" w14:textId="2084B765" w:rsidR="002640A9" w:rsidRPr="000D7F47" w:rsidRDefault="002640A9" w:rsidP="002640A9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47CFE81" w14:textId="25592CBB" w:rsidR="002640A9" w:rsidRPr="000D7F47" w:rsidRDefault="002640A9" w:rsidP="002640A9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</w:tbl>
    <w:p w14:paraId="3D2400AD" w14:textId="77777777" w:rsidR="006D0921" w:rsidRDefault="006D0921">
      <w:pPr>
        <w:jc w:val="left"/>
        <w:rPr>
          <w:b/>
        </w:rPr>
      </w:pPr>
      <w:r>
        <w:br w:type="page"/>
      </w:r>
    </w:p>
    <w:p w14:paraId="2AA9A255" w14:textId="5490413F" w:rsidR="004D0E88" w:rsidRDefault="004D0E88" w:rsidP="00973B5B">
      <w:pPr>
        <w:pStyle w:val="3"/>
        <w:spacing w:before="240"/>
        <w:ind w:right="0"/>
      </w:pPr>
      <w:bookmarkStart w:id="296" w:name="_Toc178757217"/>
      <w:r w:rsidRPr="00E85C4E">
        <w:lastRenderedPageBreak/>
        <w:t>Превышение кредиторской задолженности</w:t>
      </w:r>
      <w:r w:rsidR="00143E3B">
        <w:t xml:space="preserve"> </w:t>
      </w:r>
      <w:r w:rsidR="005E20C3">
        <w:br/>
      </w:r>
      <w:r w:rsidRPr="00E85C4E">
        <w:t>над дебиторской задолженностью</w:t>
      </w:r>
      <w:bookmarkEnd w:id="294"/>
      <w:bookmarkEnd w:id="295"/>
      <w:r w:rsidR="009301AC">
        <w:br/>
      </w:r>
      <w:r w:rsidR="009301AC" w:rsidRPr="00343BCB">
        <w:t xml:space="preserve">в </w:t>
      </w:r>
      <w:r w:rsidR="002E4936" w:rsidRPr="00343BCB">
        <w:t>ию</w:t>
      </w:r>
      <w:r w:rsidR="000D7F47">
        <w:t>л</w:t>
      </w:r>
      <w:r w:rsidR="002E4936" w:rsidRPr="00343BCB">
        <w:t>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296"/>
    </w:p>
    <w:p w14:paraId="48C5707E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282AA4" w14:paraId="36C9A6A1" w14:textId="77777777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597974E7" w14:textId="77777777" w:rsidR="00FA288E" w:rsidRPr="008667D9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2386A7AC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Дебиторская задолженность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7FDB3E95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Кредиторская задолженность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18FCD6D0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Превышение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282AA4">
              <w:rPr>
                <w:b/>
                <w:bCs/>
                <w:color w:val="000000"/>
                <w:sz w:val="20"/>
              </w:rPr>
              <w:t xml:space="preserve">кредиторской задолженности </w:t>
            </w:r>
            <w:r w:rsidRPr="00282AA4">
              <w:rPr>
                <w:b/>
                <w:bCs/>
                <w:color w:val="000000"/>
                <w:sz w:val="20"/>
              </w:rPr>
              <w:br/>
              <w:t>над дебиторской</w:t>
            </w:r>
          </w:p>
        </w:tc>
      </w:tr>
      <w:tr w:rsidR="00FA288E" w:rsidRPr="00282AA4" w14:paraId="70F9E231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710A49C0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2BC2DBB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3336D2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CB18F6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898D2E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 w:rsidRPr="00282AA4">
              <w:rPr>
                <w:b/>
                <w:bCs/>
                <w:color w:val="000000"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color w:val="000000"/>
                <w:sz w:val="20"/>
              </w:rPr>
              <w:t xml:space="preserve">  к дебиторской задолженности</w:t>
            </w:r>
          </w:p>
        </w:tc>
      </w:tr>
      <w:tr w:rsidR="007460A3" w:rsidRPr="00282AA4" w14:paraId="4626B083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D6772C1" w14:textId="77777777" w:rsidR="007460A3" w:rsidRPr="00282AA4" w:rsidRDefault="007460A3" w:rsidP="007460A3">
            <w:pPr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AA20D1" w14:textId="7BF3442D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316780,2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B9CF70" w14:textId="08852814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142337,8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57C989" w14:textId="199A1101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-174442,4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DB8267" w14:textId="5DBD8159" w:rsidR="007460A3" w:rsidRPr="000D7F47" w:rsidRDefault="007460A3" w:rsidP="007460A3">
            <w:pPr>
              <w:tabs>
                <w:tab w:val="left" w:pos="720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FA288E" w:rsidRPr="00282AA4" w14:paraId="3F5C0B87" w14:textId="77777777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554E7E9C" w14:textId="77777777" w:rsidR="00FA288E" w:rsidRPr="00282AA4" w:rsidRDefault="00FA288E" w:rsidP="00C922DF">
            <w:pPr>
              <w:tabs>
                <w:tab w:val="left" w:pos="720"/>
              </w:tabs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 том числе по видам экономической деятельности:</w:t>
            </w:r>
          </w:p>
        </w:tc>
      </w:tr>
      <w:tr w:rsidR="007460A3" w:rsidRPr="00282AA4" w14:paraId="7132DBBE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9330040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9D78A8" w14:textId="12021490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2796,7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2AA3F7" w14:textId="23E52932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3208,6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E119E4" w14:textId="6B122846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AB0D87" w14:textId="400AA957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14,7</w:t>
            </w:r>
          </w:p>
        </w:tc>
      </w:tr>
      <w:tr w:rsidR="007460A3" w:rsidRPr="00282AA4" w14:paraId="64A74B0A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724F0D9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38932A" w14:textId="0011F673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217995,7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72A665" w14:textId="402E8A89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42400,7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665F83" w14:textId="1F1CE01B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-175595,0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6AF0DF" w14:textId="50B789F6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460A3" w:rsidRPr="00282AA4" w14:paraId="5462895F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00F6A909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BF6F0D" w14:textId="73575CE4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19229,0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1402B6" w14:textId="2BBA3AD0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39753,7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B90647" w14:textId="1954EDF1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20524,7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32A14A" w14:textId="2362ECA2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106,7</w:t>
            </w:r>
          </w:p>
        </w:tc>
      </w:tr>
      <w:tr w:rsidR="007460A3" w:rsidRPr="00282AA4" w14:paraId="389C084F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633CD428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A3E9C9" w14:textId="5B463245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36123,1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4C8309" w14:textId="3152AA78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15397,2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4BC0E5" w14:textId="1D72B05D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-20725,9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33D5C1" w14:textId="06FD1475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460A3" w:rsidRPr="00282AA4" w14:paraId="1B5616E7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4F78535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BE192C" w14:textId="343A3CE8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1515,1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D87B6F" w14:textId="4E75945A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2002,3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0431FB" w14:textId="2FAD1B38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487,2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4FE5029" w14:textId="7A628F89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32,2</w:t>
            </w:r>
          </w:p>
        </w:tc>
      </w:tr>
      <w:tr w:rsidR="007460A3" w:rsidRPr="00282AA4" w14:paraId="10FE5335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0B965DF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860090" w14:textId="7B683F53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16007,5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D08B5F" w14:textId="12EDA2EB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15806,2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7FAD7A" w14:textId="469606F0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-201,3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22F05CC" w14:textId="659AC399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460A3" w:rsidRPr="00282AA4" w14:paraId="7F7E59D9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07CAC18B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6FA833" w14:textId="4E5C6D2B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4448,5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945091" w14:textId="67D3EBEE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7369,8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E3B2AD" w14:textId="7FAE4192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2921,4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4A752E" w14:textId="07DC2EF3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65,7</w:t>
            </w:r>
          </w:p>
        </w:tc>
      </w:tr>
      <w:tr w:rsidR="007460A3" w:rsidRPr="00282AA4" w14:paraId="6F5E18C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2D49C8A7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A37B06" w14:textId="5067D8D4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9016,3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B34C2D" w14:textId="118396F2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7883,7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D7E40A0" w14:textId="0FD2382F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-1132,6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8228A4" w14:textId="4A717686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460A3" w:rsidRPr="00282AA4" w14:paraId="654752DF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07E99E94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75593A" w14:textId="1BF154C8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ECC828" w14:textId="18D2806B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C7884F" w14:textId="225AC46A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7C54079" w14:textId="6D4B3BF4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80,3</w:t>
            </w:r>
          </w:p>
        </w:tc>
      </w:tr>
      <w:tr w:rsidR="007460A3" w:rsidRPr="00282AA4" w14:paraId="754FB22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C432B05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D6623E" w14:textId="36545D0C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83AF14" w14:textId="6C1F752B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E061D6" w14:textId="3A47BABB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164B32" w14:textId="06E5E8ED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33,4</w:t>
            </w:r>
          </w:p>
        </w:tc>
      </w:tr>
      <w:tr w:rsidR="00C61EBE" w:rsidRPr="00282AA4" w14:paraId="16292F21" w14:textId="77777777" w:rsidTr="00C61EBE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0D716439" w14:textId="77777777" w:rsidR="00C61EBE" w:rsidRPr="00282AA4" w:rsidRDefault="00C61EBE" w:rsidP="00C61EB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1E9614" w14:textId="021BA526" w:rsidR="00C61EBE" w:rsidRPr="000D7F47" w:rsidRDefault="00C61EBE" w:rsidP="00C61EBE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147A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706005" w14:textId="5952226C" w:rsidR="00C61EBE" w:rsidRPr="000D7F47" w:rsidRDefault="00C61EBE" w:rsidP="00C61EBE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147A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208917" w14:textId="675D5801" w:rsidR="00C61EBE" w:rsidRPr="000D7F47" w:rsidRDefault="00C61EBE" w:rsidP="00C61EBE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147A7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381923" w14:textId="48258175" w:rsidR="00C61EBE" w:rsidRPr="000D7F47" w:rsidRDefault="00C61EBE" w:rsidP="00C61EBE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79,8</w:t>
            </w:r>
          </w:p>
        </w:tc>
      </w:tr>
      <w:tr w:rsidR="007460A3" w:rsidRPr="00282AA4" w14:paraId="249C084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501CF8B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83D711" w14:textId="0F27C492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1501,7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DEA3A1" w14:textId="1894EA9C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D384C74" w14:textId="25100A46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-1351,6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D9C660" w14:textId="4C650C8E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460A3" w:rsidRPr="00282AA4" w14:paraId="7D919D1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0F53BA5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профессиональная, </w:t>
            </w:r>
            <w:r w:rsidRPr="00282AA4">
              <w:rPr>
                <w:b/>
                <w:bCs/>
                <w:sz w:val="20"/>
              </w:rPr>
              <w:br/>
              <w:t>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FDEBDB" w14:textId="0FE3988D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4DEBE6" w14:textId="640AC9C0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5FD15D" w14:textId="23A464E8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-163,9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EFAB75" w14:textId="7D4EDF44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61EBE" w:rsidRPr="00282AA4" w14:paraId="3B6596A4" w14:textId="77777777" w:rsidTr="00C61EBE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6436ECA" w14:textId="77777777" w:rsidR="00C61EBE" w:rsidRPr="00282AA4" w:rsidRDefault="00C61EBE" w:rsidP="00C61EBE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FE1E83" w14:textId="14B3F789" w:rsidR="00C61EBE" w:rsidRPr="000D7F47" w:rsidRDefault="00C61EBE" w:rsidP="00C61EBE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E540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E56D57" w14:textId="4D1F7A39" w:rsidR="00C61EBE" w:rsidRPr="000D7F47" w:rsidRDefault="00C61EBE" w:rsidP="00C61EBE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E540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A09638" w14:textId="6DF29CC4" w:rsidR="00C61EBE" w:rsidRPr="000D7F47" w:rsidRDefault="00C61EBE" w:rsidP="00C61EBE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E540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AFC6AC" w14:textId="75FF72E9" w:rsidR="00C61EBE" w:rsidRPr="000D7F47" w:rsidRDefault="00C61EBE" w:rsidP="00C61EBE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460A3" w:rsidRPr="00282AA4" w14:paraId="6F856F3C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350E978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197CE9" w14:textId="60D59421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D9A1BA" w14:textId="39AE87AD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1E476C" w14:textId="14D2EFF1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A6AE9D" w14:textId="2213D8DE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70,7</w:t>
            </w:r>
          </w:p>
        </w:tc>
      </w:tr>
      <w:tr w:rsidR="007460A3" w:rsidRPr="00282AA4" w14:paraId="30E0DA1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6D094575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BA92AA" w14:textId="63050F38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9952A8" w14:textId="47838D4B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04DB22" w14:textId="00A85622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579AF6" w14:textId="073300F0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69,1</w:t>
            </w:r>
          </w:p>
        </w:tc>
      </w:tr>
      <w:tr w:rsidR="007460A3" w:rsidRPr="00282AA4" w14:paraId="6107460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3D1A53AE" w14:textId="77777777" w:rsidR="007460A3" w:rsidRPr="00282AA4" w:rsidRDefault="007460A3" w:rsidP="007460A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091912" w14:textId="04659E90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139FBC" w14:textId="667E683D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E39AC2" w14:textId="1A35DAA1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B4C570" w14:textId="6FB65181" w:rsidR="007460A3" w:rsidRPr="000D7F47" w:rsidRDefault="007460A3" w:rsidP="00C61EB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2,7р.</w:t>
            </w:r>
          </w:p>
        </w:tc>
      </w:tr>
      <w:tr w:rsidR="007460A3" w:rsidRPr="00511508" w14:paraId="30F24CC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6F1693EB" w14:textId="77777777" w:rsidR="007460A3" w:rsidRPr="00282AA4" w:rsidRDefault="007460A3" w:rsidP="007460A3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35979B" w14:textId="01AC7483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05EB41" w14:textId="6D4F9730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1EDD35" w14:textId="2E6C5054" w:rsidR="007460A3" w:rsidRPr="000D7F47" w:rsidRDefault="007460A3" w:rsidP="007460A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18DD66" w14:textId="51F3AD2C" w:rsidR="007460A3" w:rsidRPr="000D7F47" w:rsidRDefault="007460A3" w:rsidP="007460A3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102,5</w:t>
            </w:r>
          </w:p>
        </w:tc>
      </w:tr>
      <w:bookmarkEnd w:id="247"/>
    </w:tbl>
    <w:p w14:paraId="7288AC0C" w14:textId="77777777" w:rsidR="00BE270D" w:rsidRDefault="00BE270D" w:rsidP="00925CA2">
      <w:pPr>
        <w:sectPr w:rsidR="00BE270D" w:rsidSect="00BE270D">
          <w:headerReference w:type="even" r:id="rId25"/>
          <w:headerReference w:type="default" r:id="rId26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003D3AEE" w14:textId="3B7DE084" w:rsidR="0031223F" w:rsidRPr="00A85D67" w:rsidRDefault="0031223F" w:rsidP="006D0921">
      <w:pPr>
        <w:pStyle w:val="1"/>
        <w:spacing w:before="120" w:after="360"/>
        <w:rPr>
          <w:szCs w:val="18"/>
        </w:rPr>
      </w:pPr>
      <w:bookmarkStart w:id="297" w:name="_Toc178757218"/>
      <w:r w:rsidRPr="00A85D67">
        <w:lastRenderedPageBreak/>
        <w:t>СОЦИАЛЬНАЯ СФЕРА</w:t>
      </w:r>
      <w:bookmarkEnd w:id="241"/>
      <w:bookmarkEnd w:id="242"/>
      <w:bookmarkEnd w:id="297"/>
    </w:p>
    <w:p w14:paraId="480A6599" w14:textId="17A8AFD9" w:rsidR="000A29B9" w:rsidRPr="008E5F97" w:rsidRDefault="004D0E88" w:rsidP="00343BCB">
      <w:pPr>
        <w:pStyle w:val="2"/>
        <w:spacing w:before="600"/>
        <w:rPr>
          <w:lang w:eastAsia="x-none"/>
        </w:rPr>
      </w:pPr>
      <w:bookmarkStart w:id="298" w:name="_Toc178757219"/>
      <w:r w:rsidRPr="008E5F97">
        <w:rPr>
          <w:sz w:val="20"/>
        </w:rPr>
        <w:t>ЗАРАБОТНАЯ ПЛАТА</w:t>
      </w:r>
      <w:bookmarkEnd w:id="298"/>
    </w:p>
    <w:p w14:paraId="51E86DB5" w14:textId="77777777" w:rsidR="00F4043D" w:rsidRPr="009C69F7" w:rsidRDefault="00F4043D" w:rsidP="00A31E64">
      <w:pPr>
        <w:pStyle w:val="3"/>
        <w:spacing w:before="480" w:after="360"/>
        <w:ind w:right="0"/>
      </w:pPr>
      <w:bookmarkStart w:id="299" w:name="_Toc178757220"/>
      <w:bookmarkStart w:id="300" w:name="_Hlk173416520"/>
      <w:r w:rsidRPr="009C69F7">
        <w:rPr>
          <w:lang w:val="x-none" w:eastAsia="x-none"/>
        </w:rPr>
        <w:t>Основные показатели заработной платы</w:t>
      </w:r>
      <w:bookmarkEnd w:id="299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809"/>
        <w:gridCol w:w="810"/>
        <w:gridCol w:w="810"/>
        <w:gridCol w:w="809"/>
        <w:gridCol w:w="810"/>
        <w:gridCol w:w="810"/>
        <w:gridCol w:w="810"/>
      </w:tblGrid>
      <w:tr w:rsidR="007A2433" w:rsidRPr="00234851" w14:paraId="399562BE" w14:textId="77777777" w:rsidTr="007A2433">
        <w:trPr>
          <w:trHeight w:val="283"/>
          <w:jc w:val="center"/>
        </w:trPr>
        <w:tc>
          <w:tcPr>
            <w:tcW w:w="3402" w:type="dxa"/>
            <w:vMerge w:val="restart"/>
          </w:tcPr>
          <w:p w14:paraId="5CC599C9" w14:textId="77777777" w:rsidR="007A2433" w:rsidRPr="00B27366" w:rsidRDefault="007A2433" w:rsidP="007A2433">
            <w:pPr>
              <w:jc w:val="center"/>
              <w:rPr>
                <w:b/>
                <w:sz w:val="20"/>
              </w:rPr>
            </w:pPr>
            <w:bookmarkStart w:id="301" w:name="_Toc120785792"/>
          </w:p>
        </w:tc>
        <w:tc>
          <w:tcPr>
            <w:tcW w:w="809" w:type="dxa"/>
            <w:vMerge w:val="restart"/>
            <w:vAlign w:val="center"/>
          </w:tcPr>
          <w:p w14:paraId="23A9967A" w14:textId="4983AC22" w:rsidR="007A2433" w:rsidRPr="002E4936" w:rsidRDefault="002E4936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>Ию</w:t>
            </w:r>
            <w:r w:rsidR="00EF53FB">
              <w:rPr>
                <w:b/>
                <w:sz w:val="20"/>
              </w:rPr>
              <w:t>л</w:t>
            </w:r>
            <w:r w:rsidRPr="002E4936">
              <w:rPr>
                <w:b/>
                <w:sz w:val="20"/>
              </w:rPr>
              <w:t>ь</w:t>
            </w:r>
            <w:r w:rsidR="007A2433" w:rsidRPr="002E4936">
              <w:rPr>
                <w:b/>
                <w:sz w:val="20"/>
              </w:rPr>
              <w:br/>
              <w:t>2024, рублей</w:t>
            </w:r>
          </w:p>
        </w:tc>
        <w:tc>
          <w:tcPr>
            <w:tcW w:w="1620" w:type="dxa"/>
            <w:gridSpan w:val="2"/>
            <w:vAlign w:val="center"/>
          </w:tcPr>
          <w:p w14:paraId="3BFE93B9" w14:textId="77777777"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2E4936">
              <w:rPr>
                <w:b/>
                <w:sz w:val="20"/>
              </w:rPr>
              <w:t>В  %</w:t>
            </w:r>
            <w:proofErr w:type="gramEnd"/>
            <w:r w:rsidRPr="002E4936">
              <w:rPr>
                <w:b/>
                <w:sz w:val="20"/>
              </w:rPr>
              <w:t xml:space="preserve">  к</w:t>
            </w:r>
          </w:p>
        </w:tc>
        <w:tc>
          <w:tcPr>
            <w:tcW w:w="809" w:type="dxa"/>
            <w:vMerge w:val="restart"/>
            <w:vAlign w:val="center"/>
          </w:tcPr>
          <w:p w14:paraId="3075EC09" w14:textId="330E5467" w:rsidR="007A2433" w:rsidRPr="002E4936" w:rsidRDefault="00EF53F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396C85">
              <w:rPr>
                <w:b/>
                <w:sz w:val="20"/>
              </w:rPr>
              <w:t>июль</w:t>
            </w:r>
            <w:r w:rsidR="007A2433" w:rsidRPr="002E4936">
              <w:rPr>
                <w:b/>
                <w:sz w:val="20"/>
              </w:rPr>
              <w:br/>
              <w:t>2024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  %</w:t>
            </w:r>
            <w:proofErr w:type="gramEnd"/>
            <w:r w:rsidR="007A2433" w:rsidRPr="002E4936">
              <w:rPr>
                <w:b/>
                <w:sz w:val="20"/>
              </w:rPr>
              <w:t xml:space="preserve">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396C85">
              <w:rPr>
                <w:b/>
                <w:sz w:val="20"/>
              </w:rPr>
              <w:t>июлю</w:t>
            </w:r>
            <w:r w:rsidR="00745BFE" w:rsidRPr="002E4936">
              <w:rPr>
                <w:b/>
                <w:sz w:val="20"/>
              </w:rPr>
              <w:br/>
            </w:r>
            <w:r w:rsidR="007A2433" w:rsidRPr="002E4936">
              <w:rPr>
                <w:b/>
                <w:sz w:val="20"/>
              </w:rPr>
              <w:t>2023</w:t>
            </w:r>
          </w:p>
        </w:tc>
        <w:tc>
          <w:tcPr>
            <w:tcW w:w="2430" w:type="dxa"/>
            <w:gridSpan w:val="3"/>
            <w:vAlign w:val="center"/>
          </w:tcPr>
          <w:p w14:paraId="36ECE837" w14:textId="77777777"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proofErr w:type="spellStart"/>
            <w:r w:rsidRPr="002E4936">
              <w:rPr>
                <w:b/>
                <w:sz w:val="20"/>
              </w:rPr>
              <w:t>Справочно</w:t>
            </w:r>
            <w:proofErr w:type="spellEnd"/>
            <w:r w:rsidRPr="002E4936">
              <w:rPr>
                <w:b/>
                <w:sz w:val="20"/>
              </w:rPr>
              <w:t xml:space="preserve">: </w:t>
            </w:r>
          </w:p>
        </w:tc>
      </w:tr>
      <w:tr w:rsidR="007A2433" w:rsidRPr="00234851" w14:paraId="2896DA04" w14:textId="77777777" w:rsidTr="007A2433">
        <w:trPr>
          <w:trHeight w:val="283"/>
          <w:jc w:val="center"/>
        </w:trPr>
        <w:tc>
          <w:tcPr>
            <w:tcW w:w="3402" w:type="dxa"/>
            <w:vMerge/>
          </w:tcPr>
          <w:p w14:paraId="32F9E7EB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  <w:vAlign w:val="center"/>
          </w:tcPr>
          <w:p w14:paraId="3842F47E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 w:val="restart"/>
            <w:vAlign w:val="center"/>
          </w:tcPr>
          <w:p w14:paraId="7BAA629B" w14:textId="5C4AC653" w:rsidR="007A2433" w:rsidRPr="002E4936" w:rsidRDefault="002E4936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>ию</w:t>
            </w:r>
            <w:r w:rsidR="00EF53FB">
              <w:rPr>
                <w:b/>
                <w:sz w:val="20"/>
              </w:rPr>
              <w:t>л</w:t>
            </w:r>
            <w:r w:rsidRPr="002E4936">
              <w:rPr>
                <w:b/>
                <w:sz w:val="20"/>
              </w:rPr>
              <w:t>ю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 w:val="restart"/>
            <w:vAlign w:val="center"/>
          </w:tcPr>
          <w:p w14:paraId="5295D688" w14:textId="67ACFC7F" w:rsidR="007A2433" w:rsidRPr="002E4936" w:rsidRDefault="00EF53F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="007A2433" w:rsidRPr="002E4936">
              <w:rPr>
                <w:b/>
                <w:sz w:val="20"/>
              </w:rPr>
              <w:br/>
              <w:t>2024</w:t>
            </w:r>
          </w:p>
        </w:tc>
        <w:tc>
          <w:tcPr>
            <w:tcW w:w="809" w:type="dxa"/>
            <w:vMerge/>
          </w:tcPr>
          <w:p w14:paraId="595413EB" w14:textId="77777777" w:rsidR="007A2433" w:rsidRPr="002E4936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098D0986" w14:textId="497F0224" w:rsidR="007A2433" w:rsidRPr="002E4936" w:rsidRDefault="002E4936" w:rsidP="007A2433">
            <w:pPr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>ию</w:t>
            </w:r>
            <w:r w:rsidR="00396C85">
              <w:rPr>
                <w:b/>
                <w:sz w:val="20"/>
              </w:rPr>
              <w:t>л</w:t>
            </w:r>
            <w:r w:rsidRPr="002E4936">
              <w:rPr>
                <w:b/>
                <w:sz w:val="20"/>
              </w:rPr>
              <w:t>ь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  %</w:t>
            </w:r>
            <w:proofErr w:type="gramEnd"/>
            <w:r w:rsidR="007A2433" w:rsidRPr="002E4936">
              <w:rPr>
                <w:b/>
                <w:sz w:val="20"/>
              </w:rPr>
              <w:t xml:space="preserve">  к</w:t>
            </w:r>
          </w:p>
        </w:tc>
        <w:tc>
          <w:tcPr>
            <w:tcW w:w="810" w:type="dxa"/>
            <w:vMerge w:val="restart"/>
            <w:vAlign w:val="center"/>
          </w:tcPr>
          <w:p w14:paraId="02B3036B" w14:textId="1C767AC6" w:rsidR="007A2433" w:rsidRPr="002E4936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январь-июль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  %</w:t>
            </w:r>
            <w:proofErr w:type="gramEnd"/>
            <w:r w:rsidR="007A2433" w:rsidRPr="002E4936">
              <w:rPr>
                <w:b/>
                <w:sz w:val="20"/>
              </w:rPr>
              <w:t xml:space="preserve">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январю-июлю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</w:tr>
      <w:tr w:rsidR="007A2433" w:rsidRPr="00234851" w14:paraId="7AF6FC68" w14:textId="77777777" w:rsidTr="007A2433">
        <w:trPr>
          <w:trHeight w:val="283"/>
          <w:jc w:val="center"/>
        </w:trPr>
        <w:tc>
          <w:tcPr>
            <w:tcW w:w="3402" w:type="dxa"/>
            <w:vMerge/>
          </w:tcPr>
          <w:p w14:paraId="3E36A37F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  <w:vAlign w:val="center"/>
          </w:tcPr>
          <w:p w14:paraId="512B1A06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7D923EAE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6E7B85A1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</w:tcPr>
          <w:p w14:paraId="13C26B66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Align w:val="center"/>
          </w:tcPr>
          <w:p w14:paraId="249EEFEA" w14:textId="1D31614E" w:rsidR="007A2433" w:rsidRPr="002E4936" w:rsidRDefault="002E4936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>ию</w:t>
            </w:r>
            <w:r w:rsidR="00396C85">
              <w:rPr>
                <w:b/>
                <w:sz w:val="20"/>
              </w:rPr>
              <w:t>л</w:t>
            </w:r>
            <w:r w:rsidRPr="002E4936">
              <w:rPr>
                <w:b/>
                <w:sz w:val="20"/>
              </w:rPr>
              <w:t>ю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  <w:tc>
          <w:tcPr>
            <w:tcW w:w="810" w:type="dxa"/>
            <w:vAlign w:val="center"/>
          </w:tcPr>
          <w:p w14:paraId="00669EE8" w14:textId="5FC7CC9F" w:rsidR="007A2433" w:rsidRPr="002E4936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/>
          </w:tcPr>
          <w:p w14:paraId="7BEAD4EA" w14:textId="77777777"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</w:tr>
      <w:tr w:rsidR="007A2433" w:rsidRPr="00234851" w14:paraId="1AE40FB6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703E237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A36619" w:rsidRPr="00234851" w14:paraId="01AF8DF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A3B6D7E" w14:textId="219C73B9" w:rsidR="00A36619" w:rsidRPr="00234851" w:rsidRDefault="00A36619" w:rsidP="00A36619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номинальная</w:t>
            </w:r>
          </w:p>
        </w:tc>
        <w:tc>
          <w:tcPr>
            <w:tcW w:w="809" w:type="dxa"/>
            <w:vAlign w:val="bottom"/>
          </w:tcPr>
          <w:p w14:paraId="14E45357" w14:textId="5B21385A" w:rsidR="00A36619" w:rsidRPr="00253420" w:rsidRDefault="00A36619" w:rsidP="00A36619">
            <w:pPr>
              <w:jc w:val="right"/>
              <w:rPr>
                <w:b/>
                <w:sz w:val="20"/>
                <w:highlight w:val="yellow"/>
              </w:rPr>
            </w:pPr>
            <w:r w:rsidRPr="00C91CC7">
              <w:rPr>
                <w:b/>
                <w:sz w:val="20"/>
              </w:rPr>
              <w:t>63119</w:t>
            </w:r>
            <w:r>
              <w:rPr>
                <w:b/>
                <w:sz w:val="20"/>
              </w:rPr>
              <w:t>,</w:t>
            </w:r>
            <w:r w:rsidRPr="00C91CC7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165DFEE9" w14:textId="383CAB6F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1CC7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C91CC7">
              <w:rPr>
                <w:b/>
                <w:sz w:val="20"/>
              </w:rPr>
              <w:t>0</w:t>
            </w:r>
          </w:p>
        </w:tc>
        <w:tc>
          <w:tcPr>
            <w:tcW w:w="810" w:type="dxa"/>
            <w:vAlign w:val="bottom"/>
          </w:tcPr>
          <w:p w14:paraId="2F08DD01" w14:textId="5A1B628F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1CC7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C91CC7">
              <w:rPr>
                <w:b/>
                <w:sz w:val="20"/>
              </w:rPr>
              <w:t>3</w:t>
            </w:r>
          </w:p>
        </w:tc>
        <w:tc>
          <w:tcPr>
            <w:tcW w:w="809" w:type="dxa"/>
            <w:vAlign w:val="bottom"/>
          </w:tcPr>
          <w:p w14:paraId="02133739" w14:textId="26893FF0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1CC7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C91CC7">
              <w:rPr>
                <w:b/>
                <w:sz w:val="20"/>
              </w:rPr>
              <w:t>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63A409A" w14:textId="4F57B642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B6F27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BB6F27">
              <w:rPr>
                <w:b/>
                <w:sz w:val="20"/>
              </w:rPr>
              <w:t>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3CD24F1" w14:textId="2D67882E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B6F27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BB6F27">
              <w:rPr>
                <w:b/>
                <w:sz w:val="20"/>
              </w:rPr>
              <w:t>1</w:t>
            </w:r>
          </w:p>
        </w:tc>
        <w:tc>
          <w:tcPr>
            <w:tcW w:w="810" w:type="dxa"/>
            <w:vAlign w:val="bottom"/>
          </w:tcPr>
          <w:p w14:paraId="200F2FF5" w14:textId="6BCF50EE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B6F27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B6F27">
              <w:rPr>
                <w:b/>
                <w:sz w:val="20"/>
              </w:rPr>
              <w:t>1</w:t>
            </w:r>
          </w:p>
        </w:tc>
      </w:tr>
      <w:tr w:rsidR="00A36619" w:rsidRPr="00641246" w14:paraId="7B21E76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46E60CE7" w14:textId="77777777" w:rsidR="00A36619" w:rsidRPr="00234851" w:rsidRDefault="00A36619" w:rsidP="00A36619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</w:t>
            </w:r>
          </w:p>
        </w:tc>
        <w:tc>
          <w:tcPr>
            <w:tcW w:w="809" w:type="dxa"/>
            <w:vAlign w:val="bottom"/>
          </w:tcPr>
          <w:p w14:paraId="0289E166" w14:textId="317423E1" w:rsidR="00A36619" w:rsidRPr="00253420" w:rsidRDefault="00A36619" w:rsidP="00A36619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E98CA9C" w14:textId="0EFF9C77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113,4</w:t>
            </w:r>
          </w:p>
        </w:tc>
        <w:tc>
          <w:tcPr>
            <w:tcW w:w="810" w:type="dxa"/>
            <w:vAlign w:val="bottom"/>
          </w:tcPr>
          <w:p w14:paraId="46A1CA98" w14:textId="5E7AD35B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  <w:tc>
          <w:tcPr>
            <w:tcW w:w="809" w:type="dxa"/>
            <w:vAlign w:val="bottom"/>
          </w:tcPr>
          <w:p w14:paraId="47E606CE" w14:textId="2CFF6E1F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E9FE1A7" w14:textId="03BE7B7C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6A0B52F" w14:textId="6F49AFD5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91,2</w:t>
            </w:r>
          </w:p>
        </w:tc>
        <w:tc>
          <w:tcPr>
            <w:tcW w:w="810" w:type="dxa"/>
            <w:vAlign w:val="bottom"/>
          </w:tcPr>
          <w:p w14:paraId="4E53AD08" w14:textId="7D80AA94" w:rsidR="00A36619" w:rsidRPr="00253420" w:rsidRDefault="00A36619" w:rsidP="00A36619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107,7</w:t>
            </w:r>
          </w:p>
        </w:tc>
      </w:tr>
    </w:tbl>
    <w:p w14:paraId="5EB6DF36" w14:textId="23A037E5" w:rsidR="0031223F" w:rsidRPr="008E5F97" w:rsidRDefault="00745BFE" w:rsidP="006D0921">
      <w:pPr>
        <w:spacing w:before="360" w:after="120"/>
        <w:ind w:firstLine="709"/>
        <w:rPr>
          <w:szCs w:val="24"/>
        </w:rPr>
      </w:pPr>
      <w:bookmarkStart w:id="302" w:name="_Toc92984754"/>
      <w:bookmarkStart w:id="303" w:name="_Toc129468603"/>
      <w:bookmarkStart w:id="304" w:name="_Toc129714562"/>
      <w:r w:rsidRPr="008E5F97">
        <w:t xml:space="preserve">Среднемесячная начисленная заработная плата работников организаций </w:t>
      </w:r>
      <w:r w:rsidRPr="008E5F97">
        <w:br/>
        <w:t xml:space="preserve">в </w:t>
      </w:r>
      <w:r w:rsidR="006B7C11" w:rsidRPr="008E5F97">
        <w:t>ию</w:t>
      </w:r>
      <w:r w:rsidR="00396C85">
        <w:t>л</w:t>
      </w:r>
      <w:r w:rsidR="006B7C11" w:rsidRPr="008E5F97">
        <w:t>е</w:t>
      </w:r>
      <w:r w:rsidRPr="008E5F97">
        <w:t xml:space="preserve"> 2024 года составила </w:t>
      </w:r>
      <w:r w:rsidR="00A36619" w:rsidRPr="00C91CC7">
        <w:t>63119</w:t>
      </w:r>
      <w:r w:rsidR="00A36619">
        <w:t>,</w:t>
      </w:r>
      <w:r w:rsidR="00A36619" w:rsidRPr="00C91CC7">
        <w:t>9</w:t>
      </w:r>
      <w:r w:rsidR="00A36619">
        <w:t xml:space="preserve"> </w:t>
      </w:r>
      <w:r w:rsidRPr="008E5F97">
        <w:t xml:space="preserve">рубля и по сравнению с соответствующим периодом предыдущего года выросла на </w:t>
      </w:r>
      <w:r w:rsidR="00A36619">
        <w:t>23,0</w:t>
      </w:r>
      <w:r w:rsidRPr="008E5F97">
        <w:t xml:space="preserve">%, по сравнению с </w:t>
      </w:r>
      <w:r w:rsidR="00396C85">
        <w:t>июнем</w:t>
      </w:r>
      <w:r w:rsidRPr="008E5F97">
        <w:t xml:space="preserve"> 2024 года </w:t>
      </w:r>
      <w:r w:rsidR="00A36619">
        <w:t>снизилась</w:t>
      </w:r>
      <w:r w:rsidRPr="008E5F97">
        <w:t xml:space="preserve"> </w:t>
      </w:r>
      <w:r w:rsidRPr="008E5F97">
        <w:br/>
        <w:t xml:space="preserve">на </w:t>
      </w:r>
      <w:r w:rsidR="00A36619">
        <w:t>2,7</w:t>
      </w:r>
      <w:r w:rsidRPr="008E5F97">
        <w:t>%</w:t>
      </w:r>
      <w:bookmarkEnd w:id="302"/>
      <w:bookmarkEnd w:id="303"/>
      <w:bookmarkEnd w:id="304"/>
      <w:r w:rsidR="004D0E88" w:rsidRPr="008E5F97">
        <w:rPr>
          <w:szCs w:val="24"/>
        </w:rPr>
        <w:t>.</w:t>
      </w:r>
      <w:bookmarkEnd w:id="301"/>
    </w:p>
    <w:p w14:paraId="289E0C6F" w14:textId="77777777" w:rsidR="0031223F" w:rsidRPr="00F60FDA" w:rsidRDefault="0031223F" w:rsidP="006D0921">
      <w:pPr>
        <w:pStyle w:val="3"/>
        <w:spacing w:before="480" w:after="480"/>
        <w:ind w:right="0"/>
        <w:rPr>
          <w:szCs w:val="24"/>
        </w:rPr>
      </w:pPr>
      <w:bookmarkStart w:id="305" w:name="_Toc391275372"/>
      <w:bookmarkStart w:id="306" w:name="_Toc493779795"/>
      <w:bookmarkStart w:id="307" w:name="_Toc178757221"/>
      <w:r w:rsidRPr="00F60FDA">
        <w:t xml:space="preserve">Динамика среднемесячной номинальной и реальной </w:t>
      </w:r>
      <w:r w:rsidR="006A35D6" w:rsidRPr="006A35D6">
        <w:br/>
      </w:r>
      <w:r w:rsidRPr="00F60FDA">
        <w:t>начисленной</w:t>
      </w:r>
      <w:r w:rsidR="006A35D6" w:rsidRPr="006A35D6">
        <w:t xml:space="preserve"> </w:t>
      </w:r>
      <w:r w:rsidRPr="00F60FDA">
        <w:rPr>
          <w:szCs w:val="24"/>
        </w:rPr>
        <w:t>заработной платы работников организаций</w:t>
      </w:r>
      <w:bookmarkEnd w:id="305"/>
      <w:bookmarkEnd w:id="306"/>
      <w:bookmarkEnd w:id="307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1134"/>
        <w:gridCol w:w="1135"/>
        <w:gridCol w:w="1134"/>
        <w:gridCol w:w="1134"/>
        <w:gridCol w:w="1134"/>
      </w:tblGrid>
      <w:tr w:rsidR="007A2433" w:rsidRPr="00234851" w14:paraId="5376D362" w14:textId="77777777" w:rsidTr="007A2433">
        <w:trPr>
          <w:trHeight w:val="624"/>
          <w:jc w:val="center"/>
        </w:trPr>
        <w:tc>
          <w:tcPr>
            <w:tcW w:w="3401" w:type="dxa"/>
            <w:vMerge w:val="restart"/>
            <w:vAlign w:val="center"/>
          </w:tcPr>
          <w:p w14:paraId="524FD4CA" w14:textId="77777777" w:rsidR="007A2433" w:rsidRPr="00F60FDA" w:rsidRDefault="007A2433" w:rsidP="007A2433">
            <w:pPr>
              <w:jc w:val="center"/>
              <w:rPr>
                <w:b/>
                <w:sz w:val="20"/>
              </w:rPr>
            </w:pPr>
            <w:bookmarkStart w:id="308" w:name="_Toc391275373"/>
            <w:bookmarkStart w:id="309" w:name="_Toc493779796"/>
          </w:p>
        </w:tc>
        <w:tc>
          <w:tcPr>
            <w:tcW w:w="1134" w:type="dxa"/>
            <w:vMerge w:val="restart"/>
            <w:vAlign w:val="center"/>
          </w:tcPr>
          <w:p w14:paraId="5BA33ABF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234851">
              <w:rPr>
                <w:b/>
                <w:sz w:val="20"/>
              </w:rPr>
              <w:t>Средне-месячная</w:t>
            </w:r>
            <w:proofErr w:type="gramEnd"/>
            <w:r w:rsidRPr="00234851">
              <w:rPr>
                <w:b/>
                <w:sz w:val="20"/>
              </w:rPr>
              <w:t xml:space="preserve"> </w:t>
            </w:r>
            <w:proofErr w:type="spellStart"/>
            <w:r w:rsidRPr="00234851">
              <w:rPr>
                <w:b/>
                <w:sz w:val="20"/>
              </w:rPr>
              <w:t>номиналь</w:t>
            </w:r>
            <w:proofErr w:type="spellEnd"/>
            <w:r w:rsidRPr="00234851">
              <w:rPr>
                <w:b/>
                <w:sz w:val="20"/>
              </w:rPr>
              <w:t xml:space="preserve">-ная </w:t>
            </w:r>
            <w:proofErr w:type="spellStart"/>
            <w:r w:rsidRPr="00234851">
              <w:rPr>
                <w:b/>
                <w:sz w:val="20"/>
              </w:rPr>
              <w:t>начис</w:t>
            </w:r>
            <w:proofErr w:type="spellEnd"/>
            <w:r w:rsidRPr="00234851">
              <w:rPr>
                <w:b/>
                <w:sz w:val="20"/>
              </w:rPr>
              <w:t>-ленная заработная плата, рублей</w:t>
            </w:r>
          </w:p>
        </w:tc>
        <w:tc>
          <w:tcPr>
            <w:tcW w:w="2269" w:type="dxa"/>
            <w:gridSpan w:val="2"/>
            <w:vAlign w:val="center"/>
          </w:tcPr>
          <w:p w14:paraId="2011AAC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234851">
              <w:rPr>
                <w:b/>
                <w:sz w:val="20"/>
              </w:rPr>
              <w:t>В  %</w:t>
            </w:r>
            <w:proofErr w:type="gramEnd"/>
            <w:r w:rsidRPr="00234851">
              <w:rPr>
                <w:b/>
                <w:sz w:val="20"/>
              </w:rPr>
              <w:t xml:space="preserve">  к</w:t>
            </w:r>
          </w:p>
        </w:tc>
        <w:tc>
          <w:tcPr>
            <w:tcW w:w="2268" w:type="dxa"/>
            <w:gridSpan w:val="2"/>
            <w:vAlign w:val="center"/>
          </w:tcPr>
          <w:p w14:paraId="60D12B4B" w14:textId="77777777"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 начисленная заработная плата</w:t>
            </w:r>
            <w:r w:rsidRPr="00234851">
              <w:rPr>
                <w:b/>
                <w:sz w:val="20"/>
              </w:rPr>
              <w:br/>
            </w:r>
            <w:proofErr w:type="gramStart"/>
            <w:r w:rsidRPr="00234851">
              <w:rPr>
                <w:b/>
                <w:sz w:val="20"/>
              </w:rPr>
              <w:t>в  %</w:t>
            </w:r>
            <w:proofErr w:type="gramEnd"/>
            <w:r w:rsidRPr="00234851">
              <w:rPr>
                <w:b/>
                <w:sz w:val="20"/>
              </w:rPr>
              <w:t xml:space="preserve">  к</w:t>
            </w:r>
          </w:p>
        </w:tc>
      </w:tr>
      <w:tr w:rsidR="007A2433" w:rsidRPr="00234851" w14:paraId="0ACF0426" w14:textId="77777777" w:rsidTr="007A2433">
        <w:trPr>
          <w:trHeight w:val="1020"/>
          <w:jc w:val="center"/>
        </w:trPr>
        <w:tc>
          <w:tcPr>
            <w:tcW w:w="3401" w:type="dxa"/>
            <w:vMerge/>
            <w:vAlign w:val="center"/>
          </w:tcPr>
          <w:p w14:paraId="1098291A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86D7D6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5B70794F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04EAC1F1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4" w:type="dxa"/>
            <w:vAlign w:val="center"/>
          </w:tcPr>
          <w:p w14:paraId="3D1EDFCA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647C2CC9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</w:tr>
      <w:tr w:rsidR="007A2433" w:rsidRPr="00234851" w14:paraId="79599B4D" w14:textId="77777777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14:paraId="42DED33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2023</w:t>
            </w:r>
          </w:p>
        </w:tc>
      </w:tr>
      <w:tr w:rsidR="007A2433" w:rsidRPr="00234851" w14:paraId="16CD2C5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DA7CD42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297A5996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46151,1</w:t>
            </w:r>
          </w:p>
        </w:tc>
        <w:tc>
          <w:tcPr>
            <w:tcW w:w="1135" w:type="dxa"/>
            <w:vAlign w:val="bottom"/>
          </w:tcPr>
          <w:p w14:paraId="55CB85AA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7BD3B11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69,5</w:t>
            </w:r>
          </w:p>
        </w:tc>
        <w:tc>
          <w:tcPr>
            <w:tcW w:w="1134" w:type="dxa"/>
            <w:vAlign w:val="bottom"/>
          </w:tcPr>
          <w:p w14:paraId="033E5DA9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14:paraId="0A9BD1D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69,1</w:t>
            </w:r>
          </w:p>
        </w:tc>
      </w:tr>
      <w:tr w:rsidR="007A2433" w:rsidRPr="00234851" w14:paraId="409F327E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582A3E1D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679DC48C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46493,0</w:t>
            </w:r>
          </w:p>
        </w:tc>
        <w:tc>
          <w:tcPr>
            <w:tcW w:w="1135" w:type="dxa"/>
            <w:vAlign w:val="bottom"/>
          </w:tcPr>
          <w:p w14:paraId="2A8A277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113,9</w:t>
            </w:r>
          </w:p>
        </w:tc>
        <w:tc>
          <w:tcPr>
            <w:tcW w:w="1134" w:type="dxa"/>
            <w:vAlign w:val="bottom"/>
          </w:tcPr>
          <w:p w14:paraId="1119F78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2C3A897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5CB9026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99,7</w:t>
            </w:r>
          </w:p>
        </w:tc>
      </w:tr>
      <w:tr w:rsidR="007A2433" w:rsidRPr="00234851" w14:paraId="16462F4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660E144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3DAED135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49808,6</w:t>
            </w:r>
          </w:p>
        </w:tc>
        <w:tc>
          <w:tcPr>
            <w:tcW w:w="1135" w:type="dxa"/>
            <w:vAlign w:val="bottom"/>
          </w:tcPr>
          <w:p w14:paraId="769CC07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114,5</w:t>
            </w:r>
          </w:p>
        </w:tc>
        <w:tc>
          <w:tcPr>
            <w:tcW w:w="1134" w:type="dxa"/>
            <w:vAlign w:val="bottom"/>
          </w:tcPr>
          <w:p w14:paraId="769133E7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14:paraId="3B81239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109,1</w:t>
            </w:r>
          </w:p>
        </w:tc>
        <w:tc>
          <w:tcPr>
            <w:tcW w:w="1134" w:type="dxa"/>
            <w:vAlign w:val="bottom"/>
          </w:tcPr>
          <w:p w14:paraId="64406A9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106,5</w:t>
            </w:r>
          </w:p>
        </w:tc>
      </w:tr>
      <w:tr w:rsidR="007A2433" w:rsidRPr="00234851" w14:paraId="0BFDC91B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D90530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44CE92D4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47539,3</w:t>
            </w:r>
          </w:p>
        </w:tc>
        <w:tc>
          <w:tcPr>
            <w:tcW w:w="1135" w:type="dxa"/>
            <w:vAlign w:val="bottom"/>
          </w:tcPr>
          <w:p w14:paraId="43E3B3F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14:paraId="117B181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90,2</w:t>
            </w:r>
          </w:p>
        </w:tc>
        <w:tc>
          <w:tcPr>
            <w:tcW w:w="1134" w:type="dxa"/>
            <w:vAlign w:val="bottom"/>
          </w:tcPr>
          <w:p w14:paraId="3A5807A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104,2</w:t>
            </w:r>
          </w:p>
        </w:tc>
        <w:tc>
          <w:tcPr>
            <w:tcW w:w="1134" w:type="dxa"/>
            <w:vAlign w:val="bottom"/>
          </w:tcPr>
          <w:p w14:paraId="5E29FDE3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88,4</w:t>
            </w:r>
          </w:p>
        </w:tc>
      </w:tr>
      <w:tr w:rsidR="007A2433" w:rsidRPr="00234851" w14:paraId="54BACEF5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2218C9E8" w14:textId="77777777" w:rsidR="007A2433" w:rsidRPr="00B273A7" w:rsidRDefault="007A2433" w:rsidP="007A2433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2C068C7E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50751,9</w:t>
            </w:r>
          </w:p>
        </w:tc>
        <w:tc>
          <w:tcPr>
            <w:tcW w:w="1135" w:type="dxa"/>
            <w:vAlign w:val="bottom"/>
          </w:tcPr>
          <w:p w14:paraId="124894F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116,2</w:t>
            </w:r>
          </w:p>
        </w:tc>
        <w:tc>
          <w:tcPr>
            <w:tcW w:w="1134" w:type="dxa"/>
            <w:vAlign w:val="bottom"/>
          </w:tcPr>
          <w:p w14:paraId="0588983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14:paraId="644505F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112,5</w:t>
            </w:r>
          </w:p>
        </w:tc>
        <w:tc>
          <w:tcPr>
            <w:tcW w:w="1134" w:type="dxa"/>
            <w:vAlign w:val="bottom"/>
          </w:tcPr>
          <w:p w14:paraId="4702E29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</w:tr>
      <w:tr w:rsidR="007A2433" w:rsidRPr="00234851" w14:paraId="1505E44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21A3BB79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215BDF42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54862,0</w:t>
            </w:r>
          </w:p>
        </w:tc>
        <w:tc>
          <w:tcPr>
            <w:tcW w:w="1135" w:type="dxa"/>
            <w:vAlign w:val="bottom"/>
          </w:tcPr>
          <w:p w14:paraId="5C90B9B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vAlign w:val="bottom"/>
          </w:tcPr>
          <w:p w14:paraId="3730CFE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14:paraId="66A3F25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108,1</w:t>
            </w:r>
          </w:p>
        </w:tc>
        <w:tc>
          <w:tcPr>
            <w:tcW w:w="1134" w:type="dxa"/>
            <w:vAlign w:val="bottom"/>
          </w:tcPr>
          <w:p w14:paraId="3A95846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</w:tr>
      <w:tr w:rsidR="007A2433" w:rsidRPr="00234851" w14:paraId="73C23790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E131E62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5E815DFB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56385,7</w:t>
            </w:r>
          </w:p>
        </w:tc>
        <w:tc>
          <w:tcPr>
            <w:tcW w:w="1135" w:type="dxa"/>
            <w:vAlign w:val="bottom"/>
          </w:tcPr>
          <w:p w14:paraId="23FF51D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14:paraId="14F41913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14:paraId="7372B18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14:paraId="1212BBF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101,8</w:t>
            </w:r>
          </w:p>
        </w:tc>
      </w:tr>
      <w:tr w:rsidR="007A2433" w:rsidRPr="00234851" w14:paraId="1CD7D6A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CDA9608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68BAA185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54324,1</w:t>
            </w:r>
          </w:p>
        </w:tc>
        <w:tc>
          <w:tcPr>
            <w:tcW w:w="1135" w:type="dxa"/>
            <w:vAlign w:val="bottom"/>
          </w:tcPr>
          <w:p w14:paraId="5AD36BD1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114,0</w:t>
            </w:r>
          </w:p>
        </w:tc>
        <w:tc>
          <w:tcPr>
            <w:tcW w:w="1134" w:type="dxa"/>
            <w:vAlign w:val="bottom"/>
          </w:tcPr>
          <w:p w14:paraId="7BDC1E7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14:paraId="4689D0D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110,4</w:t>
            </w:r>
          </w:p>
        </w:tc>
        <w:tc>
          <w:tcPr>
            <w:tcW w:w="1134" w:type="dxa"/>
            <w:vAlign w:val="bottom"/>
          </w:tcPr>
          <w:p w14:paraId="301E7E1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</w:tr>
      <w:tr w:rsidR="007A2433" w:rsidRPr="00234851" w14:paraId="669917CA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F51A0A7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 </w:t>
            </w:r>
            <w:r w:rsidRPr="00234851">
              <w:rPr>
                <w:b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198CE90F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50924,2</w:t>
            </w:r>
          </w:p>
        </w:tc>
        <w:tc>
          <w:tcPr>
            <w:tcW w:w="1135" w:type="dxa"/>
            <w:vAlign w:val="bottom"/>
          </w:tcPr>
          <w:p w14:paraId="4DD59560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15D0752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92BBEA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14:paraId="1E3EB45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14:paraId="11A35C68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A328457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1F0BBCEC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51579,5</w:t>
            </w:r>
          </w:p>
        </w:tc>
        <w:tc>
          <w:tcPr>
            <w:tcW w:w="1135" w:type="dxa"/>
            <w:vAlign w:val="bottom"/>
          </w:tcPr>
          <w:p w14:paraId="205B6FD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113,1</w:t>
            </w:r>
          </w:p>
        </w:tc>
        <w:tc>
          <w:tcPr>
            <w:tcW w:w="1134" w:type="dxa"/>
            <w:vAlign w:val="bottom"/>
          </w:tcPr>
          <w:p w14:paraId="6EDF721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91,1</w:t>
            </w:r>
          </w:p>
        </w:tc>
        <w:tc>
          <w:tcPr>
            <w:tcW w:w="1134" w:type="dxa"/>
            <w:vAlign w:val="bottom"/>
          </w:tcPr>
          <w:p w14:paraId="0D28990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14:paraId="6984404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91,2</w:t>
            </w:r>
          </w:p>
        </w:tc>
      </w:tr>
      <w:tr w:rsidR="00B80150" w:rsidRPr="00234851" w14:paraId="725AC8E8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C281519" w14:textId="00648FBF" w:rsidR="00B80150" w:rsidRPr="00234851" w:rsidRDefault="00B80150" w:rsidP="007A243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Январь-июль</w:t>
            </w:r>
          </w:p>
        </w:tc>
        <w:tc>
          <w:tcPr>
            <w:tcW w:w="1134" w:type="dxa"/>
            <w:vAlign w:val="bottom"/>
          </w:tcPr>
          <w:p w14:paraId="28BE62AF" w14:textId="57F52FAA" w:rsidR="00B80150" w:rsidRPr="00234851" w:rsidRDefault="00B80150" w:rsidP="007A243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51052,0</w:t>
            </w:r>
          </w:p>
        </w:tc>
        <w:tc>
          <w:tcPr>
            <w:tcW w:w="1135" w:type="dxa"/>
            <w:vAlign w:val="bottom"/>
          </w:tcPr>
          <w:p w14:paraId="2ADC9E21" w14:textId="6B1D513A" w:rsidR="00B80150" w:rsidRPr="00234851" w:rsidRDefault="00B80150" w:rsidP="007A243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6CAB278F" w14:textId="5C138116" w:rsidR="00B80150" w:rsidRPr="00234851" w:rsidRDefault="00B80150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D199567" w14:textId="25C05CC5" w:rsidR="00B80150" w:rsidRPr="00234851" w:rsidRDefault="00B80150" w:rsidP="007A243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14:paraId="59858561" w14:textId="734C0A2C" w:rsidR="00B80150" w:rsidRPr="00234851" w:rsidRDefault="00B80150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14:paraId="168F11C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431CCF7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43508962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52335,0</w:t>
            </w:r>
          </w:p>
        </w:tc>
        <w:tc>
          <w:tcPr>
            <w:tcW w:w="1135" w:type="dxa"/>
            <w:vAlign w:val="bottom"/>
          </w:tcPr>
          <w:p w14:paraId="03B35D6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110,8</w:t>
            </w:r>
          </w:p>
        </w:tc>
        <w:tc>
          <w:tcPr>
            <w:tcW w:w="1134" w:type="dxa"/>
            <w:vAlign w:val="bottom"/>
          </w:tcPr>
          <w:p w14:paraId="1313FCD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102,3</w:t>
            </w:r>
          </w:p>
        </w:tc>
        <w:tc>
          <w:tcPr>
            <w:tcW w:w="1134" w:type="dxa"/>
            <w:vAlign w:val="bottom"/>
          </w:tcPr>
          <w:p w14:paraId="00D84AB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14:paraId="04B7B45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</w:tr>
      <w:tr w:rsidR="007A2433" w:rsidRPr="00234851" w14:paraId="5A95681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9A8E068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2EB5AE56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49866,3</w:t>
            </w:r>
          </w:p>
        </w:tc>
        <w:tc>
          <w:tcPr>
            <w:tcW w:w="1135" w:type="dxa"/>
            <w:vAlign w:val="bottom"/>
          </w:tcPr>
          <w:p w14:paraId="0AEDD9E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  <w:tc>
          <w:tcPr>
            <w:tcW w:w="1134" w:type="dxa"/>
            <w:vAlign w:val="bottom"/>
          </w:tcPr>
          <w:p w14:paraId="61CCB1C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94,8</w:t>
            </w:r>
          </w:p>
        </w:tc>
        <w:tc>
          <w:tcPr>
            <w:tcW w:w="1134" w:type="dxa"/>
            <w:vAlign w:val="bottom"/>
          </w:tcPr>
          <w:p w14:paraId="04CE0B99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6F9FA54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94,2</w:t>
            </w:r>
          </w:p>
        </w:tc>
      </w:tr>
      <w:tr w:rsidR="007A2433" w:rsidRPr="00234851" w14:paraId="7018EBB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0C64000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40920216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51207,9</w:t>
            </w:r>
          </w:p>
        </w:tc>
        <w:tc>
          <w:tcPr>
            <w:tcW w:w="1135" w:type="dxa"/>
            <w:vAlign w:val="bottom"/>
          </w:tcPr>
          <w:p w14:paraId="3C66E7C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111,3</w:t>
            </w:r>
          </w:p>
        </w:tc>
        <w:tc>
          <w:tcPr>
            <w:tcW w:w="1134" w:type="dxa"/>
            <w:vAlign w:val="bottom"/>
          </w:tcPr>
          <w:p w14:paraId="52D67257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94,1</w:t>
            </w:r>
          </w:p>
        </w:tc>
        <w:tc>
          <w:tcPr>
            <w:tcW w:w="1134" w:type="dxa"/>
            <w:vAlign w:val="bottom"/>
          </w:tcPr>
          <w:p w14:paraId="07ED6487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106,7</w:t>
            </w:r>
          </w:p>
        </w:tc>
        <w:tc>
          <w:tcPr>
            <w:tcW w:w="1134" w:type="dxa"/>
            <w:vAlign w:val="bottom"/>
          </w:tcPr>
          <w:p w14:paraId="39363841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93,5</w:t>
            </w:r>
          </w:p>
        </w:tc>
      </w:tr>
      <w:tr w:rsidR="007A2433" w:rsidRPr="00234851" w14:paraId="62D0D7C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7174D48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23FC846C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51045,8</w:t>
            </w:r>
          </w:p>
        </w:tc>
        <w:tc>
          <w:tcPr>
            <w:tcW w:w="1135" w:type="dxa"/>
            <w:vAlign w:val="bottom"/>
          </w:tcPr>
          <w:p w14:paraId="2970DEB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  <w:tc>
          <w:tcPr>
            <w:tcW w:w="1134" w:type="dxa"/>
            <w:vAlign w:val="bottom"/>
          </w:tcPr>
          <w:p w14:paraId="6A1D67F3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529C21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14:paraId="2E0722DA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14:paraId="5BF0B3EC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0F25A7D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6C86308B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50482,2</w:t>
            </w:r>
          </w:p>
        </w:tc>
        <w:tc>
          <w:tcPr>
            <w:tcW w:w="1135" w:type="dxa"/>
            <w:vAlign w:val="bottom"/>
          </w:tcPr>
          <w:p w14:paraId="73013B1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109,9</w:t>
            </w:r>
          </w:p>
        </w:tc>
        <w:tc>
          <w:tcPr>
            <w:tcW w:w="1134" w:type="dxa"/>
            <w:vAlign w:val="bottom"/>
          </w:tcPr>
          <w:p w14:paraId="114574D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30A13E71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14:paraId="34E54E11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99,4</w:t>
            </w:r>
          </w:p>
        </w:tc>
      </w:tr>
      <w:tr w:rsidR="007A2433" w:rsidRPr="00234851" w14:paraId="185E4BEF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C334518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15EE73D3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51175,9</w:t>
            </w:r>
          </w:p>
        </w:tc>
        <w:tc>
          <w:tcPr>
            <w:tcW w:w="1135" w:type="dxa"/>
            <w:vAlign w:val="bottom"/>
          </w:tcPr>
          <w:p w14:paraId="77DE31C7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14:paraId="22288E1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14:paraId="08E0BAE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14:paraId="306E73D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99,2</w:t>
            </w:r>
          </w:p>
        </w:tc>
      </w:tr>
      <w:tr w:rsidR="007A2433" w:rsidRPr="00234851" w14:paraId="0F0E3D59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493C0F9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lastRenderedPageBreak/>
              <w:t>Декабрь</w:t>
            </w:r>
          </w:p>
        </w:tc>
        <w:tc>
          <w:tcPr>
            <w:tcW w:w="1134" w:type="dxa"/>
            <w:vAlign w:val="bottom"/>
          </w:tcPr>
          <w:p w14:paraId="635F16A7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72546,9</w:t>
            </w:r>
          </w:p>
        </w:tc>
        <w:tc>
          <w:tcPr>
            <w:tcW w:w="1135" w:type="dxa"/>
            <w:vAlign w:val="bottom"/>
          </w:tcPr>
          <w:p w14:paraId="51F4EAC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108,8</w:t>
            </w:r>
          </w:p>
        </w:tc>
        <w:tc>
          <w:tcPr>
            <w:tcW w:w="1134" w:type="dxa"/>
            <w:vAlign w:val="bottom"/>
          </w:tcPr>
          <w:p w14:paraId="3BE05DB1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141,6</w:t>
            </w:r>
          </w:p>
        </w:tc>
        <w:tc>
          <w:tcPr>
            <w:tcW w:w="1134" w:type="dxa"/>
            <w:vAlign w:val="bottom"/>
          </w:tcPr>
          <w:p w14:paraId="2977110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57D4856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139,7</w:t>
            </w:r>
          </w:p>
        </w:tc>
      </w:tr>
      <w:tr w:rsidR="007A2433" w:rsidRPr="00234851" w14:paraId="36CF9A3F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0544804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IV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2C5B7C46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58292,6</w:t>
            </w:r>
          </w:p>
        </w:tc>
        <w:tc>
          <w:tcPr>
            <w:tcW w:w="1135" w:type="dxa"/>
            <w:vAlign w:val="bottom"/>
          </w:tcPr>
          <w:p w14:paraId="4CBB5375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110,3</w:t>
            </w:r>
          </w:p>
        </w:tc>
        <w:tc>
          <w:tcPr>
            <w:tcW w:w="1134" w:type="dxa"/>
            <w:vAlign w:val="bottom"/>
          </w:tcPr>
          <w:p w14:paraId="497D9B07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113,5</w:t>
            </w:r>
          </w:p>
        </w:tc>
        <w:tc>
          <w:tcPr>
            <w:tcW w:w="1134" w:type="dxa"/>
            <w:vAlign w:val="bottom"/>
          </w:tcPr>
          <w:p w14:paraId="72B1281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14:paraId="115CF92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</w:tr>
      <w:tr w:rsidR="007A2433" w:rsidRPr="00234851" w14:paraId="13BD82B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555D427F" w14:textId="77777777" w:rsidR="007A2433" w:rsidRPr="00234851" w:rsidRDefault="007A2433" w:rsidP="007A2433">
            <w:pPr>
              <w:jc w:val="left"/>
              <w:rPr>
                <w:b/>
                <w:sz w:val="20"/>
                <w:vertAlign w:val="superscript"/>
              </w:rPr>
            </w:pPr>
            <w:r w:rsidRPr="00234851">
              <w:rPr>
                <w:b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14:paraId="75CCD348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53963,8</w:t>
            </w:r>
          </w:p>
        </w:tc>
        <w:tc>
          <w:tcPr>
            <w:tcW w:w="1135" w:type="dxa"/>
            <w:vAlign w:val="bottom"/>
          </w:tcPr>
          <w:p w14:paraId="4DD2667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14:paraId="1BB2DB00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7883FB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  <w:tc>
          <w:tcPr>
            <w:tcW w:w="1134" w:type="dxa"/>
            <w:vAlign w:val="bottom"/>
          </w:tcPr>
          <w:p w14:paraId="0100B8C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14:paraId="50529526" w14:textId="77777777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14:paraId="684C407B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2024</w:t>
            </w:r>
          </w:p>
        </w:tc>
      </w:tr>
      <w:tr w:rsidR="00B80150" w:rsidRPr="00234851" w14:paraId="0C1DABDE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0B30A887" w14:textId="77777777" w:rsidR="00B80150" w:rsidRPr="00234851" w:rsidRDefault="00B80150" w:rsidP="00B80150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64BDEEB9" w14:textId="295815C6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424B6">
              <w:rPr>
                <w:b/>
                <w:sz w:val="20"/>
              </w:rPr>
              <w:t>52408</w:t>
            </w:r>
            <w:r>
              <w:rPr>
                <w:b/>
                <w:sz w:val="20"/>
              </w:rPr>
              <w:t>,</w:t>
            </w:r>
            <w:r w:rsidRPr="00C424B6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657C2B70" w14:textId="6E554FA8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3,1</w:t>
            </w:r>
          </w:p>
        </w:tc>
        <w:tc>
          <w:tcPr>
            <w:tcW w:w="1134" w:type="dxa"/>
            <w:vAlign w:val="bottom"/>
          </w:tcPr>
          <w:p w14:paraId="679B47AB" w14:textId="2B782304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0,8</w:t>
            </w:r>
          </w:p>
        </w:tc>
        <w:tc>
          <w:tcPr>
            <w:tcW w:w="1134" w:type="dxa"/>
            <w:vAlign w:val="bottom"/>
          </w:tcPr>
          <w:p w14:paraId="4B195F1C" w14:textId="5DC735F6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276295E8" w14:textId="1CDD6F29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70,1</w:t>
            </w:r>
          </w:p>
        </w:tc>
      </w:tr>
      <w:tr w:rsidR="00B80150" w:rsidRPr="00234851" w14:paraId="0EABA67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69571B2B" w14:textId="77777777" w:rsidR="00B80150" w:rsidRPr="00234851" w:rsidRDefault="00B80150" w:rsidP="00B80150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4DBA3150" w14:textId="1D70647C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53437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7B02AB17" w14:textId="4D5D510F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306A9A2D" w14:textId="3EDD1C3F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04A97DE7" w14:textId="3CE0E220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14:paraId="754FBA51" w14:textId="7E8E1FA0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</w:tr>
      <w:tr w:rsidR="00B80150" w:rsidRPr="00234851" w14:paraId="6549104C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6A1F0D5B" w14:textId="77777777" w:rsidR="00B80150" w:rsidRPr="00234851" w:rsidRDefault="00B80150" w:rsidP="00B80150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4450573E" w14:textId="5DA20721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55979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592FB0AD" w14:textId="0ED81BC9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1599BDCF" w14:textId="2D67F775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46136353" w14:textId="25F10A12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14:paraId="70D638AC" w14:textId="6DF36D0B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B80150" w:rsidRPr="00A853C8" w14:paraId="6250AAB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F033084" w14:textId="77777777" w:rsidR="00B80150" w:rsidRPr="00234851" w:rsidRDefault="00B80150" w:rsidP="00B80150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786909EC" w14:textId="7A4B3D34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54053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4</w:t>
            </w:r>
          </w:p>
        </w:tc>
        <w:tc>
          <w:tcPr>
            <w:tcW w:w="1135" w:type="dxa"/>
            <w:vAlign w:val="bottom"/>
          </w:tcPr>
          <w:p w14:paraId="70AE97FF" w14:textId="1DB09976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7509F5D0" w14:textId="5423A4E6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134" w:type="dxa"/>
            <w:vAlign w:val="bottom"/>
          </w:tcPr>
          <w:p w14:paraId="1A282739" w14:textId="4158D7B6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14:paraId="11757686" w14:textId="3C421605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89,5</w:t>
            </w:r>
          </w:p>
        </w:tc>
      </w:tr>
      <w:tr w:rsidR="00B80150" w:rsidRPr="00A853C8" w14:paraId="2C905B26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4BB27650" w14:textId="77777777" w:rsidR="00B80150" w:rsidRPr="00B273A7" w:rsidRDefault="00B80150" w:rsidP="00B80150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1871C59D" w14:textId="78A011AF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00E1">
              <w:rPr>
                <w:b/>
                <w:sz w:val="20"/>
              </w:rPr>
              <w:t>57383</w:t>
            </w:r>
            <w:r>
              <w:rPr>
                <w:b/>
                <w:sz w:val="20"/>
              </w:rPr>
              <w:t>,</w:t>
            </w:r>
            <w:r w:rsidRPr="00C900E1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5FB6D6C0" w14:textId="583DDE87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vAlign w:val="bottom"/>
          </w:tcPr>
          <w:p w14:paraId="04595EDE" w14:textId="7759599F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14:paraId="73991953" w14:textId="03052ECB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34" w:type="dxa"/>
            <w:vAlign w:val="bottom"/>
          </w:tcPr>
          <w:p w14:paraId="536D8B93" w14:textId="63836756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</w:tr>
      <w:tr w:rsidR="00B80150" w:rsidRPr="00A853C8" w14:paraId="2C5145B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90584FD" w14:textId="3EAD3369" w:rsidR="00B80150" w:rsidRPr="00B273A7" w:rsidRDefault="00B80150" w:rsidP="00B8015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23CBC2FE" w14:textId="489F4666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7B6A1F">
              <w:rPr>
                <w:b/>
                <w:sz w:val="20"/>
              </w:rPr>
              <w:t>62965</w:t>
            </w:r>
            <w:r>
              <w:rPr>
                <w:b/>
                <w:sz w:val="20"/>
              </w:rPr>
              <w:t>,</w:t>
            </w:r>
            <w:r w:rsidRPr="007B6A1F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5B043F06" w14:textId="75974539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4CF29E39" w14:textId="22997B5B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12ACD0C5" w14:textId="20A99230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14:paraId="0AD1C3CD" w14:textId="2AB0875A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</w:tr>
      <w:tr w:rsidR="00B80150" w:rsidRPr="00A853C8" w14:paraId="12E059C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2B2E752C" w14:textId="2F83133E" w:rsidR="00B80150" w:rsidRPr="00B273A7" w:rsidRDefault="00B80150" w:rsidP="00B80150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3051E33D" w14:textId="6B65B157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64330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50877539" w14:textId="42A5012D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77A8F248" w14:textId="3D85EA30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763A78C" w14:textId="2D1ECC02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134" w:type="dxa"/>
            <w:vAlign w:val="bottom"/>
          </w:tcPr>
          <w:p w14:paraId="351F7536" w14:textId="4009E9D7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B80150" w:rsidRPr="00A853C8" w14:paraId="3B5657C1" w14:textId="77777777" w:rsidTr="0088531A">
        <w:trPr>
          <w:trHeight w:val="227"/>
          <w:jc w:val="center"/>
        </w:trPr>
        <w:tc>
          <w:tcPr>
            <w:tcW w:w="3401" w:type="dxa"/>
            <w:vAlign w:val="bottom"/>
          </w:tcPr>
          <w:p w14:paraId="184AD3D2" w14:textId="528602BF" w:rsidR="00B80150" w:rsidRDefault="00B80150" w:rsidP="00B80150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 xml:space="preserve">II </w:t>
            </w:r>
            <w:r w:rsidRPr="004927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09ACF0F7" w14:textId="1A3F5AF6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66596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14:paraId="4AA4E6C2" w14:textId="5F6202C4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5</w:t>
            </w:r>
          </w:p>
        </w:tc>
        <w:tc>
          <w:tcPr>
            <w:tcW w:w="1134" w:type="dxa"/>
          </w:tcPr>
          <w:p w14:paraId="33356EB4" w14:textId="00422561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23E4BB25" w14:textId="25825CA5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14:paraId="18EC466C" w14:textId="5D202EEE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105,6</w:t>
            </w:r>
          </w:p>
        </w:tc>
      </w:tr>
      <w:tr w:rsidR="00B80150" w:rsidRPr="00A853C8" w14:paraId="089DE4BD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7C1BC5CB" w14:textId="7A242F54" w:rsidR="00B80150" w:rsidRDefault="00B80150" w:rsidP="00B80150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>I</w:t>
            </w:r>
            <w:r w:rsidRPr="00492751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4" w:type="dxa"/>
            <w:vAlign w:val="bottom"/>
          </w:tcPr>
          <w:p w14:paraId="507FF6BB" w14:textId="62AE308E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58144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5" w:type="dxa"/>
            <w:vAlign w:val="bottom"/>
          </w:tcPr>
          <w:p w14:paraId="582932AF" w14:textId="6C9F88A1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3F8A39BE" w14:textId="7F256D0D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4D60385" w14:textId="6DD39288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14:paraId="1151C276" w14:textId="464A34BA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B80150" w:rsidRPr="00A853C8" w14:paraId="034BE50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4A52BC1D" w14:textId="17937192" w:rsidR="00B80150" w:rsidRPr="00492751" w:rsidRDefault="00B80150" w:rsidP="00B80150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6307863D" w14:textId="493B345C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63119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32B5CCF8" w14:textId="68884A80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038514C6" w14:textId="23AFA24F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237A98C5" w14:textId="24FFA3C3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113,4</w:t>
            </w:r>
          </w:p>
        </w:tc>
        <w:tc>
          <w:tcPr>
            <w:tcW w:w="1134" w:type="dxa"/>
            <w:vAlign w:val="bottom"/>
          </w:tcPr>
          <w:p w14:paraId="314370D2" w14:textId="1BDBF8E3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B80150" w:rsidRPr="00A853C8" w14:paraId="0D8494F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82802AF" w14:textId="0E78B2D4" w:rsidR="00B80150" w:rsidRPr="00492751" w:rsidRDefault="00B80150" w:rsidP="00B80150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Январь-июль</w:t>
            </w:r>
          </w:p>
        </w:tc>
        <w:tc>
          <w:tcPr>
            <w:tcW w:w="1134" w:type="dxa"/>
            <w:vAlign w:val="bottom"/>
          </w:tcPr>
          <w:p w14:paraId="71FBD4C1" w14:textId="3ABC0438" w:rsidR="00B80150" w:rsidRPr="00396C85" w:rsidRDefault="00B80150" w:rsidP="00B8015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58926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5</w:t>
            </w:r>
          </w:p>
        </w:tc>
        <w:tc>
          <w:tcPr>
            <w:tcW w:w="1135" w:type="dxa"/>
            <w:vAlign w:val="bottom"/>
          </w:tcPr>
          <w:p w14:paraId="651DE081" w14:textId="01F4425A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463AA063" w14:textId="74271569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5227C28A" w14:textId="7146C9A1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1134" w:type="dxa"/>
            <w:vAlign w:val="bottom"/>
          </w:tcPr>
          <w:p w14:paraId="5A5F1A66" w14:textId="2396720C" w:rsidR="00B80150" w:rsidRPr="00396C85" w:rsidRDefault="00B80150" w:rsidP="00B8015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14:paraId="44EC912A" w14:textId="50778D81" w:rsidR="0031223F" w:rsidRPr="00AA2072" w:rsidRDefault="0031223F" w:rsidP="00AA2072">
      <w:pPr>
        <w:pStyle w:val="3"/>
        <w:spacing w:before="240" w:after="240"/>
      </w:pPr>
      <w:bookmarkStart w:id="310" w:name="_Toc178757222"/>
      <w:r w:rsidRPr="00AA2072">
        <w:t>Среднемесячная начисленная заработная плата работников организаций</w:t>
      </w:r>
      <w:r w:rsidRPr="00AA2072">
        <w:br/>
        <w:t>(без выплат социального характера)</w:t>
      </w:r>
      <w:r w:rsidR="00891D89" w:rsidRPr="00AA2072">
        <w:t xml:space="preserve"> </w:t>
      </w:r>
      <w:r w:rsidR="0004338A" w:rsidRPr="00AA2072">
        <w:br/>
      </w:r>
      <w:r w:rsidRPr="00AA2072">
        <w:t>по видам экономической деятельности</w:t>
      </w:r>
      <w:bookmarkEnd w:id="308"/>
      <w:bookmarkEnd w:id="309"/>
      <w:bookmarkEnd w:id="310"/>
    </w:p>
    <w:tbl>
      <w:tblPr>
        <w:tblW w:w="9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946"/>
        <w:gridCol w:w="947"/>
        <w:gridCol w:w="947"/>
        <w:gridCol w:w="946"/>
        <w:gridCol w:w="947"/>
        <w:gridCol w:w="947"/>
      </w:tblGrid>
      <w:tr w:rsidR="007A2433" w:rsidRPr="00234851" w14:paraId="3CB30F82" w14:textId="77777777" w:rsidTr="007A2433">
        <w:trPr>
          <w:trHeight w:val="255"/>
          <w:jc w:val="center"/>
        </w:trPr>
        <w:tc>
          <w:tcPr>
            <w:tcW w:w="3410" w:type="dxa"/>
            <w:vMerge w:val="restart"/>
            <w:vAlign w:val="center"/>
          </w:tcPr>
          <w:p w14:paraId="4289D29F" w14:textId="77777777" w:rsidR="007A2433" w:rsidRPr="004127FB" w:rsidRDefault="007A2433" w:rsidP="007A2433">
            <w:pPr>
              <w:jc w:val="center"/>
              <w:rPr>
                <w:b/>
                <w:sz w:val="20"/>
              </w:rPr>
            </w:pPr>
            <w:bookmarkStart w:id="311" w:name="_Toc493779797"/>
          </w:p>
        </w:tc>
        <w:tc>
          <w:tcPr>
            <w:tcW w:w="2840" w:type="dxa"/>
            <w:gridSpan w:val="3"/>
            <w:vAlign w:val="center"/>
          </w:tcPr>
          <w:p w14:paraId="3C61F9D9" w14:textId="0585A62D" w:rsidR="007A2433" w:rsidRPr="00F57FAA" w:rsidRDefault="00396C8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Январь-июль</w:t>
            </w:r>
            <w:r w:rsidR="007A2433" w:rsidRPr="00F57FAA">
              <w:rPr>
                <w:b/>
                <w:sz w:val="20"/>
                <w:lang w:val="en-US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  <w:tc>
          <w:tcPr>
            <w:tcW w:w="2840" w:type="dxa"/>
            <w:gridSpan w:val="3"/>
            <w:vAlign w:val="center"/>
          </w:tcPr>
          <w:p w14:paraId="15BADCBE" w14:textId="2D076FC7" w:rsidR="007A2433" w:rsidRPr="00F57FAA" w:rsidRDefault="006B7C11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Ию</w:t>
            </w:r>
            <w:r w:rsidR="00396C85">
              <w:rPr>
                <w:b/>
                <w:sz w:val="20"/>
              </w:rPr>
              <w:t>л</w:t>
            </w:r>
            <w:r w:rsidRPr="00F57FAA">
              <w:rPr>
                <w:b/>
                <w:sz w:val="20"/>
              </w:rPr>
              <w:t>ь</w:t>
            </w:r>
            <w:r w:rsidRPr="00F57FAA">
              <w:rPr>
                <w:b/>
                <w:sz w:val="20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</w:tr>
      <w:tr w:rsidR="007A2433" w:rsidRPr="00234851" w14:paraId="25FE5A5D" w14:textId="77777777" w:rsidTr="007A2433">
        <w:trPr>
          <w:trHeight w:val="283"/>
          <w:jc w:val="center"/>
        </w:trPr>
        <w:tc>
          <w:tcPr>
            <w:tcW w:w="3410" w:type="dxa"/>
            <w:vMerge/>
            <w:vAlign w:val="center"/>
          </w:tcPr>
          <w:p w14:paraId="3C66C7B1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 w:val="restart"/>
            <w:vAlign w:val="center"/>
          </w:tcPr>
          <w:p w14:paraId="4E07A67E" w14:textId="77777777" w:rsidR="007A2433" w:rsidRPr="00F57FA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14:paraId="168B1DC5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F57FAA">
              <w:rPr>
                <w:b/>
                <w:sz w:val="20"/>
              </w:rPr>
              <w:t>в  %</w:t>
            </w:r>
            <w:proofErr w:type="gramEnd"/>
            <w:r w:rsidRPr="00F57FAA">
              <w:rPr>
                <w:b/>
                <w:sz w:val="20"/>
              </w:rPr>
              <w:t xml:space="preserve">  к</w:t>
            </w:r>
          </w:p>
        </w:tc>
        <w:tc>
          <w:tcPr>
            <w:tcW w:w="946" w:type="dxa"/>
            <w:vMerge w:val="restart"/>
            <w:vAlign w:val="center"/>
          </w:tcPr>
          <w:p w14:paraId="7201DAEA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14:paraId="4C3846BB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F57FAA">
              <w:rPr>
                <w:b/>
                <w:sz w:val="20"/>
              </w:rPr>
              <w:t>в  %</w:t>
            </w:r>
            <w:proofErr w:type="gramEnd"/>
            <w:r w:rsidRPr="00F57FAA">
              <w:rPr>
                <w:b/>
                <w:sz w:val="20"/>
              </w:rPr>
              <w:t xml:space="preserve">  к</w:t>
            </w:r>
          </w:p>
        </w:tc>
      </w:tr>
      <w:tr w:rsidR="007A2433" w:rsidRPr="00234851" w14:paraId="41F53FB6" w14:textId="77777777" w:rsidTr="007A2433">
        <w:trPr>
          <w:trHeight w:val="227"/>
          <w:jc w:val="center"/>
        </w:trPr>
        <w:tc>
          <w:tcPr>
            <w:tcW w:w="3410" w:type="dxa"/>
            <w:vMerge/>
            <w:vAlign w:val="center"/>
          </w:tcPr>
          <w:p w14:paraId="29DD60E0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/>
            <w:vAlign w:val="center"/>
          </w:tcPr>
          <w:p w14:paraId="2CDA48F8" w14:textId="77777777" w:rsidR="007A2433" w:rsidRPr="00F57FA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4D2E1288" w14:textId="7D359429"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январю-июлю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14:paraId="7B89CD56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F57FAA">
              <w:rPr>
                <w:b/>
                <w:sz w:val="20"/>
              </w:rPr>
              <w:t>среднеоб-ластному</w:t>
            </w:r>
            <w:proofErr w:type="spellEnd"/>
            <w:r w:rsidRPr="00F57FAA">
              <w:rPr>
                <w:b/>
                <w:sz w:val="20"/>
              </w:rPr>
              <w:t xml:space="preserve"> уровню </w:t>
            </w:r>
            <w:proofErr w:type="gramStart"/>
            <w:r w:rsidRPr="00F57FAA">
              <w:rPr>
                <w:b/>
                <w:sz w:val="20"/>
              </w:rPr>
              <w:t>средне-месячной</w:t>
            </w:r>
            <w:proofErr w:type="gramEnd"/>
            <w:r w:rsidRPr="00F57FAA">
              <w:rPr>
                <w:b/>
                <w:sz w:val="20"/>
              </w:rPr>
              <w:t xml:space="preserve"> </w:t>
            </w:r>
            <w:proofErr w:type="spellStart"/>
            <w:r w:rsidRPr="00F57FAA">
              <w:rPr>
                <w:b/>
                <w:sz w:val="20"/>
              </w:rPr>
              <w:t>заработ</w:t>
            </w:r>
            <w:proofErr w:type="spellEnd"/>
            <w:r w:rsidRPr="00F57FAA">
              <w:rPr>
                <w:b/>
                <w:sz w:val="20"/>
              </w:rPr>
              <w:t>-ной платы</w:t>
            </w:r>
          </w:p>
        </w:tc>
        <w:tc>
          <w:tcPr>
            <w:tcW w:w="946" w:type="dxa"/>
            <w:vMerge/>
          </w:tcPr>
          <w:p w14:paraId="70974597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76559AAD" w14:textId="103768A9" w:rsidR="007A2433" w:rsidRPr="00F57FAA" w:rsidRDefault="006B7C11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ию</w:t>
            </w:r>
            <w:r w:rsidR="00396C85">
              <w:rPr>
                <w:b/>
                <w:sz w:val="20"/>
              </w:rPr>
              <w:t>л</w:t>
            </w:r>
            <w:r w:rsidRPr="00F57FAA">
              <w:rPr>
                <w:b/>
                <w:sz w:val="20"/>
              </w:rPr>
              <w:t>ю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14:paraId="4D1BE38C" w14:textId="219DA64F"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="007A2433" w:rsidRPr="00F57FAA">
              <w:rPr>
                <w:b/>
                <w:sz w:val="20"/>
              </w:rPr>
              <w:br/>
              <w:t>2024</w:t>
            </w:r>
          </w:p>
        </w:tc>
      </w:tr>
      <w:tr w:rsidR="00A36619" w:rsidRPr="00234851" w14:paraId="6DC00B5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899F863" w14:textId="77777777" w:rsidR="00A36619" w:rsidRPr="00234851" w:rsidRDefault="00A36619" w:rsidP="00A36619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Всего</w:t>
            </w:r>
          </w:p>
        </w:tc>
        <w:tc>
          <w:tcPr>
            <w:tcW w:w="946" w:type="dxa"/>
            <w:vAlign w:val="bottom"/>
          </w:tcPr>
          <w:p w14:paraId="45DAF4E9" w14:textId="3BD4F07D" w:rsidR="00A36619" w:rsidRPr="00396C85" w:rsidRDefault="00A36619" w:rsidP="00A36619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797090">
              <w:rPr>
                <w:b/>
                <w:sz w:val="20"/>
              </w:rPr>
              <w:t>58926</w:t>
            </w:r>
            <w:r>
              <w:rPr>
                <w:b/>
                <w:sz w:val="20"/>
              </w:rPr>
              <w:t>,</w:t>
            </w:r>
            <w:r w:rsidRPr="0079709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7BF26DBA" w14:textId="64AC3E51" w:rsidR="00A36619" w:rsidRPr="00396C85" w:rsidRDefault="00A36619" w:rsidP="00A36619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9709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9709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1E6865AB" w14:textId="236A6EF5" w:rsidR="00A36619" w:rsidRPr="00396C85" w:rsidRDefault="00A36619" w:rsidP="00A36619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59459B">
              <w:rPr>
                <w:b/>
                <w:sz w:val="20"/>
              </w:rPr>
              <w:t>100</w:t>
            </w:r>
          </w:p>
        </w:tc>
        <w:tc>
          <w:tcPr>
            <w:tcW w:w="946" w:type="dxa"/>
            <w:vAlign w:val="bottom"/>
          </w:tcPr>
          <w:p w14:paraId="26111695" w14:textId="49EAAE6F" w:rsidR="00A36619" w:rsidRPr="00396C85" w:rsidRDefault="00A36619" w:rsidP="00A36619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797090">
              <w:rPr>
                <w:b/>
                <w:sz w:val="20"/>
              </w:rPr>
              <w:t>63119</w:t>
            </w:r>
            <w:r>
              <w:rPr>
                <w:b/>
                <w:sz w:val="20"/>
              </w:rPr>
              <w:t>,</w:t>
            </w:r>
            <w:r w:rsidRPr="0079709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789C1436" w14:textId="75EC2444" w:rsidR="00A36619" w:rsidRPr="00396C85" w:rsidRDefault="00A36619" w:rsidP="00A36619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97090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79709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16C063C4" w14:textId="2DDD7CD7" w:rsidR="00A36619" w:rsidRPr="00396C85" w:rsidRDefault="00A36619" w:rsidP="00A36619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97090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97090">
              <w:rPr>
                <w:b/>
                <w:sz w:val="20"/>
              </w:rPr>
              <w:t>3</w:t>
            </w:r>
          </w:p>
        </w:tc>
      </w:tr>
      <w:tr w:rsidR="007A2433" w:rsidRPr="00234851" w14:paraId="61A0B615" w14:textId="77777777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14:paraId="7B7F6709" w14:textId="77777777" w:rsidR="007A2433" w:rsidRPr="00234851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из нее:</w:t>
            </w:r>
          </w:p>
        </w:tc>
      </w:tr>
      <w:tr w:rsidR="00A36619" w:rsidRPr="00234851" w14:paraId="0BCE1D7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6D764088" w14:textId="77777777" w:rsidR="00A36619" w:rsidRPr="00234851" w:rsidRDefault="00A36619" w:rsidP="00A36619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сельское, лесное хозяйство, охота, </w:t>
            </w:r>
            <w:r w:rsidRPr="00234851">
              <w:rPr>
                <w:b/>
                <w:sz w:val="20"/>
              </w:rPr>
              <w:br/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14:paraId="6C9699BD" w14:textId="028B045F" w:rsidR="00A36619" w:rsidRPr="00396C85" w:rsidRDefault="00A36619" w:rsidP="00A36619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47060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6894DD12" w14:textId="105ED4C9" w:rsidR="00A36619" w:rsidRPr="00396C85" w:rsidRDefault="00A36619" w:rsidP="00A36619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142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31F1EDA8" w14:textId="6033FC64" w:rsidR="00A36619" w:rsidRPr="00396C85" w:rsidRDefault="00A36619" w:rsidP="00A36619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97090">
              <w:rPr>
                <w:b/>
                <w:sz w:val="20"/>
              </w:rPr>
              <w:t>79</w:t>
            </w:r>
            <w:r>
              <w:rPr>
                <w:b/>
                <w:sz w:val="20"/>
              </w:rPr>
              <w:t>,</w:t>
            </w:r>
            <w:r w:rsidRPr="00797090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29371203" w14:textId="050D0F12" w:rsidR="00A36619" w:rsidRPr="00396C85" w:rsidRDefault="00A36619" w:rsidP="00A36619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48196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40BAB79C" w14:textId="061A34C0" w:rsidR="00A36619" w:rsidRPr="00396C85" w:rsidRDefault="00A36619" w:rsidP="00A36619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136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5622B031" w14:textId="0D672A86" w:rsidR="00A36619" w:rsidRPr="00396C85" w:rsidRDefault="00A36619" w:rsidP="00A36619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</w:tr>
      <w:tr w:rsidR="007A2433" w:rsidRPr="00234851" w14:paraId="7777E0C2" w14:textId="77777777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14:paraId="7D4C697D" w14:textId="77777777" w:rsidR="007A2433" w:rsidRPr="00234851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 том числе:</w:t>
            </w:r>
          </w:p>
        </w:tc>
      </w:tr>
      <w:tr w:rsidR="004A7547" w:rsidRPr="00234851" w14:paraId="22F38B9F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4CF67886" w14:textId="77777777" w:rsidR="004A7547" w:rsidRPr="00234851" w:rsidRDefault="004A7547" w:rsidP="004A7547">
            <w:pPr>
              <w:autoSpaceDE w:val="0"/>
              <w:autoSpaceDN w:val="0"/>
              <w:adjustRightInd w:val="0"/>
              <w:ind w:left="227" w:right="-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растениеводство и </w:t>
            </w:r>
            <w:proofErr w:type="gramStart"/>
            <w:r w:rsidRPr="00234851">
              <w:rPr>
                <w:b/>
                <w:sz w:val="20"/>
              </w:rPr>
              <w:t>животно-</w:t>
            </w:r>
            <w:proofErr w:type="spellStart"/>
            <w:r w:rsidRPr="00234851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234851">
              <w:rPr>
                <w:b/>
                <w:sz w:val="20"/>
              </w:rPr>
              <w:t>, охота и предоставление соответствующих услуг в этих областях</w:t>
            </w:r>
          </w:p>
        </w:tc>
        <w:tc>
          <w:tcPr>
            <w:tcW w:w="946" w:type="dxa"/>
            <w:vAlign w:val="bottom"/>
          </w:tcPr>
          <w:p w14:paraId="267A84DF" w14:textId="6C562340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53326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454830D5" w14:textId="1094912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133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7D8642B4" w14:textId="78894266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22B9DFBD" w14:textId="5D72FB01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54465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4FC92250" w14:textId="63E25561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723629EE" w14:textId="79E4AE7D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</w:tr>
      <w:tr w:rsidR="004A7547" w:rsidRPr="00234851" w14:paraId="08472C1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440057C" w14:textId="77777777" w:rsidR="004A7547" w:rsidRPr="00234851" w:rsidRDefault="004A7547" w:rsidP="004A7547">
            <w:pPr>
              <w:ind w:left="227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14:paraId="571F6520" w14:textId="0516F54E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40748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6A7758DC" w14:textId="4EFA6D3A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156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7F98E0C3" w14:textId="5AA069F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69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14:paraId="26F387CF" w14:textId="3750038A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39188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67ADEA7C" w14:textId="2B17E34A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151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16099288" w14:textId="533813E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</w:tr>
      <w:tr w:rsidR="004A7547" w:rsidRPr="00234851" w14:paraId="7F43DCF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2D727F03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2" w:name="_Toc468171923"/>
            <w:r w:rsidRPr="00234851">
              <w:rPr>
                <w:b/>
                <w:sz w:val="20"/>
              </w:rPr>
              <w:t>добыча полезных ископаемых</w:t>
            </w:r>
            <w:bookmarkEnd w:id="312"/>
          </w:p>
        </w:tc>
        <w:tc>
          <w:tcPr>
            <w:tcW w:w="946" w:type="dxa"/>
            <w:vAlign w:val="bottom"/>
          </w:tcPr>
          <w:p w14:paraId="1C7F7314" w14:textId="53DD1B2C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160894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606E89B3" w14:textId="0E2434FC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0BA58427" w14:textId="1A09106D" w:rsidR="004A7547" w:rsidRPr="00396C85" w:rsidRDefault="004A7547" w:rsidP="004A7547">
            <w:pPr>
              <w:ind w:right="-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в </w:t>
            </w:r>
            <w:r w:rsidRPr="00B70901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р.</w:t>
            </w:r>
          </w:p>
        </w:tc>
        <w:tc>
          <w:tcPr>
            <w:tcW w:w="946" w:type="dxa"/>
            <w:vAlign w:val="bottom"/>
          </w:tcPr>
          <w:p w14:paraId="67CB83C3" w14:textId="558383B6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157688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058AC781" w14:textId="68CA4A7B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38145669" w14:textId="72EB8296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</w:tr>
      <w:tr w:rsidR="004A7547" w:rsidRPr="00234851" w14:paraId="4AE0EDF5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69812CB3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3" w:name="_Toc468171935"/>
            <w:r w:rsidRPr="00234851">
              <w:rPr>
                <w:b/>
                <w:sz w:val="20"/>
              </w:rPr>
              <w:t>обрабатывающие производства</w:t>
            </w:r>
            <w:bookmarkEnd w:id="313"/>
          </w:p>
        </w:tc>
        <w:tc>
          <w:tcPr>
            <w:tcW w:w="946" w:type="dxa"/>
            <w:vAlign w:val="bottom"/>
          </w:tcPr>
          <w:p w14:paraId="1B9CACC4" w14:textId="50DC3B80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83952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49C9798" w14:textId="507475A1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66708B7E" w14:textId="680D1950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142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06A4427C" w14:textId="28B6A315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128580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66973D20" w14:textId="373B3129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166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5310E9AA" w14:textId="5F534BFF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154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</w:tr>
      <w:tr w:rsidR="004A7547" w:rsidRPr="00234851" w14:paraId="47F1BD5B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215A99F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4" w:name="_Toc468171985"/>
            <w:r w:rsidRPr="00234851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  <w:bookmarkEnd w:id="314"/>
          </w:p>
        </w:tc>
        <w:tc>
          <w:tcPr>
            <w:tcW w:w="946" w:type="dxa"/>
            <w:vAlign w:val="bottom"/>
          </w:tcPr>
          <w:p w14:paraId="0418F588" w14:textId="5EA837C8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62554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4C9021CC" w14:textId="62AA7A3C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506D5C36" w14:textId="0D3CFD9C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14:paraId="0E7759F0" w14:textId="01EB1FCF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66270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13C20942" w14:textId="2CBD9138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15E9DDE1" w14:textId="587F4E50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</w:tr>
      <w:tr w:rsidR="004A7547" w:rsidRPr="00234851" w14:paraId="0982E63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FFA23E0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5" w:name="_Toc468171989"/>
            <w:r w:rsidRPr="00234851">
              <w:rPr>
                <w:b/>
                <w:sz w:val="20"/>
              </w:rPr>
              <w:t xml:space="preserve">водоснабжение; водоотведение, </w:t>
            </w:r>
            <w:r w:rsidRPr="00234851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234851">
              <w:rPr>
                <w:b/>
                <w:sz w:val="20"/>
              </w:rPr>
              <w:br/>
              <w:t>по ликвидации загрязнений</w:t>
            </w:r>
            <w:bookmarkEnd w:id="315"/>
          </w:p>
        </w:tc>
        <w:tc>
          <w:tcPr>
            <w:tcW w:w="946" w:type="dxa"/>
            <w:vAlign w:val="bottom"/>
          </w:tcPr>
          <w:p w14:paraId="5A3F1DB8" w14:textId="4D77EC1B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38874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4263F169" w14:textId="6512534D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0F31339F" w14:textId="61641F3C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66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14:paraId="6D961282" w14:textId="336C71AA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39784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3150E476" w14:textId="64D73791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0759579D" w14:textId="334BC078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</w:tr>
      <w:tr w:rsidR="004A7547" w:rsidRPr="00234851" w14:paraId="1DF0C0CE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DC6D76B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6" w:name="_Toc468171999"/>
            <w:r w:rsidRPr="00234851">
              <w:rPr>
                <w:b/>
                <w:sz w:val="20"/>
              </w:rPr>
              <w:t>строительство</w:t>
            </w:r>
            <w:bookmarkEnd w:id="316"/>
          </w:p>
        </w:tc>
        <w:tc>
          <w:tcPr>
            <w:tcW w:w="946" w:type="dxa"/>
            <w:vAlign w:val="bottom"/>
          </w:tcPr>
          <w:p w14:paraId="50432559" w14:textId="7B879C3C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70973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3AFC9C60" w14:textId="356F133B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0807EEF0" w14:textId="4AFD384D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6" w:type="dxa"/>
            <w:vAlign w:val="bottom"/>
          </w:tcPr>
          <w:p w14:paraId="33661B6B" w14:textId="2E784577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76348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6F36B47B" w14:textId="4371DC86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20B6C002" w14:textId="024B25D6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</w:tr>
      <w:tr w:rsidR="004A7547" w:rsidRPr="00234851" w14:paraId="48ECC374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8215B87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7" w:name="_Toc468172007"/>
            <w:r w:rsidRPr="00234851">
              <w:rPr>
                <w:b/>
                <w:sz w:val="20"/>
              </w:rPr>
              <w:t xml:space="preserve">торговля оптовая и розничная; </w:t>
            </w:r>
            <w:r w:rsidRPr="00234851">
              <w:rPr>
                <w:b/>
                <w:sz w:val="20"/>
              </w:rPr>
              <w:br/>
              <w:t>ремонт автотранспортных средств и мотоциклов</w:t>
            </w:r>
            <w:bookmarkEnd w:id="317"/>
          </w:p>
        </w:tc>
        <w:tc>
          <w:tcPr>
            <w:tcW w:w="946" w:type="dxa"/>
            <w:vAlign w:val="bottom"/>
          </w:tcPr>
          <w:p w14:paraId="72C128D3" w14:textId="0146F243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42522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77481E3C" w14:textId="3F604326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24BCE01B" w14:textId="0121DE18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14:paraId="7CEE2C78" w14:textId="60104D7E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43111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582CEE6E" w14:textId="179DA3F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4EC3CF19" w14:textId="4ABF7796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</w:tr>
      <w:tr w:rsidR="004A7547" w:rsidRPr="00234851" w14:paraId="58FDDC4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E131D05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8" w:name="_Toc468172015"/>
            <w:r w:rsidRPr="00234851">
              <w:rPr>
                <w:b/>
                <w:sz w:val="20"/>
              </w:rPr>
              <w:t>транспортировка и хранение</w:t>
            </w:r>
            <w:bookmarkEnd w:id="318"/>
          </w:p>
        </w:tc>
        <w:tc>
          <w:tcPr>
            <w:tcW w:w="946" w:type="dxa"/>
            <w:vAlign w:val="bottom"/>
          </w:tcPr>
          <w:p w14:paraId="7E4D2786" w14:textId="07B95706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78710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70F2304B" w14:textId="41846E9A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1633ADC0" w14:textId="13DE6FF9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133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14:paraId="579D6601" w14:textId="0A9CA98D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83811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4C5F2A9A" w14:textId="139AB814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79F2218B" w14:textId="2AF1A8D1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</w:tr>
      <w:tr w:rsidR="004A7547" w:rsidRPr="00234851" w14:paraId="0E004B1C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DF7DF77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19" w:name="_Toc468172027"/>
            <w:r w:rsidRPr="00234851">
              <w:rPr>
                <w:b/>
                <w:sz w:val="20"/>
              </w:rPr>
              <w:t xml:space="preserve">деятельность гостиниц и </w:t>
            </w:r>
            <w:proofErr w:type="gramStart"/>
            <w:r w:rsidRPr="00234851">
              <w:rPr>
                <w:b/>
                <w:sz w:val="20"/>
              </w:rPr>
              <w:t>пред-приятий</w:t>
            </w:r>
            <w:proofErr w:type="gramEnd"/>
            <w:r w:rsidRPr="00234851">
              <w:rPr>
                <w:b/>
                <w:sz w:val="20"/>
              </w:rPr>
              <w:t xml:space="preserve"> общественного питания</w:t>
            </w:r>
            <w:bookmarkEnd w:id="319"/>
          </w:p>
        </w:tc>
        <w:tc>
          <w:tcPr>
            <w:tcW w:w="946" w:type="dxa"/>
            <w:vAlign w:val="bottom"/>
          </w:tcPr>
          <w:p w14:paraId="4944AC00" w14:textId="0003C766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33736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6A8758AF" w14:textId="60E3C619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656225DC" w14:textId="5CD8CCC9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  <w:tc>
          <w:tcPr>
            <w:tcW w:w="946" w:type="dxa"/>
            <w:vAlign w:val="bottom"/>
          </w:tcPr>
          <w:p w14:paraId="01536588" w14:textId="05CF722E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39334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776AC880" w14:textId="2008EEE3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569ADC3F" w14:textId="3C0953D8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3</w:t>
            </w:r>
          </w:p>
        </w:tc>
      </w:tr>
      <w:tr w:rsidR="004A7547" w:rsidRPr="00234851" w14:paraId="59B8486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C4E2C11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0" w:name="_Toc468172033"/>
            <w:r w:rsidRPr="00234851">
              <w:rPr>
                <w:b/>
                <w:sz w:val="20"/>
              </w:rPr>
              <w:t>деятельность в области информации и связи</w:t>
            </w:r>
            <w:bookmarkEnd w:id="320"/>
          </w:p>
        </w:tc>
        <w:tc>
          <w:tcPr>
            <w:tcW w:w="946" w:type="dxa"/>
            <w:vAlign w:val="bottom"/>
          </w:tcPr>
          <w:p w14:paraId="1DFD592D" w14:textId="2526F796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60369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1B52D463" w14:textId="6BC7BF2A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53AAA6EA" w14:textId="64BC31D3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6" w:type="dxa"/>
            <w:vAlign w:val="bottom"/>
          </w:tcPr>
          <w:p w14:paraId="54D24DC0" w14:textId="2EC9B91F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68557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22FDAA6D" w14:textId="3A3FFAFD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787FCBBF" w14:textId="02AA6051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</w:tr>
      <w:tr w:rsidR="004A7547" w:rsidRPr="00234851" w14:paraId="35F2A228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0DBEBEE3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1" w:name="_Toc468172047"/>
            <w:r w:rsidRPr="00234851">
              <w:rPr>
                <w:b/>
                <w:sz w:val="20"/>
              </w:rPr>
              <w:lastRenderedPageBreak/>
              <w:t xml:space="preserve">деятельность финансовая </w:t>
            </w:r>
            <w:r w:rsidRPr="00234851">
              <w:rPr>
                <w:b/>
                <w:sz w:val="20"/>
              </w:rPr>
              <w:br/>
              <w:t>и страховая</w:t>
            </w:r>
            <w:bookmarkEnd w:id="321"/>
          </w:p>
        </w:tc>
        <w:tc>
          <w:tcPr>
            <w:tcW w:w="946" w:type="dxa"/>
            <w:vAlign w:val="bottom"/>
          </w:tcPr>
          <w:p w14:paraId="69ADBCAA" w14:textId="20FB0BFC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76678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492BBA6C" w14:textId="70101EC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2D9B93F5" w14:textId="7876B02B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4487E5DC" w14:textId="577660BE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90423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2C8A0A2E" w14:textId="4E3F0229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46B557B5" w14:textId="360346F8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</w:tr>
      <w:tr w:rsidR="004A7547" w:rsidRPr="00234851" w14:paraId="5380F16D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843A57C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2" w:name="_Toc468172055"/>
            <w:r w:rsidRPr="00234851">
              <w:rPr>
                <w:b/>
                <w:sz w:val="20"/>
              </w:rPr>
              <w:t xml:space="preserve">деятельность по операциям </w:t>
            </w:r>
            <w:r w:rsidRPr="00234851">
              <w:rPr>
                <w:b/>
                <w:sz w:val="20"/>
              </w:rPr>
              <w:br/>
              <w:t>с недвижимым имуществом</w:t>
            </w:r>
            <w:bookmarkEnd w:id="322"/>
          </w:p>
        </w:tc>
        <w:tc>
          <w:tcPr>
            <w:tcW w:w="946" w:type="dxa"/>
            <w:vAlign w:val="bottom"/>
          </w:tcPr>
          <w:p w14:paraId="16304E6E" w14:textId="1D0AF5EE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34813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563D9745" w14:textId="5B47F51F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13E10C95" w14:textId="2329EEA4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59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3BAC73CA" w14:textId="24E1FB72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38408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1E2E70B" w14:textId="75FCC2FE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138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58C688F5" w14:textId="0A226574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</w:tr>
      <w:tr w:rsidR="004A7547" w:rsidRPr="00234851" w14:paraId="0348A65D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4BAB4F2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3" w:name="_Toc468172059"/>
            <w:r w:rsidRPr="00234851">
              <w:rPr>
                <w:b/>
                <w:sz w:val="20"/>
              </w:rPr>
              <w:t xml:space="preserve">деятельность профессиональная, </w:t>
            </w:r>
            <w:r w:rsidRPr="00234851">
              <w:rPr>
                <w:b/>
                <w:sz w:val="20"/>
              </w:rPr>
              <w:br/>
              <w:t>научная и техническая</w:t>
            </w:r>
            <w:bookmarkEnd w:id="323"/>
          </w:p>
        </w:tc>
        <w:tc>
          <w:tcPr>
            <w:tcW w:w="946" w:type="dxa"/>
            <w:vAlign w:val="bottom"/>
          </w:tcPr>
          <w:p w14:paraId="59BC734A" w14:textId="23E748DC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76916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2D9FD3BF" w14:textId="70104575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678B1582" w14:textId="77BF0B27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5DC5153C" w14:textId="0258C6E1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81775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6CCC860C" w14:textId="7C814FF6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7D3F5FBC" w14:textId="09758A6B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</w:tr>
      <w:tr w:rsidR="004A7547" w:rsidRPr="00234851" w14:paraId="65033887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522E307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4" w:name="_Toc468172075"/>
            <w:r w:rsidRPr="00234851">
              <w:rPr>
                <w:b/>
                <w:sz w:val="20"/>
              </w:rPr>
              <w:t xml:space="preserve">деятельность административная </w:t>
            </w:r>
            <w:r w:rsidRPr="00234851">
              <w:rPr>
                <w:b/>
                <w:sz w:val="20"/>
              </w:rPr>
              <w:br/>
              <w:t>и сопутствующие дополнительные услуги</w:t>
            </w:r>
            <w:bookmarkEnd w:id="324"/>
          </w:p>
        </w:tc>
        <w:tc>
          <w:tcPr>
            <w:tcW w:w="946" w:type="dxa"/>
            <w:vAlign w:val="bottom"/>
          </w:tcPr>
          <w:p w14:paraId="766C4195" w14:textId="626CF033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50697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321CF142" w14:textId="45AAA7C3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1B603BD5" w14:textId="01E2083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14:paraId="55E41F76" w14:textId="44A2A8EC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51351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2B97DDD7" w14:textId="76AB4F45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7C265120" w14:textId="7C98558B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</w:tr>
      <w:tr w:rsidR="004A7547" w:rsidRPr="00234851" w14:paraId="04547790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479C6F48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5" w:name="_Toc468172089"/>
            <w:r w:rsidRPr="00234851">
              <w:rPr>
                <w:b/>
                <w:sz w:val="20"/>
              </w:rPr>
              <w:t xml:space="preserve">государственное управление </w:t>
            </w:r>
            <w:r w:rsidRPr="00234851">
              <w:rPr>
                <w:b/>
                <w:sz w:val="20"/>
              </w:rPr>
              <w:br/>
              <w:t xml:space="preserve">и обеспечение военной </w:t>
            </w:r>
            <w:proofErr w:type="spellStart"/>
            <w:proofErr w:type="gramStart"/>
            <w:r w:rsidRPr="00234851">
              <w:rPr>
                <w:b/>
                <w:sz w:val="20"/>
              </w:rPr>
              <w:t>безопас-ности</w:t>
            </w:r>
            <w:proofErr w:type="spellEnd"/>
            <w:proofErr w:type="gramEnd"/>
            <w:r w:rsidRPr="00234851">
              <w:rPr>
                <w:b/>
                <w:sz w:val="20"/>
              </w:rPr>
              <w:t>; социальное обеспечение</w:t>
            </w:r>
            <w:bookmarkEnd w:id="325"/>
          </w:p>
        </w:tc>
        <w:tc>
          <w:tcPr>
            <w:tcW w:w="946" w:type="dxa"/>
            <w:vAlign w:val="bottom"/>
          </w:tcPr>
          <w:p w14:paraId="5765E7A2" w14:textId="2EA7A3FC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50613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7B7420D1" w14:textId="7E365480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311BF281" w14:textId="1CFC7947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18330D04" w14:textId="5B89BC84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54466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7987173C" w14:textId="24321003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4E934F42" w14:textId="342784CA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</w:tr>
      <w:tr w:rsidR="004A7547" w:rsidRPr="00234851" w14:paraId="7EA7D9AB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77B87F6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6" w:name="_Toc468172093"/>
            <w:r w:rsidRPr="00234851">
              <w:rPr>
                <w:b/>
                <w:sz w:val="20"/>
              </w:rPr>
              <w:t>образование</w:t>
            </w:r>
            <w:bookmarkEnd w:id="326"/>
          </w:p>
        </w:tc>
        <w:tc>
          <w:tcPr>
            <w:tcW w:w="946" w:type="dxa"/>
            <w:vAlign w:val="bottom"/>
          </w:tcPr>
          <w:p w14:paraId="191BA822" w14:textId="7833CD26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44546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550DE9EE" w14:textId="477CD22A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11D4378A" w14:textId="409ECBF5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14:paraId="15636813" w14:textId="46629466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31116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219C6A8F" w14:textId="16A241F0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08B0B8A2" w14:textId="44694B4F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8</w:t>
            </w:r>
          </w:p>
        </w:tc>
      </w:tr>
      <w:tr w:rsidR="004A7547" w:rsidRPr="00234851" w14:paraId="4CA54C45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08566584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7" w:name="_Toc468172097"/>
            <w:r w:rsidRPr="00234851">
              <w:rPr>
                <w:b/>
                <w:sz w:val="20"/>
              </w:rPr>
              <w:t xml:space="preserve">деятельность в области </w:t>
            </w:r>
            <w:proofErr w:type="gramStart"/>
            <w:r w:rsidRPr="00234851">
              <w:rPr>
                <w:b/>
                <w:sz w:val="20"/>
              </w:rPr>
              <w:t>здраво-охранения</w:t>
            </w:r>
            <w:proofErr w:type="gramEnd"/>
            <w:r w:rsidRPr="00234851">
              <w:rPr>
                <w:b/>
                <w:sz w:val="20"/>
              </w:rPr>
              <w:t xml:space="preserve"> и социальных услуг</w:t>
            </w:r>
            <w:bookmarkEnd w:id="327"/>
          </w:p>
        </w:tc>
        <w:tc>
          <w:tcPr>
            <w:tcW w:w="946" w:type="dxa"/>
            <w:vAlign w:val="bottom"/>
          </w:tcPr>
          <w:p w14:paraId="75813E1C" w14:textId="03D4635D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47770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7A38AB1C" w14:textId="124D9F58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6B094396" w14:textId="1BBF9BBE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5D72B96B" w14:textId="791AF391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48568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15401551" w14:textId="64E6FE47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567E76ED" w14:textId="397FD194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</w:tr>
      <w:tr w:rsidR="004A7547" w:rsidRPr="00234851" w14:paraId="7A79E931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C6BDBAA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8" w:name="_Toc468172105"/>
            <w:r w:rsidRPr="00234851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  <w:bookmarkEnd w:id="328"/>
          </w:p>
        </w:tc>
        <w:tc>
          <w:tcPr>
            <w:tcW w:w="946" w:type="dxa"/>
            <w:vAlign w:val="bottom"/>
          </w:tcPr>
          <w:p w14:paraId="50D6F87A" w14:textId="65AD4B67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49317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62073390" w14:textId="6411E195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495213F2" w14:textId="57B370E3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83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14:paraId="6CD415AF" w14:textId="59BF48CD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44330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1F50D48F" w14:textId="5D6B4D2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7AF740B2" w14:textId="1F58601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73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6</w:t>
            </w:r>
          </w:p>
        </w:tc>
      </w:tr>
      <w:tr w:rsidR="004A7547" w:rsidRPr="004127FB" w14:paraId="046FD8B1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1F3F8CF" w14:textId="77777777" w:rsidR="004A7547" w:rsidRPr="00234851" w:rsidRDefault="004A7547" w:rsidP="004A7547">
            <w:pPr>
              <w:ind w:left="113"/>
              <w:jc w:val="left"/>
              <w:rPr>
                <w:b/>
                <w:sz w:val="20"/>
              </w:rPr>
            </w:pPr>
            <w:bookmarkStart w:id="329" w:name="_Toc468172115"/>
            <w:r w:rsidRPr="00234851">
              <w:rPr>
                <w:b/>
                <w:sz w:val="20"/>
              </w:rPr>
              <w:t>предоставление прочих видов услуг</w:t>
            </w:r>
            <w:bookmarkEnd w:id="329"/>
          </w:p>
        </w:tc>
        <w:tc>
          <w:tcPr>
            <w:tcW w:w="946" w:type="dxa"/>
            <w:vAlign w:val="bottom"/>
          </w:tcPr>
          <w:p w14:paraId="779CE859" w14:textId="3418589C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34294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598AA5A7" w14:textId="5D70FA7D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3701D34E" w14:textId="737AC255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14:paraId="5C1436CB" w14:textId="4C81DB80" w:rsidR="004A7547" w:rsidRPr="00396C85" w:rsidRDefault="004A7547" w:rsidP="004A7547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35315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0E86F353" w14:textId="0E76806D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6A316801" w14:textId="1A881A92" w:rsidR="004A7547" w:rsidRPr="00396C85" w:rsidRDefault="004A7547" w:rsidP="004A754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B70901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B70901">
              <w:rPr>
                <w:b/>
                <w:sz w:val="20"/>
              </w:rPr>
              <w:t>4</w:t>
            </w:r>
          </w:p>
        </w:tc>
      </w:tr>
    </w:tbl>
    <w:p w14:paraId="72BBE8BF" w14:textId="77777777" w:rsidR="004A7547" w:rsidRDefault="006B7C11" w:rsidP="00AA2072">
      <w:pPr>
        <w:pStyle w:val="3"/>
        <w:spacing w:before="240"/>
        <w:ind w:right="0" w:firstLine="709"/>
        <w:jc w:val="both"/>
        <w:rPr>
          <w:b w:val="0"/>
        </w:rPr>
      </w:pPr>
      <w:bookmarkStart w:id="330" w:name="_Toc178757223"/>
      <w:r w:rsidRPr="006B7C11">
        <w:rPr>
          <w:bCs/>
          <w:szCs w:val="24"/>
        </w:rPr>
        <w:t>Просроченная задолженность по заработной плате</w:t>
      </w:r>
      <w:r w:rsidRPr="00B50267">
        <w:rPr>
          <w:b w:val="0"/>
          <w:szCs w:val="24"/>
        </w:rPr>
        <w:t xml:space="preserve">, </w:t>
      </w:r>
      <w:bookmarkStart w:id="331" w:name="_Toc391275376"/>
      <w:bookmarkStart w:id="332" w:name="_Toc493779798"/>
      <w:bookmarkEnd w:id="311"/>
      <w:r w:rsidR="004A7547" w:rsidRPr="00F04E27">
        <w:rPr>
          <w:szCs w:val="24"/>
        </w:rPr>
        <w:t xml:space="preserve">по сведениям, </w:t>
      </w:r>
      <w:r w:rsidR="004A7547" w:rsidRPr="008238B9">
        <w:rPr>
          <w:szCs w:val="24"/>
        </w:rPr>
        <w:t>представленным организациями (не относящимися к субъектам малого предпринимательства).</w:t>
      </w:r>
      <w:r w:rsidR="004A7547" w:rsidRPr="008238B9">
        <w:rPr>
          <w:b w:val="0"/>
          <w:szCs w:val="24"/>
        </w:rPr>
        <w:t xml:space="preserve"> Суммарная задолженность по заработной плате по кругу наблюдаемых видов экономической деятельности на 1 сентября 202</w:t>
      </w:r>
      <w:r w:rsidR="004A7547">
        <w:rPr>
          <w:b w:val="0"/>
          <w:szCs w:val="24"/>
        </w:rPr>
        <w:t>4</w:t>
      </w:r>
      <w:r w:rsidR="004A7547" w:rsidRPr="008238B9">
        <w:rPr>
          <w:b w:val="0"/>
          <w:szCs w:val="24"/>
        </w:rPr>
        <w:t xml:space="preserve"> года составила</w:t>
      </w:r>
      <w:r w:rsidR="004A7547" w:rsidRPr="008238B9">
        <w:rPr>
          <w:b w:val="0"/>
          <w:szCs w:val="24"/>
        </w:rPr>
        <w:br/>
      </w:r>
      <w:r w:rsidR="004A7547">
        <w:rPr>
          <w:b w:val="0"/>
          <w:szCs w:val="24"/>
        </w:rPr>
        <w:t>10749</w:t>
      </w:r>
      <w:r w:rsidR="004A7547" w:rsidRPr="008238B9">
        <w:rPr>
          <w:b w:val="0"/>
          <w:szCs w:val="24"/>
        </w:rPr>
        <w:t xml:space="preserve"> тыс. рублей и по сравнению с</w:t>
      </w:r>
      <w:r w:rsidR="004A7547" w:rsidRPr="008238B9">
        <w:rPr>
          <w:b w:val="0"/>
        </w:rPr>
        <w:t xml:space="preserve"> 1 </w:t>
      </w:r>
      <w:r w:rsidR="004A7547" w:rsidRPr="008238B9">
        <w:rPr>
          <w:b w:val="0"/>
          <w:szCs w:val="22"/>
        </w:rPr>
        <w:t>сентября</w:t>
      </w:r>
      <w:r w:rsidR="004A7547">
        <w:rPr>
          <w:b w:val="0"/>
        </w:rPr>
        <w:t xml:space="preserve"> </w:t>
      </w:r>
      <w:r w:rsidR="004A7547" w:rsidRPr="008238B9">
        <w:rPr>
          <w:b w:val="0"/>
        </w:rPr>
        <w:t>202</w:t>
      </w:r>
      <w:r w:rsidR="004A7547">
        <w:rPr>
          <w:b w:val="0"/>
        </w:rPr>
        <w:t>3</w:t>
      </w:r>
      <w:r w:rsidR="004A7547" w:rsidRPr="008238B9">
        <w:rPr>
          <w:b w:val="0"/>
        </w:rPr>
        <w:t xml:space="preserve"> года у</w:t>
      </w:r>
      <w:r w:rsidR="004A7547">
        <w:rPr>
          <w:b w:val="0"/>
        </w:rPr>
        <w:t>в</w:t>
      </w:r>
      <w:r w:rsidR="004A7547" w:rsidRPr="008238B9">
        <w:rPr>
          <w:b w:val="0"/>
        </w:rPr>
        <w:t>е</w:t>
      </w:r>
      <w:r w:rsidR="004A7547">
        <w:rPr>
          <w:b w:val="0"/>
        </w:rPr>
        <w:t>личил</w:t>
      </w:r>
      <w:r w:rsidR="004A7547" w:rsidRPr="008238B9">
        <w:rPr>
          <w:b w:val="0"/>
        </w:rPr>
        <w:t xml:space="preserve">ась в </w:t>
      </w:r>
      <w:r w:rsidR="004A7547">
        <w:rPr>
          <w:b w:val="0"/>
        </w:rPr>
        <w:t>6</w:t>
      </w:r>
      <w:r w:rsidR="004A7547" w:rsidRPr="008238B9">
        <w:rPr>
          <w:b w:val="0"/>
        </w:rPr>
        <w:t>,</w:t>
      </w:r>
      <w:r w:rsidR="004A7547">
        <w:rPr>
          <w:b w:val="0"/>
        </w:rPr>
        <w:t xml:space="preserve">5 </w:t>
      </w:r>
      <w:r w:rsidR="004A7547" w:rsidRPr="008238B9">
        <w:rPr>
          <w:b w:val="0"/>
        </w:rPr>
        <w:t>р</w:t>
      </w:r>
      <w:r w:rsidR="004A7547">
        <w:rPr>
          <w:b w:val="0"/>
        </w:rPr>
        <w:t>аза.</w:t>
      </w:r>
      <w:bookmarkEnd w:id="330"/>
    </w:p>
    <w:p w14:paraId="2DDCE558" w14:textId="6B8327E9" w:rsidR="004A7547" w:rsidRDefault="004A7547" w:rsidP="004A7547">
      <w:pPr>
        <w:spacing w:before="120"/>
        <w:ind w:firstLine="709"/>
      </w:pPr>
      <w:r w:rsidRPr="00E4386A">
        <w:t xml:space="preserve">Численность работников, перед которыми отмечалось наличие просроченной задолженности по заработной плате, составила </w:t>
      </w:r>
      <w:r>
        <w:t>109</w:t>
      </w:r>
      <w:r w:rsidRPr="00E4386A">
        <w:t xml:space="preserve"> человек, это </w:t>
      </w:r>
      <w:r>
        <w:t>на 42,2%</w:t>
      </w:r>
      <w:r w:rsidRPr="00E4386A">
        <w:t xml:space="preserve"> больше </w:t>
      </w:r>
      <w:r>
        <w:br/>
      </w:r>
      <w:r w:rsidRPr="00E4386A">
        <w:t xml:space="preserve">по сравнению с соответствующим периодом предыдущего года. Каждому из указанных работников не выплачено в среднем </w:t>
      </w:r>
      <w:r>
        <w:t>69348,4</w:t>
      </w:r>
      <w:r w:rsidRPr="00B14CE5">
        <w:t xml:space="preserve"> </w:t>
      </w:r>
      <w:r w:rsidRPr="00E4386A">
        <w:t>рубл</w:t>
      </w:r>
      <w:r>
        <w:t>я</w:t>
      </w:r>
      <w:r w:rsidRPr="00E4386A">
        <w:t>.</w:t>
      </w:r>
    </w:p>
    <w:p w14:paraId="6BDCC254" w14:textId="49B0E8A7" w:rsidR="0031223F" w:rsidRDefault="0031223F" w:rsidP="004A7547">
      <w:pPr>
        <w:pStyle w:val="3"/>
        <w:spacing w:before="240"/>
        <w:ind w:right="0" w:firstLine="709"/>
        <w:jc w:val="both"/>
        <w:rPr>
          <w:bCs/>
          <w:vertAlign w:val="superscript"/>
        </w:rPr>
      </w:pPr>
      <w:bookmarkStart w:id="333" w:name="_Toc178757224"/>
      <w:r w:rsidRPr="008E5F97">
        <w:rPr>
          <w:bCs/>
        </w:rPr>
        <w:t>Динамика просроченной</w:t>
      </w:r>
      <w:r w:rsidR="004A7547">
        <w:rPr>
          <w:bCs/>
        </w:rPr>
        <w:t xml:space="preserve"> </w:t>
      </w:r>
      <w:r w:rsidRPr="008E5F97">
        <w:rPr>
          <w:bCs/>
        </w:rPr>
        <w:t>задолженности по заработной плате</w:t>
      </w:r>
      <w:bookmarkEnd w:id="331"/>
      <w:bookmarkEnd w:id="332"/>
      <w:r w:rsidR="0088531A" w:rsidRPr="0088531A">
        <w:rPr>
          <w:bCs/>
          <w:vertAlign w:val="superscript"/>
        </w:rPr>
        <w:t>1</w:t>
      </w:r>
      <w:r w:rsidR="00AD6D91" w:rsidRPr="008E5F97">
        <w:rPr>
          <w:bCs/>
          <w:vertAlign w:val="superscript"/>
        </w:rPr>
        <w:t>)</w:t>
      </w:r>
      <w:bookmarkEnd w:id="333"/>
      <w:r w:rsidR="004A7547">
        <w:rPr>
          <w:bCs/>
          <w:vertAlign w:val="superscript"/>
        </w:rPr>
        <w:t xml:space="preserve"> </w:t>
      </w:r>
    </w:p>
    <w:p w14:paraId="0F17FC91" w14:textId="77777777" w:rsidR="0031223F" w:rsidRDefault="0031223F" w:rsidP="0031223F">
      <w:pPr>
        <w:spacing w:after="60"/>
        <w:jc w:val="right"/>
        <w:rPr>
          <w:b/>
          <w:sz w:val="20"/>
        </w:rPr>
      </w:pPr>
      <w:r w:rsidRPr="0031662E">
        <w:rPr>
          <w:b/>
          <w:sz w:val="20"/>
        </w:rPr>
        <w:t xml:space="preserve">на </w:t>
      </w:r>
      <w:r w:rsidR="0031662E" w:rsidRPr="0031662E">
        <w:rPr>
          <w:b/>
          <w:sz w:val="20"/>
        </w:rPr>
        <w:t>начало</w:t>
      </w:r>
      <w:r w:rsidRPr="0031662E">
        <w:rPr>
          <w:b/>
          <w:sz w:val="20"/>
        </w:rPr>
        <w:t xml:space="preserve"> месяца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947"/>
        <w:gridCol w:w="947"/>
        <w:gridCol w:w="944"/>
        <w:gridCol w:w="945"/>
        <w:gridCol w:w="945"/>
        <w:gridCol w:w="944"/>
        <w:gridCol w:w="1890"/>
      </w:tblGrid>
      <w:tr w:rsidR="007A2433" w:rsidRPr="003135E0" w14:paraId="11C7F042" w14:textId="77777777" w:rsidTr="007A2433">
        <w:trPr>
          <w:trHeight w:val="283"/>
          <w:jc w:val="center"/>
        </w:trPr>
        <w:tc>
          <w:tcPr>
            <w:tcW w:w="1508" w:type="dxa"/>
            <w:vMerge w:val="restart"/>
            <w:vAlign w:val="bottom"/>
          </w:tcPr>
          <w:p w14:paraId="2640F775" w14:textId="77777777" w:rsidR="007A2433" w:rsidRPr="002C17E6" w:rsidRDefault="007A2433" w:rsidP="007A2433">
            <w:pPr>
              <w:jc w:val="left"/>
              <w:rPr>
                <w:b/>
                <w:sz w:val="20"/>
              </w:rPr>
            </w:pPr>
            <w:bookmarkStart w:id="334" w:name="_Toc493779799"/>
          </w:p>
        </w:tc>
        <w:tc>
          <w:tcPr>
            <w:tcW w:w="1894" w:type="dxa"/>
            <w:gridSpan w:val="2"/>
            <w:vMerge w:val="restart"/>
            <w:vAlign w:val="center"/>
          </w:tcPr>
          <w:p w14:paraId="2562007F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</w:t>
            </w:r>
          </w:p>
        </w:tc>
        <w:tc>
          <w:tcPr>
            <w:tcW w:w="3778" w:type="dxa"/>
            <w:gridSpan w:val="4"/>
            <w:vAlign w:val="center"/>
          </w:tcPr>
          <w:p w14:paraId="3BB9DC6E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в том числе задолженность:</w:t>
            </w:r>
          </w:p>
        </w:tc>
        <w:tc>
          <w:tcPr>
            <w:tcW w:w="1890" w:type="dxa"/>
            <w:vMerge w:val="restart"/>
            <w:vAlign w:val="center"/>
          </w:tcPr>
          <w:p w14:paraId="644A4F0F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Численность работников, </w:t>
            </w:r>
            <w:r w:rsidRPr="003135E0">
              <w:rPr>
                <w:b/>
                <w:iCs/>
                <w:sz w:val="20"/>
              </w:rPr>
              <w:br/>
              <w:t xml:space="preserve">перед которыми имеется 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плате,</w:t>
            </w:r>
            <w:r w:rsidRPr="003135E0">
              <w:rPr>
                <w:b/>
                <w:iCs/>
                <w:sz w:val="20"/>
              </w:rPr>
              <w:br/>
              <w:t>тыс. человек</w:t>
            </w:r>
          </w:p>
        </w:tc>
      </w:tr>
      <w:tr w:rsidR="007A2433" w:rsidRPr="003135E0" w14:paraId="1FAC659D" w14:textId="77777777" w:rsidTr="007A2433">
        <w:trPr>
          <w:trHeight w:val="907"/>
          <w:jc w:val="center"/>
        </w:trPr>
        <w:tc>
          <w:tcPr>
            <w:tcW w:w="1508" w:type="dxa"/>
            <w:vMerge/>
            <w:vAlign w:val="bottom"/>
          </w:tcPr>
          <w:p w14:paraId="3E58C67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14:paraId="6EC3207E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889" w:type="dxa"/>
            <w:gridSpan w:val="2"/>
          </w:tcPr>
          <w:p w14:paraId="4EC26A5F" w14:textId="77777777" w:rsidR="007A2433" w:rsidRPr="003135E0" w:rsidRDefault="007A2433" w:rsidP="007A2433">
            <w:pPr>
              <w:ind w:left="-57" w:right="-57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 xml:space="preserve">из-за несвоевременного получения денежных средств из бюджетов </w:t>
            </w:r>
            <w:r w:rsidRPr="003135E0">
              <w:rPr>
                <w:b/>
                <w:sz w:val="20"/>
              </w:rPr>
              <w:br/>
              <w:t>всех уровней</w:t>
            </w:r>
          </w:p>
        </w:tc>
        <w:tc>
          <w:tcPr>
            <w:tcW w:w="1889" w:type="dxa"/>
            <w:gridSpan w:val="2"/>
            <w:vAlign w:val="center"/>
          </w:tcPr>
          <w:p w14:paraId="1377AE3C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 xml:space="preserve">из-за </w:t>
            </w:r>
            <w:r w:rsidRPr="003135E0">
              <w:rPr>
                <w:b/>
                <w:sz w:val="20"/>
              </w:rPr>
              <w:br/>
              <w:t>отсутствия собственных средств</w:t>
            </w:r>
          </w:p>
        </w:tc>
        <w:tc>
          <w:tcPr>
            <w:tcW w:w="1890" w:type="dxa"/>
            <w:vMerge/>
            <w:vAlign w:val="center"/>
          </w:tcPr>
          <w:p w14:paraId="7163E09A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</w:tr>
      <w:tr w:rsidR="007A2433" w:rsidRPr="003135E0" w14:paraId="06378CF4" w14:textId="77777777" w:rsidTr="007A2433">
        <w:trPr>
          <w:trHeight w:val="283"/>
          <w:jc w:val="center"/>
        </w:trPr>
        <w:tc>
          <w:tcPr>
            <w:tcW w:w="1508" w:type="dxa"/>
            <w:vMerge/>
            <w:vAlign w:val="bottom"/>
          </w:tcPr>
          <w:p w14:paraId="33C300A4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5AFC6DCA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тыс. 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7" w:type="dxa"/>
            <w:vAlign w:val="center"/>
          </w:tcPr>
          <w:p w14:paraId="210CD2E6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4" w:type="dxa"/>
            <w:vAlign w:val="center"/>
          </w:tcPr>
          <w:p w14:paraId="04038658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5" w:type="dxa"/>
            <w:vAlign w:val="center"/>
          </w:tcPr>
          <w:p w14:paraId="164587B5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5" w:type="dxa"/>
            <w:vAlign w:val="center"/>
          </w:tcPr>
          <w:p w14:paraId="0473E4E7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4" w:type="dxa"/>
            <w:vAlign w:val="center"/>
          </w:tcPr>
          <w:p w14:paraId="6D212398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1890" w:type="dxa"/>
            <w:vMerge/>
            <w:vAlign w:val="bottom"/>
          </w:tcPr>
          <w:p w14:paraId="2B5F6878" w14:textId="77777777" w:rsidR="007A2433" w:rsidRPr="003135E0" w:rsidRDefault="007A2433" w:rsidP="007A2433">
            <w:pPr>
              <w:ind w:right="454"/>
              <w:jc w:val="right"/>
              <w:rPr>
                <w:b/>
                <w:sz w:val="20"/>
              </w:rPr>
            </w:pPr>
          </w:p>
        </w:tc>
      </w:tr>
      <w:tr w:rsidR="007A2433" w:rsidRPr="003135E0" w14:paraId="23081C15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1C271973" w14:textId="77777777" w:rsidR="007A2433" w:rsidRPr="003135E0" w:rsidRDefault="007A2433" w:rsidP="007A2433">
            <w:pPr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>2023</w:t>
            </w:r>
          </w:p>
        </w:tc>
      </w:tr>
      <w:tr w:rsidR="007A2433" w:rsidRPr="003135E0" w14:paraId="7C8165FD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92A1A2A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14:paraId="2F3A6A24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7" w:type="dxa"/>
            <w:vAlign w:val="bottom"/>
          </w:tcPr>
          <w:p w14:paraId="6F06B959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944" w:type="dxa"/>
            <w:vAlign w:val="bottom"/>
          </w:tcPr>
          <w:p w14:paraId="7001761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31CBD82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09ED3A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4" w:type="dxa"/>
            <w:vAlign w:val="bottom"/>
          </w:tcPr>
          <w:p w14:paraId="682AAD0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1890" w:type="dxa"/>
            <w:vAlign w:val="bottom"/>
          </w:tcPr>
          <w:p w14:paraId="483D8E1A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2D521C5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B32A65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14:paraId="3124A5E2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7" w:type="dxa"/>
            <w:vAlign w:val="bottom"/>
          </w:tcPr>
          <w:p w14:paraId="65FCAB1D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944" w:type="dxa"/>
            <w:vAlign w:val="bottom"/>
          </w:tcPr>
          <w:p w14:paraId="293D537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30B81DED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260E631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4" w:type="dxa"/>
            <w:vAlign w:val="bottom"/>
          </w:tcPr>
          <w:p w14:paraId="7A6B9826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1890" w:type="dxa"/>
            <w:vAlign w:val="bottom"/>
          </w:tcPr>
          <w:p w14:paraId="0CB8EC68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2588237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4215DED1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14:paraId="5C11CE04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7" w:type="dxa"/>
            <w:vAlign w:val="bottom"/>
          </w:tcPr>
          <w:p w14:paraId="32196458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944" w:type="dxa"/>
            <w:vAlign w:val="bottom"/>
          </w:tcPr>
          <w:p w14:paraId="132B453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7E0BCA4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55C5B4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4" w:type="dxa"/>
            <w:vAlign w:val="bottom"/>
          </w:tcPr>
          <w:p w14:paraId="6326063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1890" w:type="dxa"/>
            <w:vAlign w:val="bottom"/>
          </w:tcPr>
          <w:p w14:paraId="44C91C89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9C20B6E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48887F00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14:paraId="377D0921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7" w:type="dxa"/>
            <w:vAlign w:val="bottom"/>
          </w:tcPr>
          <w:p w14:paraId="52D40091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944" w:type="dxa"/>
            <w:vAlign w:val="bottom"/>
          </w:tcPr>
          <w:p w14:paraId="2A26A2C1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73E850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48333B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4" w:type="dxa"/>
            <w:vAlign w:val="bottom"/>
          </w:tcPr>
          <w:p w14:paraId="5864C8B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1890" w:type="dxa"/>
            <w:vAlign w:val="bottom"/>
          </w:tcPr>
          <w:p w14:paraId="2D74829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F5F39D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43D667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14:paraId="52916F9F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7" w:type="dxa"/>
            <w:vAlign w:val="bottom"/>
          </w:tcPr>
          <w:p w14:paraId="30741907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944" w:type="dxa"/>
            <w:vAlign w:val="bottom"/>
          </w:tcPr>
          <w:p w14:paraId="70F0FB7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67EB902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305B0C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4" w:type="dxa"/>
            <w:vAlign w:val="bottom"/>
          </w:tcPr>
          <w:p w14:paraId="1C5BE49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1890" w:type="dxa"/>
            <w:vAlign w:val="bottom"/>
          </w:tcPr>
          <w:p w14:paraId="0C5D38F8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44D536A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33ACC57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14:paraId="71BDFA59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7" w:type="dxa"/>
            <w:vAlign w:val="bottom"/>
          </w:tcPr>
          <w:p w14:paraId="203A12E2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944" w:type="dxa"/>
            <w:vAlign w:val="bottom"/>
          </w:tcPr>
          <w:p w14:paraId="6EF326F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12ABAC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F4C579B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4" w:type="dxa"/>
            <w:vAlign w:val="bottom"/>
          </w:tcPr>
          <w:p w14:paraId="0EC9C40F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1890" w:type="dxa"/>
            <w:vAlign w:val="bottom"/>
          </w:tcPr>
          <w:p w14:paraId="6D731DDB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2B0BA05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5860942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14:paraId="121E1DA5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13492</w:t>
            </w:r>
          </w:p>
        </w:tc>
        <w:tc>
          <w:tcPr>
            <w:tcW w:w="947" w:type="dxa"/>
            <w:vAlign w:val="bottom"/>
          </w:tcPr>
          <w:p w14:paraId="2863EF4D" w14:textId="77777777" w:rsidR="007A2433" w:rsidRPr="003135E0" w:rsidRDefault="007A2433" w:rsidP="0016672F">
            <w:pPr>
              <w:ind w:right="-57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2,4р.</w:t>
            </w:r>
          </w:p>
        </w:tc>
        <w:tc>
          <w:tcPr>
            <w:tcW w:w="944" w:type="dxa"/>
            <w:vAlign w:val="bottom"/>
          </w:tcPr>
          <w:p w14:paraId="1CE024D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1413</w:t>
            </w:r>
          </w:p>
        </w:tc>
        <w:tc>
          <w:tcPr>
            <w:tcW w:w="945" w:type="dxa"/>
            <w:vAlign w:val="bottom"/>
          </w:tcPr>
          <w:p w14:paraId="5DF1BA4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D83E06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12079</w:t>
            </w:r>
          </w:p>
        </w:tc>
        <w:tc>
          <w:tcPr>
            <w:tcW w:w="944" w:type="dxa"/>
            <w:vAlign w:val="bottom"/>
          </w:tcPr>
          <w:p w14:paraId="67459CFF" w14:textId="77777777" w:rsidR="007A2433" w:rsidRPr="003135E0" w:rsidRDefault="007A2433" w:rsidP="000103D0">
            <w:pPr>
              <w:ind w:right="-57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2,2р.</w:t>
            </w:r>
          </w:p>
        </w:tc>
        <w:tc>
          <w:tcPr>
            <w:tcW w:w="1890" w:type="dxa"/>
            <w:vAlign w:val="bottom"/>
          </w:tcPr>
          <w:p w14:paraId="74A4D5F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0,3</w:t>
            </w:r>
          </w:p>
        </w:tc>
      </w:tr>
      <w:tr w:rsidR="007A2433" w:rsidRPr="003135E0" w14:paraId="02A6122C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0DD3DA4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14:paraId="42927EBD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2144</w:t>
            </w:r>
          </w:p>
        </w:tc>
        <w:tc>
          <w:tcPr>
            <w:tcW w:w="947" w:type="dxa"/>
            <w:vAlign w:val="bottom"/>
          </w:tcPr>
          <w:p w14:paraId="0915016A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15,9</w:t>
            </w:r>
          </w:p>
        </w:tc>
        <w:tc>
          <w:tcPr>
            <w:tcW w:w="944" w:type="dxa"/>
            <w:vAlign w:val="bottom"/>
          </w:tcPr>
          <w:p w14:paraId="05E3FBE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1046</w:t>
            </w:r>
          </w:p>
        </w:tc>
        <w:tc>
          <w:tcPr>
            <w:tcW w:w="945" w:type="dxa"/>
            <w:vAlign w:val="bottom"/>
          </w:tcPr>
          <w:p w14:paraId="16438FD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74,0</w:t>
            </w:r>
          </w:p>
        </w:tc>
        <w:tc>
          <w:tcPr>
            <w:tcW w:w="945" w:type="dxa"/>
            <w:vAlign w:val="bottom"/>
          </w:tcPr>
          <w:p w14:paraId="38F199B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1098</w:t>
            </w:r>
          </w:p>
        </w:tc>
        <w:tc>
          <w:tcPr>
            <w:tcW w:w="944" w:type="dxa"/>
            <w:vAlign w:val="bottom"/>
          </w:tcPr>
          <w:p w14:paraId="27A322A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9,1</w:t>
            </w:r>
          </w:p>
        </w:tc>
        <w:tc>
          <w:tcPr>
            <w:tcW w:w="1890" w:type="dxa"/>
            <w:vAlign w:val="bottom"/>
          </w:tcPr>
          <w:p w14:paraId="38752F58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07DD5450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813D53C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14:paraId="6BE841ED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1666</w:t>
            </w:r>
          </w:p>
        </w:tc>
        <w:tc>
          <w:tcPr>
            <w:tcW w:w="947" w:type="dxa"/>
            <w:vAlign w:val="bottom"/>
          </w:tcPr>
          <w:p w14:paraId="48361DDA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77,7</w:t>
            </w:r>
          </w:p>
        </w:tc>
        <w:tc>
          <w:tcPr>
            <w:tcW w:w="944" w:type="dxa"/>
            <w:vAlign w:val="bottom"/>
          </w:tcPr>
          <w:p w14:paraId="5F241EAB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634</w:t>
            </w:r>
          </w:p>
        </w:tc>
        <w:tc>
          <w:tcPr>
            <w:tcW w:w="945" w:type="dxa"/>
            <w:vAlign w:val="bottom"/>
          </w:tcPr>
          <w:p w14:paraId="07B9643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60,6</w:t>
            </w:r>
          </w:p>
        </w:tc>
        <w:tc>
          <w:tcPr>
            <w:tcW w:w="945" w:type="dxa"/>
            <w:vAlign w:val="bottom"/>
          </w:tcPr>
          <w:p w14:paraId="6E470AA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1032</w:t>
            </w:r>
          </w:p>
        </w:tc>
        <w:tc>
          <w:tcPr>
            <w:tcW w:w="944" w:type="dxa"/>
            <w:vAlign w:val="bottom"/>
          </w:tcPr>
          <w:p w14:paraId="367116C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94,0</w:t>
            </w:r>
          </w:p>
        </w:tc>
        <w:tc>
          <w:tcPr>
            <w:tcW w:w="1890" w:type="dxa"/>
            <w:vAlign w:val="bottom"/>
          </w:tcPr>
          <w:p w14:paraId="2B84271D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CE2470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0F82D32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14:paraId="5BEAB07A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7" w:type="dxa"/>
            <w:vAlign w:val="bottom"/>
          </w:tcPr>
          <w:p w14:paraId="558125F0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30,1</w:t>
            </w:r>
          </w:p>
        </w:tc>
        <w:tc>
          <w:tcPr>
            <w:tcW w:w="944" w:type="dxa"/>
            <w:vAlign w:val="bottom"/>
          </w:tcPr>
          <w:p w14:paraId="56995E6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4C84733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226053EF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4" w:type="dxa"/>
            <w:vAlign w:val="bottom"/>
          </w:tcPr>
          <w:p w14:paraId="6480BA9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48,6</w:t>
            </w:r>
          </w:p>
        </w:tc>
        <w:tc>
          <w:tcPr>
            <w:tcW w:w="1890" w:type="dxa"/>
            <w:vAlign w:val="bottom"/>
          </w:tcPr>
          <w:p w14:paraId="3982E04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485DF6B1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FCBA578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Ноябрь</w:t>
            </w:r>
          </w:p>
        </w:tc>
        <w:tc>
          <w:tcPr>
            <w:tcW w:w="947" w:type="dxa"/>
            <w:vAlign w:val="bottom"/>
          </w:tcPr>
          <w:p w14:paraId="0297C2D7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7" w:type="dxa"/>
            <w:vAlign w:val="bottom"/>
          </w:tcPr>
          <w:p w14:paraId="131A6835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944" w:type="dxa"/>
            <w:vAlign w:val="bottom"/>
          </w:tcPr>
          <w:p w14:paraId="771C7246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1958E10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1BE0EF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4" w:type="dxa"/>
            <w:vAlign w:val="bottom"/>
          </w:tcPr>
          <w:p w14:paraId="73517E8F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1890" w:type="dxa"/>
            <w:vAlign w:val="bottom"/>
          </w:tcPr>
          <w:p w14:paraId="187129D1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0EA2EEF0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7CDADE1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Декабрь</w:t>
            </w:r>
          </w:p>
        </w:tc>
        <w:tc>
          <w:tcPr>
            <w:tcW w:w="947" w:type="dxa"/>
            <w:vAlign w:val="bottom"/>
          </w:tcPr>
          <w:p w14:paraId="089478D1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7" w:type="dxa"/>
            <w:vAlign w:val="bottom"/>
          </w:tcPr>
          <w:p w14:paraId="42EBA8DE" w14:textId="77777777"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944" w:type="dxa"/>
            <w:vAlign w:val="bottom"/>
          </w:tcPr>
          <w:p w14:paraId="65BA164D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EF6770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4040B5A3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4" w:type="dxa"/>
            <w:vAlign w:val="bottom"/>
          </w:tcPr>
          <w:p w14:paraId="0D84F83F" w14:textId="77777777"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1890" w:type="dxa"/>
            <w:vAlign w:val="bottom"/>
          </w:tcPr>
          <w:p w14:paraId="41344E0C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125C0146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1BB53918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lastRenderedPageBreak/>
              <w:t>2024</w:t>
            </w:r>
          </w:p>
        </w:tc>
      </w:tr>
      <w:tr w:rsidR="006276E7" w:rsidRPr="003135E0" w14:paraId="3CD229C8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EA98CB4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14:paraId="7987D105" w14:textId="75246DC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7" w:type="dxa"/>
            <w:vAlign w:val="bottom"/>
          </w:tcPr>
          <w:p w14:paraId="6A6AA1ED" w14:textId="6E83669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944" w:type="dxa"/>
            <w:vAlign w:val="bottom"/>
          </w:tcPr>
          <w:p w14:paraId="17D2FDB5" w14:textId="2FBF2A3F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145BBEDB" w14:textId="0D3BE627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EB59095" w14:textId="5B88FE3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4" w:type="dxa"/>
            <w:vAlign w:val="bottom"/>
          </w:tcPr>
          <w:p w14:paraId="3678605F" w14:textId="01DA2A5E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1890" w:type="dxa"/>
            <w:vAlign w:val="bottom"/>
          </w:tcPr>
          <w:p w14:paraId="4315F7D9" w14:textId="460ECCD0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64EFB7DF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599B159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14:paraId="54359F6A" w14:textId="242688B2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7" w:type="dxa"/>
            <w:vAlign w:val="bottom"/>
          </w:tcPr>
          <w:p w14:paraId="2831778E" w14:textId="21DDA9FD" w:rsidR="006276E7" w:rsidRPr="004A7547" w:rsidRDefault="006276E7" w:rsidP="0016672F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944" w:type="dxa"/>
            <w:vAlign w:val="bottom"/>
          </w:tcPr>
          <w:p w14:paraId="0CC45875" w14:textId="548CD6C6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63823A1F" w14:textId="697353F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5FCAB41" w14:textId="4999D2CC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4" w:type="dxa"/>
            <w:vAlign w:val="bottom"/>
          </w:tcPr>
          <w:p w14:paraId="194296FC" w14:textId="754CAA11" w:rsidR="006276E7" w:rsidRPr="004A7547" w:rsidRDefault="006276E7" w:rsidP="006276E7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1890" w:type="dxa"/>
            <w:vAlign w:val="bottom"/>
          </w:tcPr>
          <w:p w14:paraId="2AA70822" w14:textId="433D5F06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2E08FC3C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5B6DD6B4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14:paraId="1FD2986D" w14:textId="773D6D3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7" w:type="dxa"/>
            <w:vAlign w:val="bottom"/>
          </w:tcPr>
          <w:p w14:paraId="6D2E49B0" w14:textId="49CE8D7B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944" w:type="dxa"/>
            <w:vAlign w:val="bottom"/>
          </w:tcPr>
          <w:p w14:paraId="23CDD8B4" w14:textId="3FF7D1E5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2AFF3D4B" w14:textId="1A4957B2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CDF402A" w14:textId="3A518E6E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4" w:type="dxa"/>
            <w:vAlign w:val="bottom"/>
          </w:tcPr>
          <w:p w14:paraId="3BAD3D89" w14:textId="40055804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1890" w:type="dxa"/>
            <w:vAlign w:val="bottom"/>
          </w:tcPr>
          <w:p w14:paraId="001E860B" w14:textId="4E2DF749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2AF4A463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29C15208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14:paraId="7874C2A9" w14:textId="1643BF8D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14:paraId="325CD1B8" w14:textId="7F621A1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2DE6514B" w14:textId="0E72551B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77C96EBA" w14:textId="06197B98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05A9D687" w14:textId="6FBADCE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5F979D62" w14:textId="6C348067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567D961C" w14:textId="614D1F4E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6276E7" w:rsidRPr="002C17E6" w14:paraId="4311A77C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0653393E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14:paraId="41C7B9BE" w14:textId="10318EC5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7" w:type="dxa"/>
            <w:vAlign w:val="bottom"/>
          </w:tcPr>
          <w:p w14:paraId="262D8D09" w14:textId="7DA4FEA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3C885209" w14:textId="7DF201D2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54BFECD9" w14:textId="19C96568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61EE28E8" w14:textId="6FFBE2AC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4" w:type="dxa"/>
            <w:vAlign w:val="bottom"/>
          </w:tcPr>
          <w:p w14:paraId="08A43197" w14:textId="3AB56C4F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1E0F1126" w14:textId="3802F75A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14:paraId="59F3F6DA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1753213B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14:paraId="6B2E9E76" w14:textId="4F64EF1B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7" w:type="dxa"/>
            <w:vAlign w:val="bottom"/>
          </w:tcPr>
          <w:p w14:paraId="76820063" w14:textId="1F0A9DB1" w:rsidR="006276E7" w:rsidRPr="004A7547" w:rsidRDefault="006276E7" w:rsidP="00CD24BF">
            <w:pPr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</w:t>
            </w:r>
          </w:p>
        </w:tc>
        <w:tc>
          <w:tcPr>
            <w:tcW w:w="944" w:type="dxa"/>
            <w:vAlign w:val="bottom"/>
          </w:tcPr>
          <w:p w14:paraId="7455C8FA" w14:textId="27A229F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1A0C1822" w14:textId="74F518D4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5D0686D3" w14:textId="048AFBA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4" w:type="dxa"/>
            <w:vAlign w:val="bottom"/>
          </w:tcPr>
          <w:p w14:paraId="5E6F2883" w14:textId="5F3E9BD1" w:rsidR="006276E7" w:rsidRPr="004A7547" w:rsidRDefault="006276E7" w:rsidP="006276E7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2,1р.</w:t>
            </w:r>
          </w:p>
        </w:tc>
        <w:tc>
          <w:tcPr>
            <w:tcW w:w="1890" w:type="dxa"/>
            <w:vAlign w:val="bottom"/>
          </w:tcPr>
          <w:p w14:paraId="69721DF4" w14:textId="2FE92EF6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0,2</w:t>
            </w:r>
          </w:p>
        </w:tc>
      </w:tr>
      <w:tr w:rsidR="006276E7" w:rsidRPr="002C17E6" w14:paraId="17B248DD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568FCA86" w14:textId="173E24AC" w:rsidR="006276E7" w:rsidRPr="00B273A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14:paraId="6559656C" w14:textId="712900A7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7" w:type="dxa"/>
            <w:vAlign w:val="bottom"/>
          </w:tcPr>
          <w:p w14:paraId="3194CBE8" w14:textId="382DCC2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944" w:type="dxa"/>
            <w:vAlign w:val="bottom"/>
          </w:tcPr>
          <w:p w14:paraId="345F5DCC" w14:textId="2DED2B89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499E1EC5" w14:textId="4F54185D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520F463B" w14:textId="0EC1E89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4" w:type="dxa"/>
            <w:vAlign w:val="bottom"/>
          </w:tcPr>
          <w:p w14:paraId="2F061708" w14:textId="6A8F3AE8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1890" w:type="dxa"/>
            <w:vAlign w:val="bottom"/>
          </w:tcPr>
          <w:p w14:paraId="17AE6055" w14:textId="3C8296A4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14:paraId="4BF6A937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F4BEB78" w14:textId="5C233E5A" w:rsidR="006276E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14:paraId="4E9557F3" w14:textId="78D9D66F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14:paraId="525BDAC5" w14:textId="58045DC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28E49B13" w14:textId="3A8D91A6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651DE3C5" w14:textId="37D3020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46B7DB6D" w14:textId="3F76D284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1669BCCB" w14:textId="4C76EDA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717C6334" w14:textId="09887930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4A7547" w:rsidRPr="002C17E6" w14:paraId="023A8AD4" w14:textId="77777777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14:paraId="0FC69DA5" w14:textId="32C3DA71" w:rsidR="004A7547" w:rsidRDefault="004A7547" w:rsidP="004A754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14:paraId="519A7EF5" w14:textId="1E9FF93E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10749</w:t>
            </w:r>
          </w:p>
        </w:tc>
        <w:tc>
          <w:tcPr>
            <w:tcW w:w="947" w:type="dxa"/>
            <w:vAlign w:val="bottom"/>
          </w:tcPr>
          <w:p w14:paraId="2F0569CD" w14:textId="7A299158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7DB8AD6B" w14:textId="27B9C44C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30E1DACE" w14:textId="3C3063B3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6393F144" w14:textId="1B923C98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10749</w:t>
            </w:r>
          </w:p>
        </w:tc>
        <w:tc>
          <w:tcPr>
            <w:tcW w:w="944" w:type="dxa"/>
            <w:vAlign w:val="bottom"/>
          </w:tcPr>
          <w:p w14:paraId="3D9BB524" w14:textId="542B5408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1980EE16" w14:textId="1D439551" w:rsidR="004A7547" w:rsidRPr="004A7547" w:rsidRDefault="004A7547" w:rsidP="004A754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</w:tbl>
    <w:p w14:paraId="7F51E188" w14:textId="272E2AF1" w:rsidR="00AD6D91" w:rsidRDefault="0088531A" w:rsidP="00AD6D91">
      <w:pPr>
        <w:spacing w:before="120"/>
        <w:ind w:left="340"/>
        <w:rPr>
          <w:sz w:val="18"/>
          <w:szCs w:val="18"/>
          <w:lang w:eastAsia="x-none"/>
        </w:rPr>
      </w:pPr>
      <w:r w:rsidRPr="0088531A">
        <w:rPr>
          <w:sz w:val="18"/>
          <w:szCs w:val="18"/>
          <w:vertAlign w:val="superscript"/>
          <w:lang w:eastAsia="x-none"/>
        </w:rPr>
        <w:t>1</w:t>
      </w:r>
      <w:r w:rsidR="00AD6D91">
        <w:rPr>
          <w:sz w:val="18"/>
          <w:szCs w:val="18"/>
          <w:vertAlign w:val="superscript"/>
          <w:lang w:eastAsia="x-none"/>
        </w:rPr>
        <w:t>)</w:t>
      </w:r>
      <w:r w:rsidR="00AD6D91">
        <w:rPr>
          <w:sz w:val="18"/>
          <w:szCs w:val="18"/>
          <w:lang w:eastAsia="x-none"/>
        </w:rPr>
        <w:t>п</w:t>
      </w:r>
      <w:r w:rsidR="00AD6D91" w:rsidRPr="00EE5EAC">
        <w:rPr>
          <w:sz w:val="18"/>
          <w:szCs w:val="18"/>
          <w:lang w:eastAsia="x-none"/>
        </w:rPr>
        <w:t>о кругу наблюдаемых видов экономической деятельности (без субъектов малого предпринимательства</w:t>
      </w:r>
      <w:r w:rsidR="00AD6D91" w:rsidRPr="006A4678">
        <w:rPr>
          <w:sz w:val="18"/>
          <w:szCs w:val="18"/>
          <w:lang w:eastAsia="x-none"/>
        </w:rPr>
        <w:t>)</w:t>
      </w:r>
    </w:p>
    <w:p w14:paraId="64D23278" w14:textId="77777777" w:rsidR="004A7547" w:rsidRDefault="004A7547" w:rsidP="004A7547">
      <w:pPr>
        <w:pStyle w:val="3"/>
        <w:spacing w:before="240" w:after="240"/>
        <w:rPr>
          <w:rFonts w:eastAsia="Calibri"/>
          <w:color w:val="000000"/>
          <w:szCs w:val="24"/>
        </w:rPr>
      </w:pPr>
      <w:bookmarkStart w:id="335" w:name="_Toc147761488"/>
      <w:bookmarkStart w:id="336" w:name="_Toc178757225"/>
      <w:r w:rsidRPr="0084194F">
        <w:rPr>
          <w:rFonts w:eastAsia="Calibri"/>
          <w:color w:val="000000"/>
          <w:szCs w:val="24"/>
        </w:rPr>
        <w:t xml:space="preserve">Просроченная </w:t>
      </w:r>
      <w:r w:rsidRPr="00540778">
        <w:rPr>
          <w:rFonts w:eastAsia="Calibri"/>
          <w:color w:val="000000"/>
          <w:szCs w:val="24"/>
        </w:rPr>
        <w:t>задолженность по</w:t>
      </w:r>
      <w:r w:rsidRPr="0084194F">
        <w:rPr>
          <w:rFonts w:eastAsia="Calibri"/>
          <w:color w:val="000000"/>
          <w:szCs w:val="24"/>
        </w:rPr>
        <w:t xml:space="preserve"> заработной плате</w:t>
      </w:r>
      <w:r>
        <w:rPr>
          <w:rFonts w:eastAsia="Calibri"/>
          <w:color w:val="000000"/>
          <w:szCs w:val="24"/>
        </w:rPr>
        <w:t xml:space="preserve"> </w:t>
      </w:r>
      <w:r w:rsidRPr="0084194F">
        <w:rPr>
          <w:rFonts w:eastAsia="Calibri"/>
          <w:color w:val="000000"/>
          <w:szCs w:val="24"/>
        </w:rPr>
        <w:br/>
        <w:t>по видам экономическо</w:t>
      </w:r>
      <w:r>
        <w:rPr>
          <w:rFonts w:eastAsia="Calibri"/>
          <w:color w:val="000000"/>
          <w:szCs w:val="24"/>
        </w:rPr>
        <w:t>й</w:t>
      </w:r>
      <w:r w:rsidRPr="0084194F">
        <w:rPr>
          <w:rFonts w:eastAsia="Calibri"/>
          <w:color w:val="000000"/>
          <w:szCs w:val="24"/>
        </w:rPr>
        <w:t xml:space="preserve"> деятельности</w:t>
      </w:r>
      <w:bookmarkStart w:id="337" w:name="_Toc137051904"/>
      <w:bookmarkStart w:id="338" w:name="_Toc137210232"/>
      <w:bookmarkStart w:id="339" w:name="_Toc137213210"/>
      <w:bookmarkStart w:id="340" w:name="_Toc137548286"/>
      <w:bookmarkStart w:id="341" w:name="_Toc139470410"/>
      <w:r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br/>
      </w:r>
      <w:r w:rsidRPr="00C125E7">
        <w:rPr>
          <w:rFonts w:eastAsia="Calibri"/>
          <w:color w:val="000000"/>
          <w:szCs w:val="24"/>
        </w:rPr>
        <w:t>на 1</w:t>
      </w:r>
      <w:r>
        <w:rPr>
          <w:rFonts w:eastAsia="Calibri"/>
          <w:color w:val="000000"/>
          <w:szCs w:val="24"/>
        </w:rPr>
        <w:t xml:space="preserve"> сентября</w:t>
      </w:r>
      <w:r w:rsidRPr="00C125E7">
        <w:rPr>
          <w:rFonts w:eastAsia="Calibri"/>
          <w:color w:val="000000"/>
          <w:szCs w:val="24"/>
        </w:rPr>
        <w:t xml:space="preserve"> 202</w:t>
      </w:r>
      <w:r>
        <w:rPr>
          <w:rFonts w:eastAsia="Calibri"/>
          <w:color w:val="000000"/>
          <w:szCs w:val="24"/>
        </w:rPr>
        <w:t>4</w:t>
      </w:r>
      <w:r w:rsidRPr="00C125E7">
        <w:rPr>
          <w:rFonts w:eastAsia="Calibri"/>
          <w:color w:val="000000"/>
          <w:szCs w:val="24"/>
        </w:rPr>
        <w:t xml:space="preserve"> года</w:t>
      </w:r>
      <w:bookmarkEnd w:id="335"/>
      <w:bookmarkEnd w:id="336"/>
      <w:bookmarkEnd w:id="337"/>
      <w:bookmarkEnd w:id="338"/>
      <w:bookmarkEnd w:id="339"/>
      <w:bookmarkEnd w:id="340"/>
      <w:bookmarkEnd w:id="34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844"/>
        <w:gridCol w:w="912"/>
        <w:gridCol w:w="844"/>
        <w:gridCol w:w="912"/>
      </w:tblGrid>
      <w:tr w:rsidR="004A7547" w:rsidRPr="0012148B" w14:paraId="2D63AD73" w14:textId="77777777" w:rsidTr="00443992">
        <w:trPr>
          <w:trHeight w:val="680"/>
          <w:jc w:val="center"/>
        </w:trPr>
        <w:tc>
          <w:tcPr>
            <w:tcW w:w="5560" w:type="dxa"/>
            <w:vMerge w:val="restart"/>
          </w:tcPr>
          <w:p w14:paraId="4A7C32D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1756" w:type="dxa"/>
            <w:gridSpan w:val="2"/>
            <w:vAlign w:val="center"/>
          </w:tcPr>
          <w:p w14:paraId="19B839C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Просроченная задолженность </w:t>
            </w:r>
            <w:r w:rsidRPr="0012148B">
              <w:rPr>
                <w:b/>
                <w:sz w:val="20"/>
              </w:rPr>
              <w:br/>
              <w:t>по заработной плате</w:t>
            </w:r>
          </w:p>
        </w:tc>
        <w:tc>
          <w:tcPr>
            <w:tcW w:w="1756" w:type="dxa"/>
            <w:gridSpan w:val="2"/>
            <w:vAlign w:val="center"/>
          </w:tcPr>
          <w:p w14:paraId="4B8E4E6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из нее </w:t>
            </w:r>
            <w:r w:rsidRPr="0012148B">
              <w:rPr>
                <w:b/>
                <w:iCs/>
                <w:sz w:val="20"/>
              </w:rPr>
              <w:t>из-за</w:t>
            </w:r>
            <w:r w:rsidRPr="0012148B">
              <w:rPr>
                <w:b/>
                <w:sz w:val="20"/>
              </w:rPr>
              <w:t xml:space="preserve"> </w:t>
            </w:r>
            <w:r w:rsidRPr="0012148B">
              <w:rPr>
                <w:b/>
                <w:sz w:val="20"/>
              </w:rPr>
              <w:br/>
              <w:t>отсутствия собственных средств</w:t>
            </w:r>
          </w:p>
        </w:tc>
      </w:tr>
      <w:tr w:rsidR="004A7547" w:rsidRPr="0012148B" w14:paraId="476EE2AA" w14:textId="77777777" w:rsidTr="00443992">
        <w:trPr>
          <w:jc w:val="center"/>
        </w:trPr>
        <w:tc>
          <w:tcPr>
            <w:tcW w:w="5560" w:type="dxa"/>
            <w:vMerge/>
          </w:tcPr>
          <w:p w14:paraId="6401E64C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844" w:type="dxa"/>
            <w:vAlign w:val="center"/>
          </w:tcPr>
          <w:p w14:paraId="37ECE36D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14:paraId="15DDA311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proofErr w:type="gramStart"/>
            <w:r w:rsidRPr="0012148B">
              <w:rPr>
                <w:b/>
                <w:sz w:val="20"/>
              </w:rPr>
              <w:t>в  %</w:t>
            </w:r>
            <w:proofErr w:type="gramEnd"/>
            <w:r w:rsidRPr="0012148B">
              <w:rPr>
                <w:b/>
                <w:sz w:val="20"/>
              </w:rPr>
              <w:t xml:space="preserve">  к </w:t>
            </w:r>
            <w:proofErr w:type="spellStart"/>
            <w:r w:rsidRPr="0012148B">
              <w:rPr>
                <w:b/>
                <w:sz w:val="20"/>
              </w:rPr>
              <w:t>преды</w:t>
            </w:r>
            <w:proofErr w:type="spellEnd"/>
            <w:r w:rsidRPr="0012148B">
              <w:rPr>
                <w:b/>
                <w:sz w:val="20"/>
              </w:rPr>
              <w:t>-</w:t>
            </w:r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  <w:tc>
          <w:tcPr>
            <w:tcW w:w="844" w:type="dxa"/>
            <w:vAlign w:val="center"/>
          </w:tcPr>
          <w:p w14:paraId="72C58E2D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14:paraId="1FEC4DBC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proofErr w:type="gramStart"/>
            <w:r w:rsidRPr="0012148B">
              <w:rPr>
                <w:b/>
                <w:sz w:val="20"/>
              </w:rPr>
              <w:t>в  %</w:t>
            </w:r>
            <w:proofErr w:type="gramEnd"/>
            <w:r w:rsidRPr="0012148B">
              <w:rPr>
                <w:b/>
                <w:sz w:val="20"/>
              </w:rPr>
              <w:t xml:space="preserve">  к </w:t>
            </w:r>
            <w:proofErr w:type="spellStart"/>
            <w:r w:rsidRPr="0012148B">
              <w:rPr>
                <w:b/>
                <w:sz w:val="20"/>
              </w:rPr>
              <w:t>преды</w:t>
            </w:r>
            <w:proofErr w:type="spellEnd"/>
            <w:r w:rsidRPr="0012148B">
              <w:rPr>
                <w:b/>
                <w:sz w:val="20"/>
              </w:rPr>
              <w:t>-</w:t>
            </w:r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</w:tr>
      <w:tr w:rsidR="004A7547" w:rsidRPr="0012148B" w14:paraId="135B07D9" w14:textId="77777777" w:rsidTr="00443992">
        <w:trPr>
          <w:trHeight w:hRule="exact" w:val="302"/>
          <w:jc w:val="center"/>
        </w:trPr>
        <w:tc>
          <w:tcPr>
            <w:tcW w:w="5560" w:type="dxa"/>
            <w:vAlign w:val="bottom"/>
          </w:tcPr>
          <w:p w14:paraId="03FA6489" w14:textId="77777777" w:rsidR="004A7547" w:rsidRPr="0012148B" w:rsidRDefault="004A7547" w:rsidP="00443992">
            <w:pPr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Всего</w:t>
            </w:r>
          </w:p>
        </w:tc>
        <w:tc>
          <w:tcPr>
            <w:tcW w:w="844" w:type="dxa"/>
            <w:vAlign w:val="bottom"/>
          </w:tcPr>
          <w:p w14:paraId="37EF87E7" w14:textId="77777777" w:rsidR="004A7547" w:rsidRPr="0084228C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10749</w:t>
            </w:r>
          </w:p>
        </w:tc>
        <w:tc>
          <w:tcPr>
            <w:tcW w:w="912" w:type="dxa"/>
            <w:vAlign w:val="bottom"/>
          </w:tcPr>
          <w:p w14:paraId="7B3D823B" w14:textId="7F6EBCD4" w:rsidR="004A7547" w:rsidRPr="0084228C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4" w:type="dxa"/>
            <w:vAlign w:val="bottom"/>
          </w:tcPr>
          <w:p w14:paraId="01B9FF0F" w14:textId="77777777" w:rsidR="004A7547" w:rsidRPr="0084228C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10749</w:t>
            </w:r>
          </w:p>
        </w:tc>
        <w:tc>
          <w:tcPr>
            <w:tcW w:w="912" w:type="dxa"/>
            <w:vAlign w:val="bottom"/>
          </w:tcPr>
          <w:p w14:paraId="577A8C09" w14:textId="30F5B2DF" w:rsidR="004A7547" w:rsidRPr="0084228C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4A7547" w:rsidRPr="0012148B" w14:paraId="4F236EC3" w14:textId="77777777" w:rsidTr="00443992">
        <w:trPr>
          <w:trHeight w:hRule="exact" w:val="283"/>
          <w:jc w:val="center"/>
        </w:trPr>
        <w:tc>
          <w:tcPr>
            <w:tcW w:w="0" w:type="auto"/>
            <w:gridSpan w:val="5"/>
            <w:vAlign w:val="center"/>
          </w:tcPr>
          <w:p w14:paraId="2648BA65" w14:textId="77777777" w:rsidR="004A7547" w:rsidRPr="0012148B" w:rsidRDefault="004A7547" w:rsidP="00443992">
            <w:pPr>
              <w:ind w:left="340"/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 том числе</w:t>
            </w:r>
          </w:p>
        </w:tc>
      </w:tr>
      <w:tr w:rsidR="004A7547" w:rsidRPr="0012148B" w14:paraId="5C643209" w14:textId="77777777" w:rsidTr="00443992">
        <w:trPr>
          <w:trHeight w:val="227"/>
          <w:jc w:val="center"/>
        </w:trPr>
        <w:tc>
          <w:tcPr>
            <w:tcW w:w="0" w:type="auto"/>
            <w:vAlign w:val="bottom"/>
          </w:tcPr>
          <w:p w14:paraId="1D5CFFEA" w14:textId="77777777" w:rsidR="004A7547" w:rsidRPr="00776FCE" w:rsidRDefault="004A7547" w:rsidP="00443992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 w:rsidRPr="00776FCE">
              <w:rPr>
                <w:b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0" w:type="auto"/>
            <w:vAlign w:val="bottom"/>
          </w:tcPr>
          <w:p w14:paraId="13D27C04" w14:textId="77777777" w:rsidR="004A7547" w:rsidRPr="00776FCE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604</w:t>
            </w:r>
          </w:p>
        </w:tc>
        <w:tc>
          <w:tcPr>
            <w:tcW w:w="0" w:type="auto"/>
            <w:vAlign w:val="bottom"/>
          </w:tcPr>
          <w:p w14:paraId="0CEC6E49" w14:textId="564F0813" w:rsidR="004A7547" w:rsidRPr="00776FCE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0" w:type="auto"/>
            <w:vAlign w:val="bottom"/>
          </w:tcPr>
          <w:p w14:paraId="654FAF46" w14:textId="77777777" w:rsidR="004A7547" w:rsidRPr="00776FCE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604</w:t>
            </w:r>
          </w:p>
        </w:tc>
        <w:tc>
          <w:tcPr>
            <w:tcW w:w="0" w:type="auto"/>
            <w:vAlign w:val="bottom"/>
          </w:tcPr>
          <w:p w14:paraId="3D03F895" w14:textId="5CDBD30D" w:rsidR="004A7547" w:rsidRPr="00776FCE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4A7547" w:rsidRPr="0012148B" w14:paraId="40BFB461" w14:textId="77777777" w:rsidTr="00443992">
        <w:trPr>
          <w:trHeight w:val="227"/>
          <w:jc w:val="center"/>
        </w:trPr>
        <w:tc>
          <w:tcPr>
            <w:tcW w:w="0" w:type="auto"/>
            <w:vAlign w:val="bottom"/>
          </w:tcPr>
          <w:p w14:paraId="0AE06F2B" w14:textId="77777777" w:rsidR="004A7547" w:rsidRPr="00776FCE" w:rsidRDefault="004A7547" w:rsidP="00443992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</w:t>
            </w:r>
          </w:p>
        </w:tc>
        <w:tc>
          <w:tcPr>
            <w:tcW w:w="0" w:type="auto"/>
            <w:vAlign w:val="bottom"/>
          </w:tcPr>
          <w:p w14:paraId="5F158DAD" w14:textId="77777777" w:rsidR="004A7547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7211</w:t>
            </w:r>
          </w:p>
        </w:tc>
        <w:tc>
          <w:tcPr>
            <w:tcW w:w="0" w:type="auto"/>
            <w:vAlign w:val="bottom"/>
          </w:tcPr>
          <w:p w14:paraId="58E90382" w14:textId="77777777" w:rsidR="004A7547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0" w:type="auto"/>
            <w:vAlign w:val="bottom"/>
          </w:tcPr>
          <w:p w14:paraId="7E386E03" w14:textId="77777777" w:rsidR="004A7547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7211</w:t>
            </w:r>
          </w:p>
        </w:tc>
        <w:tc>
          <w:tcPr>
            <w:tcW w:w="0" w:type="auto"/>
            <w:vAlign w:val="bottom"/>
          </w:tcPr>
          <w:p w14:paraId="55E1567C" w14:textId="77777777" w:rsidR="004A7547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4A7547" w:rsidRPr="0012148B" w14:paraId="050D69DD" w14:textId="77777777" w:rsidTr="00443992">
        <w:trPr>
          <w:trHeight w:val="227"/>
          <w:jc w:val="center"/>
        </w:trPr>
        <w:tc>
          <w:tcPr>
            <w:tcW w:w="0" w:type="auto"/>
            <w:vAlign w:val="bottom"/>
          </w:tcPr>
          <w:p w14:paraId="1577C535" w14:textId="77777777" w:rsidR="004A7547" w:rsidRPr="00776FCE" w:rsidRDefault="004A7547" w:rsidP="00443992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0" w:type="auto"/>
            <w:vAlign w:val="bottom"/>
          </w:tcPr>
          <w:p w14:paraId="2ED53F2C" w14:textId="77777777" w:rsidR="004A7547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14:paraId="45E5484F" w14:textId="77777777" w:rsidR="004A7547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0" w:type="auto"/>
            <w:vAlign w:val="bottom"/>
          </w:tcPr>
          <w:p w14:paraId="0813E9ED" w14:textId="77777777" w:rsidR="004A7547" w:rsidRDefault="004A7547" w:rsidP="00CD24BF">
            <w:pPr>
              <w:spacing w:after="4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14:paraId="7F01D9CC" w14:textId="77777777" w:rsidR="004A7547" w:rsidRDefault="004A7547" w:rsidP="00CD24BF">
            <w:pPr>
              <w:spacing w:after="4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14:paraId="58CF5E42" w14:textId="77777777" w:rsidR="004A7547" w:rsidRDefault="004A7547" w:rsidP="00AD6D91">
      <w:pPr>
        <w:spacing w:before="120"/>
        <w:ind w:left="340"/>
        <w:rPr>
          <w:sz w:val="18"/>
          <w:szCs w:val="18"/>
          <w:lang w:eastAsia="x-none"/>
        </w:rPr>
      </w:pPr>
    </w:p>
    <w:p w14:paraId="11DB713C" w14:textId="77777777" w:rsidR="0031223F" w:rsidRPr="00C45769" w:rsidRDefault="0031223F" w:rsidP="00D16A5A">
      <w:pPr>
        <w:pStyle w:val="2"/>
        <w:spacing w:before="360" w:after="240"/>
        <w:rPr>
          <w:bCs/>
          <w:sz w:val="20"/>
        </w:rPr>
      </w:pPr>
      <w:bookmarkStart w:id="342" w:name="_Toc391275379"/>
      <w:bookmarkStart w:id="343" w:name="_Toc493779800"/>
      <w:bookmarkStart w:id="344" w:name="_Toc178757226"/>
      <w:bookmarkEnd w:id="334"/>
      <w:r w:rsidRPr="00C45769">
        <w:rPr>
          <w:bCs/>
          <w:sz w:val="20"/>
        </w:rPr>
        <w:t>ЗАНЯТОСТЬ И БЕЗРАБОТИЦА</w:t>
      </w:r>
      <w:bookmarkEnd w:id="342"/>
      <w:bookmarkEnd w:id="343"/>
      <w:bookmarkEnd w:id="344"/>
    </w:p>
    <w:p w14:paraId="2A93BCDA" w14:textId="6A1E1BC3" w:rsidR="00942F28" w:rsidRPr="00706261" w:rsidRDefault="00884A78" w:rsidP="000D2288">
      <w:pPr>
        <w:pStyle w:val="ac"/>
        <w:spacing w:before="0" w:beforeAutospacing="0" w:after="0" w:afterAutospacing="0"/>
        <w:ind w:firstLine="709"/>
        <w:jc w:val="both"/>
        <w:outlineLvl w:val="2"/>
      </w:pPr>
      <w:bookmarkStart w:id="345" w:name="_Toc493779801"/>
      <w:bookmarkStart w:id="346" w:name="_Toc178757227"/>
      <w:r w:rsidRPr="00706261">
        <w:t xml:space="preserve">По итогам выборочного обследования рабочей силы </w:t>
      </w:r>
      <w:r w:rsidR="006276E7" w:rsidRPr="00706261">
        <w:t xml:space="preserve">за </w:t>
      </w:r>
      <w:r w:rsidR="00396C85">
        <w:t>июнь</w:t>
      </w:r>
      <w:r w:rsidR="006276E7" w:rsidRPr="00706261">
        <w:t>-</w:t>
      </w:r>
      <w:r w:rsidR="00396C85">
        <w:t>август</w:t>
      </w:r>
      <w:r w:rsidR="00F7014C" w:rsidRPr="00706261">
        <w:t xml:space="preserve"> </w:t>
      </w:r>
      <w:r w:rsidRPr="00706261">
        <w:t xml:space="preserve">2024 года </w:t>
      </w:r>
      <w:r w:rsidRPr="00706261">
        <w:rPr>
          <w:b/>
        </w:rPr>
        <w:t>численность рабочей силы</w:t>
      </w:r>
      <w:r w:rsidRPr="00706261">
        <w:t xml:space="preserve"> </w:t>
      </w:r>
      <w:r w:rsidRPr="00706261">
        <w:rPr>
          <w:bCs/>
        </w:rPr>
        <w:t xml:space="preserve">в возрасте </w:t>
      </w:r>
      <w:r w:rsidRPr="00706261">
        <w:t xml:space="preserve">15 лет и старше составила </w:t>
      </w:r>
      <w:r w:rsidR="00CD0F9A" w:rsidRPr="00CD0F9A">
        <w:rPr>
          <w:bCs/>
        </w:rPr>
        <w:t>500,3</w:t>
      </w:r>
      <w:r w:rsidR="00F7014C" w:rsidRPr="00706261">
        <w:t xml:space="preserve"> </w:t>
      </w:r>
      <w:r w:rsidR="007A2433" w:rsidRPr="00706261">
        <w:t xml:space="preserve">тыс. человек </w:t>
      </w:r>
      <w:r w:rsidR="00CC7AB4" w:rsidRPr="00706261">
        <w:br/>
      </w:r>
      <w:r w:rsidR="007A2433" w:rsidRPr="00706261">
        <w:t xml:space="preserve">или </w:t>
      </w:r>
      <w:r w:rsidR="00CD0F9A" w:rsidRPr="00CD0F9A">
        <w:rPr>
          <w:bCs/>
        </w:rPr>
        <w:t>52,7</w:t>
      </w:r>
      <w:r w:rsidR="007A2433" w:rsidRPr="00706261">
        <w:t xml:space="preserve">% от общей численности </w:t>
      </w:r>
      <w:r w:rsidR="00336C6D">
        <w:t xml:space="preserve">населения </w:t>
      </w:r>
      <w:r w:rsidR="007A2433" w:rsidRPr="00706261">
        <w:t xml:space="preserve">Астраханской области, в их числе </w:t>
      </w:r>
      <w:r w:rsidR="00CD0F9A" w:rsidRPr="00CD0F9A">
        <w:rPr>
          <w:bCs/>
        </w:rPr>
        <w:t>487,4</w:t>
      </w:r>
      <w:r w:rsidR="00CD0F9A">
        <w:rPr>
          <w:b/>
        </w:rPr>
        <w:t xml:space="preserve"> </w:t>
      </w:r>
      <w:r w:rsidR="007A2433" w:rsidRPr="00706261">
        <w:t xml:space="preserve">тыс. человек были заняты в экономике и </w:t>
      </w:r>
      <w:r w:rsidR="00A22D71" w:rsidRPr="00A22D71">
        <w:rPr>
          <w:bCs/>
        </w:rPr>
        <w:t>12,9</w:t>
      </w:r>
      <w:r w:rsidR="00A22D71">
        <w:rPr>
          <w:b/>
        </w:rPr>
        <w:t xml:space="preserve"> </w:t>
      </w:r>
      <w:r w:rsidR="007A2433" w:rsidRPr="00706261">
        <w:t>тыс. человек – как безработные, соответствующие критериям Международной Организации Труда (т.е. не имели работы или доходного занятия, искали работу и были готовы приступить к ней в обследуемую неделю</w:t>
      </w:r>
      <w:r w:rsidR="00BE0DD7" w:rsidRPr="00706261">
        <w:t>)</w:t>
      </w:r>
      <w:r w:rsidR="00942F28" w:rsidRPr="00706261">
        <w:t>.</w:t>
      </w:r>
      <w:bookmarkEnd w:id="345"/>
      <w:bookmarkEnd w:id="346"/>
    </w:p>
    <w:p w14:paraId="0ECF73A9" w14:textId="55E4CEB4" w:rsidR="00A91F63" w:rsidRDefault="00942F28" w:rsidP="00AA2072">
      <w:pPr>
        <w:pStyle w:val="ac"/>
        <w:spacing w:before="240" w:beforeAutospacing="0" w:after="0" w:afterAutospacing="0"/>
        <w:ind w:firstLine="709"/>
        <w:jc w:val="both"/>
      </w:pPr>
      <w:r w:rsidRPr="00706261">
        <w:rPr>
          <w:b/>
        </w:rPr>
        <w:t>Численность работников организаций.</w:t>
      </w:r>
      <w:r w:rsidRPr="00706261">
        <w:t xml:space="preserve"> </w:t>
      </w:r>
      <w:r w:rsidR="00884A78" w:rsidRPr="00706261">
        <w:t xml:space="preserve">В </w:t>
      </w:r>
      <w:r w:rsidR="006276E7" w:rsidRPr="00706261">
        <w:t>ию</w:t>
      </w:r>
      <w:r w:rsidR="00396C85">
        <w:t>л</w:t>
      </w:r>
      <w:r w:rsidR="006276E7" w:rsidRPr="00706261">
        <w:t>е</w:t>
      </w:r>
      <w:r w:rsidR="00884A78" w:rsidRPr="00706261">
        <w:t xml:space="preserve"> 2024 года в общей численности занятого населения области </w:t>
      </w:r>
      <w:r w:rsidR="00A22D71" w:rsidRPr="00A22D71">
        <w:rPr>
          <w:bCs/>
        </w:rPr>
        <w:t>201,8</w:t>
      </w:r>
      <w:r w:rsidR="00A22D71">
        <w:rPr>
          <w:b/>
        </w:rPr>
        <w:t xml:space="preserve"> </w:t>
      </w:r>
      <w:r w:rsidR="007A2433" w:rsidRPr="00706261">
        <w:t xml:space="preserve">тыс. человек составляли штатные работники (без учета совместителей) организаций. На долю организаций, не относящихся к субъектам малого предпринимательства, </w:t>
      </w:r>
      <w:r w:rsidR="007A2433" w:rsidRPr="00A22D71">
        <w:t xml:space="preserve">приходилось </w:t>
      </w:r>
      <w:r w:rsidR="00A22D71" w:rsidRPr="00A22D71">
        <w:t>166,2</w:t>
      </w:r>
      <w:r w:rsidR="00A22D71" w:rsidRPr="00A652FE">
        <w:rPr>
          <w:b/>
        </w:rPr>
        <w:t xml:space="preserve"> </w:t>
      </w:r>
      <w:r w:rsidR="007A2433" w:rsidRPr="00706261">
        <w:t xml:space="preserve">тыс. человек – </w:t>
      </w:r>
      <w:r w:rsidR="00A22D71" w:rsidRPr="00A22D71">
        <w:rPr>
          <w:bCs/>
        </w:rPr>
        <w:t>82,4</w:t>
      </w:r>
      <w:r w:rsidR="007A2433" w:rsidRPr="00706261">
        <w:t>% работающих. Число замещенных рабочих мест внешними</w:t>
      </w:r>
      <w:r w:rsidR="007A2433" w:rsidRPr="00706261">
        <w:rPr>
          <w:color w:val="000000"/>
        </w:rPr>
        <w:t xml:space="preserve"> совместителями</w:t>
      </w:r>
      <w:r w:rsidR="007A2433" w:rsidRPr="00706261">
        <w:t xml:space="preserve"> и лицами, выполнявшими работы по договорам гражданско-правового характера, </w:t>
      </w:r>
      <w:r w:rsidR="007A2433" w:rsidRPr="00A22D71">
        <w:t xml:space="preserve">составило </w:t>
      </w:r>
      <w:r w:rsidR="00706261" w:rsidRPr="00A22D71">
        <w:rPr>
          <w:bCs/>
        </w:rPr>
        <w:t>5,</w:t>
      </w:r>
      <w:r w:rsidR="00A22D71">
        <w:rPr>
          <w:bCs/>
        </w:rPr>
        <w:t>5</w:t>
      </w:r>
      <w:r w:rsidR="007A2433" w:rsidRPr="00706261">
        <w:t xml:space="preserve"> тыс. человек и было меньше</w:t>
      </w:r>
      <w:r w:rsidR="007A2433" w:rsidRPr="00706261">
        <w:rPr>
          <w:color w:val="000000"/>
        </w:rPr>
        <w:t>,</w:t>
      </w:r>
      <w:r w:rsidR="007A2433" w:rsidRPr="00706261">
        <w:t xml:space="preserve"> чем в </w:t>
      </w:r>
      <w:r w:rsidR="00706261" w:rsidRPr="00706261">
        <w:t>ию</w:t>
      </w:r>
      <w:r w:rsidR="00396C85">
        <w:t>л</w:t>
      </w:r>
      <w:r w:rsidR="00706261" w:rsidRPr="00706261">
        <w:t>е</w:t>
      </w:r>
      <w:r w:rsidR="007A2433" w:rsidRPr="00706261">
        <w:t xml:space="preserve"> 2023 года на </w:t>
      </w:r>
      <w:r w:rsidR="00A22D71" w:rsidRPr="00A22D71">
        <w:rPr>
          <w:bCs/>
        </w:rPr>
        <w:t>5,5</w:t>
      </w:r>
      <w:r w:rsidR="00884A78" w:rsidRPr="00706261">
        <w:t>%</w:t>
      </w:r>
      <w:r w:rsidR="00BE0DD7" w:rsidRPr="00706261">
        <w:t>.</w:t>
      </w:r>
      <w:bookmarkStart w:id="347" w:name="_Toc171065555"/>
    </w:p>
    <w:p w14:paraId="0DA73124" w14:textId="77777777" w:rsidR="00A22D71" w:rsidRPr="008932AE" w:rsidRDefault="00A22D71" w:rsidP="00A22D71">
      <w:pPr>
        <w:spacing w:before="240"/>
        <w:ind w:firstLine="720"/>
        <w:rPr>
          <w:lang w:eastAsia="x-none"/>
        </w:rPr>
      </w:pPr>
      <w:r w:rsidRPr="00594278">
        <w:rPr>
          <w:lang w:val="x-none" w:eastAsia="x-none"/>
        </w:rPr>
        <w:t xml:space="preserve">По сравнению с </w:t>
      </w:r>
      <w:r w:rsidRPr="00250B23">
        <w:t>ию</w:t>
      </w:r>
      <w:r>
        <w:t>л</w:t>
      </w:r>
      <w:r w:rsidRPr="00250B23">
        <w:t>е</w:t>
      </w:r>
      <w:r w:rsidRPr="00250B23">
        <w:rPr>
          <w:lang w:val="x-none" w:eastAsia="x-none"/>
        </w:rPr>
        <w:t>м</w:t>
      </w:r>
      <w:r w:rsidRPr="00594278">
        <w:rPr>
          <w:lang w:val="x-none" w:eastAsia="x-none"/>
        </w:rPr>
        <w:t xml:space="preserve"> 202</w:t>
      </w:r>
      <w:r>
        <w:rPr>
          <w:lang w:eastAsia="x-none"/>
        </w:rPr>
        <w:t>3</w:t>
      </w:r>
      <w:r w:rsidRPr="00594278">
        <w:rPr>
          <w:lang w:val="x-none" w:eastAsia="x-none"/>
        </w:rPr>
        <w:t xml:space="preserve"> г</w:t>
      </w:r>
      <w:r>
        <w:rPr>
          <w:lang w:eastAsia="x-none"/>
        </w:rPr>
        <w:t>ода</w:t>
      </w:r>
      <w:r w:rsidRPr="00594278">
        <w:rPr>
          <w:lang w:val="x-none" w:eastAsia="x-none"/>
        </w:rPr>
        <w:t xml:space="preserve"> общая численность всех указанных категорий работников </w:t>
      </w:r>
      <w:r>
        <w:rPr>
          <w:lang w:eastAsia="x-none"/>
        </w:rPr>
        <w:t>снизилась на 2,4%.</w:t>
      </w:r>
    </w:p>
    <w:p w14:paraId="7C4EC3E9" w14:textId="77777777" w:rsidR="0031223F" w:rsidRPr="007568CB" w:rsidRDefault="0031223F" w:rsidP="00E400AF">
      <w:pPr>
        <w:pStyle w:val="3"/>
        <w:spacing w:before="600" w:after="360"/>
        <w:ind w:right="0"/>
        <w:rPr>
          <w:b w:val="0"/>
          <w:szCs w:val="24"/>
        </w:rPr>
      </w:pPr>
      <w:bookmarkStart w:id="348" w:name="_Toc391275381"/>
      <w:bookmarkStart w:id="349" w:name="_Toc493779803"/>
      <w:bookmarkStart w:id="350" w:name="_Toc178757228"/>
      <w:bookmarkEnd w:id="347"/>
      <w:r w:rsidRPr="00B45052">
        <w:rPr>
          <w:szCs w:val="24"/>
        </w:rPr>
        <w:lastRenderedPageBreak/>
        <w:t>Число замещенных рабочих мест в организациях</w:t>
      </w:r>
      <w:bookmarkEnd w:id="348"/>
      <w:r w:rsidRPr="00B45052">
        <w:rPr>
          <w:szCs w:val="24"/>
        </w:rPr>
        <w:br/>
      </w:r>
      <w:r w:rsidRPr="00804BD9">
        <w:rPr>
          <w:szCs w:val="24"/>
        </w:rPr>
        <w:t>(без субъектов малого предпринимательства)</w:t>
      </w:r>
      <w:bookmarkEnd w:id="349"/>
      <w:bookmarkEnd w:id="350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09"/>
        <w:gridCol w:w="810"/>
        <w:gridCol w:w="786"/>
        <w:gridCol w:w="833"/>
        <w:gridCol w:w="810"/>
        <w:gridCol w:w="810"/>
        <w:gridCol w:w="810"/>
      </w:tblGrid>
      <w:tr w:rsidR="007A2433" w:rsidRPr="00F7014C" w14:paraId="35A026B0" w14:textId="77777777" w:rsidTr="004A7547">
        <w:trPr>
          <w:trHeight w:val="283"/>
          <w:jc w:val="center"/>
        </w:trPr>
        <w:tc>
          <w:tcPr>
            <w:tcW w:w="3402" w:type="dxa"/>
            <w:vMerge w:val="restart"/>
          </w:tcPr>
          <w:p w14:paraId="74BEAF1D" w14:textId="77777777" w:rsidR="007A2433" w:rsidRPr="008F56DD" w:rsidRDefault="007A2433" w:rsidP="007A2433">
            <w:pPr>
              <w:jc w:val="center"/>
              <w:rPr>
                <w:sz w:val="20"/>
              </w:rPr>
            </w:pPr>
            <w:bookmarkStart w:id="351" w:name="_Toc391275384"/>
            <w:bookmarkStart w:id="352" w:name="_Toc493779805"/>
            <w:r w:rsidRPr="008F56DD">
              <w:rPr>
                <w:b/>
                <w:szCs w:val="24"/>
              </w:rPr>
              <w:br w:type="page"/>
            </w:r>
          </w:p>
        </w:tc>
        <w:tc>
          <w:tcPr>
            <w:tcW w:w="809" w:type="dxa"/>
            <w:vMerge w:val="restart"/>
            <w:vAlign w:val="center"/>
          </w:tcPr>
          <w:p w14:paraId="5250DF73" w14:textId="75E32DB3" w:rsidR="007A2433" w:rsidRPr="0061391A" w:rsidRDefault="00706261" w:rsidP="007A2433">
            <w:pPr>
              <w:ind w:left="-113" w:right="-113"/>
              <w:jc w:val="center"/>
              <w:rPr>
                <w:sz w:val="20"/>
              </w:rPr>
            </w:pPr>
            <w:r w:rsidRPr="0061391A">
              <w:rPr>
                <w:b/>
                <w:sz w:val="20"/>
              </w:rPr>
              <w:t>Ию</w:t>
            </w:r>
            <w:r w:rsidR="00396C85">
              <w:rPr>
                <w:b/>
                <w:sz w:val="20"/>
              </w:rPr>
              <w:t>л</w:t>
            </w:r>
            <w:r w:rsidRPr="0061391A">
              <w:rPr>
                <w:b/>
                <w:sz w:val="20"/>
              </w:rPr>
              <w:t>ь</w:t>
            </w:r>
            <w:r w:rsidR="007A2433" w:rsidRPr="0061391A">
              <w:rPr>
                <w:b/>
                <w:sz w:val="20"/>
              </w:rPr>
              <w:br/>
              <w:t>2024,</w:t>
            </w:r>
            <w:r w:rsidR="007A2433" w:rsidRPr="0061391A">
              <w:rPr>
                <w:b/>
                <w:sz w:val="20"/>
              </w:rPr>
              <w:br/>
              <w:t>тыс.</w:t>
            </w:r>
          </w:p>
        </w:tc>
        <w:tc>
          <w:tcPr>
            <w:tcW w:w="1596" w:type="dxa"/>
            <w:gridSpan w:val="2"/>
            <w:vAlign w:val="center"/>
          </w:tcPr>
          <w:p w14:paraId="0399189F" w14:textId="77777777"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61391A">
              <w:rPr>
                <w:b/>
                <w:sz w:val="20"/>
              </w:rPr>
              <w:t>В  %</w:t>
            </w:r>
            <w:proofErr w:type="gramEnd"/>
            <w:r w:rsidRPr="0061391A">
              <w:rPr>
                <w:b/>
                <w:sz w:val="20"/>
              </w:rPr>
              <w:t xml:space="preserve">  к</w:t>
            </w:r>
          </w:p>
        </w:tc>
        <w:tc>
          <w:tcPr>
            <w:tcW w:w="833" w:type="dxa"/>
            <w:vMerge w:val="restart"/>
            <w:vAlign w:val="center"/>
          </w:tcPr>
          <w:p w14:paraId="23523713" w14:textId="235B8F53"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Январь-июль</w:t>
            </w:r>
            <w:r w:rsidR="007A2433" w:rsidRPr="0061391A">
              <w:rPr>
                <w:b/>
                <w:iCs/>
                <w:sz w:val="20"/>
              </w:rPr>
              <w:br/>
              <w:t>2024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  %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январю-июлю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</w:p>
        </w:tc>
        <w:tc>
          <w:tcPr>
            <w:tcW w:w="2430" w:type="dxa"/>
            <w:gridSpan w:val="3"/>
            <w:vAlign w:val="center"/>
          </w:tcPr>
          <w:p w14:paraId="241786EE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spellStart"/>
            <w:r w:rsidRPr="0061391A">
              <w:rPr>
                <w:b/>
                <w:iCs/>
                <w:sz w:val="20"/>
              </w:rPr>
              <w:t>Справочно</w:t>
            </w:r>
            <w:proofErr w:type="spellEnd"/>
            <w:r w:rsidRPr="0061391A">
              <w:rPr>
                <w:b/>
                <w:iCs/>
                <w:sz w:val="20"/>
              </w:rPr>
              <w:t xml:space="preserve">: </w:t>
            </w:r>
          </w:p>
        </w:tc>
      </w:tr>
      <w:tr w:rsidR="007A2433" w:rsidRPr="00F7014C" w14:paraId="6A1B4FBD" w14:textId="77777777" w:rsidTr="004A7547">
        <w:trPr>
          <w:trHeight w:val="283"/>
          <w:jc w:val="center"/>
        </w:trPr>
        <w:tc>
          <w:tcPr>
            <w:tcW w:w="3402" w:type="dxa"/>
            <w:vMerge/>
          </w:tcPr>
          <w:p w14:paraId="5BF8F9B0" w14:textId="77777777"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798FC746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 w:val="restart"/>
            <w:vAlign w:val="center"/>
          </w:tcPr>
          <w:p w14:paraId="1BDCCFAE" w14:textId="3DA75779" w:rsidR="007A2433" w:rsidRPr="0061391A" w:rsidRDefault="00706261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1391A">
              <w:rPr>
                <w:b/>
                <w:sz w:val="20"/>
              </w:rPr>
              <w:t>ию</w:t>
            </w:r>
            <w:r w:rsidR="00396C85">
              <w:rPr>
                <w:b/>
                <w:sz w:val="20"/>
              </w:rPr>
              <w:t>л</w:t>
            </w:r>
            <w:r w:rsidRPr="0061391A">
              <w:rPr>
                <w:b/>
                <w:sz w:val="20"/>
              </w:rPr>
              <w:t>ю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786" w:type="dxa"/>
            <w:vMerge w:val="restart"/>
            <w:vAlign w:val="center"/>
          </w:tcPr>
          <w:p w14:paraId="0117F472" w14:textId="33FF3119" w:rsidR="007A2433" w:rsidRPr="0061391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="007A2433" w:rsidRPr="0061391A">
              <w:rPr>
                <w:b/>
                <w:sz w:val="20"/>
              </w:rPr>
              <w:br/>
              <w:t>2024</w:t>
            </w:r>
          </w:p>
        </w:tc>
        <w:tc>
          <w:tcPr>
            <w:tcW w:w="833" w:type="dxa"/>
            <w:vMerge/>
          </w:tcPr>
          <w:p w14:paraId="0F096FAA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80D93B7" w14:textId="3C72FEB4" w:rsidR="007A2433" w:rsidRPr="0061391A" w:rsidRDefault="00706261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61391A">
              <w:rPr>
                <w:b/>
                <w:iCs/>
                <w:sz w:val="20"/>
              </w:rPr>
              <w:t>ию</w:t>
            </w:r>
            <w:r w:rsidR="00396C85">
              <w:rPr>
                <w:b/>
                <w:iCs/>
                <w:sz w:val="20"/>
              </w:rPr>
              <w:t>л</w:t>
            </w:r>
            <w:r w:rsidRPr="0061391A">
              <w:rPr>
                <w:b/>
                <w:iCs/>
                <w:sz w:val="20"/>
              </w:rPr>
              <w:t>ь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sz w:val="20"/>
              </w:rPr>
              <w:t>в  %</w:t>
            </w:r>
            <w:proofErr w:type="gramEnd"/>
            <w:r w:rsidR="007A2433" w:rsidRPr="0061391A">
              <w:rPr>
                <w:b/>
                <w:sz w:val="20"/>
              </w:rPr>
              <w:t xml:space="preserve">  к</w:t>
            </w:r>
          </w:p>
        </w:tc>
        <w:tc>
          <w:tcPr>
            <w:tcW w:w="810" w:type="dxa"/>
            <w:vMerge w:val="restart"/>
            <w:vAlign w:val="center"/>
          </w:tcPr>
          <w:p w14:paraId="3BE8B959" w14:textId="7D3F5069"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январь-июль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  %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январю-июлю</w:t>
            </w:r>
            <w:r w:rsidR="00706261" w:rsidRPr="0061391A">
              <w:rPr>
                <w:b/>
                <w:iCs/>
                <w:sz w:val="20"/>
              </w:rPr>
              <w:br/>
            </w:r>
            <w:r w:rsidR="007A2433" w:rsidRPr="0061391A">
              <w:rPr>
                <w:b/>
                <w:iCs/>
                <w:sz w:val="20"/>
              </w:rPr>
              <w:t>2022</w:t>
            </w:r>
          </w:p>
        </w:tc>
      </w:tr>
      <w:tr w:rsidR="007A2433" w:rsidRPr="00F7014C" w14:paraId="37E66B32" w14:textId="77777777" w:rsidTr="004A7547">
        <w:trPr>
          <w:trHeight w:val="283"/>
          <w:jc w:val="center"/>
        </w:trPr>
        <w:tc>
          <w:tcPr>
            <w:tcW w:w="3402" w:type="dxa"/>
            <w:vMerge/>
          </w:tcPr>
          <w:p w14:paraId="34CEFFA5" w14:textId="77777777"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04322BB2" w14:textId="77777777"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13C2FB79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86" w:type="dxa"/>
            <w:vMerge/>
            <w:vAlign w:val="center"/>
          </w:tcPr>
          <w:p w14:paraId="3A360016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33" w:type="dxa"/>
            <w:vMerge/>
          </w:tcPr>
          <w:p w14:paraId="44AE2F7F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Align w:val="center"/>
          </w:tcPr>
          <w:p w14:paraId="6960FD5E" w14:textId="3CBAC01E" w:rsidR="007A2433" w:rsidRPr="0061391A" w:rsidRDefault="00706261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1391A">
              <w:rPr>
                <w:b/>
                <w:sz w:val="20"/>
              </w:rPr>
              <w:t>ию</w:t>
            </w:r>
            <w:r w:rsidR="00396C85">
              <w:rPr>
                <w:b/>
                <w:sz w:val="20"/>
              </w:rPr>
              <w:t>л</w:t>
            </w:r>
            <w:r w:rsidRPr="0061391A">
              <w:rPr>
                <w:b/>
                <w:sz w:val="20"/>
              </w:rPr>
              <w:t>ю</w:t>
            </w:r>
            <w:r w:rsidR="007A2433" w:rsidRPr="0061391A">
              <w:rPr>
                <w:b/>
                <w:sz w:val="20"/>
              </w:rPr>
              <w:br/>
              <w:t>2022</w:t>
            </w:r>
          </w:p>
        </w:tc>
        <w:tc>
          <w:tcPr>
            <w:tcW w:w="810" w:type="dxa"/>
            <w:vAlign w:val="center"/>
          </w:tcPr>
          <w:p w14:paraId="48E4DE02" w14:textId="5E5955C6" w:rsidR="007A2433" w:rsidRPr="0061391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/>
          </w:tcPr>
          <w:p w14:paraId="0F25CAEC" w14:textId="77777777" w:rsidR="007A2433" w:rsidRPr="00253420" w:rsidRDefault="007A2433" w:rsidP="007A2433">
            <w:pPr>
              <w:ind w:left="-113" w:right="-113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A22D71" w:rsidRPr="00955945" w14:paraId="33002F2D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1DAB1E21" w14:textId="77777777" w:rsidR="00A22D71" w:rsidRPr="00955945" w:rsidRDefault="00A22D71" w:rsidP="00A22D71">
            <w:pPr>
              <w:jc w:val="left"/>
              <w:rPr>
                <w:sz w:val="20"/>
              </w:rPr>
            </w:pPr>
            <w:r w:rsidRPr="00955945">
              <w:rPr>
                <w:b/>
                <w:bCs/>
                <w:sz w:val="20"/>
              </w:rPr>
              <w:t>Всего замещенных рабочих мест</w:t>
            </w:r>
          </w:p>
        </w:tc>
        <w:tc>
          <w:tcPr>
            <w:tcW w:w="809" w:type="dxa"/>
            <w:vAlign w:val="bottom"/>
          </w:tcPr>
          <w:p w14:paraId="48AF9DF9" w14:textId="786C765F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171,7</w:t>
            </w:r>
          </w:p>
        </w:tc>
        <w:tc>
          <w:tcPr>
            <w:tcW w:w="810" w:type="dxa"/>
            <w:vAlign w:val="bottom"/>
          </w:tcPr>
          <w:p w14:paraId="144C25F6" w14:textId="2A07C71F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6</w:t>
            </w:r>
          </w:p>
        </w:tc>
        <w:tc>
          <w:tcPr>
            <w:tcW w:w="786" w:type="dxa"/>
            <w:vAlign w:val="bottom"/>
          </w:tcPr>
          <w:p w14:paraId="4859134D" w14:textId="3EB9AB39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0</w:t>
            </w:r>
          </w:p>
        </w:tc>
        <w:tc>
          <w:tcPr>
            <w:tcW w:w="833" w:type="dxa"/>
            <w:vAlign w:val="bottom"/>
          </w:tcPr>
          <w:p w14:paraId="1C464F03" w14:textId="06EDA1B9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5051D7FE" w14:textId="7B17902C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4</w:t>
            </w:r>
          </w:p>
        </w:tc>
        <w:tc>
          <w:tcPr>
            <w:tcW w:w="810" w:type="dxa"/>
            <w:vAlign w:val="bottom"/>
          </w:tcPr>
          <w:p w14:paraId="6ED80410" w14:textId="50D23661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6</w:t>
            </w:r>
          </w:p>
        </w:tc>
        <w:tc>
          <w:tcPr>
            <w:tcW w:w="810" w:type="dxa"/>
            <w:vAlign w:val="bottom"/>
          </w:tcPr>
          <w:p w14:paraId="7020BD04" w14:textId="75E70AB4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7</w:t>
            </w:r>
          </w:p>
        </w:tc>
      </w:tr>
      <w:tr w:rsidR="007A2433" w:rsidRPr="00955945" w14:paraId="16163F15" w14:textId="77777777" w:rsidTr="007A2433">
        <w:trPr>
          <w:trHeight w:val="227"/>
          <w:jc w:val="center"/>
        </w:trPr>
        <w:tc>
          <w:tcPr>
            <w:tcW w:w="9070" w:type="dxa"/>
            <w:gridSpan w:val="8"/>
            <w:vAlign w:val="bottom"/>
          </w:tcPr>
          <w:p w14:paraId="291E9A68" w14:textId="77777777" w:rsidR="007A2433" w:rsidRPr="00955945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в том числе:</w:t>
            </w:r>
          </w:p>
        </w:tc>
      </w:tr>
      <w:tr w:rsidR="00A22D71" w:rsidRPr="00955945" w14:paraId="7E483025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6E7EBE0D" w14:textId="77777777" w:rsidR="00A22D71" w:rsidRPr="00955945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работниками списочного состава (без внешних совместителей)</w:t>
            </w:r>
          </w:p>
        </w:tc>
        <w:tc>
          <w:tcPr>
            <w:tcW w:w="809" w:type="dxa"/>
            <w:vAlign w:val="bottom"/>
          </w:tcPr>
          <w:p w14:paraId="0F4DE61F" w14:textId="21BED95B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166,2</w:t>
            </w:r>
          </w:p>
        </w:tc>
        <w:tc>
          <w:tcPr>
            <w:tcW w:w="810" w:type="dxa"/>
            <w:vAlign w:val="bottom"/>
          </w:tcPr>
          <w:p w14:paraId="3A81EE3B" w14:textId="2D85FEC3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7</w:t>
            </w:r>
          </w:p>
        </w:tc>
        <w:tc>
          <w:tcPr>
            <w:tcW w:w="786" w:type="dxa"/>
            <w:vAlign w:val="bottom"/>
          </w:tcPr>
          <w:p w14:paraId="259D2567" w14:textId="6548D7B5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2</w:t>
            </w:r>
          </w:p>
        </w:tc>
        <w:tc>
          <w:tcPr>
            <w:tcW w:w="833" w:type="dxa"/>
            <w:vAlign w:val="bottom"/>
          </w:tcPr>
          <w:p w14:paraId="18B09D56" w14:textId="21846F1D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4A90B991" w14:textId="5FBB4A59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3</w:t>
            </w:r>
          </w:p>
        </w:tc>
        <w:tc>
          <w:tcPr>
            <w:tcW w:w="810" w:type="dxa"/>
            <w:vAlign w:val="bottom"/>
          </w:tcPr>
          <w:p w14:paraId="2D2BDAE6" w14:textId="7D34EA57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067980A0" w14:textId="47BA8522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6</w:t>
            </w:r>
          </w:p>
        </w:tc>
      </w:tr>
      <w:tr w:rsidR="00A22D71" w:rsidRPr="00955945" w14:paraId="5CB961FF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326BFA39" w14:textId="77777777" w:rsidR="00A22D71" w:rsidRPr="00955945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внешними совместителями</w:t>
            </w:r>
          </w:p>
        </w:tc>
        <w:tc>
          <w:tcPr>
            <w:tcW w:w="809" w:type="dxa"/>
            <w:vAlign w:val="bottom"/>
          </w:tcPr>
          <w:p w14:paraId="736B1D11" w14:textId="13C964E0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2,8</w:t>
            </w:r>
          </w:p>
        </w:tc>
        <w:tc>
          <w:tcPr>
            <w:tcW w:w="810" w:type="dxa"/>
            <w:vAlign w:val="bottom"/>
          </w:tcPr>
          <w:p w14:paraId="6F471680" w14:textId="2CF675A5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8</w:t>
            </w:r>
          </w:p>
        </w:tc>
        <w:tc>
          <w:tcPr>
            <w:tcW w:w="786" w:type="dxa"/>
            <w:vAlign w:val="bottom"/>
          </w:tcPr>
          <w:p w14:paraId="15371A1F" w14:textId="1669A6A5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6</w:t>
            </w:r>
          </w:p>
        </w:tc>
        <w:tc>
          <w:tcPr>
            <w:tcW w:w="833" w:type="dxa"/>
            <w:vAlign w:val="bottom"/>
          </w:tcPr>
          <w:p w14:paraId="7DF1E735" w14:textId="7972FD62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443FD530" w14:textId="12A4EFD4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6</w:t>
            </w:r>
          </w:p>
        </w:tc>
        <w:tc>
          <w:tcPr>
            <w:tcW w:w="810" w:type="dxa"/>
            <w:vAlign w:val="bottom"/>
          </w:tcPr>
          <w:p w14:paraId="5FE272DE" w14:textId="4E1B0629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2</w:t>
            </w:r>
          </w:p>
        </w:tc>
        <w:tc>
          <w:tcPr>
            <w:tcW w:w="810" w:type="dxa"/>
            <w:vAlign w:val="bottom"/>
          </w:tcPr>
          <w:p w14:paraId="0D5DA616" w14:textId="0229E854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5</w:t>
            </w:r>
          </w:p>
        </w:tc>
      </w:tr>
      <w:tr w:rsidR="00A22D71" w:rsidRPr="00EF72E0" w14:paraId="08A219E8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4EF162D4" w14:textId="77777777" w:rsidR="00A22D71" w:rsidRPr="00955945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809" w:type="dxa"/>
            <w:vAlign w:val="bottom"/>
          </w:tcPr>
          <w:p w14:paraId="1D694E23" w14:textId="6EE914A3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2,8</w:t>
            </w:r>
          </w:p>
        </w:tc>
        <w:tc>
          <w:tcPr>
            <w:tcW w:w="810" w:type="dxa"/>
            <w:vAlign w:val="bottom"/>
          </w:tcPr>
          <w:p w14:paraId="6BE75680" w14:textId="16B734F0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5</w:t>
            </w:r>
          </w:p>
        </w:tc>
        <w:tc>
          <w:tcPr>
            <w:tcW w:w="786" w:type="dxa"/>
            <w:vAlign w:val="bottom"/>
          </w:tcPr>
          <w:p w14:paraId="24EE58C6" w14:textId="1C4B3364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4</w:t>
            </w:r>
          </w:p>
        </w:tc>
        <w:tc>
          <w:tcPr>
            <w:tcW w:w="833" w:type="dxa"/>
            <w:vAlign w:val="bottom"/>
          </w:tcPr>
          <w:p w14:paraId="66D06989" w14:textId="5D305D1B" w:rsidR="00A22D71" w:rsidRPr="00396C85" w:rsidRDefault="00A22D71" w:rsidP="00A22D7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811CA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F811CA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646DA328" w14:textId="34A3EB15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5D190F12" w14:textId="7B7CCFF9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2</w:t>
            </w:r>
          </w:p>
        </w:tc>
        <w:tc>
          <w:tcPr>
            <w:tcW w:w="810" w:type="dxa"/>
            <w:vAlign w:val="bottom"/>
          </w:tcPr>
          <w:p w14:paraId="256401B4" w14:textId="7E2D4700" w:rsidR="00A22D71" w:rsidRPr="00396C85" w:rsidRDefault="00A22D71" w:rsidP="00A22D71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DF78DD">
              <w:rPr>
                <w:b/>
                <w:sz w:val="20"/>
              </w:rPr>
              <w:t>8</w:t>
            </w:r>
          </w:p>
        </w:tc>
      </w:tr>
    </w:tbl>
    <w:p w14:paraId="4DC87FA5" w14:textId="578FE52F" w:rsidR="004D0E88" w:rsidRPr="005C5C59" w:rsidRDefault="004D0E88" w:rsidP="00084714">
      <w:pPr>
        <w:pStyle w:val="3"/>
        <w:spacing w:before="480" w:after="120"/>
        <w:ind w:right="0"/>
        <w:rPr>
          <w:b w:val="0"/>
        </w:rPr>
      </w:pPr>
      <w:bookmarkStart w:id="353" w:name="_Toc178757229"/>
      <w:r w:rsidRPr="00C111D5">
        <w:t>Число замещенных р</w:t>
      </w:r>
      <w:r w:rsidRPr="00CE605C">
        <w:t>абочих</w:t>
      </w:r>
      <w:r w:rsidRPr="005C5C59">
        <w:t xml:space="preserve"> мест в организациях</w:t>
      </w:r>
      <w:r w:rsidR="00133A15" w:rsidRPr="00133A15">
        <w:t xml:space="preserve"> </w:t>
      </w:r>
      <w:r w:rsidR="009018EF" w:rsidRPr="009018EF">
        <w:br/>
      </w:r>
      <w:r w:rsidR="009018EF" w:rsidRPr="005C5C59">
        <w:t>(без субъектов малого предпринимательства)</w:t>
      </w:r>
      <w:r w:rsidR="00593CD6">
        <w:t xml:space="preserve"> </w:t>
      </w:r>
      <w:r w:rsidRPr="005C5C59">
        <w:br/>
        <w:t>по вид</w:t>
      </w:r>
      <w:r w:rsidR="00502DF6">
        <w:t>ам экономической деятельности</w:t>
      </w:r>
      <w:r w:rsidR="00502DF6">
        <w:br/>
      </w:r>
      <w:r w:rsidR="00502DF6" w:rsidRPr="0061391A">
        <w:t xml:space="preserve">в </w:t>
      </w:r>
      <w:r w:rsidR="0061391A" w:rsidRPr="0061391A">
        <w:t>ию</w:t>
      </w:r>
      <w:r w:rsidR="007F32CF">
        <w:t>л</w:t>
      </w:r>
      <w:r w:rsidR="0061391A" w:rsidRPr="0061391A">
        <w:t>е</w:t>
      </w:r>
      <w:r w:rsidRPr="0061391A">
        <w:t xml:space="preserve"> </w:t>
      </w:r>
      <w:r w:rsidR="004D7FA2" w:rsidRPr="0061391A">
        <w:t>2024</w:t>
      </w:r>
      <w:r w:rsidRPr="0061391A">
        <w:t xml:space="preserve"> года</w:t>
      </w:r>
      <w:bookmarkEnd w:id="353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C31A43" w14:paraId="1758FFFB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1FD5B6C8" w14:textId="77777777" w:rsidR="007A2433" w:rsidRPr="00C31A43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D1E853" w14:textId="77777777"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Всего </w:t>
            </w:r>
            <w:proofErr w:type="gramStart"/>
            <w:r w:rsidRPr="009B5079">
              <w:rPr>
                <w:b/>
                <w:sz w:val="20"/>
              </w:rPr>
              <w:t>замещен</w:t>
            </w:r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рабочих мест</w:t>
            </w:r>
          </w:p>
        </w:tc>
        <w:tc>
          <w:tcPr>
            <w:tcW w:w="3402" w:type="dxa"/>
            <w:gridSpan w:val="3"/>
            <w:vAlign w:val="center"/>
          </w:tcPr>
          <w:p w14:paraId="63CAB7E7" w14:textId="77777777" w:rsidR="007A2433" w:rsidRPr="009B5079" w:rsidRDefault="007A2433" w:rsidP="007A2433">
            <w:pPr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 том числе работниками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1134" w:type="dxa"/>
            <w:vMerge w:val="restart"/>
            <w:vAlign w:val="center"/>
          </w:tcPr>
          <w:p w14:paraId="72FE0D81" w14:textId="77777777"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Число</w:t>
            </w:r>
            <w:r>
              <w:rPr>
                <w:b/>
                <w:sz w:val="20"/>
              </w:rPr>
              <w:t xml:space="preserve"> замещен-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рабо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чих</w:t>
            </w:r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мест</w:t>
            </w:r>
            <w:r w:rsidRPr="009B5079">
              <w:rPr>
                <w:b/>
                <w:sz w:val="20"/>
              </w:rPr>
              <w:br/>
            </w:r>
            <w:proofErr w:type="gramStart"/>
            <w:r w:rsidRPr="009B5079">
              <w:rPr>
                <w:b/>
                <w:sz w:val="20"/>
              </w:rPr>
              <w:t>в  %</w:t>
            </w:r>
            <w:proofErr w:type="gramEnd"/>
            <w:r w:rsidRPr="009B5079">
              <w:rPr>
                <w:b/>
                <w:sz w:val="20"/>
              </w:rPr>
              <w:t xml:space="preserve">  к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proofErr w:type="spellStart"/>
            <w:r>
              <w:rPr>
                <w:b/>
                <w:sz w:val="20"/>
              </w:rPr>
              <w:t>преды-</w:t>
            </w:r>
            <w:r w:rsidRPr="009B5079">
              <w:rPr>
                <w:b/>
                <w:sz w:val="20"/>
              </w:rPr>
              <w:t>дущему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месяцу</w:t>
            </w:r>
          </w:p>
        </w:tc>
      </w:tr>
      <w:tr w:rsidR="007A2433" w:rsidRPr="00C31A43" w14:paraId="5CA75669" w14:textId="77777777" w:rsidTr="007A2433">
        <w:trPr>
          <w:trHeight w:val="227"/>
          <w:jc w:val="center"/>
        </w:trPr>
        <w:tc>
          <w:tcPr>
            <w:tcW w:w="3402" w:type="dxa"/>
            <w:vMerge/>
          </w:tcPr>
          <w:p w14:paraId="4C610C3C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14:paraId="421F41A6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4264DB4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списочного состава</w:t>
            </w:r>
            <w:r w:rsidRPr="009B5079">
              <w:rPr>
                <w:b/>
                <w:sz w:val="20"/>
              </w:rPr>
              <w:br/>
              <w:t xml:space="preserve">(без </w:t>
            </w:r>
            <w:proofErr w:type="spellStart"/>
            <w:proofErr w:type="gramStart"/>
            <w:r w:rsidRPr="009B5079">
              <w:rPr>
                <w:b/>
                <w:sz w:val="20"/>
              </w:rPr>
              <w:t>внеш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них</w:t>
            </w:r>
            <w:proofErr w:type="gramEnd"/>
            <w:r w:rsidRPr="009B5079"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совмес</w:t>
            </w:r>
            <w:r>
              <w:rPr>
                <w:b/>
                <w:sz w:val="20"/>
              </w:rPr>
              <w:t>-ти</w:t>
            </w:r>
            <w:r w:rsidRPr="009B5079">
              <w:rPr>
                <w:b/>
                <w:sz w:val="20"/>
              </w:rPr>
              <w:t>телей</w:t>
            </w:r>
            <w:proofErr w:type="spellEnd"/>
            <w:r w:rsidRPr="009B5079">
              <w:rPr>
                <w:b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C7FC869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внешними </w:t>
            </w:r>
            <w:proofErr w:type="gramStart"/>
            <w:r w:rsidRPr="009B5079">
              <w:rPr>
                <w:b/>
                <w:sz w:val="20"/>
              </w:rPr>
              <w:t>совмести-</w:t>
            </w:r>
            <w:proofErr w:type="spellStart"/>
            <w:r w:rsidRPr="009B5079">
              <w:rPr>
                <w:b/>
                <w:sz w:val="20"/>
              </w:rPr>
              <w:t>телями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1D382BB4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9B5079">
              <w:rPr>
                <w:b/>
                <w:sz w:val="20"/>
              </w:rPr>
              <w:t>выполняв-</w:t>
            </w:r>
            <w:proofErr w:type="spellStart"/>
            <w:r w:rsidRPr="009B5079">
              <w:rPr>
                <w:b/>
                <w:sz w:val="20"/>
              </w:rPr>
              <w:t>шими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работы </w:t>
            </w:r>
            <w:r>
              <w:rPr>
                <w:b/>
                <w:sz w:val="20"/>
              </w:rPr>
              <w:br/>
            </w:r>
            <w:r w:rsidRPr="009B5079">
              <w:rPr>
                <w:b/>
                <w:sz w:val="20"/>
              </w:rPr>
              <w:t xml:space="preserve">по </w:t>
            </w:r>
            <w:proofErr w:type="spellStart"/>
            <w:r w:rsidRPr="009B5079">
              <w:rPr>
                <w:b/>
                <w:sz w:val="20"/>
              </w:rPr>
              <w:t>догово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 xml:space="preserve">рам </w:t>
            </w:r>
            <w:proofErr w:type="spellStart"/>
            <w:r w:rsidRPr="009B5079">
              <w:rPr>
                <w:b/>
                <w:sz w:val="20"/>
              </w:rPr>
              <w:t>граж</w:t>
            </w:r>
            <w:proofErr w:type="spellEnd"/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данско</w:t>
            </w:r>
            <w:proofErr w:type="spellEnd"/>
            <w:r w:rsidRPr="009B5079">
              <w:rPr>
                <w:b/>
                <w:sz w:val="20"/>
              </w:rPr>
              <w:t>-правового характера</w:t>
            </w:r>
          </w:p>
        </w:tc>
        <w:tc>
          <w:tcPr>
            <w:tcW w:w="1134" w:type="dxa"/>
            <w:vMerge/>
          </w:tcPr>
          <w:p w14:paraId="0EF15DC7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</w:tr>
      <w:tr w:rsidR="00A22D71" w:rsidRPr="009B5079" w14:paraId="6CB754B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AAAE00D" w14:textId="77777777" w:rsidR="00A22D71" w:rsidRPr="009B5079" w:rsidRDefault="00A22D71" w:rsidP="00A22D71">
            <w:pPr>
              <w:jc w:val="left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28620766" w14:textId="49E41544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171731</w:t>
            </w:r>
          </w:p>
        </w:tc>
        <w:tc>
          <w:tcPr>
            <w:tcW w:w="1134" w:type="dxa"/>
            <w:vAlign w:val="bottom"/>
          </w:tcPr>
          <w:p w14:paraId="53C2A221" w14:textId="7101E01F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851FCD">
              <w:rPr>
                <w:b/>
                <w:sz w:val="20"/>
              </w:rPr>
              <w:t>166200</w:t>
            </w:r>
          </w:p>
        </w:tc>
        <w:tc>
          <w:tcPr>
            <w:tcW w:w="1134" w:type="dxa"/>
            <w:vAlign w:val="bottom"/>
          </w:tcPr>
          <w:p w14:paraId="6CD2B02A" w14:textId="4AB6653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12F2F">
              <w:rPr>
                <w:b/>
                <w:sz w:val="20"/>
              </w:rPr>
              <w:t>2765</w:t>
            </w:r>
          </w:p>
        </w:tc>
        <w:tc>
          <w:tcPr>
            <w:tcW w:w="1134" w:type="dxa"/>
            <w:vAlign w:val="bottom"/>
          </w:tcPr>
          <w:p w14:paraId="69BD35D7" w14:textId="4BD5E9E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2766</w:t>
            </w:r>
          </w:p>
        </w:tc>
        <w:tc>
          <w:tcPr>
            <w:tcW w:w="1134" w:type="dxa"/>
            <w:vAlign w:val="bottom"/>
          </w:tcPr>
          <w:p w14:paraId="1AC7593E" w14:textId="616DCD03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,0</w:t>
            </w:r>
          </w:p>
        </w:tc>
      </w:tr>
      <w:tr w:rsidR="007A2433" w:rsidRPr="009B5079" w14:paraId="5F5F3B6F" w14:textId="77777777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503A15B2" w14:textId="77777777" w:rsidR="007A2433" w:rsidRPr="00F06AEE" w:rsidRDefault="007A2433" w:rsidP="007A2433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них</w:t>
            </w:r>
            <w:r w:rsidRPr="00F06AEE">
              <w:rPr>
                <w:b/>
                <w:sz w:val="20"/>
              </w:rPr>
              <w:t xml:space="preserve">: </w:t>
            </w:r>
          </w:p>
        </w:tc>
      </w:tr>
      <w:tr w:rsidR="00A22D71" w:rsidRPr="009B5079" w14:paraId="71B8E78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377EF22" w14:textId="77777777" w:rsidR="00A22D71" w:rsidRPr="009B5079" w:rsidRDefault="00A22D71" w:rsidP="00A22D71">
            <w:pPr>
              <w:ind w:left="113"/>
              <w:jc w:val="left"/>
              <w:rPr>
                <w:b/>
                <w:sz w:val="20"/>
              </w:rPr>
            </w:pPr>
            <w:bookmarkStart w:id="354" w:name="_Toc468171915"/>
            <w:r w:rsidRPr="009B5079">
              <w:rPr>
                <w:b/>
                <w:sz w:val="20"/>
              </w:rPr>
              <w:t>сельское, лесно</w:t>
            </w:r>
            <w:r>
              <w:rPr>
                <w:b/>
                <w:sz w:val="20"/>
              </w:rPr>
              <w:t xml:space="preserve">е хозяйство, </w:t>
            </w:r>
            <w:proofErr w:type="spellStart"/>
            <w:proofErr w:type="gramStart"/>
            <w:r>
              <w:rPr>
                <w:b/>
                <w:sz w:val="20"/>
              </w:rPr>
              <w:t>охо</w:t>
            </w:r>
            <w:proofErr w:type="spellEnd"/>
            <w:r>
              <w:rPr>
                <w:b/>
                <w:sz w:val="20"/>
              </w:rPr>
              <w:t>-та</w:t>
            </w:r>
            <w:proofErr w:type="gramEnd"/>
            <w:r>
              <w:rPr>
                <w:b/>
                <w:sz w:val="20"/>
              </w:rPr>
              <w:t xml:space="preserve">, рыболовство </w:t>
            </w:r>
            <w:r w:rsidRPr="009B5079">
              <w:rPr>
                <w:b/>
                <w:sz w:val="20"/>
              </w:rPr>
              <w:t>и рыбоводство</w:t>
            </w:r>
            <w:bookmarkEnd w:id="354"/>
          </w:p>
        </w:tc>
        <w:tc>
          <w:tcPr>
            <w:tcW w:w="1134" w:type="dxa"/>
            <w:vAlign w:val="bottom"/>
          </w:tcPr>
          <w:p w14:paraId="0B1DD514" w14:textId="19A89818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364DBC">
              <w:rPr>
                <w:b/>
                <w:sz w:val="20"/>
              </w:rPr>
              <w:t>3074</w:t>
            </w:r>
          </w:p>
        </w:tc>
        <w:tc>
          <w:tcPr>
            <w:tcW w:w="1134" w:type="dxa"/>
            <w:vAlign w:val="bottom"/>
          </w:tcPr>
          <w:p w14:paraId="12841F0F" w14:textId="6554707E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851FCD">
              <w:rPr>
                <w:b/>
                <w:sz w:val="20"/>
              </w:rPr>
              <w:t>3019</w:t>
            </w:r>
          </w:p>
        </w:tc>
        <w:tc>
          <w:tcPr>
            <w:tcW w:w="1134" w:type="dxa"/>
            <w:vAlign w:val="bottom"/>
          </w:tcPr>
          <w:p w14:paraId="71A83E2A" w14:textId="236320F3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14:paraId="5E65C88B" w14:textId="1E41E11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14:paraId="01CB5CEF" w14:textId="265F814B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364DBC">
              <w:rPr>
                <w:b/>
                <w:sz w:val="20"/>
              </w:rPr>
              <w:t>2</w:t>
            </w:r>
          </w:p>
        </w:tc>
      </w:tr>
      <w:tr w:rsidR="007A2433" w:rsidRPr="009B5079" w14:paraId="0DB6C421" w14:textId="77777777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5D973AC7" w14:textId="77777777" w:rsidR="007A2433" w:rsidRPr="00F06AEE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F06AEE">
              <w:rPr>
                <w:b/>
                <w:sz w:val="20"/>
              </w:rPr>
              <w:t>в том числе:</w:t>
            </w:r>
          </w:p>
        </w:tc>
      </w:tr>
      <w:tr w:rsidR="00A22D71" w:rsidRPr="009B5079" w14:paraId="3C8F9625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78EE5AE" w14:textId="77777777" w:rsidR="00A22D71" w:rsidRPr="009B5079" w:rsidRDefault="00A22D71" w:rsidP="00A22D71">
            <w:pPr>
              <w:autoSpaceDE w:val="0"/>
              <w:autoSpaceDN w:val="0"/>
              <w:adjustRightInd w:val="0"/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растениеводство и </w:t>
            </w:r>
            <w:proofErr w:type="gramStart"/>
            <w:r>
              <w:rPr>
                <w:b/>
                <w:sz w:val="20"/>
              </w:rPr>
              <w:t>животно-</w:t>
            </w:r>
            <w:proofErr w:type="spellStart"/>
            <w:r w:rsidRPr="009B5079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, охота </w:t>
            </w:r>
            <w:r>
              <w:rPr>
                <w:b/>
                <w:sz w:val="20"/>
              </w:rPr>
              <w:t>и предостав</w:t>
            </w:r>
            <w:r w:rsidRPr="009B5079">
              <w:rPr>
                <w:b/>
                <w:sz w:val="20"/>
              </w:rPr>
              <w:t>ление соответствующих услуг в этих областях</w:t>
            </w:r>
          </w:p>
        </w:tc>
        <w:tc>
          <w:tcPr>
            <w:tcW w:w="1134" w:type="dxa"/>
            <w:vAlign w:val="bottom"/>
          </w:tcPr>
          <w:p w14:paraId="000E06D4" w14:textId="77974314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2306</w:t>
            </w:r>
          </w:p>
        </w:tc>
        <w:tc>
          <w:tcPr>
            <w:tcW w:w="1134" w:type="dxa"/>
            <w:vAlign w:val="bottom"/>
          </w:tcPr>
          <w:p w14:paraId="3528927D" w14:textId="5EEC0C60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2260</w:t>
            </w:r>
          </w:p>
        </w:tc>
        <w:tc>
          <w:tcPr>
            <w:tcW w:w="1134" w:type="dxa"/>
            <w:vAlign w:val="bottom"/>
          </w:tcPr>
          <w:p w14:paraId="708883F9" w14:textId="3F519FAD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16</w:t>
            </w:r>
          </w:p>
        </w:tc>
        <w:tc>
          <w:tcPr>
            <w:tcW w:w="1134" w:type="dxa"/>
            <w:vAlign w:val="bottom"/>
          </w:tcPr>
          <w:p w14:paraId="403BE8A2" w14:textId="44516954" w:rsidR="00A22D71" w:rsidRPr="007F32CF" w:rsidRDefault="00336C6D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E540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55586E62" w14:textId="30775D7A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2</w:t>
            </w:r>
          </w:p>
        </w:tc>
      </w:tr>
      <w:tr w:rsidR="00A22D71" w:rsidRPr="00DD4BBB" w14:paraId="43172C6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B7FDC89" w14:textId="77777777" w:rsidR="00A22D71" w:rsidRPr="00DD4BBB" w:rsidRDefault="00A22D71" w:rsidP="00A22D71">
            <w:pPr>
              <w:ind w:left="227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1134" w:type="dxa"/>
            <w:vAlign w:val="bottom"/>
          </w:tcPr>
          <w:p w14:paraId="233C5E78" w14:textId="234E26E6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662</w:t>
            </w:r>
          </w:p>
        </w:tc>
        <w:tc>
          <w:tcPr>
            <w:tcW w:w="1134" w:type="dxa"/>
            <w:vAlign w:val="bottom"/>
          </w:tcPr>
          <w:p w14:paraId="5E00EE3E" w14:textId="422FE03B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657</w:t>
            </w:r>
          </w:p>
        </w:tc>
        <w:tc>
          <w:tcPr>
            <w:tcW w:w="1134" w:type="dxa"/>
            <w:vAlign w:val="bottom"/>
          </w:tcPr>
          <w:p w14:paraId="64C0B9C1" w14:textId="19D3C080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50A31D45" w14:textId="10DD9B14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CA6B915" w14:textId="415237BB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4</w:t>
            </w:r>
          </w:p>
        </w:tc>
      </w:tr>
      <w:tr w:rsidR="00A22D71" w:rsidRPr="00DD4BBB" w14:paraId="540F46CB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B0E3F3B" w14:textId="77777777" w:rsidR="00A22D71" w:rsidRPr="00DD4BBB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добыча</w:t>
            </w:r>
            <w:r w:rsidRPr="00B35A2D">
              <w:rPr>
                <w:b/>
                <w:sz w:val="20"/>
              </w:rPr>
              <w:t xml:space="preserve"> полезных ископаемых</w:t>
            </w:r>
          </w:p>
        </w:tc>
        <w:tc>
          <w:tcPr>
            <w:tcW w:w="1134" w:type="dxa"/>
            <w:vAlign w:val="bottom"/>
          </w:tcPr>
          <w:p w14:paraId="1C9CAAE7" w14:textId="110BDB2C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4838</w:t>
            </w:r>
          </w:p>
        </w:tc>
        <w:tc>
          <w:tcPr>
            <w:tcW w:w="1134" w:type="dxa"/>
            <w:vAlign w:val="bottom"/>
          </w:tcPr>
          <w:p w14:paraId="41552C1F" w14:textId="5657B181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4814</w:t>
            </w:r>
          </w:p>
        </w:tc>
        <w:tc>
          <w:tcPr>
            <w:tcW w:w="1134" w:type="dxa"/>
            <w:vAlign w:val="bottom"/>
          </w:tcPr>
          <w:p w14:paraId="7B8A70AF" w14:textId="54F13187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0911D819" w14:textId="3021F380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19</w:t>
            </w:r>
          </w:p>
        </w:tc>
        <w:tc>
          <w:tcPr>
            <w:tcW w:w="1134" w:type="dxa"/>
            <w:vAlign w:val="bottom"/>
          </w:tcPr>
          <w:p w14:paraId="0C9BE790" w14:textId="5C88EA78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4</w:t>
            </w:r>
          </w:p>
        </w:tc>
      </w:tr>
      <w:tr w:rsidR="00A22D71" w:rsidRPr="00DD4BBB" w14:paraId="7837E85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91BBE86" w14:textId="77777777" w:rsidR="00A22D71" w:rsidRPr="00DD4BBB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обрабатыва</w:t>
            </w:r>
            <w:r w:rsidRPr="00024AE5">
              <w:rPr>
                <w:b/>
                <w:sz w:val="20"/>
              </w:rPr>
              <w:t>ющие производства</w:t>
            </w:r>
          </w:p>
        </w:tc>
        <w:tc>
          <w:tcPr>
            <w:tcW w:w="1134" w:type="dxa"/>
            <w:vAlign w:val="bottom"/>
          </w:tcPr>
          <w:p w14:paraId="68690048" w14:textId="5D867418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14200</w:t>
            </w:r>
          </w:p>
        </w:tc>
        <w:tc>
          <w:tcPr>
            <w:tcW w:w="1134" w:type="dxa"/>
            <w:vAlign w:val="bottom"/>
          </w:tcPr>
          <w:p w14:paraId="1F3CAFB0" w14:textId="22F152F2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14084</w:t>
            </w:r>
          </w:p>
        </w:tc>
        <w:tc>
          <w:tcPr>
            <w:tcW w:w="1134" w:type="dxa"/>
            <w:vAlign w:val="bottom"/>
          </w:tcPr>
          <w:p w14:paraId="762CAB21" w14:textId="0AAC474F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84</w:t>
            </w:r>
          </w:p>
        </w:tc>
        <w:tc>
          <w:tcPr>
            <w:tcW w:w="1134" w:type="dxa"/>
            <w:vAlign w:val="bottom"/>
          </w:tcPr>
          <w:p w14:paraId="2AAE1A09" w14:textId="241C9A85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32</w:t>
            </w:r>
          </w:p>
        </w:tc>
        <w:tc>
          <w:tcPr>
            <w:tcW w:w="1134" w:type="dxa"/>
            <w:vAlign w:val="bottom"/>
          </w:tcPr>
          <w:p w14:paraId="74298749" w14:textId="2DC790C3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4</w:t>
            </w:r>
          </w:p>
        </w:tc>
      </w:tr>
      <w:tr w:rsidR="00A22D71" w:rsidRPr="00190DDE" w14:paraId="52403A67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3D83B61" w14:textId="77777777" w:rsidR="00A22D71" w:rsidRPr="00190DDE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 xml:space="preserve">обеспечение электрической энергией, газом и паром;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134" w:type="dxa"/>
            <w:vAlign w:val="bottom"/>
          </w:tcPr>
          <w:p w14:paraId="696AA485" w14:textId="6D2D1520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6505</w:t>
            </w:r>
          </w:p>
        </w:tc>
        <w:tc>
          <w:tcPr>
            <w:tcW w:w="1134" w:type="dxa"/>
            <w:vAlign w:val="bottom"/>
          </w:tcPr>
          <w:p w14:paraId="3B366991" w14:textId="3D983633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6453</w:t>
            </w:r>
          </w:p>
        </w:tc>
        <w:tc>
          <w:tcPr>
            <w:tcW w:w="1134" w:type="dxa"/>
            <w:vAlign w:val="bottom"/>
          </w:tcPr>
          <w:p w14:paraId="317CC50E" w14:textId="005C6DF3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18</w:t>
            </w:r>
          </w:p>
        </w:tc>
        <w:tc>
          <w:tcPr>
            <w:tcW w:w="1134" w:type="dxa"/>
            <w:vAlign w:val="bottom"/>
          </w:tcPr>
          <w:p w14:paraId="1AA07AB6" w14:textId="1C8DF07B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33</w:t>
            </w:r>
          </w:p>
        </w:tc>
        <w:tc>
          <w:tcPr>
            <w:tcW w:w="1134" w:type="dxa"/>
            <w:vAlign w:val="bottom"/>
          </w:tcPr>
          <w:p w14:paraId="19905CAE" w14:textId="5D3A5C18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7</w:t>
            </w:r>
          </w:p>
        </w:tc>
      </w:tr>
      <w:tr w:rsidR="00A22D71" w:rsidRPr="00190DDE" w14:paraId="15BCD2F7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050D6E4B" w14:textId="77777777" w:rsidR="00A22D71" w:rsidRPr="00190DDE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>водоснабжение; водоотвед</w:t>
            </w:r>
            <w:r>
              <w:rPr>
                <w:b/>
                <w:sz w:val="20"/>
              </w:rPr>
              <w:t>ение, организация сбора и утили</w:t>
            </w:r>
            <w:r w:rsidRPr="00190DDE">
              <w:rPr>
                <w:b/>
                <w:sz w:val="20"/>
              </w:rPr>
              <w:t xml:space="preserve">зации отходов, деятельность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1134" w:type="dxa"/>
            <w:vAlign w:val="bottom"/>
          </w:tcPr>
          <w:p w14:paraId="6F4CE3CC" w14:textId="51C53795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5298</w:t>
            </w:r>
          </w:p>
        </w:tc>
        <w:tc>
          <w:tcPr>
            <w:tcW w:w="1134" w:type="dxa"/>
            <w:vAlign w:val="bottom"/>
          </w:tcPr>
          <w:p w14:paraId="73CBFDEB" w14:textId="04A4D495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5122</w:t>
            </w:r>
          </w:p>
        </w:tc>
        <w:tc>
          <w:tcPr>
            <w:tcW w:w="1134" w:type="dxa"/>
            <w:vAlign w:val="bottom"/>
          </w:tcPr>
          <w:p w14:paraId="73D92777" w14:textId="2B910E16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40</w:t>
            </w:r>
          </w:p>
        </w:tc>
        <w:tc>
          <w:tcPr>
            <w:tcW w:w="1134" w:type="dxa"/>
            <w:vAlign w:val="bottom"/>
          </w:tcPr>
          <w:p w14:paraId="6CCBED40" w14:textId="114408C4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137</w:t>
            </w:r>
          </w:p>
        </w:tc>
        <w:tc>
          <w:tcPr>
            <w:tcW w:w="1134" w:type="dxa"/>
            <w:vAlign w:val="bottom"/>
          </w:tcPr>
          <w:p w14:paraId="6659952D" w14:textId="777C41BE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7</w:t>
            </w:r>
          </w:p>
        </w:tc>
      </w:tr>
      <w:tr w:rsidR="00A22D71" w:rsidRPr="00190DDE" w14:paraId="04A74BB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07F60BA0" w14:textId="77777777" w:rsidR="00A22D71" w:rsidRPr="00190DDE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B35A2D">
              <w:rPr>
                <w:b/>
                <w:sz w:val="20"/>
              </w:rPr>
              <w:t>троительство</w:t>
            </w:r>
          </w:p>
        </w:tc>
        <w:tc>
          <w:tcPr>
            <w:tcW w:w="1134" w:type="dxa"/>
            <w:vAlign w:val="bottom"/>
          </w:tcPr>
          <w:p w14:paraId="0528ADF4" w14:textId="2CBF7FC9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4212</w:t>
            </w:r>
          </w:p>
        </w:tc>
        <w:tc>
          <w:tcPr>
            <w:tcW w:w="1134" w:type="dxa"/>
            <w:vAlign w:val="bottom"/>
          </w:tcPr>
          <w:p w14:paraId="04A61F4B" w14:textId="1AC3C61E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4101</w:t>
            </w:r>
          </w:p>
        </w:tc>
        <w:tc>
          <w:tcPr>
            <w:tcW w:w="1134" w:type="dxa"/>
            <w:vAlign w:val="bottom"/>
          </w:tcPr>
          <w:p w14:paraId="740B35D1" w14:textId="49455F86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76</w:t>
            </w:r>
          </w:p>
        </w:tc>
        <w:tc>
          <w:tcPr>
            <w:tcW w:w="1134" w:type="dxa"/>
            <w:vAlign w:val="bottom"/>
          </w:tcPr>
          <w:p w14:paraId="6D1C8E41" w14:textId="78B5509B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35</w:t>
            </w:r>
          </w:p>
        </w:tc>
        <w:tc>
          <w:tcPr>
            <w:tcW w:w="1134" w:type="dxa"/>
            <w:vAlign w:val="bottom"/>
          </w:tcPr>
          <w:p w14:paraId="7B8A5336" w14:textId="2A4B959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3</w:t>
            </w:r>
          </w:p>
        </w:tc>
      </w:tr>
      <w:tr w:rsidR="00A22D71" w:rsidRPr="00C31A43" w14:paraId="4CA8118F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211039CB" w14:textId="77777777" w:rsidR="00A22D71" w:rsidRPr="006618B5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vAlign w:val="bottom"/>
          </w:tcPr>
          <w:p w14:paraId="0685EED3" w14:textId="7075D1A4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11051</w:t>
            </w:r>
          </w:p>
        </w:tc>
        <w:tc>
          <w:tcPr>
            <w:tcW w:w="1134" w:type="dxa"/>
            <w:vAlign w:val="bottom"/>
          </w:tcPr>
          <w:p w14:paraId="5B27D278" w14:textId="417175FD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10917</w:t>
            </w:r>
          </w:p>
        </w:tc>
        <w:tc>
          <w:tcPr>
            <w:tcW w:w="1134" w:type="dxa"/>
            <w:vAlign w:val="bottom"/>
          </w:tcPr>
          <w:p w14:paraId="21C219D1" w14:textId="7583D11C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109</w:t>
            </w:r>
          </w:p>
        </w:tc>
        <w:tc>
          <w:tcPr>
            <w:tcW w:w="1134" w:type="dxa"/>
            <w:vAlign w:val="bottom"/>
          </w:tcPr>
          <w:p w14:paraId="2E6520B2" w14:textId="00EECA82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25</w:t>
            </w:r>
          </w:p>
        </w:tc>
        <w:tc>
          <w:tcPr>
            <w:tcW w:w="1134" w:type="dxa"/>
            <w:vAlign w:val="bottom"/>
          </w:tcPr>
          <w:p w14:paraId="78A42839" w14:textId="787384C3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2</w:t>
            </w:r>
          </w:p>
        </w:tc>
      </w:tr>
      <w:tr w:rsidR="00A22D71" w:rsidRPr="00C31A43" w14:paraId="7B0A390E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6B688B8" w14:textId="77777777" w:rsidR="00A22D71" w:rsidRPr="006618B5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14:paraId="03A7D8A8" w14:textId="113BFC33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14424</w:t>
            </w:r>
          </w:p>
        </w:tc>
        <w:tc>
          <w:tcPr>
            <w:tcW w:w="1134" w:type="dxa"/>
            <w:vAlign w:val="bottom"/>
          </w:tcPr>
          <w:p w14:paraId="592F6864" w14:textId="4D29F194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14182</w:t>
            </w:r>
          </w:p>
        </w:tc>
        <w:tc>
          <w:tcPr>
            <w:tcW w:w="1134" w:type="dxa"/>
            <w:vAlign w:val="bottom"/>
          </w:tcPr>
          <w:p w14:paraId="0AC4A97C" w14:textId="0732BF6E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64</w:t>
            </w:r>
          </w:p>
        </w:tc>
        <w:tc>
          <w:tcPr>
            <w:tcW w:w="1134" w:type="dxa"/>
            <w:vAlign w:val="bottom"/>
          </w:tcPr>
          <w:p w14:paraId="35A6B5C4" w14:textId="69EB5494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178</w:t>
            </w:r>
          </w:p>
        </w:tc>
        <w:tc>
          <w:tcPr>
            <w:tcW w:w="1134" w:type="dxa"/>
            <w:vAlign w:val="bottom"/>
          </w:tcPr>
          <w:p w14:paraId="5797F120" w14:textId="41C3D086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0</w:t>
            </w:r>
          </w:p>
        </w:tc>
      </w:tr>
      <w:tr w:rsidR="00A22D71" w:rsidRPr="00C31A43" w14:paraId="437B1D89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23BC585" w14:textId="77777777" w:rsidR="00A22D71" w:rsidRPr="006618B5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деятельность гостиниц </w:t>
            </w:r>
            <w:r w:rsidRPr="006618B5">
              <w:rPr>
                <w:b/>
                <w:sz w:val="20"/>
              </w:rPr>
              <w:t xml:space="preserve">и </w:t>
            </w:r>
            <w:proofErr w:type="gramStart"/>
            <w:r w:rsidRPr="006618B5">
              <w:rPr>
                <w:b/>
                <w:sz w:val="20"/>
              </w:rPr>
              <w:t>пред</w:t>
            </w:r>
            <w:r>
              <w:rPr>
                <w:b/>
                <w:sz w:val="20"/>
              </w:rPr>
              <w:t>-</w:t>
            </w:r>
            <w:r w:rsidRPr="006618B5">
              <w:rPr>
                <w:b/>
                <w:sz w:val="20"/>
              </w:rPr>
              <w:t>приятий</w:t>
            </w:r>
            <w:proofErr w:type="gramEnd"/>
            <w:r w:rsidRPr="006618B5">
              <w:rPr>
                <w:b/>
                <w:sz w:val="20"/>
              </w:rPr>
              <w:t xml:space="preserve"> общественного питания</w:t>
            </w:r>
          </w:p>
        </w:tc>
        <w:tc>
          <w:tcPr>
            <w:tcW w:w="1134" w:type="dxa"/>
            <w:vAlign w:val="bottom"/>
          </w:tcPr>
          <w:p w14:paraId="5A156DD6" w14:textId="3F37A947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1337</w:t>
            </w:r>
          </w:p>
        </w:tc>
        <w:tc>
          <w:tcPr>
            <w:tcW w:w="1134" w:type="dxa"/>
            <w:vAlign w:val="bottom"/>
          </w:tcPr>
          <w:p w14:paraId="03238183" w14:textId="41832936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1314</w:t>
            </w:r>
          </w:p>
        </w:tc>
        <w:tc>
          <w:tcPr>
            <w:tcW w:w="1134" w:type="dxa"/>
            <w:vAlign w:val="bottom"/>
          </w:tcPr>
          <w:p w14:paraId="042C3F1B" w14:textId="6B35C75C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307DB159" w14:textId="47FC8E52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12</w:t>
            </w:r>
          </w:p>
        </w:tc>
        <w:tc>
          <w:tcPr>
            <w:tcW w:w="1134" w:type="dxa"/>
            <w:vAlign w:val="bottom"/>
          </w:tcPr>
          <w:p w14:paraId="61097930" w14:textId="19EACF0D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5</w:t>
            </w:r>
          </w:p>
        </w:tc>
      </w:tr>
      <w:tr w:rsidR="00A22D71" w:rsidRPr="00C31A43" w14:paraId="5C7C02A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528F2EC" w14:textId="77777777" w:rsidR="00A22D71" w:rsidRPr="006618B5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14:paraId="6EFC45FC" w14:textId="44568760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2110</w:t>
            </w:r>
          </w:p>
        </w:tc>
        <w:tc>
          <w:tcPr>
            <w:tcW w:w="1134" w:type="dxa"/>
            <w:vAlign w:val="bottom"/>
          </w:tcPr>
          <w:p w14:paraId="5F15D738" w14:textId="42E619C3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1994</w:t>
            </w:r>
          </w:p>
        </w:tc>
        <w:tc>
          <w:tcPr>
            <w:tcW w:w="1134" w:type="dxa"/>
            <w:vAlign w:val="bottom"/>
          </w:tcPr>
          <w:p w14:paraId="63EE7727" w14:textId="4767E24E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20</w:t>
            </w:r>
          </w:p>
        </w:tc>
        <w:tc>
          <w:tcPr>
            <w:tcW w:w="1134" w:type="dxa"/>
            <w:vAlign w:val="bottom"/>
          </w:tcPr>
          <w:p w14:paraId="4E5DFE04" w14:textId="7637D74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96</w:t>
            </w:r>
          </w:p>
        </w:tc>
        <w:tc>
          <w:tcPr>
            <w:tcW w:w="1134" w:type="dxa"/>
            <w:vAlign w:val="bottom"/>
          </w:tcPr>
          <w:p w14:paraId="06E6BA0C" w14:textId="7507CA36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4</w:t>
            </w:r>
          </w:p>
        </w:tc>
      </w:tr>
      <w:tr w:rsidR="00A22D71" w:rsidRPr="00C31A43" w14:paraId="65309A12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C7D8AAB" w14:textId="77777777" w:rsidR="00A22D71" w:rsidRPr="00662311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финансовая</w:t>
            </w:r>
            <w:r w:rsidRPr="00662311">
              <w:rPr>
                <w:b/>
                <w:sz w:val="20"/>
              </w:rPr>
              <w:br/>
              <w:t>и страховая</w:t>
            </w:r>
          </w:p>
        </w:tc>
        <w:tc>
          <w:tcPr>
            <w:tcW w:w="1134" w:type="dxa"/>
            <w:vAlign w:val="bottom"/>
          </w:tcPr>
          <w:p w14:paraId="173D9418" w14:textId="68F5C7B2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3630</w:t>
            </w:r>
          </w:p>
        </w:tc>
        <w:tc>
          <w:tcPr>
            <w:tcW w:w="1134" w:type="dxa"/>
            <w:vAlign w:val="bottom"/>
          </w:tcPr>
          <w:p w14:paraId="30672B9F" w14:textId="3103FCD5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2815</w:t>
            </w:r>
          </w:p>
        </w:tc>
        <w:tc>
          <w:tcPr>
            <w:tcW w:w="1134" w:type="dxa"/>
            <w:vAlign w:val="bottom"/>
          </w:tcPr>
          <w:p w14:paraId="01013082" w14:textId="0E2BA0E5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</w:t>
            </w:r>
          </w:p>
        </w:tc>
        <w:tc>
          <w:tcPr>
            <w:tcW w:w="1134" w:type="dxa"/>
            <w:vAlign w:val="bottom"/>
          </w:tcPr>
          <w:p w14:paraId="25AE921E" w14:textId="2A113E5C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806</w:t>
            </w:r>
          </w:p>
        </w:tc>
        <w:tc>
          <w:tcPr>
            <w:tcW w:w="1134" w:type="dxa"/>
            <w:vAlign w:val="bottom"/>
          </w:tcPr>
          <w:p w14:paraId="352846CB" w14:textId="67CAD49C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3</w:t>
            </w:r>
          </w:p>
        </w:tc>
      </w:tr>
      <w:tr w:rsidR="00A22D71" w:rsidRPr="00C31A43" w14:paraId="4819E125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4938F34" w14:textId="77777777" w:rsidR="00A22D71" w:rsidRPr="00662311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662311">
              <w:rPr>
                <w:b/>
                <w:sz w:val="20"/>
              </w:rPr>
              <w:t>деятельность</w:t>
            </w:r>
            <w:r>
              <w:rPr>
                <w:b/>
                <w:sz w:val="20"/>
              </w:rPr>
              <w:t xml:space="preserve"> по операциям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1134" w:type="dxa"/>
            <w:vAlign w:val="bottom"/>
          </w:tcPr>
          <w:p w14:paraId="7BE973D6" w14:textId="458F40E0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629</w:t>
            </w:r>
          </w:p>
        </w:tc>
        <w:tc>
          <w:tcPr>
            <w:tcW w:w="1134" w:type="dxa"/>
            <w:vAlign w:val="bottom"/>
          </w:tcPr>
          <w:p w14:paraId="460DD08D" w14:textId="7F73244D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559</w:t>
            </w:r>
          </w:p>
        </w:tc>
        <w:tc>
          <w:tcPr>
            <w:tcW w:w="1134" w:type="dxa"/>
            <w:vAlign w:val="bottom"/>
          </w:tcPr>
          <w:p w14:paraId="1B069C26" w14:textId="08B99BF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58</w:t>
            </w:r>
          </w:p>
        </w:tc>
        <w:tc>
          <w:tcPr>
            <w:tcW w:w="1134" w:type="dxa"/>
            <w:vAlign w:val="bottom"/>
          </w:tcPr>
          <w:p w14:paraId="67A118FF" w14:textId="71AF0D32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12</w:t>
            </w:r>
          </w:p>
        </w:tc>
        <w:tc>
          <w:tcPr>
            <w:tcW w:w="1134" w:type="dxa"/>
            <w:vAlign w:val="bottom"/>
          </w:tcPr>
          <w:p w14:paraId="2A48DB82" w14:textId="2E3F636A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3</w:t>
            </w:r>
          </w:p>
        </w:tc>
      </w:tr>
      <w:tr w:rsidR="00A22D71" w:rsidRPr="00C31A43" w14:paraId="138DC9F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23DF16E5" w14:textId="77777777" w:rsidR="00A22D71" w:rsidRPr="00662311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профессиональ</w:t>
            </w:r>
            <w:r w:rsidRPr="00662311">
              <w:rPr>
                <w:b/>
                <w:sz w:val="20"/>
              </w:rPr>
              <w:t>ная, научная и техническая</w:t>
            </w:r>
          </w:p>
        </w:tc>
        <w:tc>
          <w:tcPr>
            <w:tcW w:w="1134" w:type="dxa"/>
            <w:vAlign w:val="bottom"/>
          </w:tcPr>
          <w:p w14:paraId="407E097C" w14:textId="2F00E984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4897</w:t>
            </w:r>
          </w:p>
        </w:tc>
        <w:tc>
          <w:tcPr>
            <w:tcW w:w="1134" w:type="dxa"/>
            <w:vAlign w:val="bottom"/>
          </w:tcPr>
          <w:p w14:paraId="3E3EC006" w14:textId="38B60AC6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4760</w:t>
            </w:r>
          </w:p>
        </w:tc>
        <w:tc>
          <w:tcPr>
            <w:tcW w:w="1134" w:type="dxa"/>
            <w:vAlign w:val="bottom"/>
          </w:tcPr>
          <w:p w14:paraId="08598831" w14:textId="2882C695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82</w:t>
            </w:r>
          </w:p>
        </w:tc>
        <w:tc>
          <w:tcPr>
            <w:tcW w:w="1134" w:type="dxa"/>
            <w:vAlign w:val="bottom"/>
          </w:tcPr>
          <w:p w14:paraId="6DCA6364" w14:textId="3FC2E17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55</w:t>
            </w:r>
          </w:p>
        </w:tc>
        <w:tc>
          <w:tcPr>
            <w:tcW w:w="1134" w:type="dxa"/>
            <w:vAlign w:val="bottom"/>
          </w:tcPr>
          <w:p w14:paraId="0853D7E3" w14:textId="5A8401AC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5</w:t>
            </w:r>
          </w:p>
        </w:tc>
      </w:tr>
      <w:tr w:rsidR="00A22D71" w:rsidRPr="00C31A43" w14:paraId="1AD78B2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418948BE" w14:textId="77777777" w:rsidR="00A22D71" w:rsidRPr="00662311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администра</w:t>
            </w:r>
            <w:r w:rsidRPr="00662311">
              <w:rPr>
                <w:b/>
                <w:sz w:val="20"/>
              </w:rPr>
              <w:t xml:space="preserve">тивная 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и сопутствующие дополнительные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B87637" w14:textId="7BEC6C2C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5024</w:t>
            </w:r>
          </w:p>
        </w:tc>
        <w:tc>
          <w:tcPr>
            <w:tcW w:w="1134" w:type="dxa"/>
            <w:vAlign w:val="bottom"/>
          </w:tcPr>
          <w:p w14:paraId="219C09FA" w14:textId="436A466D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4947</w:t>
            </w:r>
          </w:p>
        </w:tc>
        <w:tc>
          <w:tcPr>
            <w:tcW w:w="1134" w:type="dxa"/>
            <w:vAlign w:val="bottom"/>
          </w:tcPr>
          <w:p w14:paraId="7A37882B" w14:textId="69323373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70</w:t>
            </w:r>
          </w:p>
        </w:tc>
        <w:tc>
          <w:tcPr>
            <w:tcW w:w="1134" w:type="dxa"/>
            <w:vAlign w:val="bottom"/>
          </w:tcPr>
          <w:p w14:paraId="3F6FDD58" w14:textId="25B657BB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418B5F65" w14:textId="29BA1B30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3</w:t>
            </w:r>
          </w:p>
        </w:tc>
      </w:tr>
      <w:tr w:rsidR="00A22D71" w:rsidRPr="00C31A43" w14:paraId="0C764EA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A01E208" w14:textId="77777777" w:rsidR="00A22D71" w:rsidRPr="00294388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  <w:t xml:space="preserve">и обеспечение военной </w:t>
            </w:r>
            <w:proofErr w:type="spellStart"/>
            <w:proofErr w:type="gramStart"/>
            <w:r>
              <w:rPr>
                <w:b/>
                <w:sz w:val="20"/>
              </w:rPr>
              <w:t>безопас-</w:t>
            </w:r>
            <w:r w:rsidRPr="00294388">
              <w:rPr>
                <w:b/>
                <w:sz w:val="20"/>
              </w:rPr>
              <w:t>ности</w:t>
            </w:r>
            <w:proofErr w:type="spellEnd"/>
            <w:proofErr w:type="gramEnd"/>
            <w:r w:rsidRPr="00294388">
              <w:rPr>
                <w:b/>
                <w:sz w:val="20"/>
              </w:rPr>
              <w:t>; социальное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4933B6" w14:textId="2CEC5E64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27178</w:t>
            </w:r>
          </w:p>
        </w:tc>
        <w:tc>
          <w:tcPr>
            <w:tcW w:w="1134" w:type="dxa"/>
            <w:vAlign w:val="bottom"/>
          </w:tcPr>
          <w:p w14:paraId="345188B0" w14:textId="7EE44FCF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26838</w:t>
            </w:r>
          </w:p>
        </w:tc>
        <w:tc>
          <w:tcPr>
            <w:tcW w:w="1134" w:type="dxa"/>
            <w:vAlign w:val="bottom"/>
          </w:tcPr>
          <w:p w14:paraId="36F58AED" w14:textId="201496A2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175</w:t>
            </w:r>
          </w:p>
        </w:tc>
        <w:tc>
          <w:tcPr>
            <w:tcW w:w="1134" w:type="dxa"/>
            <w:vAlign w:val="bottom"/>
          </w:tcPr>
          <w:p w14:paraId="04DF686A" w14:textId="45EFED9F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165</w:t>
            </w:r>
          </w:p>
        </w:tc>
        <w:tc>
          <w:tcPr>
            <w:tcW w:w="1134" w:type="dxa"/>
            <w:vAlign w:val="bottom"/>
          </w:tcPr>
          <w:p w14:paraId="09B55479" w14:textId="476AB486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9</w:t>
            </w:r>
          </w:p>
        </w:tc>
      </w:tr>
      <w:tr w:rsidR="00A22D71" w:rsidRPr="00C31A43" w14:paraId="2AF33F5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1B3DB9F" w14:textId="77777777" w:rsidR="00A22D71" w:rsidRPr="00294388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294388">
              <w:rPr>
                <w:b/>
                <w:sz w:val="20"/>
              </w:rPr>
              <w:t>бразование</w:t>
            </w:r>
          </w:p>
        </w:tc>
        <w:tc>
          <w:tcPr>
            <w:tcW w:w="1134" w:type="dxa"/>
            <w:vAlign w:val="bottom"/>
          </w:tcPr>
          <w:p w14:paraId="5BFD27C5" w14:textId="7D983B2F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29773</w:t>
            </w:r>
          </w:p>
        </w:tc>
        <w:tc>
          <w:tcPr>
            <w:tcW w:w="1134" w:type="dxa"/>
            <w:vAlign w:val="bottom"/>
          </w:tcPr>
          <w:p w14:paraId="19EB9593" w14:textId="71AC153A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28324</w:t>
            </w:r>
          </w:p>
        </w:tc>
        <w:tc>
          <w:tcPr>
            <w:tcW w:w="1134" w:type="dxa"/>
            <w:vAlign w:val="bottom"/>
          </w:tcPr>
          <w:p w14:paraId="7DD5D62E" w14:textId="1FF343BB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915</w:t>
            </w:r>
          </w:p>
        </w:tc>
        <w:tc>
          <w:tcPr>
            <w:tcW w:w="1134" w:type="dxa"/>
            <w:vAlign w:val="bottom"/>
          </w:tcPr>
          <w:p w14:paraId="0F86A23E" w14:textId="3024DA32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534</w:t>
            </w:r>
          </w:p>
        </w:tc>
        <w:tc>
          <w:tcPr>
            <w:tcW w:w="1134" w:type="dxa"/>
            <w:vAlign w:val="bottom"/>
          </w:tcPr>
          <w:p w14:paraId="3B0ADDFE" w14:textId="1E455B55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8</w:t>
            </w:r>
          </w:p>
        </w:tc>
      </w:tr>
      <w:tr w:rsidR="00A22D71" w:rsidRPr="00C31A43" w14:paraId="6B274C32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0D13C20" w14:textId="77777777" w:rsidR="00A22D71" w:rsidRPr="00294388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t>деятельность в об</w:t>
            </w:r>
            <w:r>
              <w:rPr>
                <w:b/>
                <w:sz w:val="20"/>
              </w:rPr>
              <w:t xml:space="preserve">ласти </w:t>
            </w:r>
            <w:proofErr w:type="gramStart"/>
            <w:r>
              <w:rPr>
                <w:b/>
                <w:sz w:val="20"/>
              </w:rPr>
              <w:t>здраво-</w:t>
            </w:r>
            <w:r w:rsidRPr="00294388">
              <w:rPr>
                <w:b/>
                <w:sz w:val="20"/>
              </w:rPr>
              <w:t>охранения</w:t>
            </w:r>
            <w:proofErr w:type="gramEnd"/>
            <w:r w:rsidRPr="00294388">
              <w:rPr>
                <w:b/>
                <w:sz w:val="20"/>
              </w:rPr>
              <w:t xml:space="preserve"> и социальных услуг</w:t>
            </w:r>
          </w:p>
        </w:tc>
        <w:tc>
          <w:tcPr>
            <w:tcW w:w="1134" w:type="dxa"/>
            <w:vAlign w:val="bottom"/>
          </w:tcPr>
          <w:p w14:paraId="05FC83D3" w14:textId="17F79398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29120</w:t>
            </w:r>
          </w:p>
        </w:tc>
        <w:tc>
          <w:tcPr>
            <w:tcW w:w="1134" w:type="dxa"/>
            <w:vAlign w:val="bottom"/>
          </w:tcPr>
          <w:p w14:paraId="4359F438" w14:textId="043AD6DF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27852</w:t>
            </w:r>
          </w:p>
        </w:tc>
        <w:tc>
          <w:tcPr>
            <w:tcW w:w="1134" w:type="dxa"/>
            <w:vAlign w:val="bottom"/>
          </w:tcPr>
          <w:p w14:paraId="6CFAD584" w14:textId="3DC40D42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744</w:t>
            </w:r>
          </w:p>
        </w:tc>
        <w:tc>
          <w:tcPr>
            <w:tcW w:w="1134" w:type="dxa"/>
            <w:vAlign w:val="bottom"/>
          </w:tcPr>
          <w:p w14:paraId="6DDE2C9A" w14:textId="408E526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524</w:t>
            </w:r>
          </w:p>
        </w:tc>
        <w:tc>
          <w:tcPr>
            <w:tcW w:w="1134" w:type="dxa"/>
            <w:vAlign w:val="bottom"/>
          </w:tcPr>
          <w:p w14:paraId="7F61EF53" w14:textId="22B61B53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9</w:t>
            </w:r>
          </w:p>
        </w:tc>
      </w:tr>
      <w:tr w:rsidR="00A22D71" w:rsidRPr="00C31A43" w14:paraId="5F2680DB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DA2FC8B" w14:textId="77777777" w:rsidR="00A22D71" w:rsidRPr="00294388" w:rsidRDefault="00A22D71" w:rsidP="00A22D71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t xml:space="preserve">деятельность </w:t>
            </w:r>
            <w:r>
              <w:rPr>
                <w:b/>
                <w:sz w:val="20"/>
              </w:rPr>
              <w:t>в области куль</w:t>
            </w:r>
            <w:r w:rsidRPr="00294388">
              <w:rPr>
                <w:b/>
                <w:sz w:val="20"/>
              </w:rPr>
              <w:t>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14:paraId="50BF4D5E" w14:textId="09A476A9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4068</w:t>
            </w:r>
          </w:p>
        </w:tc>
        <w:tc>
          <w:tcPr>
            <w:tcW w:w="1134" w:type="dxa"/>
            <w:vAlign w:val="bottom"/>
          </w:tcPr>
          <w:p w14:paraId="5607E610" w14:textId="232F9B8D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3802</w:t>
            </w:r>
          </w:p>
        </w:tc>
        <w:tc>
          <w:tcPr>
            <w:tcW w:w="1134" w:type="dxa"/>
            <w:vAlign w:val="bottom"/>
          </w:tcPr>
          <w:p w14:paraId="0811E8A1" w14:textId="66CA9AEC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217</w:t>
            </w:r>
          </w:p>
        </w:tc>
        <w:tc>
          <w:tcPr>
            <w:tcW w:w="1134" w:type="dxa"/>
            <w:vAlign w:val="bottom"/>
          </w:tcPr>
          <w:p w14:paraId="321622C9" w14:textId="548FA750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49</w:t>
            </w:r>
          </w:p>
        </w:tc>
        <w:tc>
          <w:tcPr>
            <w:tcW w:w="1134" w:type="dxa"/>
            <w:vAlign w:val="bottom"/>
          </w:tcPr>
          <w:p w14:paraId="164138A3" w14:textId="2F870729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0</w:t>
            </w:r>
          </w:p>
        </w:tc>
      </w:tr>
      <w:tr w:rsidR="00A22D71" w:rsidRPr="00C31A43" w14:paraId="2E83538C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32A41E0" w14:textId="77777777" w:rsidR="00A22D71" w:rsidRPr="00294388" w:rsidRDefault="00A22D71" w:rsidP="00A22D7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предоставление </w:t>
            </w:r>
            <w:r w:rsidRPr="00525491">
              <w:rPr>
                <w:b/>
                <w:sz w:val="20"/>
              </w:rPr>
              <w:t>прочих видов услуг</w:t>
            </w:r>
          </w:p>
        </w:tc>
        <w:tc>
          <w:tcPr>
            <w:tcW w:w="1134" w:type="dxa"/>
            <w:vAlign w:val="bottom"/>
          </w:tcPr>
          <w:p w14:paraId="672E12ED" w14:textId="79F065A0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64DBC">
              <w:rPr>
                <w:b/>
                <w:sz w:val="20"/>
              </w:rPr>
              <w:t>364</w:t>
            </w:r>
          </w:p>
        </w:tc>
        <w:tc>
          <w:tcPr>
            <w:tcW w:w="1134" w:type="dxa"/>
            <w:vAlign w:val="bottom"/>
          </w:tcPr>
          <w:p w14:paraId="6D990528" w14:textId="06ACD602" w:rsidR="00A22D71" w:rsidRPr="007F32CF" w:rsidRDefault="00A22D71" w:rsidP="00A22D71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307</w:t>
            </w:r>
          </w:p>
        </w:tc>
        <w:tc>
          <w:tcPr>
            <w:tcW w:w="1134" w:type="dxa"/>
            <w:vAlign w:val="bottom"/>
          </w:tcPr>
          <w:p w14:paraId="2267C16D" w14:textId="60E3E704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1134" w:type="dxa"/>
            <w:vAlign w:val="bottom"/>
          </w:tcPr>
          <w:p w14:paraId="017429AD" w14:textId="1C264DCF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14:paraId="606F725D" w14:textId="4BB9E637" w:rsidR="00A22D71" w:rsidRPr="007F32CF" w:rsidRDefault="00A22D71" w:rsidP="00A22D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17FD4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017FD4">
              <w:rPr>
                <w:b/>
                <w:sz w:val="20"/>
              </w:rPr>
              <w:t>0</w:t>
            </w:r>
          </w:p>
        </w:tc>
      </w:tr>
    </w:tbl>
    <w:p w14:paraId="6961F4EC" w14:textId="5D3F0097" w:rsidR="00F57FAA" w:rsidRPr="009C014F" w:rsidRDefault="00F57FAA" w:rsidP="006D0921">
      <w:pPr>
        <w:pStyle w:val="3"/>
        <w:tabs>
          <w:tab w:val="left" w:pos="1185"/>
        </w:tabs>
        <w:spacing w:before="360" w:after="120"/>
        <w:ind w:right="0" w:firstLine="709"/>
        <w:jc w:val="both"/>
        <w:rPr>
          <w:b w:val="0"/>
        </w:rPr>
      </w:pPr>
      <w:bookmarkStart w:id="355" w:name="_Toc178757230"/>
      <w:bookmarkStart w:id="356" w:name="_Toc391275385"/>
      <w:bookmarkStart w:id="357" w:name="_Toc493779806"/>
      <w:bookmarkEnd w:id="351"/>
      <w:bookmarkEnd w:id="352"/>
      <w:r w:rsidRPr="00F00E4C">
        <w:t>Безработица</w:t>
      </w:r>
      <w:r w:rsidRPr="00F00E4C">
        <w:rPr>
          <w:szCs w:val="24"/>
        </w:rPr>
        <w:t>.</w:t>
      </w:r>
      <w:r w:rsidRPr="00F00E4C">
        <w:rPr>
          <w:b w:val="0"/>
          <w:szCs w:val="24"/>
        </w:rPr>
        <w:t xml:space="preserve"> </w:t>
      </w:r>
      <w:bookmarkStart w:id="358" w:name="_Toc92984773"/>
      <w:bookmarkStart w:id="359" w:name="_Toc129714592"/>
      <w:r w:rsidRPr="00C63648">
        <w:rPr>
          <w:b w:val="0"/>
        </w:rPr>
        <w:t>Численность не занятых трудовой деятельностью граждан, состоящих</w:t>
      </w:r>
      <w:r>
        <w:rPr>
          <w:b w:val="0"/>
        </w:rPr>
        <w:t xml:space="preserve"> </w:t>
      </w:r>
      <w:r w:rsidRPr="00C63648">
        <w:rPr>
          <w:b w:val="0"/>
        </w:rPr>
        <w:t>на учете в органах службы занятости населения (по данным агентства</w:t>
      </w:r>
      <w:r w:rsidRPr="00C63648">
        <w:rPr>
          <w:b w:val="0"/>
        </w:rPr>
        <w:br/>
        <w:t>по занятости населения</w:t>
      </w:r>
      <w:r w:rsidR="00457587">
        <w:rPr>
          <w:b w:val="0"/>
        </w:rPr>
        <w:t xml:space="preserve"> </w:t>
      </w:r>
      <w:r w:rsidRPr="00C63648">
        <w:rPr>
          <w:b w:val="0"/>
        </w:rPr>
        <w:t xml:space="preserve">Астраханской области). К концу </w:t>
      </w:r>
      <w:r w:rsidR="00A22D71">
        <w:rPr>
          <w:b w:val="0"/>
        </w:rPr>
        <w:t>августа</w:t>
      </w:r>
      <w:r w:rsidRPr="00C63648">
        <w:rPr>
          <w:b w:val="0"/>
          <w:szCs w:val="24"/>
        </w:rPr>
        <w:t xml:space="preserve"> 2024 </w:t>
      </w:r>
      <w:r w:rsidRPr="00C63648">
        <w:rPr>
          <w:b w:val="0"/>
        </w:rPr>
        <w:t>года</w:t>
      </w:r>
      <w:r w:rsidRPr="00C63648">
        <w:rPr>
          <w:b w:val="0"/>
        </w:rPr>
        <w:br/>
        <w:t>в учреждениях государственной службы занятости населения</w:t>
      </w:r>
      <w:r>
        <w:rPr>
          <w:b w:val="0"/>
        </w:rPr>
        <w:t xml:space="preserve"> состояло</w:t>
      </w:r>
      <w:r w:rsidRPr="009C014F">
        <w:rPr>
          <w:b w:val="0"/>
        </w:rPr>
        <w:t xml:space="preserve"> на учете</w:t>
      </w:r>
      <w:r w:rsidRPr="009C014F">
        <w:rPr>
          <w:b w:val="0"/>
        </w:rPr>
        <w:br/>
      </w:r>
      <w:r w:rsidR="00A22D71">
        <w:rPr>
          <w:b w:val="0"/>
        </w:rPr>
        <w:t>3661</w:t>
      </w:r>
      <w:r w:rsidRPr="009C014F">
        <w:rPr>
          <w:b w:val="0"/>
        </w:rPr>
        <w:t xml:space="preserve"> не заняты</w:t>
      </w:r>
      <w:r>
        <w:rPr>
          <w:b w:val="0"/>
        </w:rPr>
        <w:t>й</w:t>
      </w:r>
      <w:r w:rsidRPr="009C014F">
        <w:rPr>
          <w:b w:val="0"/>
        </w:rPr>
        <w:t xml:space="preserve"> трудовой деятельностью граждан</w:t>
      </w:r>
      <w:r>
        <w:rPr>
          <w:b w:val="0"/>
        </w:rPr>
        <w:t>ин</w:t>
      </w:r>
      <w:r w:rsidRPr="009C014F">
        <w:rPr>
          <w:b w:val="0"/>
        </w:rPr>
        <w:t xml:space="preserve">, в том числе </w:t>
      </w:r>
      <w:r w:rsidR="00A22D71">
        <w:rPr>
          <w:b w:val="0"/>
        </w:rPr>
        <w:t>3263</w:t>
      </w:r>
      <w:r w:rsidRPr="009C014F">
        <w:rPr>
          <w:b w:val="0"/>
        </w:rPr>
        <w:t xml:space="preserve"> человек</w:t>
      </w:r>
      <w:r w:rsidR="00A22D71">
        <w:rPr>
          <w:b w:val="0"/>
        </w:rPr>
        <w:t>а</w:t>
      </w:r>
      <w:r w:rsidRPr="009C014F">
        <w:rPr>
          <w:b w:val="0"/>
        </w:rPr>
        <w:t xml:space="preserve"> имел</w:t>
      </w:r>
      <w:r w:rsidR="00A22D71">
        <w:rPr>
          <w:b w:val="0"/>
        </w:rPr>
        <w:t>и</w:t>
      </w:r>
      <w:r w:rsidRPr="009C014F">
        <w:rPr>
          <w:b w:val="0"/>
        </w:rPr>
        <w:t xml:space="preserve"> статус безработного, из них </w:t>
      </w:r>
      <w:r w:rsidR="00A22D71">
        <w:rPr>
          <w:b w:val="0"/>
        </w:rPr>
        <w:t>2910</w:t>
      </w:r>
      <w:r w:rsidRPr="009C014F">
        <w:rPr>
          <w:b w:val="0"/>
        </w:rPr>
        <w:t xml:space="preserve"> граждан получал</w:t>
      </w:r>
      <w:r>
        <w:rPr>
          <w:b w:val="0"/>
        </w:rPr>
        <w:t>и</w:t>
      </w:r>
      <w:r w:rsidRPr="009C014F">
        <w:rPr>
          <w:b w:val="0"/>
        </w:rPr>
        <w:t xml:space="preserve"> пособие по безработице.</w:t>
      </w:r>
      <w:bookmarkEnd w:id="355"/>
      <w:bookmarkEnd w:id="358"/>
      <w:bookmarkEnd w:id="359"/>
    </w:p>
    <w:p w14:paraId="5F393722" w14:textId="4A78CDE6" w:rsidR="0031223F" w:rsidRPr="008C45B1" w:rsidRDefault="0031223F" w:rsidP="006D0921">
      <w:pPr>
        <w:pStyle w:val="3"/>
        <w:spacing w:before="480" w:after="240"/>
        <w:ind w:right="0"/>
        <w:rPr>
          <w:b w:val="0"/>
          <w:szCs w:val="24"/>
        </w:rPr>
      </w:pPr>
      <w:bookmarkStart w:id="360" w:name="_Toc178757231"/>
      <w:r w:rsidRPr="00AE627A">
        <w:t>Динамика</w:t>
      </w:r>
      <w:r w:rsidRPr="008C45B1">
        <w:t xml:space="preserve"> численности не занятых трудовой деятельностью граждан,</w:t>
      </w:r>
      <w:r w:rsidRPr="008C45B1">
        <w:br/>
        <w:t>состоящих на учете в государственных учреждениях службы занятости населения</w:t>
      </w:r>
      <w:bookmarkEnd w:id="356"/>
      <w:r w:rsidRPr="008C45B1">
        <w:br/>
      </w:r>
      <w:r w:rsidRPr="008C45B1">
        <w:rPr>
          <w:b w:val="0"/>
          <w:szCs w:val="24"/>
        </w:rPr>
        <w:t>(по данным агентства по занятости населения Астраханской области)</w:t>
      </w:r>
      <w:bookmarkEnd w:id="357"/>
      <w:bookmarkEnd w:id="360"/>
    </w:p>
    <w:p w14:paraId="3104FD60" w14:textId="77777777" w:rsidR="0031223F" w:rsidRPr="008C45B1" w:rsidRDefault="0031223F" w:rsidP="0031223F">
      <w:pPr>
        <w:spacing w:after="60"/>
        <w:jc w:val="right"/>
        <w:rPr>
          <w:b/>
          <w:sz w:val="20"/>
        </w:rPr>
      </w:pPr>
      <w:r w:rsidRPr="008C45B1">
        <w:rPr>
          <w:b/>
          <w:sz w:val="20"/>
        </w:rPr>
        <w:t>на конец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8"/>
        <w:gridCol w:w="1417"/>
        <w:gridCol w:w="1418"/>
      </w:tblGrid>
      <w:tr w:rsidR="007C5A4D" w:rsidRPr="00A03062" w14:paraId="0F1E6268" w14:textId="77777777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2779268A" w14:textId="77777777" w:rsidR="007C5A4D" w:rsidRPr="00521D90" w:rsidRDefault="007C5A4D" w:rsidP="007C5A4D">
            <w:pPr>
              <w:jc w:val="center"/>
              <w:rPr>
                <w:b/>
                <w:sz w:val="20"/>
              </w:rPr>
            </w:pPr>
            <w:bookmarkStart w:id="361" w:name="_Toc129345663"/>
            <w:bookmarkStart w:id="362" w:name="_Toc401571569"/>
            <w:bookmarkStart w:id="363" w:name="_Toc493779808"/>
          </w:p>
        </w:tc>
        <w:tc>
          <w:tcPr>
            <w:tcW w:w="1417" w:type="dxa"/>
            <w:vMerge w:val="restart"/>
            <w:vAlign w:val="center"/>
          </w:tcPr>
          <w:p w14:paraId="6DC84DBA" w14:textId="77777777"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Численность</w:t>
            </w:r>
            <w:r w:rsidRPr="00A03062">
              <w:rPr>
                <w:b/>
                <w:sz w:val="20"/>
              </w:rPr>
              <w:br/>
              <w:t xml:space="preserve">не занятых трудовой деятельностью граждан, </w:t>
            </w:r>
            <w:r w:rsidRPr="00A03062">
              <w:rPr>
                <w:b/>
                <w:sz w:val="20"/>
              </w:rPr>
              <w:br/>
              <w:t>человек</w:t>
            </w:r>
          </w:p>
        </w:tc>
        <w:tc>
          <w:tcPr>
            <w:tcW w:w="4253" w:type="dxa"/>
            <w:gridSpan w:val="3"/>
            <w:vAlign w:val="center"/>
          </w:tcPr>
          <w:p w14:paraId="385AD15B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из них зарегистрированные безработные</w:t>
            </w:r>
          </w:p>
        </w:tc>
      </w:tr>
      <w:tr w:rsidR="007C5A4D" w:rsidRPr="00A03062" w14:paraId="4AAAC44A" w14:textId="77777777" w:rsidTr="007C5A4D">
        <w:trPr>
          <w:trHeight w:val="283"/>
          <w:jc w:val="center"/>
        </w:trPr>
        <w:tc>
          <w:tcPr>
            <w:tcW w:w="3402" w:type="dxa"/>
            <w:vMerge/>
          </w:tcPr>
          <w:p w14:paraId="1BB1FB29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5FD2365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B43A8D1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человек</w:t>
            </w:r>
          </w:p>
        </w:tc>
        <w:tc>
          <w:tcPr>
            <w:tcW w:w="2835" w:type="dxa"/>
            <w:gridSpan w:val="2"/>
            <w:vAlign w:val="center"/>
          </w:tcPr>
          <w:p w14:paraId="5DB02C92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A03062">
              <w:rPr>
                <w:b/>
                <w:sz w:val="20"/>
              </w:rPr>
              <w:t>в  %</w:t>
            </w:r>
            <w:proofErr w:type="gramEnd"/>
            <w:r w:rsidRPr="00A03062">
              <w:rPr>
                <w:b/>
                <w:sz w:val="20"/>
              </w:rPr>
              <w:t xml:space="preserve">  к</w:t>
            </w:r>
          </w:p>
        </w:tc>
      </w:tr>
      <w:tr w:rsidR="007C5A4D" w:rsidRPr="00A03062" w14:paraId="77C379C1" w14:textId="77777777" w:rsidTr="007C5A4D">
        <w:trPr>
          <w:trHeight w:val="227"/>
          <w:jc w:val="center"/>
        </w:trPr>
        <w:tc>
          <w:tcPr>
            <w:tcW w:w="3402" w:type="dxa"/>
            <w:vMerge/>
          </w:tcPr>
          <w:p w14:paraId="14393044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0FD4AF6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031AA4A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C5EBA84" w14:textId="77777777"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A03062">
              <w:rPr>
                <w:b/>
                <w:sz w:val="20"/>
              </w:rPr>
              <w:t>соответствую-</w:t>
            </w:r>
            <w:proofErr w:type="spellStart"/>
            <w:r w:rsidRPr="00A03062">
              <w:rPr>
                <w:b/>
                <w:sz w:val="20"/>
              </w:rPr>
              <w:t>щему</w:t>
            </w:r>
            <w:proofErr w:type="spellEnd"/>
            <w:proofErr w:type="gramEnd"/>
            <w:r w:rsidRPr="00A03062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418" w:type="dxa"/>
            <w:vAlign w:val="center"/>
          </w:tcPr>
          <w:p w14:paraId="6926276D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предыдущему периоду</w:t>
            </w:r>
          </w:p>
        </w:tc>
      </w:tr>
      <w:tr w:rsidR="007C5A4D" w:rsidRPr="00A03062" w14:paraId="5084251C" w14:textId="77777777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2122D64E" w14:textId="77777777" w:rsidR="007C5A4D" w:rsidRPr="00A03062" w:rsidRDefault="007C5A4D" w:rsidP="007C5A4D">
            <w:pPr>
              <w:tabs>
                <w:tab w:val="left" w:pos="2285"/>
              </w:tabs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2023</w:t>
            </w:r>
          </w:p>
        </w:tc>
      </w:tr>
      <w:tr w:rsidR="007C5A4D" w:rsidRPr="00A03062" w14:paraId="6020AC8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890748A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58D3DC6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6207</w:t>
            </w:r>
          </w:p>
        </w:tc>
        <w:tc>
          <w:tcPr>
            <w:tcW w:w="1418" w:type="dxa"/>
            <w:vAlign w:val="bottom"/>
          </w:tcPr>
          <w:p w14:paraId="52BA2DA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5490</w:t>
            </w:r>
          </w:p>
        </w:tc>
        <w:tc>
          <w:tcPr>
            <w:tcW w:w="1417" w:type="dxa"/>
            <w:vAlign w:val="bottom"/>
          </w:tcPr>
          <w:p w14:paraId="4B767D9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14:paraId="1BBDEC58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98,0</w:t>
            </w:r>
          </w:p>
        </w:tc>
      </w:tr>
      <w:tr w:rsidR="007C5A4D" w:rsidRPr="00A03062" w14:paraId="503EFF4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088B374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77594A3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5969</w:t>
            </w:r>
          </w:p>
        </w:tc>
        <w:tc>
          <w:tcPr>
            <w:tcW w:w="1418" w:type="dxa"/>
            <w:vAlign w:val="bottom"/>
          </w:tcPr>
          <w:p w14:paraId="37823C5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5298</w:t>
            </w:r>
          </w:p>
        </w:tc>
        <w:tc>
          <w:tcPr>
            <w:tcW w:w="1417" w:type="dxa"/>
            <w:vAlign w:val="bottom"/>
          </w:tcPr>
          <w:p w14:paraId="1A50926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85,1</w:t>
            </w:r>
          </w:p>
        </w:tc>
        <w:tc>
          <w:tcPr>
            <w:tcW w:w="1418" w:type="dxa"/>
            <w:vAlign w:val="bottom"/>
          </w:tcPr>
          <w:p w14:paraId="200DE60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96,5</w:t>
            </w:r>
          </w:p>
        </w:tc>
      </w:tr>
      <w:tr w:rsidR="007C5A4D" w:rsidRPr="00A03062" w14:paraId="2FADA42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BD4F581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53DB291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4906</w:t>
            </w:r>
          </w:p>
        </w:tc>
        <w:tc>
          <w:tcPr>
            <w:tcW w:w="1418" w:type="dxa"/>
            <w:vAlign w:val="bottom"/>
          </w:tcPr>
          <w:p w14:paraId="19C4E97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4266</w:t>
            </w:r>
          </w:p>
        </w:tc>
        <w:tc>
          <w:tcPr>
            <w:tcW w:w="1417" w:type="dxa"/>
            <w:vAlign w:val="bottom"/>
          </w:tcPr>
          <w:p w14:paraId="323C7ED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78,9</w:t>
            </w:r>
          </w:p>
        </w:tc>
        <w:tc>
          <w:tcPr>
            <w:tcW w:w="1418" w:type="dxa"/>
            <w:vAlign w:val="bottom"/>
          </w:tcPr>
          <w:p w14:paraId="55DA384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80,5</w:t>
            </w:r>
          </w:p>
        </w:tc>
      </w:tr>
      <w:tr w:rsidR="007C5A4D" w:rsidRPr="00A03062" w14:paraId="550B1F2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3804EE1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5C5EE33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4504</w:t>
            </w:r>
          </w:p>
        </w:tc>
        <w:tc>
          <w:tcPr>
            <w:tcW w:w="1418" w:type="dxa"/>
            <w:vAlign w:val="bottom"/>
          </w:tcPr>
          <w:p w14:paraId="3F4031F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3749</w:t>
            </w:r>
          </w:p>
        </w:tc>
        <w:tc>
          <w:tcPr>
            <w:tcW w:w="1417" w:type="dxa"/>
            <w:vAlign w:val="bottom"/>
          </w:tcPr>
          <w:p w14:paraId="1CC8A66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14:paraId="58A535B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87,8</w:t>
            </w:r>
          </w:p>
        </w:tc>
      </w:tr>
      <w:tr w:rsidR="007C5A4D" w:rsidRPr="00A03062" w14:paraId="3F9F983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6B5E073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2A705CB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4115</w:t>
            </w:r>
          </w:p>
        </w:tc>
        <w:tc>
          <w:tcPr>
            <w:tcW w:w="1418" w:type="dxa"/>
            <w:vAlign w:val="bottom"/>
          </w:tcPr>
          <w:p w14:paraId="33A2AB0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3446</w:t>
            </w:r>
          </w:p>
        </w:tc>
        <w:tc>
          <w:tcPr>
            <w:tcW w:w="1417" w:type="dxa"/>
            <w:vAlign w:val="bottom"/>
          </w:tcPr>
          <w:p w14:paraId="0287383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68,8</w:t>
            </w:r>
          </w:p>
        </w:tc>
        <w:tc>
          <w:tcPr>
            <w:tcW w:w="1418" w:type="dxa"/>
            <w:vAlign w:val="bottom"/>
          </w:tcPr>
          <w:p w14:paraId="1884F45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91,9</w:t>
            </w:r>
          </w:p>
        </w:tc>
      </w:tr>
      <w:tr w:rsidR="007C5A4D" w:rsidRPr="00A03062" w14:paraId="484350E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89E3257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17FE29B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4652</w:t>
            </w:r>
          </w:p>
        </w:tc>
        <w:tc>
          <w:tcPr>
            <w:tcW w:w="1418" w:type="dxa"/>
            <w:vAlign w:val="bottom"/>
          </w:tcPr>
          <w:p w14:paraId="0C924F5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4038</w:t>
            </w:r>
          </w:p>
        </w:tc>
        <w:tc>
          <w:tcPr>
            <w:tcW w:w="1417" w:type="dxa"/>
            <w:vAlign w:val="bottom"/>
          </w:tcPr>
          <w:p w14:paraId="63FA362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69,8</w:t>
            </w:r>
          </w:p>
        </w:tc>
        <w:tc>
          <w:tcPr>
            <w:tcW w:w="1418" w:type="dxa"/>
            <w:vAlign w:val="bottom"/>
          </w:tcPr>
          <w:p w14:paraId="10FCAB46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117,2</w:t>
            </w:r>
          </w:p>
        </w:tc>
      </w:tr>
      <w:tr w:rsidR="007C5A4D" w:rsidRPr="00A03062" w14:paraId="0EE817E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982A745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0457F29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4750</w:t>
            </w:r>
          </w:p>
        </w:tc>
        <w:tc>
          <w:tcPr>
            <w:tcW w:w="1418" w:type="dxa"/>
            <w:vAlign w:val="bottom"/>
          </w:tcPr>
          <w:p w14:paraId="3D031DC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4102</w:t>
            </w:r>
          </w:p>
        </w:tc>
        <w:tc>
          <w:tcPr>
            <w:tcW w:w="1417" w:type="dxa"/>
            <w:vAlign w:val="bottom"/>
          </w:tcPr>
          <w:p w14:paraId="3B99D2E7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72,9</w:t>
            </w:r>
          </w:p>
        </w:tc>
        <w:tc>
          <w:tcPr>
            <w:tcW w:w="1418" w:type="dxa"/>
            <w:vAlign w:val="bottom"/>
          </w:tcPr>
          <w:p w14:paraId="173CB49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101,6</w:t>
            </w:r>
          </w:p>
        </w:tc>
      </w:tr>
      <w:tr w:rsidR="007C5A4D" w:rsidRPr="00A03062" w14:paraId="59F00DD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8EA1B6F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482B70B4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4637</w:t>
            </w:r>
          </w:p>
        </w:tc>
        <w:tc>
          <w:tcPr>
            <w:tcW w:w="1418" w:type="dxa"/>
            <w:vAlign w:val="bottom"/>
          </w:tcPr>
          <w:p w14:paraId="458F7B2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4091</w:t>
            </w:r>
          </w:p>
        </w:tc>
        <w:tc>
          <w:tcPr>
            <w:tcW w:w="1417" w:type="dxa"/>
            <w:vAlign w:val="bottom"/>
          </w:tcPr>
          <w:p w14:paraId="2C73CE1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74,1</w:t>
            </w:r>
          </w:p>
        </w:tc>
        <w:tc>
          <w:tcPr>
            <w:tcW w:w="1418" w:type="dxa"/>
            <w:vAlign w:val="bottom"/>
          </w:tcPr>
          <w:p w14:paraId="71B57901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99,7</w:t>
            </w:r>
          </w:p>
        </w:tc>
      </w:tr>
      <w:tr w:rsidR="007C5A4D" w:rsidRPr="00A03062" w14:paraId="6D2B2D2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9505303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498D8CB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3755</w:t>
            </w:r>
          </w:p>
        </w:tc>
        <w:tc>
          <w:tcPr>
            <w:tcW w:w="1418" w:type="dxa"/>
            <w:vAlign w:val="bottom"/>
          </w:tcPr>
          <w:p w14:paraId="565CB85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3158</w:t>
            </w:r>
          </w:p>
        </w:tc>
        <w:tc>
          <w:tcPr>
            <w:tcW w:w="1417" w:type="dxa"/>
            <w:vAlign w:val="bottom"/>
          </w:tcPr>
          <w:p w14:paraId="3E18328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69,5</w:t>
            </w:r>
          </w:p>
        </w:tc>
        <w:tc>
          <w:tcPr>
            <w:tcW w:w="1418" w:type="dxa"/>
            <w:vAlign w:val="bottom"/>
          </w:tcPr>
          <w:p w14:paraId="4158225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77,2</w:t>
            </w:r>
          </w:p>
        </w:tc>
      </w:tr>
      <w:tr w:rsidR="007C5A4D" w:rsidRPr="00A03062" w14:paraId="7A07ADD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C6F9260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4F4F2DB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3411</w:t>
            </w:r>
          </w:p>
        </w:tc>
        <w:tc>
          <w:tcPr>
            <w:tcW w:w="1418" w:type="dxa"/>
            <w:vAlign w:val="bottom"/>
          </w:tcPr>
          <w:p w14:paraId="2B98975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2792</w:t>
            </w:r>
          </w:p>
        </w:tc>
        <w:tc>
          <w:tcPr>
            <w:tcW w:w="1417" w:type="dxa"/>
            <w:vAlign w:val="bottom"/>
          </w:tcPr>
          <w:p w14:paraId="17F30614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69,6</w:t>
            </w:r>
          </w:p>
        </w:tc>
        <w:tc>
          <w:tcPr>
            <w:tcW w:w="1418" w:type="dxa"/>
            <w:vAlign w:val="bottom"/>
          </w:tcPr>
          <w:p w14:paraId="613CF17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88,4</w:t>
            </w:r>
          </w:p>
        </w:tc>
      </w:tr>
      <w:tr w:rsidR="007C5A4D" w:rsidRPr="00A03062" w14:paraId="4CF0E0D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3A585AD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5005EC87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4079</w:t>
            </w:r>
          </w:p>
        </w:tc>
        <w:tc>
          <w:tcPr>
            <w:tcW w:w="1418" w:type="dxa"/>
            <w:vAlign w:val="bottom"/>
          </w:tcPr>
          <w:p w14:paraId="0E4FD71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3342</w:t>
            </w:r>
          </w:p>
        </w:tc>
        <w:tc>
          <w:tcPr>
            <w:tcW w:w="1417" w:type="dxa"/>
            <w:vAlign w:val="bottom"/>
          </w:tcPr>
          <w:p w14:paraId="27FBD50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72,5</w:t>
            </w:r>
          </w:p>
        </w:tc>
        <w:tc>
          <w:tcPr>
            <w:tcW w:w="1418" w:type="dxa"/>
            <w:vAlign w:val="bottom"/>
          </w:tcPr>
          <w:p w14:paraId="0328BD4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119,7</w:t>
            </w:r>
          </w:p>
        </w:tc>
      </w:tr>
      <w:tr w:rsidR="007C5A4D" w:rsidRPr="00A03062" w14:paraId="177ED48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FEE98D5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14:paraId="0F6A167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4831</w:t>
            </w:r>
          </w:p>
        </w:tc>
        <w:tc>
          <w:tcPr>
            <w:tcW w:w="1418" w:type="dxa"/>
            <w:vAlign w:val="bottom"/>
          </w:tcPr>
          <w:p w14:paraId="73ECD36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4450</w:t>
            </w:r>
          </w:p>
        </w:tc>
        <w:tc>
          <w:tcPr>
            <w:tcW w:w="1417" w:type="dxa"/>
            <w:vAlign w:val="bottom"/>
          </w:tcPr>
          <w:p w14:paraId="5F781AF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14:paraId="1DB0822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133,2</w:t>
            </w:r>
          </w:p>
        </w:tc>
      </w:tr>
      <w:tr w:rsidR="007C5A4D" w:rsidRPr="00A03062" w14:paraId="05EBD72D" w14:textId="77777777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77AB6919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lastRenderedPageBreak/>
              <w:t>2024</w:t>
            </w:r>
          </w:p>
        </w:tc>
      </w:tr>
      <w:tr w:rsidR="00A22D71" w:rsidRPr="00A03062" w14:paraId="0DCE8489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3AA8CD3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00E94C54" w14:textId="00CDD32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4938</w:t>
            </w:r>
          </w:p>
        </w:tc>
        <w:tc>
          <w:tcPr>
            <w:tcW w:w="1418" w:type="dxa"/>
            <w:vAlign w:val="bottom"/>
          </w:tcPr>
          <w:p w14:paraId="1121E58C" w14:textId="0C62883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4364</w:t>
            </w:r>
          </w:p>
        </w:tc>
        <w:tc>
          <w:tcPr>
            <w:tcW w:w="1417" w:type="dxa"/>
            <w:vAlign w:val="bottom"/>
          </w:tcPr>
          <w:p w14:paraId="5C6FD3B9" w14:textId="0DC0715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14:paraId="491A3776" w14:textId="646D4C8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A22D71" w:rsidRPr="00A03062" w14:paraId="42EE369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6BF2701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2E4823C9" w14:textId="3A1E5CF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4936</w:t>
            </w:r>
          </w:p>
        </w:tc>
        <w:tc>
          <w:tcPr>
            <w:tcW w:w="1418" w:type="dxa"/>
            <w:vAlign w:val="bottom"/>
          </w:tcPr>
          <w:p w14:paraId="2091A85E" w14:textId="23463A1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4099</w:t>
            </w:r>
          </w:p>
        </w:tc>
        <w:tc>
          <w:tcPr>
            <w:tcW w:w="1417" w:type="dxa"/>
            <w:vAlign w:val="bottom"/>
          </w:tcPr>
          <w:p w14:paraId="0EF4E988" w14:textId="576704B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14:paraId="64AFAF8A" w14:textId="11CB6E0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A22D71" w:rsidRPr="00A03062" w14:paraId="0343F39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7B24468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1CF73109" w14:textId="21E385A7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3748</w:t>
            </w:r>
          </w:p>
        </w:tc>
        <w:tc>
          <w:tcPr>
            <w:tcW w:w="1418" w:type="dxa"/>
            <w:vAlign w:val="bottom"/>
          </w:tcPr>
          <w:p w14:paraId="5220E549" w14:textId="6644E1E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3300</w:t>
            </w:r>
          </w:p>
        </w:tc>
        <w:tc>
          <w:tcPr>
            <w:tcW w:w="1417" w:type="dxa"/>
            <w:vAlign w:val="bottom"/>
          </w:tcPr>
          <w:p w14:paraId="5308F224" w14:textId="213D5692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14:paraId="193E3A01" w14:textId="2631CDE6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80,5</w:t>
            </w:r>
          </w:p>
        </w:tc>
      </w:tr>
      <w:tr w:rsidR="00A22D71" w:rsidRPr="009E71AD" w14:paraId="01A43E6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0E37B74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12040E6D" w14:textId="356F1A3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3210</w:t>
            </w:r>
          </w:p>
        </w:tc>
        <w:tc>
          <w:tcPr>
            <w:tcW w:w="1418" w:type="dxa"/>
            <w:vAlign w:val="bottom"/>
          </w:tcPr>
          <w:p w14:paraId="40AA2AB0" w14:textId="1D21B17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2874</w:t>
            </w:r>
          </w:p>
        </w:tc>
        <w:tc>
          <w:tcPr>
            <w:tcW w:w="1417" w:type="dxa"/>
            <w:vAlign w:val="bottom"/>
          </w:tcPr>
          <w:p w14:paraId="5B347987" w14:textId="7607C051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418" w:type="dxa"/>
            <w:vAlign w:val="bottom"/>
          </w:tcPr>
          <w:p w14:paraId="072716D9" w14:textId="5054AB9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87,1</w:t>
            </w:r>
          </w:p>
        </w:tc>
      </w:tr>
      <w:tr w:rsidR="00A22D71" w:rsidRPr="009E71AD" w14:paraId="4A2DE2B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4FAB868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71813017" w14:textId="585543C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8" w:type="dxa"/>
            <w:vAlign w:val="bottom"/>
          </w:tcPr>
          <w:p w14:paraId="041EE48C" w14:textId="30625996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2907</w:t>
            </w:r>
          </w:p>
        </w:tc>
        <w:tc>
          <w:tcPr>
            <w:tcW w:w="1417" w:type="dxa"/>
            <w:vAlign w:val="bottom"/>
          </w:tcPr>
          <w:p w14:paraId="3032863C" w14:textId="364E084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84,4</w:t>
            </w:r>
          </w:p>
        </w:tc>
        <w:tc>
          <w:tcPr>
            <w:tcW w:w="1418" w:type="dxa"/>
            <w:vAlign w:val="bottom"/>
          </w:tcPr>
          <w:p w14:paraId="1D546831" w14:textId="46D833E7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A22D71" w:rsidRPr="009E71AD" w14:paraId="4AD8AB09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12547D7" w14:textId="4CF44DF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3E4209FA" w14:textId="4F70E18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3681</w:t>
            </w:r>
          </w:p>
        </w:tc>
        <w:tc>
          <w:tcPr>
            <w:tcW w:w="1418" w:type="dxa"/>
            <w:vAlign w:val="bottom"/>
          </w:tcPr>
          <w:p w14:paraId="068593DD" w14:textId="1EA4F09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3271</w:t>
            </w:r>
          </w:p>
        </w:tc>
        <w:tc>
          <w:tcPr>
            <w:tcW w:w="1417" w:type="dxa"/>
            <w:vAlign w:val="bottom"/>
          </w:tcPr>
          <w:p w14:paraId="4D86492B" w14:textId="72A848B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81,0</w:t>
            </w:r>
          </w:p>
        </w:tc>
        <w:tc>
          <w:tcPr>
            <w:tcW w:w="1418" w:type="dxa"/>
            <w:vAlign w:val="bottom"/>
          </w:tcPr>
          <w:p w14:paraId="33B1E631" w14:textId="181AF13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112,5</w:t>
            </w:r>
          </w:p>
        </w:tc>
      </w:tr>
      <w:tr w:rsidR="00A22D71" w:rsidRPr="009E71AD" w14:paraId="4893C0DD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95C0EF1" w14:textId="3B0F1B49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1BB5FC3C" w14:textId="3A416E2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3796</w:t>
            </w:r>
          </w:p>
        </w:tc>
        <w:tc>
          <w:tcPr>
            <w:tcW w:w="1418" w:type="dxa"/>
            <w:vAlign w:val="bottom"/>
          </w:tcPr>
          <w:p w14:paraId="2F9A5015" w14:textId="6A2BD0C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7" w:type="dxa"/>
            <w:vAlign w:val="bottom"/>
          </w:tcPr>
          <w:p w14:paraId="4DFEF7A4" w14:textId="6208E49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82,1</w:t>
            </w:r>
          </w:p>
        </w:tc>
        <w:tc>
          <w:tcPr>
            <w:tcW w:w="1418" w:type="dxa"/>
            <w:vAlign w:val="bottom"/>
          </w:tcPr>
          <w:p w14:paraId="496F2964" w14:textId="3962966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102,9</w:t>
            </w:r>
          </w:p>
        </w:tc>
      </w:tr>
      <w:tr w:rsidR="00A22D71" w:rsidRPr="009E71AD" w14:paraId="6F282AE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B664C0C" w14:textId="4A5B4B06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3E80226E" w14:textId="16304D2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3661</w:t>
            </w:r>
          </w:p>
        </w:tc>
        <w:tc>
          <w:tcPr>
            <w:tcW w:w="1418" w:type="dxa"/>
            <w:vAlign w:val="bottom"/>
          </w:tcPr>
          <w:p w14:paraId="54B5A708" w14:textId="560B9373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3263</w:t>
            </w:r>
          </w:p>
        </w:tc>
        <w:tc>
          <w:tcPr>
            <w:tcW w:w="1417" w:type="dxa"/>
            <w:vAlign w:val="bottom"/>
          </w:tcPr>
          <w:p w14:paraId="57D5CC46" w14:textId="15247FE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153,1</w:t>
            </w:r>
          </w:p>
        </w:tc>
        <w:tc>
          <w:tcPr>
            <w:tcW w:w="1418" w:type="dxa"/>
            <w:vAlign w:val="bottom"/>
          </w:tcPr>
          <w:p w14:paraId="400A88A0" w14:textId="344C0562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</w:tbl>
    <w:p w14:paraId="5D5F41D2" w14:textId="1DBA229D" w:rsidR="00030A21" w:rsidRPr="00F57FAA" w:rsidRDefault="007C5A4D" w:rsidP="00D16A5A">
      <w:pPr>
        <w:spacing w:before="360" w:after="120"/>
        <w:ind w:firstLine="720"/>
      </w:pPr>
      <w:r w:rsidRPr="00F57FAA">
        <w:t xml:space="preserve">В течение </w:t>
      </w:r>
      <w:r w:rsidR="0087261F">
        <w:t>августа</w:t>
      </w:r>
      <w:r w:rsidRPr="00F57FAA">
        <w:rPr>
          <w:szCs w:val="24"/>
        </w:rPr>
        <w:t xml:space="preserve"> 2024 </w:t>
      </w:r>
      <w:r w:rsidRPr="00F57FAA">
        <w:t xml:space="preserve">года статус безработного получили </w:t>
      </w:r>
      <w:r w:rsidR="00A22D71">
        <w:t>533</w:t>
      </w:r>
      <w:r w:rsidRPr="00F57FAA">
        <w:t xml:space="preserve"> человек</w:t>
      </w:r>
      <w:r w:rsidR="00F57FAA" w:rsidRPr="00F57FAA">
        <w:t>а</w:t>
      </w:r>
      <w:r w:rsidRPr="00F57FAA">
        <w:t xml:space="preserve">, трудоустроено за месяц </w:t>
      </w:r>
      <w:r w:rsidR="00A22D71">
        <w:t>317</w:t>
      </w:r>
      <w:r w:rsidRPr="00F57FAA">
        <w:t xml:space="preserve"> человек. Размеры трудоустройства безработных были</w:t>
      </w:r>
      <w:r w:rsidRPr="00F57FAA">
        <w:br/>
        <w:t xml:space="preserve">на </w:t>
      </w:r>
      <w:r w:rsidR="00A22D71">
        <w:t>83</w:t>
      </w:r>
      <w:r w:rsidRPr="00F57FAA">
        <w:t xml:space="preserve"> человек</w:t>
      </w:r>
      <w:r w:rsidR="00A22D71">
        <w:t>а</w:t>
      </w:r>
      <w:r w:rsidRPr="00F57FAA">
        <w:t xml:space="preserve"> или на </w:t>
      </w:r>
      <w:r w:rsidR="00A22D71">
        <w:t>20,8</w:t>
      </w:r>
      <w:r w:rsidRPr="00F57FAA">
        <w:t xml:space="preserve">% меньше, чем в </w:t>
      </w:r>
      <w:r w:rsidR="0087261F">
        <w:t>августе</w:t>
      </w:r>
      <w:r w:rsidRPr="00F57FAA">
        <w:t xml:space="preserve"> 2023 года</w:t>
      </w:r>
      <w:r w:rsidR="00030A21" w:rsidRPr="00F57FAA">
        <w:t>.</w:t>
      </w:r>
    </w:p>
    <w:p w14:paraId="5DDC7598" w14:textId="77777777" w:rsidR="00A22D71" w:rsidRDefault="00884A78" w:rsidP="00A22D71">
      <w:pPr>
        <w:spacing w:before="240" w:after="240"/>
        <w:ind w:firstLine="720"/>
      </w:pPr>
      <w:r w:rsidRPr="00F57FAA">
        <w:t xml:space="preserve">Уровень официальной (или регистрируемой) безработицы на конец </w:t>
      </w:r>
      <w:r w:rsidR="0087261F">
        <w:t>августа</w:t>
      </w:r>
      <w:r w:rsidR="00AF13F7" w:rsidRPr="00F57FAA">
        <w:br/>
      </w:r>
      <w:r w:rsidRPr="00F57FAA">
        <w:rPr>
          <w:szCs w:val="24"/>
        </w:rPr>
        <w:t xml:space="preserve">2024 года </w:t>
      </w:r>
      <w:r w:rsidRPr="00301920">
        <w:t>составил 0,</w:t>
      </w:r>
      <w:r w:rsidR="00AF13F7" w:rsidRPr="00301920">
        <w:t>7</w:t>
      </w:r>
      <w:r w:rsidRPr="00301920">
        <w:t>%</w:t>
      </w:r>
      <w:r w:rsidRPr="00F57FAA">
        <w:t xml:space="preserve"> </w:t>
      </w:r>
      <w:bookmarkEnd w:id="361"/>
      <w:r w:rsidR="00A22D71">
        <w:t>от численности рабочей силы</w:t>
      </w:r>
      <w:r w:rsidR="00A22D71" w:rsidRPr="00A652FE">
        <w:t>.</w:t>
      </w:r>
    </w:p>
    <w:p w14:paraId="350F5DC2" w14:textId="1BCE8BF8" w:rsidR="004D0C2C" w:rsidRPr="00AA2072" w:rsidRDefault="004D0E88" w:rsidP="00AA2072">
      <w:pPr>
        <w:pStyle w:val="3"/>
      </w:pPr>
      <w:bookmarkStart w:id="364" w:name="_Toc178757232"/>
      <w:r w:rsidRPr="00AA2072">
        <w:t>Динамика потребности работодателей в работниках,</w:t>
      </w:r>
      <w:r w:rsidRPr="00AA2072">
        <w:br/>
        <w:t>заявленной в государственные учреждения службы занятости населения</w:t>
      </w:r>
      <w:bookmarkEnd w:id="364"/>
    </w:p>
    <w:p w14:paraId="298CAAAD" w14:textId="77777777" w:rsidR="004D0E88" w:rsidRPr="008C45B1" w:rsidRDefault="004D0E88" w:rsidP="004D0E88">
      <w:pPr>
        <w:spacing w:after="60"/>
        <w:jc w:val="right"/>
        <w:rPr>
          <w:b/>
          <w:sz w:val="20"/>
        </w:rPr>
      </w:pPr>
      <w:bookmarkStart w:id="365" w:name="_Toc492998363"/>
      <w:r w:rsidRPr="008C45B1">
        <w:rPr>
          <w:b/>
          <w:sz w:val="20"/>
        </w:rPr>
        <w:t>на конец месяца</w:t>
      </w:r>
      <w:bookmarkEnd w:id="365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7"/>
        <w:gridCol w:w="1417"/>
        <w:gridCol w:w="1417"/>
      </w:tblGrid>
      <w:tr w:rsidR="007C5A4D" w:rsidRPr="00B30504" w14:paraId="6690766D" w14:textId="77777777" w:rsidTr="007C5A4D">
        <w:trPr>
          <w:trHeight w:val="227"/>
          <w:jc w:val="center"/>
        </w:trPr>
        <w:tc>
          <w:tcPr>
            <w:tcW w:w="3402" w:type="dxa"/>
            <w:vMerge w:val="restart"/>
            <w:vAlign w:val="center"/>
          </w:tcPr>
          <w:p w14:paraId="147C8877" w14:textId="77777777" w:rsidR="007C5A4D" w:rsidRPr="00521D90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88BFA00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Потребность работодателей </w:t>
            </w:r>
            <w:r w:rsidRPr="00B30504">
              <w:rPr>
                <w:b/>
                <w:sz w:val="20"/>
              </w:rPr>
              <w:br/>
              <w:t xml:space="preserve">в работниках, заявленная </w:t>
            </w:r>
            <w:r w:rsidRPr="00B30504">
              <w:rPr>
                <w:b/>
                <w:sz w:val="20"/>
              </w:rPr>
              <w:br/>
              <w:t xml:space="preserve">в </w:t>
            </w:r>
            <w:proofErr w:type="spellStart"/>
            <w:proofErr w:type="gramStart"/>
            <w:r w:rsidRPr="00B30504">
              <w:rPr>
                <w:b/>
                <w:sz w:val="20"/>
              </w:rPr>
              <w:t>государст</w:t>
            </w:r>
            <w:proofErr w:type="spellEnd"/>
            <w:r w:rsidRPr="00B30504">
              <w:rPr>
                <w:b/>
                <w:sz w:val="20"/>
              </w:rPr>
              <w:t>-венные</w:t>
            </w:r>
            <w:proofErr w:type="gramEnd"/>
            <w:r w:rsidRPr="00B30504">
              <w:rPr>
                <w:b/>
                <w:sz w:val="20"/>
              </w:rPr>
              <w:t xml:space="preserve"> учреждения службы занятости населения, человек</w:t>
            </w:r>
          </w:p>
        </w:tc>
        <w:tc>
          <w:tcPr>
            <w:tcW w:w="4251" w:type="dxa"/>
            <w:gridSpan w:val="3"/>
            <w:vAlign w:val="center"/>
          </w:tcPr>
          <w:p w14:paraId="7D029163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Нагрузка </w:t>
            </w:r>
            <w:r w:rsidRPr="00B30504">
              <w:rPr>
                <w:b/>
                <w:sz w:val="20"/>
              </w:rPr>
              <w:br/>
              <w:t>не занятого трудовой деятельностью населения на одну заявленную вакансию</w:t>
            </w:r>
          </w:p>
        </w:tc>
      </w:tr>
      <w:tr w:rsidR="007C5A4D" w:rsidRPr="00B30504" w14:paraId="766B6116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4F1C305A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777D719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B838ADD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человек</w:t>
            </w:r>
          </w:p>
        </w:tc>
        <w:tc>
          <w:tcPr>
            <w:tcW w:w="2834" w:type="dxa"/>
            <w:gridSpan w:val="2"/>
            <w:vAlign w:val="center"/>
          </w:tcPr>
          <w:p w14:paraId="2072FD47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B30504">
              <w:rPr>
                <w:b/>
                <w:sz w:val="20"/>
              </w:rPr>
              <w:t>в  %</w:t>
            </w:r>
            <w:proofErr w:type="gramEnd"/>
            <w:r w:rsidRPr="00B30504">
              <w:rPr>
                <w:b/>
                <w:sz w:val="20"/>
              </w:rPr>
              <w:t xml:space="preserve">  к</w:t>
            </w:r>
          </w:p>
        </w:tc>
      </w:tr>
      <w:tr w:rsidR="007C5A4D" w:rsidRPr="00B30504" w14:paraId="326AF692" w14:textId="77777777" w:rsidTr="007C5A4D">
        <w:trPr>
          <w:trHeight w:val="227"/>
          <w:jc w:val="center"/>
        </w:trPr>
        <w:tc>
          <w:tcPr>
            <w:tcW w:w="3402" w:type="dxa"/>
            <w:vMerge/>
            <w:vAlign w:val="center"/>
          </w:tcPr>
          <w:p w14:paraId="10787019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7712028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9EB9DC2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F1005CC" w14:textId="77777777" w:rsidR="007C5A4D" w:rsidRPr="00B30504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B30504">
              <w:rPr>
                <w:b/>
                <w:sz w:val="20"/>
              </w:rPr>
              <w:t>соответствую-</w:t>
            </w:r>
            <w:proofErr w:type="spellStart"/>
            <w:r w:rsidRPr="00B30504">
              <w:rPr>
                <w:b/>
                <w:sz w:val="20"/>
              </w:rPr>
              <w:t>щему</w:t>
            </w:r>
            <w:proofErr w:type="spellEnd"/>
            <w:proofErr w:type="gramEnd"/>
            <w:r w:rsidRPr="00B30504">
              <w:rPr>
                <w:b/>
                <w:sz w:val="20"/>
              </w:rPr>
              <w:t xml:space="preserve"> месяцу предыдущего года</w:t>
            </w:r>
          </w:p>
        </w:tc>
        <w:tc>
          <w:tcPr>
            <w:tcW w:w="1417" w:type="dxa"/>
            <w:vAlign w:val="center"/>
          </w:tcPr>
          <w:p w14:paraId="54BB59A5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предыдущему месяцу</w:t>
            </w:r>
          </w:p>
        </w:tc>
      </w:tr>
      <w:tr w:rsidR="007C5A4D" w:rsidRPr="00B30504" w14:paraId="317515CA" w14:textId="77777777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14:paraId="4C81FA88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2023</w:t>
            </w:r>
          </w:p>
        </w:tc>
      </w:tr>
      <w:tr w:rsidR="007C5A4D" w:rsidRPr="00B30504" w14:paraId="0349653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3D1ACD0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4DDF9DE0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9642</w:t>
            </w:r>
          </w:p>
        </w:tc>
        <w:tc>
          <w:tcPr>
            <w:tcW w:w="1417" w:type="dxa"/>
            <w:vAlign w:val="bottom"/>
          </w:tcPr>
          <w:p w14:paraId="16B86D06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3C3B4011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4815B18E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33E43C4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1BC8D2E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2980D8E9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10384</w:t>
            </w:r>
          </w:p>
        </w:tc>
        <w:tc>
          <w:tcPr>
            <w:tcW w:w="1417" w:type="dxa"/>
            <w:vAlign w:val="bottom"/>
          </w:tcPr>
          <w:p w14:paraId="4F0E19CB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6B004E98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05D412D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69F22D6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5E9CFD4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05D6D5E8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10974</w:t>
            </w:r>
          </w:p>
        </w:tc>
        <w:tc>
          <w:tcPr>
            <w:tcW w:w="1417" w:type="dxa"/>
            <w:vAlign w:val="bottom"/>
          </w:tcPr>
          <w:p w14:paraId="1DD8C940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0AD56E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57,1</w:t>
            </w:r>
          </w:p>
        </w:tc>
        <w:tc>
          <w:tcPr>
            <w:tcW w:w="1417" w:type="dxa"/>
            <w:vAlign w:val="bottom"/>
          </w:tcPr>
          <w:p w14:paraId="34EC57D4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</w:tr>
      <w:tr w:rsidR="007C5A4D" w:rsidRPr="00B30504" w14:paraId="16D1E4F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AC52DB4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4976FEF9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11189</w:t>
            </w:r>
          </w:p>
        </w:tc>
        <w:tc>
          <w:tcPr>
            <w:tcW w:w="1417" w:type="dxa"/>
            <w:vAlign w:val="bottom"/>
          </w:tcPr>
          <w:p w14:paraId="75207337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78F1003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50A2F65B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5686DD6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D48A9E6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37AAA6CF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11962</w:t>
            </w:r>
          </w:p>
        </w:tc>
        <w:tc>
          <w:tcPr>
            <w:tcW w:w="1417" w:type="dxa"/>
            <w:vAlign w:val="bottom"/>
          </w:tcPr>
          <w:p w14:paraId="28CE2D44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08AB49E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60,0</w:t>
            </w:r>
          </w:p>
        </w:tc>
        <w:tc>
          <w:tcPr>
            <w:tcW w:w="1417" w:type="dxa"/>
            <w:vAlign w:val="bottom"/>
          </w:tcPr>
          <w:p w14:paraId="2E3F8966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14:paraId="620C87D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EE89FF9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0D4DC7FC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12772</w:t>
            </w:r>
          </w:p>
        </w:tc>
        <w:tc>
          <w:tcPr>
            <w:tcW w:w="1417" w:type="dxa"/>
            <w:vAlign w:val="bottom"/>
          </w:tcPr>
          <w:p w14:paraId="7BFDCEAF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52EEFBF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3546392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14:paraId="0C254AE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5C4B6DA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36A777F4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12012</w:t>
            </w:r>
          </w:p>
        </w:tc>
        <w:tc>
          <w:tcPr>
            <w:tcW w:w="1417" w:type="dxa"/>
            <w:vAlign w:val="bottom"/>
          </w:tcPr>
          <w:p w14:paraId="51B18C4E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3605CD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42D54E2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1729CA0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DB63923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22BAAB50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11260</w:t>
            </w:r>
          </w:p>
        </w:tc>
        <w:tc>
          <w:tcPr>
            <w:tcW w:w="1417" w:type="dxa"/>
            <w:vAlign w:val="bottom"/>
          </w:tcPr>
          <w:p w14:paraId="6E4AED5B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4B80BF55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253902B6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0005804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9371939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11CF7487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10475</w:t>
            </w:r>
          </w:p>
        </w:tc>
        <w:tc>
          <w:tcPr>
            <w:tcW w:w="1417" w:type="dxa"/>
            <w:vAlign w:val="bottom"/>
          </w:tcPr>
          <w:p w14:paraId="5EB62A32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0D7DA12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279AFDC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6B846D7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E16C8E1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7B255C91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10524</w:t>
            </w:r>
          </w:p>
        </w:tc>
        <w:tc>
          <w:tcPr>
            <w:tcW w:w="1417" w:type="dxa"/>
            <w:vAlign w:val="bottom"/>
          </w:tcPr>
          <w:p w14:paraId="635D25FA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0786D90A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5B4119B7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14:paraId="35B70C6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267CB2A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72E9E3CB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10178</w:t>
            </w:r>
          </w:p>
        </w:tc>
        <w:tc>
          <w:tcPr>
            <w:tcW w:w="1417" w:type="dxa"/>
            <w:vAlign w:val="bottom"/>
          </w:tcPr>
          <w:p w14:paraId="11D4E546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F6C7217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6E61B704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14:paraId="1A86A89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A641101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14:paraId="7BED2CAD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  <w:lang w:val="en-US"/>
              </w:rPr>
            </w:pPr>
            <w:r w:rsidRPr="00B30504">
              <w:rPr>
                <w:b/>
                <w:sz w:val="20"/>
              </w:rPr>
              <w:t>9542</w:t>
            </w:r>
          </w:p>
        </w:tc>
        <w:tc>
          <w:tcPr>
            <w:tcW w:w="1417" w:type="dxa"/>
            <w:vAlign w:val="bottom"/>
          </w:tcPr>
          <w:p w14:paraId="54D7D678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14:paraId="774B898A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14:paraId="27E86C12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125,0</w:t>
            </w:r>
          </w:p>
        </w:tc>
      </w:tr>
      <w:tr w:rsidR="007C5A4D" w:rsidRPr="00B30504" w14:paraId="6C571C64" w14:textId="77777777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14:paraId="3AFF39BF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2024</w:t>
            </w:r>
          </w:p>
        </w:tc>
      </w:tr>
      <w:bookmarkEnd w:id="300"/>
      <w:tr w:rsidR="00A22D71" w:rsidRPr="00B30504" w14:paraId="64BD072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4E91785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5D38386F" w14:textId="6A8931C5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8485</w:t>
            </w:r>
          </w:p>
        </w:tc>
        <w:tc>
          <w:tcPr>
            <w:tcW w:w="1417" w:type="dxa"/>
            <w:vAlign w:val="bottom"/>
          </w:tcPr>
          <w:p w14:paraId="50D9E279" w14:textId="42261BF4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51D2283A" w14:textId="0744856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417" w:type="dxa"/>
            <w:vAlign w:val="bottom"/>
          </w:tcPr>
          <w:p w14:paraId="065E24F9" w14:textId="1DB799D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120,0</w:t>
            </w:r>
          </w:p>
        </w:tc>
      </w:tr>
      <w:tr w:rsidR="00A22D71" w:rsidRPr="00B30504" w14:paraId="56BF6BF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2C81A77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11AC2305" w14:textId="5008177A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9751</w:t>
            </w:r>
          </w:p>
        </w:tc>
        <w:tc>
          <w:tcPr>
            <w:tcW w:w="1417" w:type="dxa"/>
            <w:vAlign w:val="bottom"/>
          </w:tcPr>
          <w:p w14:paraId="13C83DDA" w14:textId="0D811709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14:paraId="03F98F2B" w14:textId="15CC62C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14:paraId="17F6163A" w14:textId="77FA2FC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  <w:tr w:rsidR="00A22D71" w:rsidRPr="00B30504" w14:paraId="7B8ADB52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89E963D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46F66705" w14:textId="5611ADC5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9988</w:t>
            </w:r>
          </w:p>
        </w:tc>
        <w:tc>
          <w:tcPr>
            <w:tcW w:w="1417" w:type="dxa"/>
            <w:vAlign w:val="bottom"/>
          </w:tcPr>
          <w:p w14:paraId="75DB01E1" w14:textId="7634EAF6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6DE4177C" w14:textId="56C69388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6265EEE6" w14:textId="4DA604B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A22D71" w:rsidRPr="00433E96" w14:paraId="756B3A3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90CDCF7" w14:textId="7777777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1D85B318" w14:textId="6A84E20E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10003</w:t>
            </w:r>
          </w:p>
        </w:tc>
        <w:tc>
          <w:tcPr>
            <w:tcW w:w="1417" w:type="dxa"/>
            <w:vAlign w:val="bottom"/>
          </w:tcPr>
          <w:p w14:paraId="2D345E83" w14:textId="0520D619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4D1A834F" w14:textId="4FCDAF9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0D2C3EA0" w14:textId="7CC4E66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</w:tr>
      <w:tr w:rsidR="00A22D71" w:rsidRPr="00433E96" w14:paraId="209DEE9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DA4613D" w14:textId="7777777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16332952" w14:textId="07FDED78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11399</w:t>
            </w:r>
          </w:p>
        </w:tc>
        <w:tc>
          <w:tcPr>
            <w:tcW w:w="1417" w:type="dxa"/>
            <w:vAlign w:val="bottom"/>
          </w:tcPr>
          <w:p w14:paraId="43C4DF31" w14:textId="16A0B408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72B341AD" w14:textId="33CAC9D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61EB72BF" w14:textId="2DA0452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14:paraId="7328CA6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231DD69" w14:textId="31C069BA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3E07DAB7" w14:textId="76987580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11798</w:t>
            </w:r>
          </w:p>
        </w:tc>
        <w:tc>
          <w:tcPr>
            <w:tcW w:w="1417" w:type="dxa"/>
            <w:vAlign w:val="bottom"/>
          </w:tcPr>
          <w:p w14:paraId="4E5E6297" w14:textId="3200F250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15F918F8" w14:textId="25F6D46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103F9AF8" w14:textId="340EE09C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14:paraId="732D363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8B0B60A" w14:textId="7F7D6341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1E4477A0" w14:textId="531E8352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10272</w:t>
            </w:r>
          </w:p>
        </w:tc>
        <w:tc>
          <w:tcPr>
            <w:tcW w:w="1417" w:type="dxa"/>
            <w:vAlign w:val="bottom"/>
          </w:tcPr>
          <w:p w14:paraId="43ADEE5F" w14:textId="374F4B33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029E83AA" w14:textId="6A5A1FE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162DB95F" w14:textId="0EC048D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133,3</w:t>
            </w:r>
          </w:p>
        </w:tc>
      </w:tr>
      <w:tr w:rsidR="00E27EA5" w:rsidRPr="00433E96" w14:paraId="0E93332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865EFF7" w14:textId="608D8F5B" w:rsidR="00E27EA5" w:rsidRDefault="00E27EA5" w:rsidP="00E27EA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19B3A269" w14:textId="31C18195" w:rsidR="00E27EA5" w:rsidRDefault="00E27EA5" w:rsidP="00E27EA5">
            <w:pPr>
              <w:ind w:right="3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9919</w:t>
            </w:r>
          </w:p>
        </w:tc>
        <w:tc>
          <w:tcPr>
            <w:tcW w:w="1417" w:type="dxa"/>
            <w:vAlign w:val="bottom"/>
          </w:tcPr>
          <w:p w14:paraId="1B6A5B28" w14:textId="6794FDB4" w:rsidR="00E27EA5" w:rsidRDefault="00E27EA5" w:rsidP="00E27EA5">
            <w:pPr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5A37CC2C" w14:textId="59D5D4A8" w:rsidR="00E27EA5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29A08821" w14:textId="7B4C0AF1" w:rsidR="00E27EA5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</w:tbl>
    <w:p w14:paraId="226F2EAE" w14:textId="77777777" w:rsidR="00E27EA5" w:rsidRDefault="00E27EA5" w:rsidP="00E27EA5">
      <w:pPr>
        <w:sectPr w:rsidR="00E27EA5" w:rsidSect="00BE270D">
          <w:headerReference w:type="even" r:id="rId27"/>
          <w:headerReference w:type="default" r:id="rId2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366" w:name="_Toc178757233"/>
      <w:bookmarkStart w:id="367" w:name="_Hlk176354240"/>
    </w:p>
    <w:p w14:paraId="48E59A8E" w14:textId="11D13872" w:rsidR="0031223F" w:rsidRPr="00E27EA5" w:rsidRDefault="0031223F" w:rsidP="00E27EA5">
      <w:pPr>
        <w:jc w:val="center"/>
        <w:rPr>
          <w:b/>
          <w:bCs/>
        </w:rPr>
      </w:pPr>
      <w:r w:rsidRPr="00E27EA5">
        <w:rPr>
          <w:b/>
          <w:bCs/>
        </w:rPr>
        <w:lastRenderedPageBreak/>
        <w:t>ДЕМОГРАФ</w:t>
      </w:r>
      <w:bookmarkEnd w:id="362"/>
      <w:bookmarkEnd w:id="363"/>
      <w:r w:rsidRPr="00E27EA5">
        <w:rPr>
          <w:b/>
          <w:bCs/>
        </w:rPr>
        <w:t>ИЯ</w:t>
      </w:r>
      <w:bookmarkEnd w:id="366"/>
    </w:p>
    <w:p w14:paraId="2B670723" w14:textId="77777777" w:rsidR="0031223F" w:rsidRPr="009D132F" w:rsidRDefault="0031223F" w:rsidP="00D16A5A">
      <w:pPr>
        <w:pStyle w:val="3"/>
        <w:spacing w:before="240" w:after="240"/>
      </w:pPr>
      <w:bookmarkStart w:id="368" w:name="_Toc493779809"/>
      <w:bookmarkStart w:id="369" w:name="_Toc178757234"/>
      <w:bookmarkStart w:id="370" w:name="_Hlk173416906"/>
      <w:r w:rsidRPr="009D132F">
        <w:t>Показатели естественного движения населения</w:t>
      </w:r>
      <w:bookmarkEnd w:id="368"/>
      <w:bookmarkEnd w:id="36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C5A4D" w:rsidRPr="008A7BE6" w14:paraId="3851637A" w14:textId="77777777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2A89A37B" w14:textId="77777777" w:rsidR="007C5A4D" w:rsidRPr="00DF26B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7D517062" w14:textId="4A086696" w:rsidR="007C5A4D" w:rsidRPr="0089389C" w:rsidRDefault="007C5A4D" w:rsidP="007C5A4D">
            <w:pPr>
              <w:jc w:val="center"/>
              <w:rPr>
                <w:b/>
                <w:bCs/>
                <w:sz w:val="20"/>
                <w:lang w:val="en-US"/>
              </w:rPr>
            </w:pPr>
            <w:r w:rsidRPr="0089389C">
              <w:rPr>
                <w:b/>
                <w:bCs/>
                <w:sz w:val="20"/>
              </w:rPr>
              <w:t>Январь-</w:t>
            </w:r>
            <w:r w:rsidR="00F57FAA" w:rsidRPr="0089389C">
              <w:rPr>
                <w:b/>
                <w:bCs/>
                <w:sz w:val="20"/>
              </w:rPr>
              <w:t>ию</w:t>
            </w:r>
            <w:r w:rsidR="0087261F">
              <w:rPr>
                <w:b/>
                <w:bCs/>
                <w:sz w:val="20"/>
              </w:rPr>
              <w:t>л</w:t>
            </w:r>
            <w:r w:rsidR="00F57FAA" w:rsidRPr="0089389C">
              <w:rPr>
                <w:b/>
                <w:bCs/>
                <w:sz w:val="20"/>
              </w:rPr>
              <w:t>ь</w:t>
            </w:r>
          </w:p>
        </w:tc>
      </w:tr>
      <w:tr w:rsidR="007C5A4D" w:rsidRPr="008A7BE6" w14:paraId="4DD8A0F5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25620D2C" w14:textId="77777777"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DA02042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человек</w:t>
            </w:r>
          </w:p>
        </w:tc>
        <w:tc>
          <w:tcPr>
            <w:tcW w:w="2268" w:type="dxa"/>
            <w:gridSpan w:val="2"/>
            <w:vAlign w:val="center"/>
          </w:tcPr>
          <w:p w14:paraId="4302648F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sz w:val="20"/>
              </w:rPr>
              <w:t>на 1000 человек населения</w:t>
            </w:r>
            <w:r w:rsidRPr="0089389C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14:paraId="0F04C68B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0AA3BD22" w14:textId="77777777"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9B8AEE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14:paraId="582DB489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14:paraId="6C73D112" w14:textId="77777777" w:rsidR="007C5A4D" w:rsidRPr="0089389C" w:rsidRDefault="007C5A4D" w:rsidP="007C5A4D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прирост (+), снижение (-)</w:t>
            </w:r>
          </w:p>
        </w:tc>
        <w:tc>
          <w:tcPr>
            <w:tcW w:w="1134" w:type="dxa"/>
            <w:vAlign w:val="center"/>
          </w:tcPr>
          <w:p w14:paraId="32288F8F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14:paraId="591829B4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</w:tr>
      <w:tr w:rsidR="005B2C38" w:rsidRPr="008A7BE6" w14:paraId="1EABD3D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5418867" w14:textId="77777777" w:rsidR="005B2C38" w:rsidRPr="008A7BE6" w:rsidRDefault="005B2C38" w:rsidP="005B2C3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Родившиеся</w:t>
            </w:r>
          </w:p>
        </w:tc>
        <w:tc>
          <w:tcPr>
            <w:tcW w:w="1134" w:type="dxa"/>
            <w:vAlign w:val="bottom"/>
          </w:tcPr>
          <w:p w14:paraId="7E1AC350" w14:textId="60B9DC1E" w:rsidR="005B2C38" w:rsidRPr="0087261F" w:rsidRDefault="005B2C38" w:rsidP="005B2C38">
            <w:pPr>
              <w:tabs>
                <w:tab w:val="left" w:pos="714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5351</w:t>
            </w:r>
          </w:p>
        </w:tc>
        <w:tc>
          <w:tcPr>
            <w:tcW w:w="1134" w:type="dxa"/>
            <w:vAlign w:val="bottom"/>
          </w:tcPr>
          <w:p w14:paraId="63C3C37B" w14:textId="514D136B" w:rsidR="005B2C38" w:rsidRPr="0087261F" w:rsidRDefault="005B2C38" w:rsidP="005B2C38">
            <w:pPr>
              <w:tabs>
                <w:tab w:val="left" w:pos="714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5234</w:t>
            </w:r>
          </w:p>
        </w:tc>
        <w:tc>
          <w:tcPr>
            <w:tcW w:w="1134" w:type="dxa"/>
            <w:vAlign w:val="bottom"/>
          </w:tcPr>
          <w:p w14:paraId="682F236B" w14:textId="27332300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117</w:t>
            </w:r>
          </w:p>
        </w:tc>
        <w:tc>
          <w:tcPr>
            <w:tcW w:w="1134" w:type="dxa"/>
            <w:vAlign w:val="bottom"/>
          </w:tcPr>
          <w:p w14:paraId="736EA2A0" w14:textId="7720526B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9,7</w:t>
            </w:r>
          </w:p>
        </w:tc>
        <w:tc>
          <w:tcPr>
            <w:tcW w:w="1134" w:type="dxa"/>
            <w:vAlign w:val="bottom"/>
          </w:tcPr>
          <w:p w14:paraId="7661BD65" w14:textId="5715CF10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9,5</w:t>
            </w:r>
          </w:p>
        </w:tc>
      </w:tr>
      <w:tr w:rsidR="005B2C38" w:rsidRPr="008A7BE6" w14:paraId="4F76E8A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0EA943B" w14:textId="77777777" w:rsidR="005B2C38" w:rsidRPr="008A7BE6" w:rsidRDefault="005B2C38" w:rsidP="005B2C3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Умершие</w:t>
            </w:r>
          </w:p>
        </w:tc>
        <w:tc>
          <w:tcPr>
            <w:tcW w:w="1134" w:type="dxa"/>
            <w:vAlign w:val="bottom"/>
          </w:tcPr>
          <w:p w14:paraId="02456CF6" w14:textId="1E1BE0EB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6786</w:t>
            </w:r>
          </w:p>
        </w:tc>
        <w:tc>
          <w:tcPr>
            <w:tcW w:w="1134" w:type="dxa"/>
            <w:vAlign w:val="bottom"/>
          </w:tcPr>
          <w:p w14:paraId="3C71BE75" w14:textId="753A42F6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6515</w:t>
            </w:r>
          </w:p>
        </w:tc>
        <w:tc>
          <w:tcPr>
            <w:tcW w:w="1134" w:type="dxa"/>
            <w:vAlign w:val="bottom"/>
          </w:tcPr>
          <w:p w14:paraId="72A464F9" w14:textId="2BBCEDDC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271</w:t>
            </w:r>
          </w:p>
        </w:tc>
        <w:tc>
          <w:tcPr>
            <w:tcW w:w="1134" w:type="dxa"/>
            <w:vAlign w:val="bottom"/>
          </w:tcPr>
          <w:p w14:paraId="27C28677" w14:textId="6C0D390E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12,3</w:t>
            </w:r>
          </w:p>
        </w:tc>
        <w:tc>
          <w:tcPr>
            <w:tcW w:w="1134" w:type="dxa"/>
            <w:vAlign w:val="bottom"/>
          </w:tcPr>
          <w:p w14:paraId="6CAD4D2F" w14:textId="4A59C5BD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11,8</w:t>
            </w:r>
          </w:p>
        </w:tc>
      </w:tr>
      <w:tr w:rsidR="005B2C38" w:rsidRPr="008A7BE6" w14:paraId="6016B01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FC73957" w14:textId="77777777" w:rsidR="005B2C38" w:rsidRPr="008A7BE6" w:rsidRDefault="005B2C38" w:rsidP="005B2C38">
            <w:pPr>
              <w:ind w:left="113"/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из них детей в возрасте до года</w:t>
            </w:r>
          </w:p>
        </w:tc>
        <w:tc>
          <w:tcPr>
            <w:tcW w:w="1134" w:type="dxa"/>
            <w:vAlign w:val="bottom"/>
          </w:tcPr>
          <w:p w14:paraId="38EF71B5" w14:textId="3AA0259C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14:paraId="54EA01F2" w14:textId="32C8F6BC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1134" w:type="dxa"/>
            <w:vAlign w:val="bottom"/>
          </w:tcPr>
          <w:p w14:paraId="30598EE9" w14:textId="532293FA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-5</w:t>
            </w:r>
          </w:p>
        </w:tc>
        <w:tc>
          <w:tcPr>
            <w:tcW w:w="1134" w:type="dxa"/>
            <w:vAlign w:val="bottom"/>
          </w:tcPr>
          <w:p w14:paraId="76CC4CFE" w14:textId="70F63DAA" w:rsidR="005B2C38" w:rsidRPr="0087261F" w:rsidRDefault="005B2C38" w:rsidP="005B2C3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>
              <w:rPr>
                <w:b/>
                <w:bCs/>
                <w:sz w:val="20"/>
              </w:rPr>
              <w:t>4,2</w:t>
            </w:r>
            <w:r>
              <w:rPr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134" w:type="dxa"/>
            <w:vAlign w:val="bottom"/>
          </w:tcPr>
          <w:p w14:paraId="16B2B000" w14:textId="2A222FEA" w:rsidR="005B2C38" w:rsidRPr="0087261F" w:rsidRDefault="005B2C38" w:rsidP="005B2C3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>
              <w:rPr>
                <w:b/>
                <w:bCs/>
                <w:sz w:val="20"/>
              </w:rPr>
              <w:t>5,0</w:t>
            </w:r>
            <w:r>
              <w:rPr>
                <w:b/>
                <w:bCs/>
                <w:sz w:val="20"/>
                <w:vertAlign w:val="superscript"/>
              </w:rPr>
              <w:t>2)</w:t>
            </w:r>
          </w:p>
        </w:tc>
      </w:tr>
      <w:tr w:rsidR="005B2C38" w:rsidRPr="008A7BE6" w14:paraId="4187B77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16D3B44" w14:textId="77777777" w:rsidR="005B2C38" w:rsidRPr="008A7BE6" w:rsidRDefault="005B2C38" w:rsidP="005B2C3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 xml:space="preserve">Естественный прирост (+), </w:t>
            </w:r>
            <w:r w:rsidRPr="008A7BE6">
              <w:rPr>
                <w:b/>
                <w:bCs/>
                <w:sz w:val="20"/>
              </w:rPr>
              <w:br/>
              <w:t>убыль (-)</w:t>
            </w:r>
          </w:p>
        </w:tc>
        <w:tc>
          <w:tcPr>
            <w:tcW w:w="1134" w:type="dxa"/>
            <w:vAlign w:val="bottom"/>
          </w:tcPr>
          <w:p w14:paraId="3687774C" w14:textId="77630776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-1435</w:t>
            </w:r>
          </w:p>
        </w:tc>
        <w:tc>
          <w:tcPr>
            <w:tcW w:w="1134" w:type="dxa"/>
            <w:vAlign w:val="bottom"/>
          </w:tcPr>
          <w:p w14:paraId="05F85F0D" w14:textId="1628CA22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-1281</w:t>
            </w:r>
          </w:p>
        </w:tc>
        <w:tc>
          <w:tcPr>
            <w:tcW w:w="1134" w:type="dxa"/>
            <w:vAlign w:val="bottom"/>
          </w:tcPr>
          <w:p w14:paraId="2463314B" w14:textId="4E584AE7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-154</w:t>
            </w:r>
          </w:p>
        </w:tc>
        <w:tc>
          <w:tcPr>
            <w:tcW w:w="1134" w:type="dxa"/>
            <w:vAlign w:val="bottom"/>
          </w:tcPr>
          <w:p w14:paraId="0C66CD3C" w14:textId="6F1A583E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-2,6</w:t>
            </w:r>
          </w:p>
        </w:tc>
        <w:tc>
          <w:tcPr>
            <w:tcW w:w="1134" w:type="dxa"/>
            <w:vAlign w:val="bottom"/>
          </w:tcPr>
          <w:p w14:paraId="5EDC391B" w14:textId="1380BDD0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-2,3</w:t>
            </w:r>
          </w:p>
        </w:tc>
      </w:tr>
      <w:tr w:rsidR="005B2C38" w:rsidRPr="008A7BE6" w14:paraId="5E5C266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E975230" w14:textId="77777777" w:rsidR="005B2C38" w:rsidRPr="008A7BE6" w:rsidRDefault="005B2C38" w:rsidP="005B2C3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Браков, ед.</w:t>
            </w:r>
          </w:p>
        </w:tc>
        <w:tc>
          <w:tcPr>
            <w:tcW w:w="1134" w:type="dxa"/>
            <w:vAlign w:val="bottom"/>
          </w:tcPr>
          <w:p w14:paraId="5E38C71D" w14:textId="5BA759F3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2880</w:t>
            </w:r>
          </w:p>
        </w:tc>
        <w:tc>
          <w:tcPr>
            <w:tcW w:w="1134" w:type="dxa"/>
            <w:vAlign w:val="bottom"/>
          </w:tcPr>
          <w:p w14:paraId="433B8EE8" w14:textId="392E22C8" w:rsidR="005B2C38" w:rsidRPr="0087261F" w:rsidRDefault="005B2C38" w:rsidP="005B2C3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2857</w:t>
            </w:r>
          </w:p>
        </w:tc>
        <w:tc>
          <w:tcPr>
            <w:tcW w:w="1134" w:type="dxa"/>
            <w:vAlign w:val="bottom"/>
          </w:tcPr>
          <w:p w14:paraId="5EE63F48" w14:textId="27B3EFBB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14:paraId="4216A7AA" w14:textId="5E7E0B9C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5,2</w:t>
            </w:r>
          </w:p>
        </w:tc>
        <w:tc>
          <w:tcPr>
            <w:tcW w:w="1134" w:type="dxa"/>
            <w:vAlign w:val="bottom"/>
          </w:tcPr>
          <w:p w14:paraId="7A2AFDEB" w14:textId="4DCFB32E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5,2</w:t>
            </w:r>
          </w:p>
        </w:tc>
      </w:tr>
      <w:tr w:rsidR="005B2C38" w:rsidRPr="009D132F" w14:paraId="33E7A69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03AAF11" w14:textId="77777777" w:rsidR="005B2C38" w:rsidRPr="008A7BE6" w:rsidRDefault="005B2C38" w:rsidP="005B2C3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Разводов, ед.</w:t>
            </w:r>
          </w:p>
        </w:tc>
        <w:tc>
          <w:tcPr>
            <w:tcW w:w="1134" w:type="dxa"/>
            <w:vAlign w:val="bottom"/>
          </w:tcPr>
          <w:p w14:paraId="365ACAA3" w14:textId="5E7CC435" w:rsidR="005B2C38" w:rsidRPr="0087261F" w:rsidRDefault="005B2C38" w:rsidP="005B2C38">
            <w:pPr>
              <w:tabs>
                <w:tab w:val="left" w:pos="744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2940</w:t>
            </w:r>
          </w:p>
        </w:tc>
        <w:tc>
          <w:tcPr>
            <w:tcW w:w="1134" w:type="dxa"/>
            <w:vAlign w:val="bottom"/>
          </w:tcPr>
          <w:p w14:paraId="541C902D" w14:textId="14440109" w:rsidR="005B2C38" w:rsidRPr="0087261F" w:rsidRDefault="005B2C38" w:rsidP="005B2C38">
            <w:pPr>
              <w:tabs>
                <w:tab w:val="left" w:pos="744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3084</w:t>
            </w:r>
          </w:p>
        </w:tc>
        <w:tc>
          <w:tcPr>
            <w:tcW w:w="1134" w:type="dxa"/>
            <w:vAlign w:val="bottom"/>
          </w:tcPr>
          <w:p w14:paraId="66D3FAB1" w14:textId="63024C7D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-144</w:t>
            </w:r>
          </w:p>
        </w:tc>
        <w:tc>
          <w:tcPr>
            <w:tcW w:w="1134" w:type="dxa"/>
            <w:vAlign w:val="bottom"/>
          </w:tcPr>
          <w:p w14:paraId="6D454B2A" w14:textId="48D0B356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5,3</w:t>
            </w:r>
          </w:p>
        </w:tc>
        <w:tc>
          <w:tcPr>
            <w:tcW w:w="1134" w:type="dxa"/>
            <w:vAlign w:val="bottom"/>
          </w:tcPr>
          <w:p w14:paraId="1661758F" w14:textId="118F75E9" w:rsidR="005B2C38" w:rsidRPr="0087261F" w:rsidRDefault="005B2C38" w:rsidP="005B2C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5,6</w:t>
            </w:r>
          </w:p>
        </w:tc>
      </w:tr>
    </w:tbl>
    <w:p w14:paraId="58EFFA07" w14:textId="77777777" w:rsidR="005E41D4" w:rsidRPr="00E326FF" w:rsidRDefault="005E41D4" w:rsidP="005E41D4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здесь и далее п</w:t>
      </w:r>
      <w:r w:rsidRPr="003D0C82">
        <w:rPr>
          <w:sz w:val="18"/>
          <w:szCs w:val="18"/>
        </w:rPr>
        <w:t xml:space="preserve">оказатели </w:t>
      </w:r>
      <w:r>
        <w:rPr>
          <w:sz w:val="18"/>
          <w:szCs w:val="18"/>
        </w:rPr>
        <w:t>приведены в пересчете на год</w:t>
      </w:r>
    </w:p>
    <w:p w14:paraId="0957B756" w14:textId="77777777" w:rsidR="005E41D4" w:rsidRPr="009D132F" w:rsidRDefault="005E41D4" w:rsidP="005E41D4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9D132F">
        <w:rPr>
          <w:sz w:val="18"/>
          <w:szCs w:val="18"/>
          <w:vertAlign w:val="superscript"/>
        </w:rPr>
        <w:t>)</w:t>
      </w:r>
      <w:r w:rsidRPr="009D132F">
        <w:rPr>
          <w:sz w:val="18"/>
          <w:szCs w:val="18"/>
        </w:rPr>
        <w:t>на 1000 родившихся живыми</w:t>
      </w:r>
    </w:p>
    <w:p w14:paraId="05211B16" w14:textId="77777777" w:rsidR="005E41D4" w:rsidRPr="00990C81" w:rsidRDefault="005E41D4" w:rsidP="00AA2072">
      <w:pPr>
        <w:pStyle w:val="3"/>
        <w:spacing w:before="240" w:after="240"/>
        <w:ind w:right="0"/>
        <w:rPr>
          <w:szCs w:val="24"/>
        </w:rPr>
      </w:pPr>
      <w:bookmarkStart w:id="371" w:name="_Toc178757235"/>
      <w:r w:rsidRPr="00990C81">
        <w:rPr>
          <w:szCs w:val="24"/>
        </w:rPr>
        <w:t>Общие итоги миграции</w:t>
      </w:r>
      <w:bookmarkEnd w:id="371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417"/>
        <w:gridCol w:w="1417"/>
        <w:gridCol w:w="1417"/>
        <w:gridCol w:w="1417"/>
      </w:tblGrid>
      <w:tr w:rsidR="007C5A4D" w:rsidRPr="008A7BE6" w14:paraId="2DFDF71E" w14:textId="77777777" w:rsidTr="007C5A4D">
        <w:trPr>
          <w:trHeight w:val="227"/>
          <w:jc w:val="center"/>
        </w:trPr>
        <w:tc>
          <w:tcPr>
            <w:tcW w:w="3403" w:type="dxa"/>
            <w:vMerge w:val="restart"/>
            <w:vAlign w:val="center"/>
          </w:tcPr>
          <w:p w14:paraId="6218E159" w14:textId="77777777" w:rsidR="007C5A4D" w:rsidRPr="009D132F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2834" w:type="dxa"/>
            <w:gridSpan w:val="2"/>
            <w:vAlign w:val="center"/>
          </w:tcPr>
          <w:p w14:paraId="6F8A02AC" w14:textId="229DD071" w:rsidR="007C5A4D" w:rsidRPr="0089389C" w:rsidRDefault="007C5A4D" w:rsidP="007C5A4D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8749C6" w:rsidRPr="0089389C">
              <w:rPr>
                <w:b/>
                <w:sz w:val="20"/>
              </w:rPr>
              <w:t>ию</w:t>
            </w:r>
            <w:r w:rsidR="0087261F">
              <w:rPr>
                <w:b/>
                <w:sz w:val="20"/>
              </w:rPr>
              <w:t>л</w:t>
            </w:r>
            <w:r w:rsidR="008749C6" w:rsidRPr="0089389C">
              <w:rPr>
                <w:b/>
                <w:sz w:val="20"/>
              </w:rPr>
              <w:t>ь</w:t>
            </w:r>
            <w:r w:rsidRPr="0089389C">
              <w:rPr>
                <w:b/>
                <w:sz w:val="20"/>
              </w:rPr>
              <w:br/>
              <w:t>2024</w:t>
            </w:r>
          </w:p>
        </w:tc>
        <w:tc>
          <w:tcPr>
            <w:tcW w:w="2834" w:type="dxa"/>
            <w:gridSpan w:val="2"/>
            <w:vAlign w:val="center"/>
          </w:tcPr>
          <w:p w14:paraId="1C957D8B" w14:textId="3E8572E4" w:rsidR="007C5A4D" w:rsidRPr="0089389C" w:rsidRDefault="007C5A4D" w:rsidP="007C5A4D">
            <w:pPr>
              <w:jc w:val="center"/>
              <w:rPr>
                <w:b/>
                <w:sz w:val="20"/>
              </w:rPr>
            </w:pPr>
            <w:proofErr w:type="spellStart"/>
            <w:r w:rsidRPr="0089389C">
              <w:rPr>
                <w:b/>
                <w:sz w:val="20"/>
              </w:rPr>
              <w:t>Справочно</w:t>
            </w:r>
            <w:proofErr w:type="spellEnd"/>
            <w:r w:rsidRPr="0089389C">
              <w:rPr>
                <w:b/>
                <w:sz w:val="20"/>
              </w:rPr>
              <w:t>:</w:t>
            </w:r>
            <w:r w:rsidRPr="0089389C">
              <w:rPr>
                <w:b/>
                <w:sz w:val="20"/>
              </w:rPr>
              <w:br/>
              <w:t>январь-</w:t>
            </w:r>
            <w:r w:rsidR="008749C6" w:rsidRPr="0089389C">
              <w:rPr>
                <w:b/>
                <w:sz w:val="20"/>
              </w:rPr>
              <w:t>ию</w:t>
            </w:r>
            <w:r w:rsidR="0087261F">
              <w:rPr>
                <w:b/>
                <w:sz w:val="20"/>
              </w:rPr>
              <w:t>л</w:t>
            </w:r>
            <w:r w:rsidR="008749C6" w:rsidRPr="0089389C">
              <w:rPr>
                <w:b/>
                <w:sz w:val="20"/>
              </w:rPr>
              <w:t>ь</w:t>
            </w:r>
            <w:r w:rsidRPr="0089389C">
              <w:rPr>
                <w:b/>
                <w:sz w:val="20"/>
              </w:rPr>
              <w:br/>
              <w:t>2023</w:t>
            </w:r>
          </w:p>
        </w:tc>
      </w:tr>
      <w:tr w:rsidR="007C5A4D" w:rsidRPr="008A7BE6" w14:paraId="45DD69BC" w14:textId="77777777" w:rsidTr="007C5A4D">
        <w:trPr>
          <w:trHeight w:val="227"/>
          <w:jc w:val="center"/>
        </w:trPr>
        <w:tc>
          <w:tcPr>
            <w:tcW w:w="3403" w:type="dxa"/>
            <w:vMerge/>
            <w:vAlign w:val="center"/>
          </w:tcPr>
          <w:p w14:paraId="02FE0787" w14:textId="77777777" w:rsidR="007C5A4D" w:rsidRPr="008A7BE6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6738069" w14:textId="77777777"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7" w:type="dxa"/>
            <w:vAlign w:val="center"/>
          </w:tcPr>
          <w:p w14:paraId="78122917" w14:textId="77777777"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417" w:type="dxa"/>
            <w:vAlign w:val="center"/>
          </w:tcPr>
          <w:p w14:paraId="6BBF4C3E" w14:textId="77777777"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7" w:type="dxa"/>
            <w:vAlign w:val="center"/>
          </w:tcPr>
          <w:p w14:paraId="24DCCE27" w14:textId="77777777"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  <w:vertAlign w:val="superscript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14:paraId="3A8CB49E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5A2E3AA5" w14:textId="77777777" w:rsidR="007C5A4D" w:rsidRPr="008A7BE6" w:rsidRDefault="007C5A4D" w:rsidP="007C5A4D">
            <w:pPr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Миграция – всего</w:t>
            </w:r>
          </w:p>
        </w:tc>
      </w:tr>
      <w:tr w:rsidR="00A86C3E" w:rsidRPr="008A7BE6" w14:paraId="5D39373B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42F9E1B9" w14:textId="77777777" w:rsidR="00A86C3E" w:rsidRPr="008A7BE6" w:rsidRDefault="00A86C3E" w:rsidP="00A86C3E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7" w:type="dxa"/>
            <w:vAlign w:val="bottom"/>
          </w:tcPr>
          <w:p w14:paraId="07554543" w14:textId="28C63A2D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9276</w:t>
            </w:r>
          </w:p>
        </w:tc>
        <w:tc>
          <w:tcPr>
            <w:tcW w:w="1417" w:type="dxa"/>
            <w:vAlign w:val="bottom"/>
          </w:tcPr>
          <w:p w14:paraId="6D4EC0A7" w14:textId="7C182687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168,6</w:t>
            </w:r>
          </w:p>
        </w:tc>
        <w:tc>
          <w:tcPr>
            <w:tcW w:w="1417" w:type="dxa"/>
            <w:vAlign w:val="bottom"/>
          </w:tcPr>
          <w:p w14:paraId="0141B20B" w14:textId="02E89C76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10002</w:t>
            </w:r>
          </w:p>
        </w:tc>
        <w:tc>
          <w:tcPr>
            <w:tcW w:w="1417" w:type="dxa"/>
            <w:vAlign w:val="bottom"/>
          </w:tcPr>
          <w:p w14:paraId="50580EB6" w14:textId="5F86B741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181,3</w:t>
            </w:r>
          </w:p>
        </w:tc>
      </w:tr>
      <w:tr w:rsidR="00A86C3E" w:rsidRPr="008A7BE6" w14:paraId="7B5A2C6C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7708B2F0" w14:textId="77777777" w:rsidR="00A86C3E" w:rsidRPr="008A7BE6" w:rsidRDefault="00A86C3E" w:rsidP="00A86C3E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7" w:type="dxa"/>
            <w:vAlign w:val="bottom"/>
          </w:tcPr>
          <w:p w14:paraId="23C59F98" w14:textId="4D24AC39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10213</w:t>
            </w:r>
          </w:p>
        </w:tc>
        <w:tc>
          <w:tcPr>
            <w:tcW w:w="1417" w:type="dxa"/>
            <w:vAlign w:val="bottom"/>
          </w:tcPr>
          <w:p w14:paraId="6F884E2D" w14:textId="19B3D372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185,6</w:t>
            </w:r>
          </w:p>
        </w:tc>
        <w:tc>
          <w:tcPr>
            <w:tcW w:w="1417" w:type="dxa"/>
            <w:vAlign w:val="bottom"/>
          </w:tcPr>
          <w:p w14:paraId="5B2C0AE2" w14:textId="3F82C5AC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10385</w:t>
            </w:r>
          </w:p>
        </w:tc>
        <w:tc>
          <w:tcPr>
            <w:tcW w:w="1417" w:type="dxa"/>
            <w:vAlign w:val="bottom"/>
          </w:tcPr>
          <w:p w14:paraId="43AA67BA" w14:textId="16FC5A77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188,2</w:t>
            </w:r>
          </w:p>
        </w:tc>
      </w:tr>
      <w:tr w:rsidR="00A86C3E" w:rsidRPr="008A7BE6" w14:paraId="0412EE45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4D6733FA" w14:textId="77777777" w:rsidR="00A86C3E" w:rsidRPr="008A7BE6" w:rsidRDefault="00A86C3E" w:rsidP="00A86C3E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7" w:type="dxa"/>
            <w:vAlign w:val="bottom"/>
          </w:tcPr>
          <w:p w14:paraId="0B41EAB2" w14:textId="01C9D7FA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-937</w:t>
            </w:r>
          </w:p>
        </w:tc>
        <w:tc>
          <w:tcPr>
            <w:tcW w:w="1417" w:type="dxa"/>
            <w:vAlign w:val="bottom"/>
          </w:tcPr>
          <w:p w14:paraId="7AD55F37" w14:textId="42270D44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-17,0</w:t>
            </w:r>
          </w:p>
        </w:tc>
        <w:tc>
          <w:tcPr>
            <w:tcW w:w="1417" w:type="dxa"/>
            <w:vAlign w:val="bottom"/>
          </w:tcPr>
          <w:p w14:paraId="66B2B5CB" w14:textId="587A836E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-383</w:t>
            </w:r>
          </w:p>
        </w:tc>
        <w:tc>
          <w:tcPr>
            <w:tcW w:w="1417" w:type="dxa"/>
            <w:vAlign w:val="bottom"/>
          </w:tcPr>
          <w:p w14:paraId="70F50D7A" w14:textId="7ADFDD88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-6,9</w:t>
            </w:r>
          </w:p>
        </w:tc>
      </w:tr>
      <w:tr w:rsidR="007C5A4D" w:rsidRPr="008A7BE6" w14:paraId="1D301EEE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654B84BC" w14:textId="77777777"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14:paraId="7C55E1AB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5A1F42E3" w14:textId="77777777" w:rsidR="007C5A4D" w:rsidRPr="008A7BE6" w:rsidRDefault="007C5A4D" w:rsidP="007C5A4D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в пределах Астраханской области</w:t>
            </w:r>
          </w:p>
        </w:tc>
      </w:tr>
      <w:tr w:rsidR="00A86C3E" w:rsidRPr="008A7BE6" w14:paraId="383D328A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05BF49D9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7" w:type="dxa"/>
            <w:vAlign w:val="bottom"/>
          </w:tcPr>
          <w:p w14:paraId="1680AC87" w14:textId="1C7A0B1C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3864</w:t>
            </w:r>
          </w:p>
        </w:tc>
        <w:tc>
          <w:tcPr>
            <w:tcW w:w="1417" w:type="dxa"/>
            <w:vAlign w:val="bottom"/>
          </w:tcPr>
          <w:p w14:paraId="61676E57" w14:textId="1E9CF5F1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70,2</w:t>
            </w:r>
          </w:p>
        </w:tc>
        <w:tc>
          <w:tcPr>
            <w:tcW w:w="1417" w:type="dxa"/>
            <w:vAlign w:val="bottom"/>
          </w:tcPr>
          <w:p w14:paraId="5800DB64" w14:textId="73C43BFC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4388</w:t>
            </w:r>
          </w:p>
        </w:tc>
        <w:tc>
          <w:tcPr>
            <w:tcW w:w="1417" w:type="dxa"/>
            <w:vAlign w:val="bottom"/>
          </w:tcPr>
          <w:p w14:paraId="33ED78B9" w14:textId="4ADDF328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79,5</w:t>
            </w:r>
          </w:p>
        </w:tc>
      </w:tr>
      <w:tr w:rsidR="00A86C3E" w:rsidRPr="008A7BE6" w14:paraId="5E1D0BDD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1EC8B01A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7" w:type="dxa"/>
            <w:vAlign w:val="bottom"/>
          </w:tcPr>
          <w:p w14:paraId="1418925D" w14:textId="31185561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3864</w:t>
            </w:r>
          </w:p>
        </w:tc>
        <w:tc>
          <w:tcPr>
            <w:tcW w:w="1417" w:type="dxa"/>
            <w:vAlign w:val="bottom"/>
          </w:tcPr>
          <w:p w14:paraId="0DB3C71D" w14:textId="71F26C0C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70,2</w:t>
            </w:r>
          </w:p>
        </w:tc>
        <w:tc>
          <w:tcPr>
            <w:tcW w:w="1417" w:type="dxa"/>
            <w:vAlign w:val="bottom"/>
          </w:tcPr>
          <w:p w14:paraId="44EA6865" w14:textId="2644F4FE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4388</w:t>
            </w:r>
          </w:p>
        </w:tc>
        <w:tc>
          <w:tcPr>
            <w:tcW w:w="1417" w:type="dxa"/>
            <w:vAlign w:val="bottom"/>
          </w:tcPr>
          <w:p w14:paraId="6FB3C1C1" w14:textId="0618FF52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79,5</w:t>
            </w:r>
          </w:p>
        </w:tc>
      </w:tr>
      <w:tr w:rsidR="00A86C3E" w:rsidRPr="008A7BE6" w14:paraId="78778963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1B5CF5C7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7" w:type="dxa"/>
            <w:vAlign w:val="bottom"/>
          </w:tcPr>
          <w:p w14:paraId="584D9AA0" w14:textId="29F7C738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165AC8">
              <w:rPr>
                <w:b/>
                <w:sz w:val="20"/>
              </w:rPr>
              <w:t>0</w:t>
            </w:r>
          </w:p>
        </w:tc>
        <w:tc>
          <w:tcPr>
            <w:tcW w:w="1417" w:type="dxa"/>
            <w:vAlign w:val="bottom"/>
          </w:tcPr>
          <w:p w14:paraId="3431C2F8" w14:textId="702E4782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891AD5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7" w:type="dxa"/>
            <w:vAlign w:val="bottom"/>
          </w:tcPr>
          <w:p w14:paraId="74116B93" w14:textId="7C382662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417" w:type="dxa"/>
            <w:vAlign w:val="bottom"/>
          </w:tcPr>
          <w:p w14:paraId="5B58CB2E" w14:textId="642792B9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7C5A4D" w:rsidRPr="008A7BE6" w14:paraId="1FFF944F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1CDE8777" w14:textId="77777777"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из других регионов Российской Федерации</w:t>
            </w:r>
          </w:p>
        </w:tc>
      </w:tr>
      <w:tr w:rsidR="00A86C3E" w:rsidRPr="008A7BE6" w14:paraId="457D6607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2AE95765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7" w:type="dxa"/>
            <w:vAlign w:val="bottom"/>
          </w:tcPr>
          <w:p w14:paraId="54CA761D" w14:textId="52D2D480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4394</w:t>
            </w:r>
          </w:p>
        </w:tc>
        <w:tc>
          <w:tcPr>
            <w:tcW w:w="1417" w:type="dxa"/>
            <w:vAlign w:val="bottom"/>
          </w:tcPr>
          <w:p w14:paraId="762207C1" w14:textId="124C6805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79,9</w:t>
            </w:r>
          </w:p>
        </w:tc>
        <w:tc>
          <w:tcPr>
            <w:tcW w:w="1417" w:type="dxa"/>
            <w:vAlign w:val="bottom"/>
          </w:tcPr>
          <w:p w14:paraId="1290736C" w14:textId="4E9E693A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4790</w:t>
            </w:r>
          </w:p>
        </w:tc>
        <w:tc>
          <w:tcPr>
            <w:tcW w:w="1417" w:type="dxa"/>
            <w:vAlign w:val="bottom"/>
          </w:tcPr>
          <w:p w14:paraId="4AA8B6E6" w14:textId="283F1C82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86,8</w:t>
            </w:r>
          </w:p>
        </w:tc>
      </w:tr>
      <w:tr w:rsidR="00A86C3E" w:rsidRPr="008A7BE6" w14:paraId="21EC25CE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76BFF787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7" w:type="dxa"/>
            <w:vAlign w:val="bottom"/>
          </w:tcPr>
          <w:p w14:paraId="3D87DFD8" w14:textId="5754BE78" w:rsidR="00A86C3E" w:rsidRPr="0087261F" w:rsidRDefault="00A86C3E" w:rsidP="00A86C3E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5659</w:t>
            </w:r>
          </w:p>
        </w:tc>
        <w:tc>
          <w:tcPr>
            <w:tcW w:w="1417" w:type="dxa"/>
            <w:vAlign w:val="bottom"/>
          </w:tcPr>
          <w:p w14:paraId="20A3273B" w14:textId="6CB84341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102,9</w:t>
            </w:r>
          </w:p>
        </w:tc>
        <w:tc>
          <w:tcPr>
            <w:tcW w:w="1417" w:type="dxa"/>
            <w:vAlign w:val="bottom"/>
          </w:tcPr>
          <w:p w14:paraId="2E24BA08" w14:textId="310B9C70" w:rsidR="00A86C3E" w:rsidRPr="0087261F" w:rsidRDefault="00A86C3E" w:rsidP="00A86C3E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5551</w:t>
            </w:r>
          </w:p>
        </w:tc>
        <w:tc>
          <w:tcPr>
            <w:tcW w:w="1417" w:type="dxa"/>
            <w:vAlign w:val="bottom"/>
          </w:tcPr>
          <w:p w14:paraId="52019634" w14:textId="533A62B7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</w:tr>
      <w:tr w:rsidR="00A86C3E" w:rsidRPr="008A7BE6" w14:paraId="242CC33F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7B730C4D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7" w:type="dxa"/>
            <w:vAlign w:val="bottom"/>
          </w:tcPr>
          <w:p w14:paraId="07ABD638" w14:textId="043E3C3E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-1265</w:t>
            </w:r>
          </w:p>
        </w:tc>
        <w:tc>
          <w:tcPr>
            <w:tcW w:w="1417" w:type="dxa"/>
            <w:vAlign w:val="bottom"/>
          </w:tcPr>
          <w:p w14:paraId="6645D9B7" w14:textId="3ECAE2FB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-23,0</w:t>
            </w:r>
          </w:p>
        </w:tc>
        <w:tc>
          <w:tcPr>
            <w:tcW w:w="1417" w:type="dxa"/>
            <w:vAlign w:val="bottom"/>
          </w:tcPr>
          <w:p w14:paraId="20BE243D" w14:textId="2B9A62BA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-761</w:t>
            </w:r>
          </w:p>
        </w:tc>
        <w:tc>
          <w:tcPr>
            <w:tcW w:w="1417" w:type="dxa"/>
            <w:vAlign w:val="bottom"/>
          </w:tcPr>
          <w:p w14:paraId="3980FB12" w14:textId="57CC61E1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-13,8</w:t>
            </w:r>
          </w:p>
        </w:tc>
      </w:tr>
      <w:tr w:rsidR="007C5A4D" w:rsidRPr="008A7BE6" w14:paraId="308AB78E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644B1C54" w14:textId="77777777"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международная миграция</w:t>
            </w:r>
          </w:p>
        </w:tc>
      </w:tr>
      <w:tr w:rsidR="00A86C3E" w:rsidRPr="008A7BE6" w14:paraId="4E19B533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54B091C9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7" w:type="dxa"/>
            <w:vAlign w:val="bottom"/>
          </w:tcPr>
          <w:p w14:paraId="14D5A5A3" w14:textId="18DDC40B" w:rsidR="00A86C3E" w:rsidRPr="0087261F" w:rsidRDefault="00A86C3E" w:rsidP="00A86C3E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1018</w:t>
            </w:r>
          </w:p>
        </w:tc>
        <w:tc>
          <w:tcPr>
            <w:tcW w:w="1417" w:type="dxa"/>
            <w:vAlign w:val="bottom"/>
          </w:tcPr>
          <w:p w14:paraId="63401AFB" w14:textId="0DCB3C35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18,5</w:t>
            </w:r>
          </w:p>
        </w:tc>
        <w:tc>
          <w:tcPr>
            <w:tcW w:w="1417" w:type="dxa"/>
            <w:vAlign w:val="bottom"/>
          </w:tcPr>
          <w:p w14:paraId="2D57F4F0" w14:textId="27DB50B7" w:rsidR="00A86C3E" w:rsidRPr="0087261F" w:rsidRDefault="00A86C3E" w:rsidP="00A86C3E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824</w:t>
            </w:r>
          </w:p>
        </w:tc>
        <w:tc>
          <w:tcPr>
            <w:tcW w:w="1417" w:type="dxa"/>
            <w:vAlign w:val="bottom"/>
          </w:tcPr>
          <w:p w14:paraId="225C684A" w14:textId="583AFB24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15,0</w:t>
            </w:r>
          </w:p>
        </w:tc>
      </w:tr>
      <w:tr w:rsidR="00A86C3E" w:rsidRPr="008A7BE6" w14:paraId="7DBA1B0D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4B4948F5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7" w:type="dxa"/>
            <w:vAlign w:val="bottom"/>
          </w:tcPr>
          <w:p w14:paraId="5580BA44" w14:textId="3ED8E891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690</w:t>
            </w:r>
          </w:p>
        </w:tc>
        <w:tc>
          <w:tcPr>
            <w:tcW w:w="1417" w:type="dxa"/>
            <w:vAlign w:val="bottom"/>
          </w:tcPr>
          <w:p w14:paraId="4676A5AF" w14:textId="2B3EB123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12,5</w:t>
            </w:r>
          </w:p>
        </w:tc>
        <w:tc>
          <w:tcPr>
            <w:tcW w:w="1417" w:type="dxa"/>
            <w:vAlign w:val="bottom"/>
          </w:tcPr>
          <w:p w14:paraId="50BF0264" w14:textId="6992C821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446</w:t>
            </w:r>
          </w:p>
        </w:tc>
        <w:tc>
          <w:tcPr>
            <w:tcW w:w="1417" w:type="dxa"/>
            <w:vAlign w:val="bottom"/>
          </w:tcPr>
          <w:p w14:paraId="4ACB8BAC" w14:textId="1349C88A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8,1</w:t>
            </w:r>
          </w:p>
        </w:tc>
      </w:tr>
      <w:tr w:rsidR="00A86C3E" w:rsidRPr="008A7BE6" w14:paraId="35949611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67ACAC32" w14:textId="77777777" w:rsidR="00A86C3E" w:rsidRPr="008A7BE6" w:rsidRDefault="00A86C3E" w:rsidP="00A86C3E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7" w:type="dxa"/>
            <w:vAlign w:val="bottom"/>
          </w:tcPr>
          <w:p w14:paraId="6656D859" w14:textId="3F51E214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328</w:t>
            </w:r>
          </w:p>
        </w:tc>
        <w:tc>
          <w:tcPr>
            <w:tcW w:w="1417" w:type="dxa"/>
            <w:vAlign w:val="bottom"/>
          </w:tcPr>
          <w:p w14:paraId="2CB6B489" w14:textId="12A04AD2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6,0</w:t>
            </w:r>
          </w:p>
        </w:tc>
        <w:tc>
          <w:tcPr>
            <w:tcW w:w="1417" w:type="dxa"/>
            <w:vAlign w:val="bottom"/>
          </w:tcPr>
          <w:p w14:paraId="7838BC50" w14:textId="3686B931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378</w:t>
            </w:r>
          </w:p>
        </w:tc>
        <w:tc>
          <w:tcPr>
            <w:tcW w:w="1417" w:type="dxa"/>
            <w:vAlign w:val="bottom"/>
          </w:tcPr>
          <w:p w14:paraId="339D5362" w14:textId="3EDE0A96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6,9</w:t>
            </w:r>
          </w:p>
        </w:tc>
      </w:tr>
      <w:tr w:rsidR="007C5A4D" w:rsidRPr="008A7BE6" w14:paraId="6653E915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204DDE3F" w14:textId="77777777" w:rsidR="007C5A4D" w:rsidRPr="008A7BE6" w:rsidRDefault="007C5A4D" w:rsidP="007C5A4D">
            <w:pPr>
              <w:ind w:left="680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14:paraId="732DB010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3C21AE6F" w14:textId="77777777" w:rsidR="007C5A4D" w:rsidRPr="008A7BE6" w:rsidRDefault="007C5A4D" w:rsidP="007C5A4D">
            <w:pPr>
              <w:ind w:left="454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со странами СНГ</w:t>
            </w:r>
          </w:p>
        </w:tc>
      </w:tr>
      <w:tr w:rsidR="00A86C3E" w:rsidRPr="008A7BE6" w14:paraId="2ADA38C3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3AC84A8D" w14:textId="77777777" w:rsidR="00A86C3E" w:rsidRPr="008A7BE6" w:rsidRDefault="00A86C3E" w:rsidP="00A86C3E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7" w:type="dxa"/>
            <w:vAlign w:val="bottom"/>
          </w:tcPr>
          <w:p w14:paraId="30E0DD10" w14:textId="48088E4D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949</w:t>
            </w:r>
          </w:p>
        </w:tc>
        <w:tc>
          <w:tcPr>
            <w:tcW w:w="1417" w:type="dxa"/>
            <w:vAlign w:val="bottom"/>
          </w:tcPr>
          <w:p w14:paraId="3D8D807C" w14:textId="622ADF09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17,3</w:t>
            </w:r>
          </w:p>
        </w:tc>
        <w:tc>
          <w:tcPr>
            <w:tcW w:w="1417" w:type="dxa"/>
            <w:vAlign w:val="bottom"/>
          </w:tcPr>
          <w:p w14:paraId="7886EE6F" w14:textId="29AC9897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699</w:t>
            </w:r>
          </w:p>
        </w:tc>
        <w:tc>
          <w:tcPr>
            <w:tcW w:w="1417" w:type="dxa"/>
            <w:vAlign w:val="bottom"/>
          </w:tcPr>
          <w:p w14:paraId="6B760CE9" w14:textId="46471AD4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12,7</w:t>
            </w:r>
          </w:p>
        </w:tc>
      </w:tr>
      <w:tr w:rsidR="00A86C3E" w:rsidRPr="008A7BE6" w14:paraId="549A694E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10C05CE5" w14:textId="77777777" w:rsidR="00A86C3E" w:rsidRPr="008A7BE6" w:rsidRDefault="00A86C3E" w:rsidP="00A86C3E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7" w:type="dxa"/>
            <w:vAlign w:val="bottom"/>
          </w:tcPr>
          <w:p w14:paraId="3EB87EAE" w14:textId="2DDEFC15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592</w:t>
            </w:r>
          </w:p>
        </w:tc>
        <w:tc>
          <w:tcPr>
            <w:tcW w:w="1417" w:type="dxa"/>
            <w:vAlign w:val="bottom"/>
          </w:tcPr>
          <w:p w14:paraId="46E0A99C" w14:textId="7686BC2B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10,8</w:t>
            </w:r>
          </w:p>
        </w:tc>
        <w:tc>
          <w:tcPr>
            <w:tcW w:w="1417" w:type="dxa"/>
            <w:vAlign w:val="bottom"/>
          </w:tcPr>
          <w:p w14:paraId="33D79BB1" w14:textId="21C02C28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405</w:t>
            </w:r>
          </w:p>
        </w:tc>
        <w:tc>
          <w:tcPr>
            <w:tcW w:w="1417" w:type="dxa"/>
            <w:vAlign w:val="bottom"/>
          </w:tcPr>
          <w:p w14:paraId="717C9CDB" w14:textId="6D48E163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7,3</w:t>
            </w:r>
          </w:p>
        </w:tc>
      </w:tr>
      <w:tr w:rsidR="00A86C3E" w:rsidRPr="008A7BE6" w14:paraId="7F125BEE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42C6B6F8" w14:textId="77777777" w:rsidR="00A86C3E" w:rsidRPr="008A7BE6" w:rsidRDefault="00A86C3E" w:rsidP="00A86C3E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7" w:type="dxa"/>
            <w:vAlign w:val="bottom"/>
          </w:tcPr>
          <w:p w14:paraId="5C661591" w14:textId="0CAC3F73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357</w:t>
            </w:r>
          </w:p>
        </w:tc>
        <w:tc>
          <w:tcPr>
            <w:tcW w:w="1417" w:type="dxa"/>
            <w:vAlign w:val="bottom"/>
          </w:tcPr>
          <w:p w14:paraId="535654D5" w14:textId="05FCF01B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6,5</w:t>
            </w:r>
          </w:p>
        </w:tc>
        <w:tc>
          <w:tcPr>
            <w:tcW w:w="1417" w:type="dxa"/>
            <w:vAlign w:val="bottom"/>
          </w:tcPr>
          <w:p w14:paraId="32016491" w14:textId="6F635D43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294</w:t>
            </w:r>
          </w:p>
        </w:tc>
        <w:tc>
          <w:tcPr>
            <w:tcW w:w="1417" w:type="dxa"/>
            <w:vAlign w:val="bottom"/>
          </w:tcPr>
          <w:p w14:paraId="7A7BEBCF" w14:textId="1252E5B1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5,4</w:t>
            </w:r>
          </w:p>
        </w:tc>
      </w:tr>
      <w:tr w:rsidR="007C5A4D" w:rsidRPr="008A7BE6" w14:paraId="6E2F6EEA" w14:textId="77777777" w:rsidTr="007C5A4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7E5DC3DA" w14:textId="77777777"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со странами дальнего зарубежья</w:t>
            </w:r>
          </w:p>
        </w:tc>
      </w:tr>
      <w:tr w:rsidR="00A86C3E" w:rsidRPr="008A7BE6" w14:paraId="5D5E7644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2CBEF66D" w14:textId="77777777" w:rsidR="00A86C3E" w:rsidRPr="008A7BE6" w:rsidRDefault="00A86C3E" w:rsidP="00A86C3E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прибывшие</w:t>
            </w:r>
          </w:p>
        </w:tc>
        <w:tc>
          <w:tcPr>
            <w:tcW w:w="1417" w:type="dxa"/>
            <w:vAlign w:val="bottom"/>
          </w:tcPr>
          <w:p w14:paraId="35009155" w14:textId="20790E32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</w:t>
            </w:r>
          </w:p>
        </w:tc>
        <w:tc>
          <w:tcPr>
            <w:tcW w:w="1417" w:type="dxa"/>
            <w:vAlign w:val="bottom"/>
          </w:tcPr>
          <w:p w14:paraId="71D44CA2" w14:textId="40EF7294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1,2</w:t>
            </w:r>
          </w:p>
        </w:tc>
        <w:tc>
          <w:tcPr>
            <w:tcW w:w="1417" w:type="dxa"/>
            <w:vAlign w:val="bottom"/>
          </w:tcPr>
          <w:p w14:paraId="788CCC1F" w14:textId="7A9F1E26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125</w:t>
            </w:r>
          </w:p>
        </w:tc>
        <w:tc>
          <w:tcPr>
            <w:tcW w:w="1417" w:type="dxa"/>
            <w:vAlign w:val="bottom"/>
          </w:tcPr>
          <w:p w14:paraId="4C7FC968" w14:textId="5AFC0397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2,3</w:t>
            </w:r>
          </w:p>
        </w:tc>
      </w:tr>
      <w:tr w:rsidR="00A86C3E" w:rsidRPr="008A7BE6" w14:paraId="43BDF2F4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0BEC0698" w14:textId="77777777" w:rsidR="00A86C3E" w:rsidRPr="008A7BE6" w:rsidRDefault="00A86C3E" w:rsidP="00A86C3E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выбывшие</w:t>
            </w:r>
          </w:p>
        </w:tc>
        <w:tc>
          <w:tcPr>
            <w:tcW w:w="1417" w:type="dxa"/>
            <w:vAlign w:val="bottom"/>
          </w:tcPr>
          <w:p w14:paraId="78C59A4E" w14:textId="7907EB21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</w:t>
            </w:r>
          </w:p>
        </w:tc>
        <w:tc>
          <w:tcPr>
            <w:tcW w:w="1417" w:type="dxa"/>
            <w:vAlign w:val="bottom"/>
          </w:tcPr>
          <w:p w14:paraId="4FBD9F2A" w14:textId="509D26B7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1,7</w:t>
            </w:r>
          </w:p>
        </w:tc>
        <w:tc>
          <w:tcPr>
            <w:tcW w:w="1417" w:type="dxa"/>
            <w:vAlign w:val="bottom"/>
          </w:tcPr>
          <w:p w14:paraId="388FFFC6" w14:textId="1E5B7648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417" w:type="dxa"/>
            <w:vAlign w:val="bottom"/>
          </w:tcPr>
          <w:p w14:paraId="07542FE4" w14:textId="573CEF99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0,8</w:t>
            </w:r>
          </w:p>
        </w:tc>
      </w:tr>
      <w:tr w:rsidR="00A86C3E" w:rsidRPr="00C228AE" w14:paraId="36BD7C43" w14:textId="77777777" w:rsidTr="007C5A4D">
        <w:trPr>
          <w:trHeight w:val="227"/>
          <w:jc w:val="center"/>
        </w:trPr>
        <w:tc>
          <w:tcPr>
            <w:tcW w:w="3403" w:type="dxa"/>
            <w:vAlign w:val="bottom"/>
          </w:tcPr>
          <w:p w14:paraId="691E4C29" w14:textId="77777777" w:rsidR="00A86C3E" w:rsidRPr="008A7BE6" w:rsidRDefault="00A86C3E" w:rsidP="00A86C3E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миграционный прирост, снижение (-)</w:t>
            </w:r>
          </w:p>
        </w:tc>
        <w:tc>
          <w:tcPr>
            <w:tcW w:w="1417" w:type="dxa"/>
            <w:vAlign w:val="bottom"/>
          </w:tcPr>
          <w:p w14:paraId="4A5CB2B6" w14:textId="139A8B47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-29</w:t>
            </w:r>
          </w:p>
        </w:tc>
        <w:tc>
          <w:tcPr>
            <w:tcW w:w="1417" w:type="dxa"/>
            <w:vAlign w:val="bottom"/>
          </w:tcPr>
          <w:p w14:paraId="6140C695" w14:textId="1F2F1BAD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-0,5</w:t>
            </w:r>
          </w:p>
        </w:tc>
        <w:tc>
          <w:tcPr>
            <w:tcW w:w="1417" w:type="dxa"/>
            <w:vAlign w:val="bottom"/>
          </w:tcPr>
          <w:p w14:paraId="0D0F3380" w14:textId="1D0BA679" w:rsidR="00A86C3E" w:rsidRPr="0087261F" w:rsidRDefault="00A86C3E" w:rsidP="00A86C3E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</w:t>
            </w:r>
          </w:p>
        </w:tc>
        <w:tc>
          <w:tcPr>
            <w:tcW w:w="1417" w:type="dxa"/>
            <w:vAlign w:val="bottom"/>
          </w:tcPr>
          <w:p w14:paraId="1B376229" w14:textId="4B03E699" w:rsidR="00A86C3E" w:rsidRPr="0087261F" w:rsidRDefault="00A86C3E" w:rsidP="00A86C3E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1,5</w:t>
            </w:r>
          </w:p>
        </w:tc>
      </w:tr>
    </w:tbl>
    <w:p w14:paraId="139C27A7" w14:textId="77777777" w:rsidR="00D16A5A" w:rsidRDefault="00D16A5A" w:rsidP="00205767">
      <w:pPr>
        <w:pStyle w:val="a3"/>
        <w:spacing w:before="180" w:after="160"/>
        <w:outlineLvl w:val="2"/>
        <w:sectPr w:rsidR="00D16A5A" w:rsidSect="00BE270D">
          <w:headerReference w:type="even" r:id="rId29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372" w:name="_Toc493779813"/>
      <w:bookmarkEnd w:id="367"/>
      <w:bookmarkEnd w:id="370"/>
    </w:p>
    <w:p w14:paraId="5FBFA7FD" w14:textId="77777777" w:rsidR="00AA6A43" w:rsidRDefault="00AA6A43" w:rsidP="00AA6A43">
      <w:pPr>
        <w:pStyle w:val="1"/>
        <w:jc w:val="right"/>
        <w:rPr>
          <w:b w:val="0"/>
          <w:sz w:val="20"/>
        </w:rPr>
      </w:pPr>
      <w:bookmarkStart w:id="373" w:name="_Toc178757236"/>
      <w:bookmarkStart w:id="374" w:name="_Hlk176354441"/>
      <w:bookmarkStart w:id="375" w:name="_Hlk173416996"/>
      <w:r w:rsidRPr="00BB5EE5">
        <w:rPr>
          <w:b w:val="0"/>
          <w:sz w:val="20"/>
        </w:rPr>
        <w:lastRenderedPageBreak/>
        <w:t>Приложение 1</w:t>
      </w:r>
      <w:bookmarkEnd w:id="373"/>
    </w:p>
    <w:p w14:paraId="5851F3F6" w14:textId="0CC7C2A9" w:rsidR="0031223F" w:rsidRDefault="0031223F" w:rsidP="00205767">
      <w:pPr>
        <w:pStyle w:val="a3"/>
        <w:spacing w:before="180" w:after="160"/>
        <w:outlineLvl w:val="2"/>
      </w:pPr>
      <w:bookmarkStart w:id="376" w:name="_Toc178757237"/>
      <w:bookmarkStart w:id="377" w:name="_Hlk176354415"/>
      <w:bookmarkEnd w:id="374"/>
      <w:r w:rsidRPr="00D70C27">
        <w:t>Производство важнейших видов промышленной продук</w:t>
      </w:r>
      <w:bookmarkEnd w:id="372"/>
      <w:r w:rsidRPr="00D70C27">
        <w:t>ции</w:t>
      </w:r>
      <w:bookmarkEnd w:id="376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976"/>
        <w:gridCol w:w="24"/>
        <w:gridCol w:w="1079"/>
        <w:gridCol w:w="1094"/>
        <w:gridCol w:w="13"/>
        <w:gridCol w:w="1082"/>
      </w:tblGrid>
      <w:tr w:rsidR="00943750" w:rsidRPr="00EC67F8" w14:paraId="5A114977" w14:textId="77777777" w:rsidTr="00362DA1">
        <w:trPr>
          <w:trHeight w:val="510"/>
          <w:jc w:val="center"/>
        </w:trPr>
        <w:tc>
          <w:tcPr>
            <w:tcW w:w="4804" w:type="dxa"/>
            <w:vMerge w:val="restart"/>
            <w:vAlign w:val="center"/>
          </w:tcPr>
          <w:p w14:paraId="56D89B42" w14:textId="25A7C38E" w:rsidR="00943750" w:rsidRPr="00EC67F8" w:rsidRDefault="00FD7024" w:rsidP="00C922DF">
            <w:pPr>
              <w:jc w:val="center"/>
              <w:rPr>
                <w:sz w:val="20"/>
              </w:rPr>
            </w:pPr>
            <w:r>
              <w:br w:type="page"/>
            </w:r>
          </w:p>
        </w:tc>
        <w:tc>
          <w:tcPr>
            <w:tcW w:w="976" w:type="dxa"/>
            <w:vMerge w:val="restart"/>
            <w:vAlign w:val="center"/>
          </w:tcPr>
          <w:p w14:paraId="4EC9247E" w14:textId="2B6DE022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</w:t>
            </w:r>
            <w:r w:rsidR="0087261F">
              <w:rPr>
                <w:b/>
                <w:sz w:val="20"/>
              </w:rPr>
              <w:t>-август</w:t>
            </w:r>
          </w:p>
          <w:p w14:paraId="1589D6BC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03" w:type="dxa"/>
            <w:gridSpan w:val="2"/>
            <w:vMerge w:val="restart"/>
            <w:vAlign w:val="center"/>
          </w:tcPr>
          <w:p w14:paraId="63FF9F6B" w14:textId="77777777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</w:t>
            </w:r>
          </w:p>
          <w:p w14:paraId="6093C3C1" w14:textId="196D7A0E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январю-</w:t>
            </w:r>
            <w:r w:rsidR="0087261F">
              <w:rPr>
                <w:b/>
                <w:sz w:val="20"/>
              </w:rPr>
              <w:t>августу</w:t>
            </w:r>
          </w:p>
          <w:p w14:paraId="1FC9B4EF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9" w:type="dxa"/>
            <w:gridSpan w:val="3"/>
            <w:vAlign w:val="center"/>
          </w:tcPr>
          <w:p w14:paraId="182EE4EE" w14:textId="187159BA" w:rsidR="00943750" w:rsidRPr="0089389C" w:rsidRDefault="0087261F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73ED87E5" w14:textId="77777777" w:rsidTr="00362DA1">
        <w:trPr>
          <w:trHeight w:val="590"/>
          <w:jc w:val="center"/>
        </w:trPr>
        <w:tc>
          <w:tcPr>
            <w:tcW w:w="4804" w:type="dxa"/>
            <w:vMerge/>
            <w:vAlign w:val="center"/>
          </w:tcPr>
          <w:p w14:paraId="643C2D40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76" w:type="dxa"/>
            <w:vMerge/>
            <w:vAlign w:val="center"/>
          </w:tcPr>
          <w:p w14:paraId="73A0D3F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3" w:type="dxa"/>
            <w:gridSpan w:val="2"/>
            <w:vMerge/>
          </w:tcPr>
          <w:p w14:paraId="7BF114F4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7" w:type="dxa"/>
            <w:gridSpan w:val="2"/>
            <w:vAlign w:val="center"/>
          </w:tcPr>
          <w:p w14:paraId="6ABDCDA6" w14:textId="6FDA4B16" w:rsidR="00943750" w:rsidRPr="0089389C" w:rsidRDefault="0087261F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</w:p>
          <w:p w14:paraId="0E8740A2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82" w:type="dxa"/>
            <w:vAlign w:val="center"/>
          </w:tcPr>
          <w:p w14:paraId="75C74CD5" w14:textId="4B6AD627" w:rsidR="00943750" w:rsidRPr="0089389C" w:rsidRDefault="0089389C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ию</w:t>
            </w:r>
            <w:r w:rsidR="0087261F">
              <w:rPr>
                <w:b/>
                <w:sz w:val="20"/>
              </w:rPr>
              <w:t>л</w:t>
            </w:r>
            <w:r w:rsidRPr="0089389C">
              <w:rPr>
                <w:b/>
                <w:sz w:val="20"/>
              </w:rPr>
              <w:t>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79DB7A3E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14:paraId="186BCF42" w14:textId="77777777" w:rsidTr="0044551A">
        <w:trPr>
          <w:trHeight w:val="297"/>
          <w:jc w:val="center"/>
        </w:trPr>
        <w:tc>
          <w:tcPr>
            <w:tcW w:w="9072" w:type="dxa"/>
            <w:gridSpan w:val="7"/>
          </w:tcPr>
          <w:p w14:paraId="7A834144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Добыча полезных ископаемых</w:t>
            </w:r>
          </w:p>
        </w:tc>
      </w:tr>
      <w:tr w:rsidR="00362DA1" w:rsidRPr="00EC67F8" w14:paraId="727CE1E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AFACCB2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Газ природный и попутный, млн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76" w:type="dxa"/>
            <w:vAlign w:val="bottom"/>
          </w:tcPr>
          <w:p w14:paraId="028BD1F0" w14:textId="3001B320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7464,8</w:t>
            </w:r>
          </w:p>
        </w:tc>
        <w:tc>
          <w:tcPr>
            <w:tcW w:w="1103" w:type="dxa"/>
            <w:gridSpan w:val="2"/>
            <w:vAlign w:val="bottom"/>
          </w:tcPr>
          <w:p w14:paraId="49018EAC" w14:textId="0D966D8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BCB35F3" w14:textId="4DD5E14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5" w:type="dxa"/>
            <w:gridSpan w:val="2"/>
            <w:vAlign w:val="bottom"/>
          </w:tcPr>
          <w:p w14:paraId="1DE1977A" w14:textId="6FF094D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362DA1" w:rsidRPr="00EC67F8" w14:paraId="25C687C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3BF28EA4" w14:textId="77777777" w:rsidR="00362DA1" w:rsidRPr="00EC67F8" w:rsidRDefault="00362DA1" w:rsidP="00362DA1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Соль и хлорид натрия чистый, вода морская, т</w:t>
            </w:r>
          </w:p>
        </w:tc>
        <w:tc>
          <w:tcPr>
            <w:tcW w:w="976" w:type="dxa"/>
            <w:vAlign w:val="bottom"/>
          </w:tcPr>
          <w:p w14:paraId="63570703" w14:textId="1F06A88D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1CB4EB56" w14:textId="1BD4FD9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74,1</w:t>
            </w:r>
          </w:p>
        </w:tc>
        <w:tc>
          <w:tcPr>
            <w:tcW w:w="1094" w:type="dxa"/>
            <w:vAlign w:val="bottom"/>
          </w:tcPr>
          <w:p w14:paraId="63B515A3" w14:textId="69B0C11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80,0</w:t>
            </w:r>
          </w:p>
        </w:tc>
        <w:tc>
          <w:tcPr>
            <w:tcW w:w="1095" w:type="dxa"/>
            <w:gridSpan w:val="2"/>
            <w:vAlign w:val="bottom"/>
          </w:tcPr>
          <w:p w14:paraId="350BEE6C" w14:textId="6BD068DF" w:rsidR="00362DA1" w:rsidRPr="0087261F" w:rsidRDefault="00362DA1" w:rsidP="00362DA1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115,5</w:t>
            </w:r>
          </w:p>
        </w:tc>
      </w:tr>
      <w:tr w:rsidR="00943750" w:rsidRPr="00EC67F8" w14:paraId="3094551C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C533E92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Обрабатывающие производства</w:t>
            </w:r>
          </w:p>
        </w:tc>
      </w:tr>
      <w:tr w:rsidR="00943750" w:rsidRPr="00EC67F8" w14:paraId="09444904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591E67E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пищевых продуктов</w:t>
            </w:r>
          </w:p>
        </w:tc>
      </w:tr>
      <w:tr w:rsidR="00362DA1" w:rsidRPr="00EC67F8" w14:paraId="1138C758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BB1DEBF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крупного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охлажденные, т</w:t>
            </w:r>
          </w:p>
        </w:tc>
        <w:tc>
          <w:tcPr>
            <w:tcW w:w="976" w:type="dxa"/>
            <w:vAlign w:val="bottom"/>
          </w:tcPr>
          <w:p w14:paraId="11BAF305" w14:textId="0061FC7A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C09D20B" w14:textId="380AFEE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64,2</w:t>
            </w:r>
          </w:p>
        </w:tc>
        <w:tc>
          <w:tcPr>
            <w:tcW w:w="1094" w:type="dxa"/>
            <w:vAlign w:val="bottom"/>
          </w:tcPr>
          <w:p w14:paraId="2FCBD7EC" w14:textId="7FD8B2B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45,6</w:t>
            </w:r>
          </w:p>
        </w:tc>
        <w:tc>
          <w:tcPr>
            <w:tcW w:w="1095" w:type="dxa"/>
            <w:gridSpan w:val="2"/>
            <w:vAlign w:val="bottom"/>
          </w:tcPr>
          <w:p w14:paraId="3A27501A" w14:textId="7F4CC96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116,0</w:t>
            </w:r>
          </w:p>
        </w:tc>
      </w:tr>
      <w:tr w:rsidR="00362DA1" w:rsidRPr="00EC67F8" w14:paraId="6922E5DF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A4442E6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и субпродукты пищевые прочие парные, остывшие, охлажденные или замороженные, т</w:t>
            </w:r>
          </w:p>
        </w:tc>
        <w:tc>
          <w:tcPr>
            <w:tcW w:w="976" w:type="dxa"/>
            <w:vAlign w:val="bottom"/>
          </w:tcPr>
          <w:p w14:paraId="37C759C8" w14:textId="75355CA6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75CC1A88" w14:textId="231435AB" w:rsidR="00362DA1" w:rsidRPr="0087261F" w:rsidRDefault="00362DA1" w:rsidP="002F7B76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2,1р.</w:t>
            </w:r>
          </w:p>
        </w:tc>
        <w:tc>
          <w:tcPr>
            <w:tcW w:w="1094" w:type="dxa"/>
            <w:vAlign w:val="bottom"/>
          </w:tcPr>
          <w:p w14:paraId="3222BB2F" w14:textId="2BBF07F8" w:rsidR="00362DA1" w:rsidRPr="0087261F" w:rsidRDefault="00362DA1" w:rsidP="002F7B7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2,8р.</w:t>
            </w:r>
          </w:p>
        </w:tc>
        <w:tc>
          <w:tcPr>
            <w:tcW w:w="1095" w:type="dxa"/>
            <w:gridSpan w:val="2"/>
            <w:vAlign w:val="bottom"/>
          </w:tcPr>
          <w:p w14:paraId="7973C393" w14:textId="7F0FC55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192,9</w:t>
            </w:r>
          </w:p>
        </w:tc>
      </w:tr>
      <w:tr w:rsidR="00362DA1" w:rsidRPr="00EC67F8" w14:paraId="191524C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AD9856F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колбасные, </w:t>
            </w:r>
            <w:proofErr w:type="gramStart"/>
            <w:r w:rsidRPr="00EC67F8">
              <w:rPr>
                <w:b/>
                <w:sz w:val="20"/>
              </w:rPr>
              <w:t>включая  изделия</w:t>
            </w:r>
            <w:proofErr w:type="gramEnd"/>
            <w:r w:rsidRPr="00EC67F8">
              <w:rPr>
                <w:b/>
                <w:sz w:val="20"/>
              </w:rPr>
              <w:t xml:space="preserve"> колбасные</w:t>
            </w:r>
            <w:r w:rsidRPr="00EC67F8">
              <w:rPr>
                <w:b/>
                <w:sz w:val="20"/>
              </w:rPr>
              <w:br/>
              <w:t>для детского питания, т</w:t>
            </w:r>
          </w:p>
        </w:tc>
        <w:tc>
          <w:tcPr>
            <w:tcW w:w="976" w:type="dxa"/>
            <w:vAlign w:val="bottom"/>
          </w:tcPr>
          <w:p w14:paraId="05E0E2F9" w14:textId="5D8C080E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1F701073" w14:textId="7946EF8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71,6</w:t>
            </w:r>
          </w:p>
        </w:tc>
        <w:tc>
          <w:tcPr>
            <w:tcW w:w="1094" w:type="dxa"/>
            <w:vAlign w:val="bottom"/>
          </w:tcPr>
          <w:p w14:paraId="2933C2C7" w14:textId="31CEF26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104,0</w:t>
            </w:r>
          </w:p>
        </w:tc>
        <w:tc>
          <w:tcPr>
            <w:tcW w:w="1095" w:type="dxa"/>
            <w:gridSpan w:val="2"/>
            <w:vAlign w:val="bottom"/>
          </w:tcPr>
          <w:p w14:paraId="41C40C35" w14:textId="459F5EB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120,3</w:t>
            </w:r>
          </w:p>
        </w:tc>
      </w:tr>
      <w:tr w:rsidR="00362DA1" w:rsidRPr="00EC67F8" w14:paraId="44E27EB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5B307966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t>, охлажденные, замороженные, т</w:t>
            </w:r>
          </w:p>
        </w:tc>
        <w:tc>
          <w:tcPr>
            <w:tcW w:w="976" w:type="dxa"/>
            <w:vAlign w:val="bottom"/>
          </w:tcPr>
          <w:p w14:paraId="6DAE241B" w14:textId="6A17FB44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1778,8</w:t>
            </w:r>
          </w:p>
        </w:tc>
        <w:tc>
          <w:tcPr>
            <w:tcW w:w="1103" w:type="dxa"/>
            <w:gridSpan w:val="2"/>
            <w:vAlign w:val="bottom"/>
          </w:tcPr>
          <w:p w14:paraId="4CAC08C8" w14:textId="2766B56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1094" w:type="dxa"/>
            <w:vAlign w:val="bottom"/>
          </w:tcPr>
          <w:p w14:paraId="7ED9CCED" w14:textId="790A6E8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1095" w:type="dxa"/>
            <w:gridSpan w:val="2"/>
            <w:vAlign w:val="bottom"/>
          </w:tcPr>
          <w:p w14:paraId="04978C00" w14:textId="26D49F7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103,1</w:t>
            </w:r>
          </w:p>
        </w:tc>
      </w:tr>
      <w:tr w:rsidR="00362DA1" w:rsidRPr="00EC67F8" w14:paraId="0AC0089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02329F6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кулинарные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br/>
              <w:t>и из мяса и субпродуктов птицы охлажденные, замороженные, т</w:t>
            </w:r>
          </w:p>
        </w:tc>
        <w:tc>
          <w:tcPr>
            <w:tcW w:w="976" w:type="dxa"/>
            <w:vAlign w:val="bottom"/>
          </w:tcPr>
          <w:p w14:paraId="200D9E28" w14:textId="7B99723E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5792B90" w14:textId="224707B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81,0</w:t>
            </w:r>
          </w:p>
        </w:tc>
        <w:tc>
          <w:tcPr>
            <w:tcW w:w="1094" w:type="dxa"/>
            <w:vAlign w:val="bottom"/>
          </w:tcPr>
          <w:p w14:paraId="548914A5" w14:textId="24CF463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93,3</w:t>
            </w:r>
          </w:p>
        </w:tc>
        <w:tc>
          <w:tcPr>
            <w:tcW w:w="1095" w:type="dxa"/>
            <w:gridSpan w:val="2"/>
            <w:vAlign w:val="bottom"/>
          </w:tcPr>
          <w:p w14:paraId="29E9D5E9" w14:textId="5BC87D9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171,7</w:t>
            </w:r>
          </w:p>
        </w:tc>
      </w:tr>
      <w:tr w:rsidR="00362DA1" w:rsidRPr="00EC67F8" w14:paraId="0B2DB5BD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041549A4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Рыба переработанная и консервированная, ракообразные и моллюски, т</w:t>
            </w:r>
          </w:p>
        </w:tc>
        <w:tc>
          <w:tcPr>
            <w:tcW w:w="976" w:type="dxa"/>
            <w:vAlign w:val="bottom"/>
          </w:tcPr>
          <w:p w14:paraId="3FB6DD70" w14:textId="02C2CEAA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22066,4</w:t>
            </w:r>
          </w:p>
        </w:tc>
        <w:tc>
          <w:tcPr>
            <w:tcW w:w="1103" w:type="dxa"/>
            <w:gridSpan w:val="2"/>
            <w:vAlign w:val="bottom"/>
          </w:tcPr>
          <w:p w14:paraId="6559E8C1" w14:textId="513BCB8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102,5</w:t>
            </w:r>
          </w:p>
        </w:tc>
        <w:tc>
          <w:tcPr>
            <w:tcW w:w="1094" w:type="dxa"/>
            <w:vAlign w:val="bottom"/>
          </w:tcPr>
          <w:p w14:paraId="45431080" w14:textId="2E75102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1095" w:type="dxa"/>
            <w:gridSpan w:val="2"/>
            <w:vAlign w:val="bottom"/>
          </w:tcPr>
          <w:p w14:paraId="38DCD6EB" w14:textId="09460EB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74,8</w:t>
            </w:r>
          </w:p>
        </w:tc>
      </w:tr>
      <w:tr w:rsidR="00362DA1" w:rsidRPr="00EC67F8" w14:paraId="36734048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3A1C842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 жидкое обработанное,</w:t>
            </w:r>
            <w:r w:rsidRPr="00EC67F8">
              <w:rPr>
                <w:b/>
                <w:sz w:val="20"/>
              </w:rPr>
              <w:br/>
            </w:r>
            <w:proofErr w:type="gramStart"/>
            <w:r w:rsidRPr="00EC67F8">
              <w:rPr>
                <w:b/>
                <w:sz w:val="20"/>
              </w:rPr>
              <w:t>включая  молоко</w:t>
            </w:r>
            <w:proofErr w:type="gramEnd"/>
            <w:r w:rsidRPr="00EC67F8">
              <w:rPr>
                <w:b/>
                <w:sz w:val="20"/>
              </w:rPr>
              <w:t xml:space="preserve"> для детского питания, т</w:t>
            </w:r>
          </w:p>
        </w:tc>
        <w:tc>
          <w:tcPr>
            <w:tcW w:w="976" w:type="dxa"/>
            <w:vAlign w:val="bottom"/>
          </w:tcPr>
          <w:p w14:paraId="208C7973" w14:textId="6610C07A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272,6</w:t>
            </w:r>
          </w:p>
        </w:tc>
        <w:tc>
          <w:tcPr>
            <w:tcW w:w="1103" w:type="dxa"/>
            <w:gridSpan w:val="2"/>
            <w:vAlign w:val="bottom"/>
          </w:tcPr>
          <w:p w14:paraId="481BF2CA" w14:textId="56690426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733E0A31" w14:textId="11CEC1D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2E19FFB3" w14:textId="711E87F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100,4</w:t>
            </w:r>
          </w:p>
        </w:tc>
      </w:tr>
      <w:tr w:rsidR="00362DA1" w:rsidRPr="00EC67F8" w14:paraId="16C0650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75E437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Молоко, кроме сырого, т</w:t>
            </w:r>
          </w:p>
        </w:tc>
        <w:tc>
          <w:tcPr>
            <w:tcW w:w="976" w:type="dxa"/>
            <w:vAlign w:val="bottom"/>
          </w:tcPr>
          <w:p w14:paraId="0BC11EED" w14:textId="0CF23A77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272,6</w:t>
            </w:r>
          </w:p>
        </w:tc>
        <w:tc>
          <w:tcPr>
            <w:tcW w:w="1103" w:type="dxa"/>
            <w:gridSpan w:val="2"/>
            <w:vAlign w:val="bottom"/>
          </w:tcPr>
          <w:p w14:paraId="0ACC10D7" w14:textId="43EF323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51AEB80F" w14:textId="5F7F541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36D7FAE1" w14:textId="16F3DD2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100,4</w:t>
            </w:r>
          </w:p>
        </w:tc>
      </w:tr>
      <w:tr w:rsidR="00362DA1" w:rsidRPr="00EC67F8" w14:paraId="03F344A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6DEF93FA" w14:textId="631DA919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Сыры; </w:t>
            </w:r>
            <w:proofErr w:type="spellStart"/>
            <w:r w:rsidRPr="00EC67F8">
              <w:rPr>
                <w:b/>
                <w:sz w:val="20"/>
              </w:rPr>
              <w:t>молокосодержащие</w:t>
            </w:r>
            <w:proofErr w:type="spellEnd"/>
            <w:r w:rsidRPr="00EC67F8">
              <w:rPr>
                <w:b/>
                <w:sz w:val="20"/>
              </w:rPr>
              <w:t xml:space="preserve"> продукты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заменителем молочного жира, произведенные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по технологии сыра; творог, т</w:t>
            </w:r>
          </w:p>
        </w:tc>
        <w:tc>
          <w:tcPr>
            <w:tcW w:w="976" w:type="dxa"/>
            <w:vAlign w:val="bottom"/>
          </w:tcPr>
          <w:p w14:paraId="1B0CDC01" w14:textId="058C9008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119,1</w:t>
            </w:r>
          </w:p>
        </w:tc>
        <w:tc>
          <w:tcPr>
            <w:tcW w:w="1103" w:type="dxa"/>
            <w:gridSpan w:val="2"/>
            <w:vAlign w:val="bottom"/>
          </w:tcPr>
          <w:p w14:paraId="5760C158" w14:textId="0F52924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104,4</w:t>
            </w:r>
          </w:p>
        </w:tc>
        <w:tc>
          <w:tcPr>
            <w:tcW w:w="1094" w:type="dxa"/>
            <w:vAlign w:val="bottom"/>
          </w:tcPr>
          <w:p w14:paraId="35E6228A" w14:textId="6517AD9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140,2</w:t>
            </w:r>
          </w:p>
        </w:tc>
        <w:tc>
          <w:tcPr>
            <w:tcW w:w="1095" w:type="dxa"/>
            <w:gridSpan w:val="2"/>
            <w:vAlign w:val="bottom"/>
          </w:tcPr>
          <w:p w14:paraId="58C7CC3E" w14:textId="1759EA6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111,6</w:t>
            </w:r>
          </w:p>
        </w:tc>
      </w:tr>
      <w:tr w:rsidR="00362DA1" w:rsidRPr="00EC67F8" w14:paraId="26CFAA2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269CDA16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Мука из зерновых культур, овощных и других растительных культур; смеси из них, т</w:t>
            </w:r>
          </w:p>
        </w:tc>
        <w:tc>
          <w:tcPr>
            <w:tcW w:w="976" w:type="dxa"/>
            <w:vAlign w:val="bottom"/>
          </w:tcPr>
          <w:p w14:paraId="6A6752A9" w14:textId="1B117910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18DB00FA" w14:textId="1E64DB6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29,9</w:t>
            </w:r>
          </w:p>
        </w:tc>
        <w:tc>
          <w:tcPr>
            <w:tcW w:w="1094" w:type="dxa"/>
            <w:vAlign w:val="bottom"/>
          </w:tcPr>
          <w:p w14:paraId="24C139A9" w14:textId="3B408A3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18,0</w:t>
            </w:r>
          </w:p>
        </w:tc>
        <w:tc>
          <w:tcPr>
            <w:tcW w:w="1095" w:type="dxa"/>
            <w:gridSpan w:val="2"/>
            <w:vAlign w:val="bottom"/>
          </w:tcPr>
          <w:p w14:paraId="23CDBCC5" w14:textId="1BE09E11" w:rsidR="00362DA1" w:rsidRPr="0087261F" w:rsidRDefault="00362DA1" w:rsidP="002F7B76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2,1р.</w:t>
            </w:r>
          </w:p>
        </w:tc>
      </w:tr>
      <w:tr w:rsidR="00362DA1" w:rsidRPr="00EC67F8" w14:paraId="720682C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07BEA8A8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Крупа, т</w:t>
            </w:r>
          </w:p>
        </w:tc>
        <w:tc>
          <w:tcPr>
            <w:tcW w:w="976" w:type="dxa"/>
            <w:vAlign w:val="bottom"/>
          </w:tcPr>
          <w:p w14:paraId="3858E164" w14:textId="4FB7EA8F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4CB812F" w14:textId="04BE802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114,3</w:t>
            </w:r>
          </w:p>
        </w:tc>
        <w:tc>
          <w:tcPr>
            <w:tcW w:w="1094" w:type="dxa"/>
            <w:vAlign w:val="bottom"/>
          </w:tcPr>
          <w:p w14:paraId="4E27C955" w14:textId="661C2857" w:rsidR="00362DA1" w:rsidRPr="0087261F" w:rsidRDefault="00362DA1" w:rsidP="002F7B76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5" w:type="dxa"/>
            <w:gridSpan w:val="2"/>
            <w:vAlign w:val="bottom"/>
          </w:tcPr>
          <w:p w14:paraId="676392E0" w14:textId="1D7B10C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9,1</w:t>
            </w:r>
          </w:p>
        </w:tc>
      </w:tr>
      <w:tr w:rsidR="00362DA1" w:rsidRPr="00EC67F8" w14:paraId="56DD2E25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D3D93E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Хлеб и хлебобулочные изделия, включая полуфабрикаты, т</w:t>
            </w:r>
          </w:p>
        </w:tc>
        <w:tc>
          <w:tcPr>
            <w:tcW w:w="976" w:type="dxa"/>
            <w:vAlign w:val="bottom"/>
          </w:tcPr>
          <w:p w14:paraId="20420E58" w14:textId="663B785D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13383,0</w:t>
            </w:r>
          </w:p>
        </w:tc>
        <w:tc>
          <w:tcPr>
            <w:tcW w:w="1103" w:type="dxa"/>
            <w:gridSpan w:val="2"/>
            <w:vAlign w:val="bottom"/>
          </w:tcPr>
          <w:p w14:paraId="212D1253" w14:textId="26AAD30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85,1</w:t>
            </w:r>
          </w:p>
        </w:tc>
        <w:tc>
          <w:tcPr>
            <w:tcW w:w="1094" w:type="dxa"/>
            <w:vAlign w:val="bottom"/>
          </w:tcPr>
          <w:p w14:paraId="5924B126" w14:textId="39EF781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82,4</w:t>
            </w:r>
          </w:p>
        </w:tc>
        <w:tc>
          <w:tcPr>
            <w:tcW w:w="1095" w:type="dxa"/>
            <w:gridSpan w:val="2"/>
            <w:vAlign w:val="bottom"/>
          </w:tcPr>
          <w:p w14:paraId="6FACE514" w14:textId="1775A63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100,5</w:t>
            </w:r>
          </w:p>
        </w:tc>
      </w:tr>
      <w:tr w:rsidR="00362DA1" w:rsidRPr="00EC67F8" w14:paraId="3A82207A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402145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хлебобулочные недлительного хранения, т</w:t>
            </w:r>
          </w:p>
        </w:tc>
        <w:tc>
          <w:tcPr>
            <w:tcW w:w="976" w:type="dxa"/>
            <w:vAlign w:val="bottom"/>
          </w:tcPr>
          <w:p w14:paraId="7D49607B" w14:textId="2FEB8BFA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12981,0</w:t>
            </w:r>
          </w:p>
        </w:tc>
        <w:tc>
          <w:tcPr>
            <w:tcW w:w="1103" w:type="dxa"/>
            <w:gridSpan w:val="2"/>
            <w:vAlign w:val="bottom"/>
          </w:tcPr>
          <w:p w14:paraId="030737D0" w14:textId="2D248BD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83,3</w:t>
            </w:r>
          </w:p>
        </w:tc>
        <w:tc>
          <w:tcPr>
            <w:tcW w:w="1094" w:type="dxa"/>
            <w:vAlign w:val="bottom"/>
          </w:tcPr>
          <w:p w14:paraId="46F4D40B" w14:textId="601842B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80,6</w:t>
            </w:r>
          </w:p>
        </w:tc>
        <w:tc>
          <w:tcPr>
            <w:tcW w:w="1095" w:type="dxa"/>
            <w:gridSpan w:val="2"/>
            <w:vAlign w:val="bottom"/>
          </w:tcPr>
          <w:p w14:paraId="39778DA7" w14:textId="3E29A3F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101,8</w:t>
            </w:r>
          </w:p>
        </w:tc>
      </w:tr>
      <w:tr w:rsidR="00362DA1" w:rsidRPr="00EC67F8" w14:paraId="149E3E1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2D24B5DF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макаронные и аналогичные мучные изделия, т</w:t>
            </w:r>
          </w:p>
        </w:tc>
        <w:tc>
          <w:tcPr>
            <w:tcW w:w="976" w:type="dxa"/>
            <w:vAlign w:val="bottom"/>
          </w:tcPr>
          <w:p w14:paraId="746205C6" w14:textId="20E746F1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6F846DFE" w14:textId="0DD68A6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96,6</w:t>
            </w:r>
          </w:p>
        </w:tc>
        <w:tc>
          <w:tcPr>
            <w:tcW w:w="1094" w:type="dxa"/>
            <w:vAlign w:val="bottom"/>
          </w:tcPr>
          <w:p w14:paraId="467CAD39" w14:textId="3E92C4B6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96,1</w:t>
            </w:r>
          </w:p>
        </w:tc>
        <w:tc>
          <w:tcPr>
            <w:tcW w:w="1095" w:type="dxa"/>
            <w:gridSpan w:val="2"/>
            <w:vAlign w:val="bottom"/>
          </w:tcPr>
          <w:p w14:paraId="380E389A" w14:textId="23A542D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99,9</w:t>
            </w:r>
          </w:p>
        </w:tc>
      </w:tr>
      <w:tr w:rsidR="00362DA1" w:rsidRPr="00EC67F8" w14:paraId="1E554E6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5BFEF04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Кондитерские изделия, т</w:t>
            </w:r>
          </w:p>
        </w:tc>
        <w:tc>
          <w:tcPr>
            <w:tcW w:w="976" w:type="dxa"/>
            <w:vAlign w:val="bottom"/>
          </w:tcPr>
          <w:p w14:paraId="7F4121F3" w14:textId="446BE960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2191,9</w:t>
            </w:r>
          </w:p>
        </w:tc>
        <w:tc>
          <w:tcPr>
            <w:tcW w:w="1103" w:type="dxa"/>
            <w:gridSpan w:val="2"/>
            <w:vAlign w:val="bottom"/>
          </w:tcPr>
          <w:p w14:paraId="00C05BA5" w14:textId="3AF5ECA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84,0</w:t>
            </w:r>
          </w:p>
        </w:tc>
        <w:tc>
          <w:tcPr>
            <w:tcW w:w="1094" w:type="dxa"/>
            <w:vAlign w:val="bottom"/>
          </w:tcPr>
          <w:p w14:paraId="6E887FDD" w14:textId="1C3A72A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61,0</w:t>
            </w:r>
          </w:p>
        </w:tc>
        <w:tc>
          <w:tcPr>
            <w:tcW w:w="1095" w:type="dxa"/>
            <w:gridSpan w:val="2"/>
            <w:vAlign w:val="bottom"/>
          </w:tcPr>
          <w:p w14:paraId="059E2099" w14:textId="4DBB355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93,6</w:t>
            </w:r>
          </w:p>
        </w:tc>
      </w:tr>
      <w:tr w:rsidR="00362DA1" w:rsidRPr="00EC67F8" w14:paraId="3C3B2E3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9AD571A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Комбикорма, т</w:t>
            </w:r>
          </w:p>
        </w:tc>
        <w:tc>
          <w:tcPr>
            <w:tcW w:w="976" w:type="dxa"/>
            <w:vAlign w:val="bottom"/>
          </w:tcPr>
          <w:p w14:paraId="19F35531" w14:textId="2286579F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2717FCFD" w14:textId="174B022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1094" w:type="dxa"/>
            <w:vAlign w:val="bottom"/>
          </w:tcPr>
          <w:p w14:paraId="5E5134A0" w14:textId="3519C44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50,1</w:t>
            </w:r>
          </w:p>
        </w:tc>
        <w:tc>
          <w:tcPr>
            <w:tcW w:w="1095" w:type="dxa"/>
            <w:gridSpan w:val="2"/>
            <w:vAlign w:val="bottom"/>
          </w:tcPr>
          <w:p w14:paraId="6C5CB93C" w14:textId="6D1A278F" w:rsidR="00362DA1" w:rsidRPr="0087261F" w:rsidRDefault="00362DA1" w:rsidP="002F7B76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72,8</w:t>
            </w:r>
          </w:p>
        </w:tc>
      </w:tr>
      <w:tr w:rsidR="00943750" w:rsidRPr="00EC67F8" w14:paraId="505EFEBE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5686106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напитков</w:t>
            </w:r>
          </w:p>
        </w:tc>
      </w:tr>
      <w:tr w:rsidR="00362DA1" w:rsidRPr="00EC67F8" w14:paraId="3124114A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675F9783" w14:textId="40FB69F0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Пиво, кроме отходов пивоварения,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декалитров</w:t>
            </w:r>
          </w:p>
        </w:tc>
        <w:tc>
          <w:tcPr>
            <w:tcW w:w="976" w:type="dxa"/>
            <w:vAlign w:val="bottom"/>
          </w:tcPr>
          <w:p w14:paraId="59446A49" w14:textId="39A42366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81,9</w:t>
            </w:r>
          </w:p>
        </w:tc>
        <w:tc>
          <w:tcPr>
            <w:tcW w:w="1103" w:type="dxa"/>
            <w:gridSpan w:val="2"/>
            <w:vAlign w:val="bottom"/>
          </w:tcPr>
          <w:p w14:paraId="30AE495D" w14:textId="2C04F09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29413C45" w14:textId="5AE18E5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46B1E17B" w14:textId="24D9EEE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124,9</w:t>
            </w:r>
          </w:p>
        </w:tc>
      </w:tr>
      <w:tr w:rsidR="00362DA1" w:rsidRPr="00EC67F8" w14:paraId="5F2C4A9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FB8030C" w14:textId="345132D1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Воды минеральные природные питьевые и воды питьевые, расфасованные в емкости,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 xml:space="preserve">не содержащие добавки сахара или других подслащивающих или </w:t>
            </w:r>
            <w:proofErr w:type="spellStart"/>
            <w:r w:rsidRPr="00EC67F8">
              <w:rPr>
                <w:b/>
                <w:sz w:val="20"/>
              </w:rPr>
              <w:t>вкусоароматических</w:t>
            </w:r>
            <w:proofErr w:type="spellEnd"/>
            <w:r w:rsidRPr="00EC67F8">
              <w:rPr>
                <w:b/>
                <w:sz w:val="20"/>
              </w:rPr>
              <w:t xml:space="preserve"> веществ, тыс. полулитров</w:t>
            </w:r>
          </w:p>
        </w:tc>
        <w:tc>
          <w:tcPr>
            <w:tcW w:w="976" w:type="dxa"/>
            <w:vAlign w:val="bottom"/>
          </w:tcPr>
          <w:p w14:paraId="6159C1EB" w14:textId="4993B3E1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B71370D" w14:textId="40B822B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1094" w:type="dxa"/>
            <w:vAlign w:val="bottom"/>
          </w:tcPr>
          <w:p w14:paraId="5159D007" w14:textId="6C7894D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89,7</w:t>
            </w:r>
          </w:p>
        </w:tc>
        <w:tc>
          <w:tcPr>
            <w:tcW w:w="1095" w:type="dxa"/>
            <w:gridSpan w:val="2"/>
            <w:vAlign w:val="bottom"/>
          </w:tcPr>
          <w:p w14:paraId="7D8E825E" w14:textId="5618091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96,0</w:t>
            </w:r>
          </w:p>
        </w:tc>
      </w:tr>
      <w:tr w:rsidR="00362DA1" w:rsidRPr="00EC67F8" w14:paraId="7AC0BAF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136087A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Напитки безалкогольные прочие, тыс. декалитров</w:t>
            </w:r>
          </w:p>
        </w:tc>
        <w:tc>
          <w:tcPr>
            <w:tcW w:w="976" w:type="dxa"/>
            <w:vAlign w:val="bottom"/>
          </w:tcPr>
          <w:p w14:paraId="50EFFBB3" w14:textId="00D95356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2197D187" w14:textId="467C31B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80,9</w:t>
            </w:r>
          </w:p>
        </w:tc>
        <w:tc>
          <w:tcPr>
            <w:tcW w:w="1094" w:type="dxa"/>
            <w:vAlign w:val="bottom"/>
          </w:tcPr>
          <w:p w14:paraId="584DF72B" w14:textId="1D28339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92,6</w:t>
            </w:r>
          </w:p>
        </w:tc>
        <w:tc>
          <w:tcPr>
            <w:tcW w:w="1095" w:type="dxa"/>
            <w:gridSpan w:val="2"/>
            <w:vAlign w:val="bottom"/>
          </w:tcPr>
          <w:p w14:paraId="420FFF44" w14:textId="7100D69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103,5</w:t>
            </w:r>
          </w:p>
        </w:tc>
      </w:tr>
      <w:tr w:rsidR="00943750" w:rsidRPr="00EC67F8" w14:paraId="442D7884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ED10805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текстильных изделий</w:t>
            </w:r>
          </w:p>
        </w:tc>
      </w:tr>
      <w:tr w:rsidR="00362DA1" w:rsidRPr="00EC67F8" w14:paraId="3E8E7297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F752B7C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из стекловолокна (включая узкие ткани), т</w:t>
            </w:r>
          </w:p>
        </w:tc>
        <w:tc>
          <w:tcPr>
            <w:tcW w:w="1000" w:type="dxa"/>
            <w:gridSpan w:val="2"/>
            <w:vAlign w:val="bottom"/>
          </w:tcPr>
          <w:p w14:paraId="6D11EB1E" w14:textId="61568DF3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14:paraId="6375CB24" w14:textId="5202F1B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89,7</w:t>
            </w:r>
          </w:p>
        </w:tc>
        <w:tc>
          <w:tcPr>
            <w:tcW w:w="1094" w:type="dxa"/>
            <w:vAlign w:val="bottom"/>
          </w:tcPr>
          <w:p w14:paraId="38FF1DFD" w14:textId="733B47C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104,3</w:t>
            </w:r>
          </w:p>
        </w:tc>
        <w:tc>
          <w:tcPr>
            <w:tcW w:w="1095" w:type="dxa"/>
            <w:gridSpan w:val="2"/>
            <w:vAlign w:val="bottom"/>
          </w:tcPr>
          <w:p w14:paraId="2E2E3AB1" w14:textId="1EAFBDF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124,3</w:t>
            </w:r>
          </w:p>
        </w:tc>
      </w:tr>
      <w:tr w:rsidR="00362DA1" w:rsidRPr="00EC67F8" w14:paraId="66F63EE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9CEDFF9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Канаты, веревки, шпагат и сети, кроме отходов, т</w:t>
            </w:r>
          </w:p>
        </w:tc>
        <w:tc>
          <w:tcPr>
            <w:tcW w:w="1000" w:type="dxa"/>
            <w:gridSpan w:val="2"/>
            <w:vAlign w:val="bottom"/>
          </w:tcPr>
          <w:p w14:paraId="10733A7D" w14:textId="4E0277DE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14:paraId="2F977799" w14:textId="2F0D775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96,1</w:t>
            </w:r>
          </w:p>
        </w:tc>
        <w:tc>
          <w:tcPr>
            <w:tcW w:w="1094" w:type="dxa"/>
            <w:vAlign w:val="bottom"/>
          </w:tcPr>
          <w:p w14:paraId="60D3E62C" w14:textId="028EA3E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94,6</w:t>
            </w:r>
          </w:p>
        </w:tc>
        <w:tc>
          <w:tcPr>
            <w:tcW w:w="1095" w:type="dxa"/>
            <w:gridSpan w:val="2"/>
            <w:vAlign w:val="bottom"/>
          </w:tcPr>
          <w:p w14:paraId="3C320BAA" w14:textId="467D4AF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138,1</w:t>
            </w:r>
          </w:p>
        </w:tc>
      </w:tr>
    </w:tbl>
    <w:p w14:paraId="57F23B98" w14:textId="4469C984" w:rsidR="00943750" w:rsidRDefault="00943750" w:rsidP="00943750">
      <w:pPr>
        <w:jc w:val="right"/>
        <w:rPr>
          <w:b/>
          <w:sz w:val="20"/>
        </w:rPr>
      </w:pPr>
      <w:r>
        <w:rPr>
          <w:b/>
          <w:sz w:val="20"/>
        </w:rPr>
        <w:tab/>
      </w:r>
    </w:p>
    <w:p w14:paraId="0F2C339D" w14:textId="2436734E" w:rsidR="00943750" w:rsidRPr="00943750" w:rsidRDefault="00943750" w:rsidP="00AA2072">
      <w:pPr>
        <w:spacing w:after="120"/>
        <w:jc w:val="right"/>
        <w:rPr>
          <w:sz w:val="20"/>
        </w:rPr>
      </w:pP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0"/>
        <w:gridCol w:w="980"/>
        <w:gridCol w:w="11"/>
        <w:gridCol w:w="1094"/>
        <w:gridCol w:w="1094"/>
        <w:gridCol w:w="9"/>
        <w:gridCol w:w="1094"/>
      </w:tblGrid>
      <w:tr w:rsidR="00943750" w:rsidRPr="00EC67F8" w14:paraId="2C147B94" w14:textId="77777777" w:rsidTr="00362DA1">
        <w:trPr>
          <w:trHeight w:val="729"/>
          <w:jc w:val="center"/>
        </w:trPr>
        <w:tc>
          <w:tcPr>
            <w:tcW w:w="4790" w:type="dxa"/>
            <w:vMerge w:val="restart"/>
            <w:vAlign w:val="center"/>
          </w:tcPr>
          <w:p w14:paraId="729C351A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6DAE10C4" w14:textId="1329D53F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87261F">
              <w:rPr>
                <w:b/>
                <w:sz w:val="20"/>
              </w:rPr>
              <w:t>август</w:t>
            </w:r>
          </w:p>
          <w:p w14:paraId="49C625D0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094" w:type="dxa"/>
            <w:vMerge w:val="restart"/>
            <w:vAlign w:val="center"/>
          </w:tcPr>
          <w:p w14:paraId="51A58B15" w14:textId="51C4F0E4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87261F">
              <w:rPr>
                <w:b/>
                <w:sz w:val="20"/>
              </w:rPr>
              <w:t>августу</w:t>
            </w:r>
          </w:p>
          <w:p w14:paraId="56D57B65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97" w:type="dxa"/>
            <w:gridSpan w:val="3"/>
            <w:vAlign w:val="center"/>
          </w:tcPr>
          <w:p w14:paraId="56EBB891" w14:textId="7905386C" w:rsidR="00943750" w:rsidRPr="0089389C" w:rsidRDefault="0087261F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3946D0CE" w14:textId="77777777" w:rsidTr="00362DA1">
        <w:trPr>
          <w:trHeight w:val="681"/>
          <w:jc w:val="center"/>
        </w:trPr>
        <w:tc>
          <w:tcPr>
            <w:tcW w:w="4790" w:type="dxa"/>
            <w:vMerge/>
            <w:vAlign w:val="center"/>
          </w:tcPr>
          <w:p w14:paraId="28D59BA2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25C0588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Merge/>
          </w:tcPr>
          <w:p w14:paraId="5F1172EF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14:paraId="3B731BA2" w14:textId="37CC08C5" w:rsidR="00943750" w:rsidRPr="0089389C" w:rsidRDefault="0087261F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</w:p>
          <w:p w14:paraId="49F7E367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03" w:type="dxa"/>
            <w:gridSpan w:val="2"/>
            <w:vAlign w:val="center"/>
          </w:tcPr>
          <w:p w14:paraId="45DBC02F" w14:textId="2DCC05E9" w:rsidR="00943750" w:rsidRPr="0089389C" w:rsidRDefault="0089389C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ию</w:t>
            </w:r>
            <w:r w:rsidR="0087261F">
              <w:rPr>
                <w:b/>
                <w:sz w:val="20"/>
              </w:rPr>
              <w:t>л</w:t>
            </w:r>
            <w:r w:rsidRPr="0089389C">
              <w:rPr>
                <w:b/>
                <w:sz w:val="20"/>
              </w:rPr>
              <w:t>ю</w:t>
            </w:r>
          </w:p>
          <w:p w14:paraId="1A6895C8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362DA1" w:rsidRPr="00EC67F8" w14:paraId="0AA4188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CC53CAF" w14:textId="0D2C84F2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трикотажные пропитанные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покрытием, не включенные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14:paraId="65B5FB36" w14:textId="03DC6D63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14:paraId="1173275A" w14:textId="241B8269" w:rsidR="00362DA1" w:rsidRPr="0087261F" w:rsidRDefault="00362DA1" w:rsidP="002F7B76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2,8р.</w:t>
            </w:r>
          </w:p>
        </w:tc>
        <w:tc>
          <w:tcPr>
            <w:tcW w:w="1103" w:type="dxa"/>
            <w:gridSpan w:val="2"/>
            <w:vAlign w:val="bottom"/>
          </w:tcPr>
          <w:p w14:paraId="09B96E48" w14:textId="581515ED" w:rsidR="00362DA1" w:rsidRPr="0087261F" w:rsidRDefault="00362DA1" w:rsidP="002F7B76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2,9р.</w:t>
            </w:r>
          </w:p>
        </w:tc>
        <w:tc>
          <w:tcPr>
            <w:tcW w:w="1094" w:type="dxa"/>
            <w:vAlign w:val="bottom"/>
          </w:tcPr>
          <w:p w14:paraId="29C877AE" w14:textId="0FC6F60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106,8</w:t>
            </w:r>
          </w:p>
        </w:tc>
      </w:tr>
      <w:tr w:rsidR="00362DA1" w:rsidRPr="00EC67F8" w14:paraId="3B5F218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44E472A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Ткани, пропитанные поливинилхлоридной композицией, или с покрытием из </w:t>
            </w:r>
            <w:proofErr w:type="spellStart"/>
            <w:proofErr w:type="gramStart"/>
            <w:r w:rsidRPr="00EC67F8">
              <w:rPr>
                <w:b/>
                <w:sz w:val="20"/>
              </w:rPr>
              <w:t>поливи-нилхлорида</w:t>
            </w:r>
            <w:proofErr w:type="spellEnd"/>
            <w:proofErr w:type="gramEnd"/>
            <w:r w:rsidRPr="00EC67F8">
              <w:rPr>
                <w:b/>
                <w:sz w:val="20"/>
              </w:rPr>
              <w:t>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14:paraId="5A0CF8B6" w14:textId="5237DD38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14:paraId="3EAE51E2" w14:textId="4810673B" w:rsidR="00362DA1" w:rsidRPr="0087261F" w:rsidRDefault="00362DA1" w:rsidP="002F7B76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2,8р.</w:t>
            </w:r>
          </w:p>
        </w:tc>
        <w:tc>
          <w:tcPr>
            <w:tcW w:w="1103" w:type="dxa"/>
            <w:gridSpan w:val="2"/>
            <w:vAlign w:val="bottom"/>
          </w:tcPr>
          <w:p w14:paraId="408816EE" w14:textId="31A0D855" w:rsidR="00362DA1" w:rsidRPr="0087261F" w:rsidRDefault="00362DA1" w:rsidP="002F7B76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2,9р.</w:t>
            </w:r>
          </w:p>
        </w:tc>
        <w:tc>
          <w:tcPr>
            <w:tcW w:w="1094" w:type="dxa"/>
            <w:vAlign w:val="bottom"/>
          </w:tcPr>
          <w:p w14:paraId="3FE47B68" w14:textId="1A40AB2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106,8</w:t>
            </w:r>
          </w:p>
        </w:tc>
      </w:tr>
      <w:tr w:rsidR="00943750" w:rsidRPr="00EC67F8" w14:paraId="6D7A1C72" w14:textId="77777777" w:rsidTr="00C922DF">
        <w:trPr>
          <w:trHeight w:val="115"/>
          <w:jc w:val="center"/>
        </w:trPr>
        <w:tc>
          <w:tcPr>
            <w:tcW w:w="9072" w:type="dxa"/>
            <w:gridSpan w:val="7"/>
            <w:vAlign w:val="bottom"/>
          </w:tcPr>
          <w:p w14:paraId="4B96A664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одежды</w:t>
            </w:r>
          </w:p>
        </w:tc>
      </w:tr>
      <w:tr w:rsidR="00362DA1" w:rsidRPr="00EC67F8" w14:paraId="001DBB12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0A2449E" w14:textId="77777777" w:rsidR="00362DA1" w:rsidRPr="00EC67F8" w:rsidRDefault="00362DA1" w:rsidP="00362DA1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Спецодежда, тыс. шт.</w:t>
            </w:r>
          </w:p>
        </w:tc>
        <w:tc>
          <w:tcPr>
            <w:tcW w:w="991" w:type="dxa"/>
            <w:gridSpan w:val="2"/>
            <w:vAlign w:val="bottom"/>
          </w:tcPr>
          <w:p w14:paraId="6C2F16F8" w14:textId="3866571C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60,0</w:t>
            </w:r>
          </w:p>
        </w:tc>
        <w:tc>
          <w:tcPr>
            <w:tcW w:w="1094" w:type="dxa"/>
            <w:vAlign w:val="bottom"/>
          </w:tcPr>
          <w:p w14:paraId="6591236D" w14:textId="34D02FF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91,2</w:t>
            </w:r>
          </w:p>
        </w:tc>
        <w:tc>
          <w:tcPr>
            <w:tcW w:w="1094" w:type="dxa"/>
            <w:vAlign w:val="bottom"/>
          </w:tcPr>
          <w:p w14:paraId="0C08F13B" w14:textId="1CB1D42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4E1B15BC" w14:textId="4E37B314" w:rsidR="00362DA1" w:rsidRPr="0087261F" w:rsidRDefault="00362DA1" w:rsidP="00362DA1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82,7</w:t>
            </w:r>
          </w:p>
        </w:tc>
      </w:tr>
      <w:tr w:rsidR="00362DA1" w:rsidRPr="00EC67F8" w14:paraId="573E211A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F9E58FD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48C8A546" w14:textId="60137BAB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114,0</w:t>
            </w:r>
          </w:p>
        </w:tc>
        <w:tc>
          <w:tcPr>
            <w:tcW w:w="1094" w:type="dxa"/>
            <w:vAlign w:val="bottom"/>
          </w:tcPr>
          <w:p w14:paraId="54793B96" w14:textId="470516F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118,8</w:t>
            </w:r>
          </w:p>
        </w:tc>
        <w:tc>
          <w:tcPr>
            <w:tcW w:w="1094" w:type="dxa"/>
            <w:vAlign w:val="bottom"/>
          </w:tcPr>
          <w:p w14:paraId="49EFCEA5" w14:textId="5349EAB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125,7</w:t>
            </w:r>
          </w:p>
        </w:tc>
        <w:tc>
          <w:tcPr>
            <w:tcW w:w="1103" w:type="dxa"/>
            <w:gridSpan w:val="2"/>
            <w:vAlign w:val="bottom"/>
          </w:tcPr>
          <w:p w14:paraId="0FD77207" w14:textId="5CA7598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126,8</w:t>
            </w:r>
          </w:p>
        </w:tc>
      </w:tr>
      <w:tr w:rsidR="00362DA1" w:rsidRPr="00EC67F8" w14:paraId="4CFCE05A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588C2E2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Одежда верхняя трикотажная или вязаная, </w:t>
            </w:r>
            <w:proofErr w:type="spellStart"/>
            <w:r w:rsidRPr="00EC67F8">
              <w:rPr>
                <w:b/>
                <w:sz w:val="20"/>
              </w:rPr>
              <w:t>тыс.шт</w:t>
            </w:r>
            <w:proofErr w:type="spellEnd"/>
            <w:r w:rsidRPr="00EC67F8">
              <w:rPr>
                <w:b/>
                <w:sz w:val="20"/>
              </w:rPr>
              <w:t>.</w:t>
            </w:r>
          </w:p>
        </w:tc>
        <w:tc>
          <w:tcPr>
            <w:tcW w:w="991" w:type="dxa"/>
            <w:gridSpan w:val="2"/>
            <w:vAlign w:val="bottom"/>
          </w:tcPr>
          <w:p w14:paraId="6AA902CF" w14:textId="2AF2F884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0DDAD91" w14:textId="6F107AB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035882E0" w14:textId="399867A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75A16DC4" w14:textId="3C4CB9D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362DA1" w:rsidRPr="00EC67F8" w14:paraId="642B5EB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1C37C91E" w14:textId="77777777" w:rsidR="00362DA1" w:rsidRPr="00EC67F8" w:rsidRDefault="00362DA1" w:rsidP="00362DA1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пиджаки, блейзеры, брюки, комбинезоны с нагрудниками и лямками, бриджи и шорты, мужские или для мальчиков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232B575F" w14:textId="0CCEAC5A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094" w:type="dxa"/>
            <w:vAlign w:val="bottom"/>
          </w:tcPr>
          <w:p w14:paraId="50C39853" w14:textId="4F483686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AB7868F" w14:textId="3568800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14:paraId="6DB2170E" w14:textId="3BDA8DF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362DA1" w:rsidRPr="00EC67F8" w14:paraId="7CA63A4C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EDD31DF" w14:textId="10AB6576" w:rsidR="00362DA1" w:rsidRPr="00EC67F8" w:rsidRDefault="00362DA1" w:rsidP="00362DA1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жакеты, блейзеры, платья, юбки, юбки-брюки, брюки, комбинезоны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нагрудниками и лямками, бриджи и шорты, женские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или для девочек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36CF3C56" w14:textId="1B9E2BED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74A80B0" w14:textId="31F2A6B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75,9</w:t>
            </w:r>
          </w:p>
        </w:tc>
        <w:tc>
          <w:tcPr>
            <w:tcW w:w="1094" w:type="dxa"/>
            <w:vAlign w:val="bottom"/>
          </w:tcPr>
          <w:p w14:paraId="1037CACA" w14:textId="1C9D704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23,6</w:t>
            </w:r>
          </w:p>
        </w:tc>
        <w:tc>
          <w:tcPr>
            <w:tcW w:w="1103" w:type="dxa"/>
            <w:gridSpan w:val="2"/>
            <w:vAlign w:val="bottom"/>
          </w:tcPr>
          <w:p w14:paraId="476B5B9C" w14:textId="5C814E1A" w:rsidR="00362DA1" w:rsidRPr="0087261F" w:rsidRDefault="00362DA1" w:rsidP="0088531A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в 8,5р.</w:t>
            </w:r>
          </w:p>
        </w:tc>
      </w:tr>
      <w:tr w:rsidR="00362DA1" w:rsidRPr="00EC67F8" w14:paraId="5292F1D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10177285" w14:textId="77777777" w:rsidR="00362DA1" w:rsidRPr="00EC67F8" w:rsidRDefault="00362DA1" w:rsidP="00362DA1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бельевые трикотажные или вязаные, </w:t>
            </w:r>
            <w:proofErr w:type="gramStart"/>
            <w:r w:rsidRPr="00EC67F8">
              <w:rPr>
                <w:b/>
                <w:sz w:val="20"/>
              </w:rPr>
              <w:t>включая  изделия</w:t>
            </w:r>
            <w:proofErr w:type="gramEnd"/>
            <w:r w:rsidRPr="00EC67F8">
              <w:rPr>
                <w:b/>
                <w:sz w:val="20"/>
              </w:rPr>
              <w:t xml:space="preserve"> для детей младшего возраста, тыс. шт.</w:t>
            </w:r>
          </w:p>
        </w:tc>
        <w:tc>
          <w:tcPr>
            <w:tcW w:w="991" w:type="dxa"/>
            <w:gridSpan w:val="2"/>
            <w:vAlign w:val="bottom"/>
          </w:tcPr>
          <w:p w14:paraId="6E9103FF" w14:textId="3932C5B5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C5349DE" w14:textId="44071C4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151,5</w:t>
            </w:r>
          </w:p>
        </w:tc>
        <w:tc>
          <w:tcPr>
            <w:tcW w:w="1094" w:type="dxa"/>
            <w:vAlign w:val="bottom"/>
          </w:tcPr>
          <w:p w14:paraId="3245A9C8" w14:textId="5E08DC4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178,8</w:t>
            </w:r>
          </w:p>
        </w:tc>
        <w:tc>
          <w:tcPr>
            <w:tcW w:w="1103" w:type="dxa"/>
            <w:gridSpan w:val="2"/>
            <w:vAlign w:val="bottom"/>
          </w:tcPr>
          <w:p w14:paraId="358F3938" w14:textId="51EF75D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108,7</w:t>
            </w:r>
          </w:p>
        </w:tc>
      </w:tr>
      <w:tr w:rsidR="00362DA1" w:rsidRPr="00EC67F8" w14:paraId="45B8750E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A546612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Головные уборы, тыс. шт.</w:t>
            </w:r>
          </w:p>
        </w:tc>
        <w:tc>
          <w:tcPr>
            <w:tcW w:w="991" w:type="dxa"/>
            <w:gridSpan w:val="2"/>
            <w:vAlign w:val="bottom"/>
          </w:tcPr>
          <w:p w14:paraId="42DCBDBF" w14:textId="34972DB7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9680FDF" w14:textId="6BAB2E3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88,8</w:t>
            </w:r>
          </w:p>
        </w:tc>
        <w:tc>
          <w:tcPr>
            <w:tcW w:w="1094" w:type="dxa"/>
            <w:vAlign w:val="bottom"/>
          </w:tcPr>
          <w:p w14:paraId="18359C6E" w14:textId="72A52F8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7,2</w:t>
            </w:r>
          </w:p>
        </w:tc>
        <w:tc>
          <w:tcPr>
            <w:tcW w:w="1103" w:type="dxa"/>
            <w:gridSpan w:val="2"/>
            <w:vAlign w:val="bottom"/>
          </w:tcPr>
          <w:p w14:paraId="5BBEE733" w14:textId="78E3335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14,7</w:t>
            </w:r>
          </w:p>
        </w:tc>
      </w:tr>
      <w:tr w:rsidR="00362DA1" w:rsidRPr="00EC67F8" w14:paraId="76ECCAA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06F78A5" w14:textId="539623B0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Джемперы, пуловеры, кардиганы, жилеты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изделия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5F74349F" w14:textId="30B1CFD1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0,002</w:t>
            </w:r>
          </w:p>
        </w:tc>
        <w:tc>
          <w:tcPr>
            <w:tcW w:w="1094" w:type="dxa"/>
            <w:vAlign w:val="bottom"/>
          </w:tcPr>
          <w:p w14:paraId="08139A12" w14:textId="776BA06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30A6400" w14:textId="2B89A45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14:paraId="70AB4E6E" w14:textId="74F29B5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943750" w:rsidRPr="00EC67F8" w14:paraId="18C614BB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7527F3EF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кожи, изделий из кожи</w:t>
            </w:r>
          </w:p>
        </w:tc>
      </w:tr>
      <w:tr w:rsidR="00362DA1" w:rsidRPr="00EC67F8" w14:paraId="799A4978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2161BFC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Обувь, тыс. пар</w:t>
            </w:r>
          </w:p>
        </w:tc>
        <w:tc>
          <w:tcPr>
            <w:tcW w:w="991" w:type="dxa"/>
            <w:gridSpan w:val="2"/>
            <w:vAlign w:val="bottom"/>
          </w:tcPr>
          <w:p w14:paraId="253C420E" w14:textId="52A74C05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13BECCB6" w14:textId="0EDECFB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100,3</w:t>
            </w:r>
          </w:p>
        </w:tc>
        <w:tc>
          <w:tcPr>
            <w:tcW w:w="1094" w:type="dxa"/>
            <w:vAlign w:val="bottom"/>
          </w:tcPr>
          <w:p w14:paraId="19C02063" w14:textId="342C6E7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107,9</w:t>
            </w:r>
          </w:p>
        </w:tc>
        <w:tc>
          <w:tcPr>
            <w:tcW w:w="1103" w:type="dxa"/>
            <w:gridSpan w:val="2"/>
            <w:vAlign w:val="bottom"/>
          </w:tcPr>
          <w:p w14:paraId="7AA72744" w14:textId="6F21398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96,2</w:t>
            </w:r>
          </w:p>
        </w:tc>
      </w:tr>
      <w:tr w:rsidR="00943750" w:rsidRPr="00EC67F8" w14:paraId="68521CDF" w14:textId="77777777" w:rsidTr="00C922DF">
        <w:trPr>
          <w:trHeight w:val="325"/>
          <w:jc w:val="center"/>
        </w:trPr>
        <w:tc>
          <w:tcPr>
            <w:tcW w:w="9072" w:type="dxa"/>
            <w:gridSpan w:val="7"/>
          </w:tcPr>
          <w:p w14:paraId="2F0184D8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Обработка древесины и производство изделий из дерева и пробки,</w:t>
            </w:r>
            <w:r w:rsidRPr="00EC67F8">
              <w:rPr>
                <w:b/>
                <w:sz w:val="20"/>
              </w:rPr>
              <w:br/>
              <w:t>кроме мебели, производство изделий из соломки и материалов для плетения</w:t>
            </w:r>
          </w:p>
        </w:tc>
      </w:tr>
      <w:tr w:rsidR="00362DA1" w:rsidRPr="00EC67F8" w14:paraId="0E31EC2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312A7F03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Лесоматериалы, продольно распиленные или </w:t>
            </w:r>
            <w:proofErr w:type="gramStart"/>
            <w:r w:rsidRPr="00EC67F8">
              <w:rPr>
                <w:b/>
                <w:sz w:val="20"/>
              </w:rPr>
              <w:t>рас-колотые</w:t>
            </w:r>
            <w:proofErr w:type="gramEnd"/>
            <w:r w:rsidRPr="00EC67F8">
              <w:rPr>
                <w:b/>
                <w:sz w:val="20"/>
              </w:rPr>
              <w:t>, разделенные на слои или лущеные, тол-</w:t>
            </w:r>
            <w:proofErr w:type="spellStart"/>
            <w:r w:rsidRPr="00EC67F8">
              <w:rPr>
                <w:b/>
                <w:sz w:val="20"/>
              </w:rPr>
              <w:t>щиной</w:t>
            </w:r>
            <w:proofErr w:type="spellEnd"/>
            <w:r w:rsidRPr="00EC67F8">
              <w:rPr>
                <w:b/>
                <w:sz w:val="20"/>
              </w:rPr>
              <w:t xml:space="preserve"> более 6 мм; деревянные железнодорожные или трамвайные шпалы, непропитанные,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4657746D" w14:textId="1CF6BFFF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41A4760" w14:textId="74EB84A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F30F62F" w14:textId="1EFCF31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3461276A" w14:textId="369298A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92,9</w:t>
            </w:r>
          </w:p>
        </w:tc>
      </w:tr>
      <w:tr w:rsidR="00362DA1" w:rsidRPr="00EC67F8" w14:paraId="7D17F9D2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2C3D0ABB" w14:textId="705545B6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Древесина, профилированная по любой из кромок или </w:t>
            </w:r>
            <w:proofErr w:type="spellStart"/>
            <w:r w:rsidRPr="00EC67F8">
              <w:rPr>
                <w:b/>
                <w:sz w:val="20"/>
              </w:rPr>
              <w:t>пластей</w:t>
            </w:r>
            <w:proofErr w:type="spellEnd"/>
            <w:r w:rsidRPr="00EC67F8">
              <w:rPr>
                <w:b/>
                <w:sz w:val="20"/>
              </w:rPr>
              <w:t xml:space="preserve"> (включая планки и фризы для паркетного покрытия пола несобранные, </w:t>
            </w:r>
            <w:proofErr w:type="spellStart"/>
            <w:r w:rsidRPr="00EC67F8">
              <w:rPr>
                <w:b/>
                <w:sz w:val="20"/>
              </w:rPr>
              <w:t>штапики</w:t>
            </w:r>
            <w:proofErr w:type="spellEnd"/>
            <w:r w:rsidRPr="00EC67F8">
              <w:rPr>
                <w:b/>
                <w:sz w:val="20"/>
              </w:rPr>
              <w:t xml:space="preserve"> и багеты),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3CD15FC1" w14:textId="21C7B45F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7535551" w14:textId="3733EAE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62FCD4F9" w14:textId="5BBBDCA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1883386A" w14:textId="6C5A561B" w:rsidR="00362DA1" w:rsidRPr="0087261F" w:rsidRDefault="00362DA1" w:rsidP="002F7B76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73,6</w:t>
            </w:r>
          </w:p>
        </w:tc>
      </w:tr>
      <w:tr w:rsidR="00362DA1" w:rsidRPr="00EC67F8" w14:paraId="3F437E21" w14:textId="77777777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14:paraId="1BD7D9CA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деревянные строительные и столярные, не включенные 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42CACE75" w14:textId="6161C116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95F418E" w14:textId="7846BA3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5662E9BC" w14:textId="7A8DAEE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2BADA298" w14:textId="49E0426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183,0</w:t>
            </w:r>
          </w:p>
        </w:tc>
      </w:tr>
      <w:tr w:rsidR="00943750" w:rsidRPr="00EC67F8" w14:paraId="1822342C" w14:textId="77777777" w:rsidTr="00C922DF">
        <w:trPr>
          <w:trHeight w:val="179"/>
          <w:jc w:val="center"/>
        </w:trPr>
        <w:tc>
          <w:tcPr>
            <w:tcW w:w="9072" w:type="dxa"/>
            <w:gridSpan w:val="7"/>
            <w:vAlign w:val="center"/>
          </w:tcPr>
          <w:p w14:paraId="1B4A9AD2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бумаги и бумажных изделий</w:t>
            </w:r>
          </w:p>
        </w:tc>
      </w:tr>
      <w:tr w:rsidR="00362DA1" w:rsidRPr="00EC67F8" w14:paraId="27679E92" w14:textId="77777777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14:paraId="73383334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proofErr w:type="gramStart"/>
            <w:r w:rsidRPr="00EC67F8">
              <w:rPr>
                <w:b/>
                <w:sz w:val="20"/>
              </w:rPr>
              <w:t>Картон</w:t>
            </w:r>
            <w:proofErr w:type="gramEnd"/>
            <w:r w:rsidRPr="00EC67F8">
              <w:rPr>
                <w:b/>
                <w:sz w:val="20"/>
              </w:rPr>
              <w:t xml:space="preserve"> гофрированный в рулонах или листах,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91" w:type="dxa"/>
            <w:gridSpan w:val="2"/>
            <w:vAlign w:val="bottom"/>
          </w:tcPr>
          <w:p w14:paraId="4E114D12" w14:textId="67304AB5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08C69D0F" w14:textId="4CBA5EE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78,5</w:t>
            </w:r>
          </w:p>
        </w:tc>
        <w:tc>
          <w:tcPr>
            <w:tcW w:w="1094" w:type="dxa"/>
            <w:vAlign w:val="bottom"/>
          </w:tcPr>
          <w:p w14:paraId="4684030B" w14:textId="72ED95D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38,8</w:t>
            </w:r>
          </w:p>
        </w:tc>
        <w:tc>
          <w:tcPr>
            <w:tcW w:w="1103" w:type="dxa"/>
            <w:gridSpan w:val="2"/>
            <w:vAlign w:val="bottom"/>
          </w:tcPr>
          <w:p w14:paraId="5175987C" w14:textId="0271BA1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81,7</w:t>
            </w:r>
          </w:p>
        </w:tc>
      </w:tr>
      <w:tr w:rsidR="00362DA1" w:rsidRPr="00EC67F8" w14:paraId="64C0DD28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4D3B127E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EC67F8">
              <w:rPr>
                <w:b/>
                <w:sz w:val="20"/>
              </w:rPr>
              <w:t>Ящики и коробки из гофрированной бумаги</w:t>
            </w:r>
            <w:r w:rsidRPr="00EC67F8">
              <w:rPr>
                <w:b/>
                <w:sz w:val="20"/>
              </w:rPr>
              <w:br/>
              <w:t>или гофрированного картона, т</w:t>
            </w:r>
          </w:p>
        </w:tc>
        <w:tc>
          <w:tcPr>
            <w:tcW w:w="991" w:type="dxa"/>
            <w:gridSpan w:val="2"/>
            <w:vAlign w:val="bottom"/>
          </w:tcPr>
          <w:p w14:paraId="6E41423D" w14:textId="5E753980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8970F87" w14:textId="740878E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123,4</w:t>
            </w:r>
          </w:p>
        </w:tc>
        <w:tc>
          <w:tcPr>
            <w:tcW w:w="1094" w:type="dxa"/>
            <w:vAlign w:val="bottom"/>
          </w:tcPr>
          <w:p w14:paraId="363B8124" w14:textId="61E4783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126,3</w:t>
            </w:r>
          </w:p>
        </w:tc>
        <w:tc>
          <w:tcPr>
            <w:tcW w:w="1103" w:type="dxa"/>
            <w:gridSpan w:val="2"/>
            <w:vAlign w:val="bottom"/>
          </w:tcPr>
          <w:p w14:paraId="23D6066A" w14:textId="28758C3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87,8</w:t>
            </w:r>
          </w:p>
        </w:tc>
      </w:tr>
      <w:tr w:rsidR="00362DA1" w:rsidRPr="00EC67F8" w14:paraId="4F0B1FC0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5F140C4" w14:textId="1148617A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Бумага хозяйственная и туалетная и изделия санитарно-гигиенического назначения,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14:paraId="234E7500" w14:textId="0578D726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20624,9</w:t>
            </w:r>
          </w:p>
        </w:tc>
        <w:tc>
          <w:tcPr>
            <w:tcW w:w="1094" w:type="dxa"/>
            <w:vAlign w:val="bottom"/>
          </w:tcPr>
          <w:p w14:paraId="13EB33A8" w14:textId="17857A26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92,2</w:t>
            </w:r>
          </w:p>
        </w:tc>
        <w:tc>
          <w:tcPr>
            <w:tcW w:w="1094" w:type="dxa"/>
            <w:vAlign w:val="bottom"/>
          </w:tcPr>
          <w:p w14:paraId="41295F6A" w14:textId="380A0FA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103,2</w:t>
            </w:r>
          </w:p>
        </w:tc>
        <w:tc>
          <w:tcPr>
            <w:tcW w:w="1103" w:type="dxa"/>
            <w:gridSpan w:val="2"/>
            <w:vAlign w:val="bottom"/>
          </w:tcPr>
          <w:p w14:paraId="6B3E45DD" w14:textId="2665DD5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109,5</w:t>
            </w:r>
          </w:p>
        </w:tc>
      </w:tr>
      <w:tr w:rsidR="00362DA1" w:rsidRPr="00EC67F8" w14:paraId="13D1DDED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78CDFB50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Принадлежности канцелярские бумажные,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14:paraId="112F21DA" w14:textId="64330383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832705A" w14:textId="5F895CE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66,7</w:t>
            </w:r>
          </w:p>
        </w:tc>
        <w:tc>
          <w:tcPr>
            <w:tcW w:w="1094" w:type="dxa"/>
            <w:vAlign w:val="bottom"/>
          </w:tcPr>
          <w:p w14:paraId="220D0377" w14:textId="2F1843C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66,1</w:t>
            </w:r>
          </w:p>
        </w:tc>
        <w:tc>
          <w:tcPr>
            <w:tcW w:w="1103" w:type="dxa"/>
            <w:gridSpan w:val="2"/>
            <w:vAlign w:val="bottom"/>
          </w:tcPr>
          <w:p w14:paraId="684AACBE" w14:textId="579CF45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38,3</w:t>
            </w:r>
          </w:p>
        </w:tc>
      </w:tr>
    </w:tbl>
    <w:p w14:paraId="3FDF2318" w14:textId="125F6A86" w:rsidR="00AA2072" w:rsidRDefault="00AA2072" w:rsidP="00943750">
      <w:pPr>
        <w:tabs>
          <w:tab w:val="left" w:pos="5040"/>
        </w:tabs>
        <w:rPr>
          <w:b/>
          <w:sz w:val="20"/>
        </w:rPr>
      </w:pPr>
    </w:p>
    <w:p w14:paraId="71865E9C" w14:textId="77777777" w:rsidR="00AA2072" w:rsidRDefault="00AA2072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082D4997" w14:textId="7737911B" w:rsidR="00943750" w:rsidRPr="00943750" w:rsidRDefault="00943750" w:rsidP="00AA2072">
      <w:pPr>
        <w:spacing w:after="120"/>
        <w:jc w:val="right"/>
        <w:rPr>
          <w:sz w:val="20"/>
        </w:rPr>
      </w:pP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7"/>
        <w:gridCol w:w="1024"/>
        <w:gridCol w:w="1133"/>
        <w:gridCol w:w="1094"/>
        <w:gridCol w:w="1094"/>
      </w:tblGrid>
      <w:tr w:rsidR="00943750" w:rsidRPr="00EC67F8" w14:paraId="11ECD63B" w14:textId="77777777" w:rsidTr="00362DA1">
        <w:trPr>
          <w:trHeight w:val="510"/>
          <w:jc w:val="center"/>
        </w:trPr>
        <w:tc>
          <w:tcPr>
            <w:tcW w:w="4727" w:type="dxa"/>
            <w:vMerge w:val="restart"/>
            <w:vAlign w:val="center"/>
          </w:tcPr>
          <w:p w14:paraId="080B15D9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 w:val="restart"/>
            <w:vAlign w:val="center"/>
          </w:tcPr>
          <w:p w14:paraId="2C51CA06" w14:textId="5725BF5C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87261F">
              <w:rPr>
                <w:b/>
                <w:sz w:val="20"/>
              </w:rPr>
              <w:t>август</w:t>
            </w:r>
          </w:p>
          <w:p w14:paraId="58C017C1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3" w:type="dxa"/>
            <w:vMerge w:val="restart"/>
            <w:vAlign w:val="center"/>
          </w:tcPr>
          <w:p w14:paraId="5C5C1D34" w14:textId="5EC807ED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87261F">
              <w:rPr>
                <w:b/>
                <w:sz w:val="20"/>
              </w:rPr>
              <w:t>августу</w:t>
            </w:r>
          </w:p>
          <w:p w14:paraId="54D948C7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8" w:type="dxa"/>
            <w:gridSpan w:val="2"/>
            <w:vAlign w:val="center"/>
          </w:tcPr>
          <w:p w14:paraId="2EC9E1EC" w14:textId="5EB422D3" w:rsidR="00943750" w:rsidRPr="0089389C" w:rsidRDefault="0087261F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6B9010D3" w14:textId="77777777" w:rsidTr="00362DA1">
        <w:trPr>
          <w:trHeight w:val="510"/>
          <w:jc w:val="center"/>
        </w:trPr>
        <w:tc>
          <w:tcPr>
            <w:tcW w:w="4727" w:type="dxa"/>
            <w:vMerge/>
            <w:vAlign w:val="center"/>
          </w:tcPr>
          <w:p w14:paraId="45E35173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/>
            <w:vAlign w:val="center"/>
          </w:tcPr>
          <w:p w14:paraId="3CB89593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3" w:type="dxa"/>
            <w:vMerge/>
          </w:tcPr>
          <w:p w14:paraId="104EF85B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14:paraId="409A6744" w14:textId="34A00905" w:rsidR="00943750" w:rsidRPr="0089389C" w:rsidRDefault="0087261F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</w:p>
          <w:p w14:paraId="7E787BFC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94" w:type="dxa"/>
            <w:vAlign w:val="center"/>
          </w:tcPr>
          <w:p w14:paraId="6F395C0B" w14:textId="2249BBA7" w:rsidR="00943750" w:rsidRPr="0089389C" w:rsidRDefault="0089389C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ию</w:t>
            </w:r>
            <w:r w:rsidR="0087261F">
              <w:rPr>
                <w:b/>
                <w:sz w:val="20"/>
              </w:rPr>
              <w:t>л</w:t>
            </w:r>
            <w:r w:rsidRPr="0089389C">
              <w:rPr>
                <w:b/>
                <w:sz w:val="20"/>
              </w:rPr>
              <w:t>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068D089D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362DA1" w:rsidRPr="00EC67F8" w14:paraId="31206153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10E26BC9" w14:textId="5DF3C469" w:rsidR="00362DA1" w:rsidRPr="00EC67F8" w:rsidRDefault="00362DA1" w:rsidP="00362DA1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Журналы регистрационные, книги бухгалтерские, скоросшиватели (папки), бланки и прочие канцелярские принадлежности из бумаги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картона, тыс. рублей</w:t>
            </w:r>
          </w:p>
        </w:tc>
        <w:tc>
          <w:tcPr>
            <w:tcW w:w="1024" w:type="dxa"/>
            <w:vAlign w:val="bottom"/>
          </w:tcPr>
          <w:p w14:paraId="594DBEAE" w14:textId="2142274A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1699100D" w14:textId="0C47C49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66,7</w:t>
            </w:r>
          </w:p>
        </w:tc>
        <w:tc>
          <w:tcPr>
            <w:tcW w:w="1094" w:type="dxa"/>
            <w:vAlign w:val="bottom"/>
          </w:tcPr>
          <w:p w14:paraId="09097959" w14:textId="39256461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66,1</w:t>
            </w:r>
          </w:p>
        </w:tc>
        <w:tc>
          <w:tcPr>
            <w:tcW w:w="1094" w:type="dxa"/>
            <w:vAlign w:val="bottom"/>
          </w:tcPr>
          <w:p w14:paraId="4B810EC4" w14:textId="17B0E54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38,3</w:t>
            </w:r>
          </w:p>
        </w:tc>
      </w:tr>
      <w:tr w:rsidR="00362DA1" w:rsidRPr="00EC67F8" w14:paraId="5CB1D628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42428B1D" w14:textId="547D7CAE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Ярлыки и этикетки из бумаги или картона,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млн шт.</w:t>
            </w:r>
          </w:p>
        </w:tc>
        <w:tc>
          <w:tcPr>
            <w:tcW w:w="1024" w:type="dxa"/>
            <w:vAlign w:val="bottom"/>
          </w:tcPr>
          <w:p w14:paraId="0DDFA8D6" w14:textId="08EF0741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85CD04A" w14:textId="79ACE8D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7BAF89B6" w14:textId="0DA5F932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842FB5D" w14:textId="7A70560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95,0</w:t>
            </w:r>
          </w:p>
        </w:tc>
      </w:tr>
      <w:tr w:rsidR="00943750" w:rsidRPr="00EC67F8" w14:paraId="7AF89CCA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bottom"/>
          </w:tcPr>
          <w:p w14:paraId="2D719F4A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Деятельность полиграфическая и копирование носителей информации</w:t>
            </w:r>
          </w:p>
        </w:tc>
      </w:tr>
      <w:tr w:rsidR="00362DA1" w:rsidRPr="00EC67F8" w14:paraId="6C72360C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2EA3F974" w14:textId="6D25100D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Услуги полиграфические и услуги, связанные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печатанием, тыс. рублей</w:t>
            </w:r>
          </w:p>
        </w:tc>
        <w:tc>
          <w:tcPr>
            <w:tcW w:w="1024" w:type="dxa"/>
            <w:vAlign w:val="bottom"/>
          </w:tcPr>
          <w:p w14:paraId="63A5AB95" w14:textId="184EEF20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154469,0</w:t>
            </w:r>
          </w:p>
        </w:tc>
        <w:tc>
          <w:tcPr>
            <w:tcW w:w="1133" w:type="dxa"/>
            <w:vAlign w:val="bottom"/>
          </w:tcPr>
          <w:p w14:paraId="65B4682A" w14:textId="3A9DB3F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122,5</w:t>
            </w:r>
          </w:p>
        </w:tc>
        <w:tc>
          <w:tcPr>
            <w:tcW w:w="1094" w:type="dxa"/>
            <w:vAlign w:val="bottom"/>
          </w:tcPr>
          <w:p w14:paraId="550D08D2" w14:textId="7CE27CDF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163,6</w:t>
            </w:r>
          </w:p>
        </w:tc>
        <w:tc>
          <w:tcPr>
            <w:tcW w:w="1094" w:type="dxa"/>
            <w:vAlign w:val="bottom"/>
          </w:tcPr>
          <w:p w14:paraId="701839E7" w14:textId="23E0456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148,3</w:t>
            </w:r>
          </w:p>
        </w:tc>
      </w:tr>
      <w:tr w:rsidR="00943750" w:rsidRPr="00EC67F8" w14:paraId="0BAFF457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0BF9DD6A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</w:tr>
      <w:tr w:rsidR="00362DA1" w:rsidRPr="00EC67F8" w14:paraId="6ACB1B47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783D765C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Кислород,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14:paraId="68F28F92" w14:textId="2EC576DC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C7AC076" w14:textId="5375581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176,4</w:t>
            </w:r>
          </w:p>
        </w:tc>
        <w:tc>
          <w:tcPr>
            <w:tcW w:w="1094" w:type="dxa"/>
            <w:vAlign w:val="bottom"/>
          </w:tcPr>
          <w:p w14:paraId="4C364256" w14:textId="1DE02AED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146,4</w:t>
            </w:r>
          </w:p>
        </w:tc>
        <w:tc>
          <w:tcPr>
            <w:tcW w:w="1094" w:type="dxa"/>
            <w:vAlign w:val="bottom"/>
          </w:tcPr>
          <w:p w14:paraId="589BC46B" w14:textId="724BDA9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83,7</w:t>
            </w:r>
          </w:p>
        </w:tc>
      </w:tr>
      <w:tr w:rsidR="00362DA1" w:rsidRPr="00EC67F8" w14:paraId="4B3CC0CF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CE26DE7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Сера техническая газовая, т</w:t>
            </w:r>
          </w:p>
        </w:tc>
        <w:tc>
          <w:tcPr>
            <w:tcW w:w="1024" w:type="dxa"/>
            <w:vAlign w:val="bottom"/>
          </w:tcPr>
          <w:p w14:paraId="659EFB2D" w14:textId="313F2440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1F16D966" w14:textId="66FFE4B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82,9</w:t>
            </w:r>
          </w:p>
        </w:tc>
        <w:tc>
          <w:tcPr>
            <w:tcW w:w="1094" w:type="dxa"/>
            <w:vAlign w:val="bottom"/>
          </w:tcPr>
          <w:p w14:paraId="4A9ECEAF" w14:textId="0AF5323B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102,2</w:t>
            </w:r>
          </w:p>
        </w:tc>
        <w:tc>
          <w:tcPr>
            <w:tcW w:w="1094" w:type="dxa"/>
            <w:vAlign w:val="bottom"/>
          </w:tcPr>
          <w:p w14:paraId="496BE4FE" w14:textId="15D5B5D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120,2</w:t>
            </w:r>
          </w:p>
        </w:tc>
      </w:tr>
      <w:tr w:rsidR="00362DA1" w:rsidRPr="00EC67F8" w14:paraId="12817EEB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74BDAB8C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Материалы лакокрасочные на основе полимеров, т</w:t>
            </w:r>
          </w:p>
        </w:tc>
        <w:tc>
          <w:tcPr>
            <w:tcW w:w="1024" w:type="dxa"/>
            <w:vAlign w:val="bottom"/>
          </w:tcPr>
          <w:p w14:paraId="2B6B1EB5" w14:textId="7C57CBA7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4785E18A" w14:textId="01206B4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15,7</w:t>
            </w:r>
          </w:p>
        </w:tc>
        <w:tc>
          <w:tcPr>
            <w:tcW w:w="1094" w:type="dxa"/>
            <w:vAlign w:val="bottom"/>
          </w:tcPr>
          <w:p w14:paraId="762A5886" w14:textId="65BF4C9D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13,8</w:t>
            </w:r>
          </w:p>
        </w:tc>
        <w:tc>
          <w:tcPr>
            <w:tcW w:w="1094" w:type="dxa"/>
            <w:vAlign w:val="bottom"/>
          </w:tcPr>
          <w:p w14:paraId="51931460" w14:textId="34F5F55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16,1</w:t>
            </w:r>
          </w:p>
        </w:tc>
      </w:tr>
      <w:tr w:rsidR="00943750" w:rsidRPr="00EC67F8" w14:paraId="3E78CA2F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0CEEC142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резиновых и пластмассовых изделий</w:t>
            </w:r>
          </w:p>
        </w:tc>
      </w:tr>
      <w:tr w:rsidR="00362DA1" w:rsidRPr="00AB57F5" w14:paraId="7600945D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3AF1324F" w14:textId="41E5B1B1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Плиты, листы, пленка и полосы (ленты) </w:t>
            </w:r>
            <w:proofErr w:type="gramStart"/>
            <w:r w:rsidRPr="00EC67F8">
              <w:rPr>
                <w:b/>
                <w:sz w:val="20"/>
              </w:rPr>
              <w:t>полимер-</w:t>
            </w:r>
            <w:proofErr w:type="spellStart"/>
            <w:r w:rsidRPr="00EC67F8">
              <w:rPr>
                <w:b/>
                <w:sz w:val="20"/>
              </w:rPr>
              <w:t>ные</w:t>
            </w:r>
            <w:proofErr w:type="spellEnd"/>
            <w:proofErr w:type="gramEnd"/>
            <w:r w:rsidRPr="00EC67F8">
              <w:rPr>
                <w:b/>
                <w:sz w:val="20"/>
              </w:rPr>
              <w:t xml:space="preserve">, неармированные или не комбинированные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другими материалами, т</w:t>
            </w:r>
          </w:p>
        </w:tc>
        <w:tc>
          <w:tcPr>
            <w:tcW w:w="1024" w:type="dxa"/>
            <w:vAlign w:val="bottom"/>
          </w:tcPr>
          <w:p w14:paraId="5223D43E" w14:textId="6F6C3B29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43923CAB" w14:textId="2E85920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14:paraId="5C2E4669" w14:textId="6BB6FE3F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14:paraId="764FFF43" w14:textId="71344CE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362DA1" w:rsidRPr="00AB57F5" w14:paraId="4C73A521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F48AAB3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Мешки и сумки, включая конические,</w:t>
            </w:r>
            <w:r w:rsidRPr="00EC67F8">
              <w:rPr>
                <w:b/>
                <w:sz w:val="20"/>
              </w:rPr>
              <w:br/>
              <w:t>из полимеров этилена, тыс. шт.</w:t>
            </w:r>
          </w:p>
        </w:tc>
        <w:tc>
          <w:tcPr>
            <w:tcW w:w="1024" w:type="dxa"/>
            <w:vAlign w:val="bottom"/>
          </w:tcPr>
          <w:p w14:paraId="71C952B1" w14:textId="6DB08F37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3763CF2" w14:textId="40D1453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A0CF870" w14:textId="14AAE86D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EA3C970" w14:textId="440270B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362DA1" w:rsidRPr="00AB57F5" w14:paraId="55C70F7C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B92BBDB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дверные пластмассовые и пороги для них,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173D845F" w14:textId="3D2D2397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2041,8</w:t>
            </w:r>
          </w:p>
        </w:tc>
        <w:tc>
          <w:tcPr>
            <w:tcW w:w="1133" w:type="dxa"/>
            <w:vAlign w:val="bottom"/>
          </w:tcPr>
          <w:p w14:paraId="2E0BF2C0" w14:textId="317A21D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34,6</w:t>
            </w:r>
          </w:p>
        </w:tc>
        <w:tc>
          <w:tcPr>
            <w:tcW w:w="1094" w:type="dxa"/>
            <w:vAlign w:val="bottom"/>
          </w:tcPr>
          <w:p w14:paraId="1B6C791B" w14:textId="4B7FC0CC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24,0</w:t>
            </w:r>
          </w:p>
        </w:tc>
        <w:tc>
          <w:tcPr>
            <w:tcW w:w="1094" w:type="dxa"/>
            <w:vAlign w:val="bottom"/>
          </w:tcPr>
          <w:p w14:paraId="2B6ED3FB" w14:textId="41A23513" w:rsidR="00362DA1" w:rsidRPr="0087261F" w:rsidRDefault="00362DA1" w:rsidP="00A10727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56,1</w:t>
            </w:r>
          </w:p>
        </w:tc>
      </w:tr>
      <w:tr w:rsidR="00362DA1" w:rsidRPr="00AB57F5" w14:paraId="700E38DD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50A9F6F1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оконные пластмассовые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23734ECC" w14:textId="16F9A664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28803,2</w:t>
            </w:r>
          </w:p>
        </w:tc>
        <w:tc>
          <w:tcPr>
            <w:tcW w:w="1133" w:type="dxa"/>
            <w:vAlign w:val="bottom"/>
          </w:tcPr>
          <w:p w14:paraId="19A2BA62" w14:textId="44C84DD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100,9</w:t>
            </w:r>
          </w:p>
        </w:tc>
        <w:tc>
          <w:tcPr>
            <w:tcW w:w="1094" w:type="dxa"/>
            <w:vAlign w:val="bottom"/>
          </w:tcPr>
          <w:p w14:paraId="12D50604" w14:textId="2A4969E1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89,1</w:t>
            </w:r>
          </w:p>
        </w:tc>
        <w:tc>
          <w:tcPr>
            <w:tcW w:w="1094" w:type="dxa"/>
            <w:vAlign w:val="bottom"/>
          </w:tcPr>
          <w:p w14:paraId="115474B7" w14:textId="1CC2B6B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112,2</w:t>
            </w:r>
          </w:p>
        </w:tc>
      </w:tr>
      <w:tr w:rsidR="00362DA1" w:rsidRPr="00AB57F5" w14:paraId="2746A341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6CA872D0" w14:textId="23DEAD9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Фурнитура для мебели, транспортных средств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пластмассовые изделия; статуэтки и прочие декоративные изделия пластмассовые, т</w:t>
            </w:r>
          </w:p>
        </w:tc>
        <w:tc>
          <w:tcPr>
            <w:tcW w:w="1024" w:type="dxa"/>
            <w:vAlign w:val="bottom"/>
          </w:tcPr>
          <w:p w14:paraId="15499192" w14:textId="26ECA2AB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42625931" w14:textId="4B81C456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2048DC2" w14:textId="1A9DE6D1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13BF26F8" w14:textId="1879C73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14:paraId="646222A4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5BF1C011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362DA1" w:rsidRPr="00EC67F8" w14:paraId="05BA37B1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23D7DEF2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Стеклопакеты,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2B90BCF0" w14:textId="0E74ED58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6AAD008D" w14:textId="4AA836F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124,8</w:t>
            </w:r>
          </w:p>
        </w:tc>
        <w:tc>
          <w:tcPr>
            <w:tcW w:w="1094" w:type="dxa"/>
            <w:vAlign w:val="bottom"/>
          </w:tcPr>
          <w:p w14:paraId="09FB185D" w14:textId="7C34D3BE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125,1</w:t>
            </w:r>
          </w:p>
        </w:tc>
        <w:tc>
          <w:tcPr>
            <w:tcW w:w="1094" w:type="dxa"/>
            <w:vAlign w:val="bottom"/>
          </w:tcPr>
          <w:p w14:paraId="00E253EC" w14:textId="0FD68B6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105,9</w:t>
            </w:r>
          </w:p>
        </w:tc>
      </w:tr>
      <w:tr w:rsidR="00362DA1" w:rsidRPr="00EC67F8" w14:paraId="393A132F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53F72232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Кирпич керамический </w:t>
            </w:r>
            <w:proofErr w:type="spellStart"/>
            <w:r w:rsidRPr="00EC67F8">
              <w:rPr>
                <w:b/>
                <w:sz w:val="20"/>
              </w:rPr>
              <w:t>неогнеупорный</w:t>
            </w:r>
            <w:proofErr w:type="spellEnd"/>
            <w:r w:rsidRPr="00EC67F8">
              <w:rPr>
                <w:b/>
                <w:sz w:val="20"/>
              </w:rPr>
              <w:t xml:space="preserve"> строительный, млн </w:t>
            </w:r>
            <w:proofErr w:type="spellStart"/>
            <w:r w:rsidRPr="00EC67F8">
              <w:rPr>
                <w:b/>
                <w:sz w:val="20"/>
              </w:rPr>
              <w:t>усл</w:t>
            </w:r>
            <w:proofErr w:type="spellEnd"/>
            <w:r w:rsidRPr="00EC67F8">
              <w:rPr>
                <w:b/>
                <w:sz w:val="20"/>
              </w:rPr>
              <w:t>. кирпичей</w:t>
            </w:r>
          </w:p>
        </w:tc>
        <w:tc>
          <w:tcPr>
            <w:tcW w:w="1024" w:type="dxa"/>
            <w:vAlign w:val="bottom"/>
          </w:tcPr>
          <w:p w14:paraId="4AE7B389" w14:textId="523136F4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5DF616B" w14:textId="7BFF297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47,1</w:t>
            </w:r>
          </w:p>
        </w:tc>
        <w:tc>
          <w:tcPr>
            <w:tcW w:w="1094" w:type="dxa"/>
            <w:vAlign w:val="bottom"/>
          </w:tcPr>
          <w:p w14:paraId="55A906C2" w14:textId="3BDB5E77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48,9</w:t>
            </w:r>
          </w:p>
        </w:tc>
        <w:tc>
          <w:tcPr>
            <w:tcW w:w="1094" w:type="dxa"/>
            <w:vAlign w:val="bottom"/>
          </w:tcPr>
          <w:p w14:paraId="507525DB" w14:textId="170E9985" w:rsidR="00362DA1" w:rsidRPr="0087261F" w:rsidRDefault="00362DA1" w:rsidP="00362DA1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97,0</w:t>
            </w:r>
          </w:p>
        </w:tc>
      </w:tr>
      <w:tr w:rsidR="00362DA1" w:rsidRPr="00EC67F8" w14:paraId="5F985B35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3FEB6A3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Гипс строительный, тыс. т</w:t>
            </w:r>
          </w:p>
        </w:tc>
        <w:tc>
          <w:tcPr>
            <w:tcW w:w="1024" w:type="dxa"/>
            <w:vAlign w:val="bottom"/>
          </w:tcPr>
          <w:p w14:paraId="5DB14668" w14:textId="557F451E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74E6F0A6" w14:textId="15A6665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90,2</w:t>
            </w:r>
          </w:p>
        </w:tc>
        <w:tc>
          <w:tcPr>
            <w:tcW w:w="1094" w:type="dxa"/>
            <w:vAlign w:val="bottom"/>
          </w:tcPr>
          <w:p w14:paraId="5AAB0D95" w14:textId="582428F4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1094" w:type="dxa"/>
            <w:vAlign w:val="bottom"/>
          </w:tcPr>
          <w:p w14:paraId="6F3501F1" w14:textId="12B9A7D4" w:rsidR="00362DA1" w:rsidRPr="0087261F" w:rsidRDefault="00362DA1" w:rsidP="00362DA1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94,3</w:t>
            </w:r>
          </w:p>
        </w:tc>
      </w:tr>
      <w:tr w:rsidR="00362DA1" w:rsidRPr="00EC67F8" w14:paraId="14474420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72EFE661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и прочие изделия сборные строительные</w:t>
            </w:r>
            <w:r w:rsidRPr="00EC67F8">
              <w:rPr>
                <w:b/>
                <w:sz w:val="20"/>
              </w:rPr>
              <w:br/>
              <w:t>для зданий и сооружений из цемента, бетона</w:t>
            </w:r>
            <w:r w:rsidRPr="00EC67F8">
              <w:rPr>
                <w:b/>
                <w:sz w:val="20"/>
              </w:rPr>
              <w:br/>
              <w:t>или искусственного камня,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14:paraId="7866072E" w14:textId="72EC9602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28,7</w:t>
            </w:r>
          </w:p>
        </w:tc>
        <w:tc>
          <w:tcPr>
            <w:tcW w:w="1133" w:type="dxa"/>
            <w:vAlign w:val="bottom"/>
          </w:tcPr>
          <w:p w14:paraId="7D2E57EF" w14:textId="38E3DD2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5F05F23" w14:textId="1DDFEDA2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17EB089" w14:textId="1308DA2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14:paraId="4EF5580A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0D0D36A0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металлургическое</w:t>
            </w:r>
          </w:p>
        </w:tc>
      </w:tr>
      <w:tr w:rsidR="00362DA1" w:rsidRPr="00EC67F8" w14:paraId="7DAB23EC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353F4F26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Прокат готовый, т</w:t>
            </w:r>
          </w:p>
        </w:tc>
        <w:tc>
          <w:tcPr>
            <w:tcW w:w="1024" w:type="dxa"/>
            <w:vAlign w:val="bottom"/>
          </w:tcPr>
          <w:p w14:paraId="58CC44A3" w14:textId="14B8E391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2F720745" w14:textId="381C532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116,3</w:t>
            </w:r>
          </w:p>
        </w:tc>
        <w:tc>
          <w:tcPr>
            <w:tcW w:w="1094" w:type="dxa"/>
            <w:vAlign w:val="bottom"/>
          </w:tcPr>
          <w:p w14:paraId="448DA4AD" w14:textId="04D75B9D" w:rsidR="00362DA1" w:rsidRPr="0087261F" w:rsidRDefault="00362DA1" w:rsidP="00A10727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56,5</w:t>
            </w:r>
          </w:p>
        </w:tc>
        <w:tc>
          <w:tcPr>
            <w:tcW w:w="1094" w:type="dxa"/>
            <w:vAlign w:val="bottom"/>
          </w:tcPr>
          <w:p w14:paraId="08F36D0C" w14:textId="0AC2FA6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80,6</w:t>
            </w:r>
          </w:p>
        </w:tc>
      </w:tr>
      <w:tr w:rsidR="00362DA1" w:rsidRPr="00EC67F8" w14:paraId="1A251ABF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298E0847" w14:textId="319ED2F5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Профили незамкнутые холодной штамповки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гибки из нержавеющих сталей, т</w:t>
            </w:r>
          </w:p>
        </w:tc>
        <w:tc>
          <w:tcPr>
            <w:tcW w:w="1024" w:type="dxa"/>
            <w:vAlign w:val="bottom"/>
          </w:tcPr>
          <w:p w14:paraId="48E042DD" w14:textId="7CDC61FF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E720587" w14:textId="2F29769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115,7</w:t>
            </w:r>
          </w:p>
        </w:tc>
        <w:tc>
          <w:tcPr>
            <w:tcW w:w="1094" w:type="dxa"/>
            <w:vAlign w:val="bottom"/>
          </w:tcPr>
          <w:p w14:paraId="574B05CD" w14:textId="0E67657C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73,9</w:t>
            </w:r>
          </w:p>
        </w:tc>
        <w:tc>
          <w:tcPr>
            <w:tcW w:w="1094" w:type="dxa"/>
            <w:vAlign w:val="bottom"/>
          </w:tcPr>
          <w:p w14:paraId="742A69AD" w14:textId="1C7F9DB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111,3</w:t>
            </w:r>
          </w:p>
        </w:tc>
      </w:tr>
      <w:tr w:rsidR="00943750" w:rsidRPr="00EC67F8" w14:paraId="6BE12D44" w14:textId="77777777" w:rsidTr="00C922DF">
        <w:trPr>
          <w:trHeight w:val="161"/>
          <w:jc w:val="center"/>
        </w:trPr>
        <w:tc>
          <w:tcPr>
            <w:tcW w:w="9072" w:type="dxa"/>
            <w:gridSpan w:val="5"/>
          </w:tcPr>
          <w:p w14:paraId="1C7FBF78" w14:textId="77777777"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готовых металлических изделий, кроме машин и оборудований</w:t>
            </w:r>
          </w:p>
        </w:tc>
      </w:tr>
      <w:tr w:rsidR="00362DA1" w:rsidRPr="00EC67F8" w14:paraId="5BE3BB70" w14:textId="77777777" w:rsidTr="00362DA1">
        <w:trPr>
          <w:trHeight w:val="73"/>
          <w:jc w:val="center"/>
        </w:trPr>
        <w:tc>
          <w:tcPr>
            <w:tcW w:w="4727" w:type="dxa"/>
            <w:vAlign w:val="center"/>
          </w:tcPr>
          <w:p w14:paraId="38927F44" w14:textId="77777777" w:rsidR="00362DA1" w:rsidRPr="00EC67F8" w:rsidRDefault="00362DA1" w:rsidP="00362DA1">
            <w:pPr>
              <w:ind w:right="113"/>
              <w:jc w:val="left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Конструкции и детали конструкций из черных металлов, тыс. т</w:t>
            </w:r>
          </w:p>
        </w:tc>
        <w:tc>
          <w:tcPr>
            <w:tcW w:w="1024" w:type="dxa"/>
            <w:vAlign w:val="bottom"/>
          </w:tcPr>
          <w:p w14:paraId="67292D64" w14:textId="6085FAAF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1BF3F6E" w14:textId="00E362A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0F11A3B" w14:textId="43082CCF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0C8816EA" w14:textId="7D6D344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96,6</w:t>
            </w:r>
          </w:p>
        </w:tc>
      </w:tr>
      <w:tr w:rsidR="00943750" w:rsidRPr="00EC67F8" w14:paraId="16ACA39E" w14:textId="77777777" w:rsidTr="00C922D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252850B3" w14:textId="77777777"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электрического оборудования</w:t>
            </w:r>
          </w:p>
        </w:tc>
      </w:tr>
      <w:tr w:rsidR="00362DA1" w:rsidRPr="00EC67F8" w14:paraId="3D30A59D" w14:textId="77777777" w:rsidTr="00362DA1">
        <w:trPr>
          <w:trHeight w:val="283"/>
          <w:jc w:val="center"/>
        </w:trPr>
        <w:tc>
          <w:tcPr>
            <w:tcW w:w="4727" w:type="dxa"/>
            <w:vAlign w:val="bottom"/>
          </w:tcPr>
          <w:p w14:paraId="780DADE6" w14:textId="77777777" w:rsidR="00362DA1" w:rsidRPr="00EC67F8" w:rsidRDefault="00362DA1" w:rsidP="00362DA1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Элементы первичные и батареи первичных элементов, шт.</w:t>
            </w:r>
          </w:p>
        </w:tc>
        <w:tc>
          <w:tcPr>
            <w:tcW w:w="1024" w:type="dxa"/>
            <w:vAlign w:val="bottom"/>
          </w:tcPr>
          <w:p w14:paraId="3FD55806" w14:textId="48FB5879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769EC79A" w14:textId="11A8C5A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151,8</w:t>
            </w:r>
          </w:p>
        </w:tc>
        <w:tc>
          <w:tcPr>
            <w:tcW w:w="1094" w:type="dxa"/>
            <w:vAlign w:val="bottom"/>
          </w:tcPr>
          <w:p w14:paraId="445C4E97" w14:textId="3342F427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40,6</w:t>
            </w:r>
          </w:p>
        </w:tc>
        <w:tc>
          <w:tcPr>
            <w:tcW w:w="1094" w:type="dxa"/>
            <w:vAlign w:val="bottom"/>
          </w:tcPr>
          <w:p w14:paraId="243FC336" w14:textId="6E2ABCB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362DA1" w:rsidRPr="00EC67F8" w14:paraId="06D40DE5" w14:textId="77777777" w:rsidTr="00362DA1">
        <w:trPr>
          <w:trHeight w:val="111"/>
          <w:jc w:val="center"/>
        </w:trPr>
        <w:tc>
          <w:tcPr>
            <w:tcW w:w="4727" w:type="dxa"/>
            <w:vAlign w:val="bottom"/>
          </w:tcPr>
          <w:p w14:paraId="0E4E5E51" w14:textId="77777777" w:rsidR="00362DA1" w:rsidRPr="00EC67F8" w:rsidRDefault="00362DA1" w:rsidP="00362DA1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Светильники и осветительные устройства, шт.</w:t>
            </w:r>
          </w:p>
        </w:tc>
        <w:tc>
          <w:tcPr>
            <w:tcW w:w="1024" w:type="dxa"/>
            <w:vAlign w:val="bottom"/>
          </w:tcPr>
          <w:p w14:paraId="6F84FA93" w14:textId="59912705" w:rsidR="00362DA1" w:rsidRPr="0087261F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B8DDF99" w14:textId="0DF6000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6CC7D6B5" w14:textId="7601225D" w:rsidR="00362DA1" w:rsidRPr="0087261F" w:rsidRDefault="00362DA1" w:rsidP="00A10727">
            <w:pPr>
              <w:ind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4984CDB2" w14:textId="4C6DD7EF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22,2</w:t>
            </w:r>
          </w:p>
        </w:tc>
      </w:tr>
      <w:tr w:rsidR="00362DA1" w:rsidRPr="00EC67F8" w14:paraId="054EE28B" w14:textId="77777777" w:rsidTr="00362DA1">
        <w:trPr>
          <w:trHeight w:val="111"/>
          <w:jc w:val="center"/>
        </w:trPr>
        <w:tc>
          <w:tcPr>
            <w:tcW w:w="4727" w:type="dxa"/>
            <w:vAlign w:val="center"/>
          </w:tcPr>
          <w:p w14:paraId="35535A01" w14:textId="59D284C0" w:rsidR="00362DA1" w:rsidRPr="00EC67F8" w:rsidRDefault="00362DA1" w:rsidP="00362DA1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Машины электрические и аппаратура специализированные, тыс. рублей</w:t>
            </w:r>
          </w:p>
        </w:tc>
        <w:tc>
          <w:tcPr>
            <w:tcW w:w="1024" w:type="dxa"/>
            <w:vAlign w:val="bottom"/>
          </w:tcPr>
          <w:p w14:paraId="59B0991A" w14:textId="7C3B8EDD" w:rsidR="00362DA1" w:rsidRPr="001058CA" w:rsidRDefault="00362DA1" w:rsidP="00362DA1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66EE51E2" w14:textId="13E4C1AE" w:rsidR="00362DA1" w:rsidRPr="001058CA" w:rsidRDefault="00362DA1" w:rsidP="00A10727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</w:rPr>
            </w:pPr>
            <w:r w:rsidRPr="001058CA">
              <w:rPr>
                <w:b/>
                <w:bCs/>
                <w:color w:val="000000"/>
                <w:sz w:val="20"/>
              </w:rPr>
              <w:t>в 4,0р.</w:t>
            </w:r>
          </w:p>
        </w:tc>
        <w:tc>
          <w:tcPr>
            <w:tcW w:w="1094" w:type="dxa"/>
            <w:vAlign w:val="bottom"/>
          </w:tcPr>
          <w:p w14:paraId="5FC84A54" w14:textId="49E6DA65" w:rsidR="00362DA1" w:rsidRPr="001058CA" w:rsidRDefault="00362DA1" w:rsidP="00A10727">
            <w:pPr>
              <w:ind w:firstLineChars="100" w:firstLine="200"/>
              <w:jc w:val="right"/>
              <w:rPr>
                <w:b/>
                <w:bCs/>
                <w:color w:val="000000"/>
                <w:sz w:val="20"/>
              </w:rPr>
            </w:pPr>
            <w:r w:rsidRPr="001058CA">
              <w:rPr>
                <w:b/>
                <w:bCs/>
                <w:color w:val="000000"/>
                <w:sz w:val="20"/>
              </w:rPr>
              <w:t>в 27,1р.</w:t>
            </w:r>
          </w:p>
        </w:tc>
        <w:tc>
          <w:tcPr>
            <w:tcW w:w="1094" w:type="dxa"/>
            <w:vAlign w:val="bottom"/>
          </w:tcPr>
          <w:p w14:paraId="21D862B1" w14:textId="385538A6" w:rsidR="00362DA1" w:rsidRPr="001058CA" w:rsidRDefault="00362DA1" w:rsidP="00A10727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</w:rPr>
            </w:pPr>
            <w:r w:rsidRPr="001058CA">
              <w:rPr>
                <w:b/>
                <w:bCs/>
                <w:color w:val="000000"/>
                <w:sz w:val="20"/>
              </w:rPr>
              <w:t>в 3,4р.</w:t>
            </w:r>
          </w:p>
        </w:tc>
      </w:tr>
    </w:tbl>
    <w:p w14:paraId="1025B0B5" w14:textId="77777777" w:rsidR="00943750" w:rsidRPr="00943750" w:rsidRDefault="00943750" w:rsidP="00AA2072">
      <w:pPr>
        <w:spacing w:after="120"/>
        <w:jc w:val="right"/>
        <w:rPr>
          <w:sz w:val="20"/>
        </w:rPr>
      </w:pPr>
      <w:r w:rsidRPr="00EC67F8">
        <w:br w:type="page"/>
      </w: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1168"/>
        <w:gridCol w:w="1134"/>
        <w:gridCol w:w="1100"/>
        <w:gridCol w:w="1134"/>
      </w:tblGrid>
      <w:tr w:rsidR="00943750" w:rsidRPr="0089389C" w14:paraId="1C7B09F2" w14:textId="77777777" w:rsidTr="00C922DF">
        <w:trPr>
          <w:trHeight w:val="119"/>
          <w:jc w:val="center"/>
        </w:trPr>
        <w:tc>
          <w:tcPr>
            <w:tcW w:w="4536" w:type="dxa"/>
            <w:vMerge w:val="restart"/>
          </w:tcPr>
          <w:p w14:paraId="347D280D" w14:textId="77777777"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  <w:vMerge w:val="restart"/>
            <w:vAlign w:val="center"/>
          </w:tcPr>
          <w:p w14:paraId="407654DD" w14:textId="6477DCC9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87261F">
              <w:rPr>
                <w:b/>
                <w:sz w:val="20"/>
              </w:rPr>
              <w:t>август</w:t>
            </w:r>
          </w:p>
          <w:p w14:paraId="16A26978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6FB4E97F" w14:textId="3294B629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87261F">
              <w:rPr>
                <w:b/>
                <w:sz w:val="20"/>
              </w:rPr>
              <w:t>августу</w:t>
            </w:r>
          </w:p>
          <w:p w14:paraId="0A6EA33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234" w:type="dxa"/>
            <w:gridSpan w:val="2"/>
          </w:tcPr>
          <w:p w14:paraId="5178A5BC" w14:textId="234AC06E" w:rsidR="00943750" w:rsidRPr="0089389C" w:rsidRDefault="0087261F" w:rsidP="00C922DF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89389C" w14:paraId="232608B1" w14:textId="77777777" w:rsidTr="00C922DF">
        <w:trPr>
          <w:trHeight w:val="118"/>
          <w:jc w:val="center"/>
        </w:trPr>
        <w:tc>
          <w:tcPr>
            <w:tcW w:w="4536" w:type="dxa"/>
            <w:vMerge/>
          </w:tcPr>
          <w:p w14:paraId="37394AED" w14:textId="77777777"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  <w:vMerge/>
          </w:tcPr>
          <w:p w14:paraId="2BFC40EA" w14:textId="77777777"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14:paraId="07530A2F" w14:textId="77777777"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00" w:type="dxa"/>
            <w:vAlign w:val="center"/>
          </w:tcPr>
          <w:p w14:paraId="17BA50E5" w14:textId="39F0814F" w:rsidR="00943750" w:rsidRPr="0089389C" w:rsidRDefault="0087261F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</w:p>
          <w:p w14:paraId="61BE0DEC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14:paraId="5329016E" w14:textId="66ADF6EF" w:rsidR="00943750" w:rsidRPr="0089389C" w:rsidRDefault="0089389C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ию</w:t>
            </w:r>
            <w:r w:rsidR="0087261F">
              <w:rPr>
                <w:b/>
                <w:sz w:val="20"/>
              </w:rPr>
              <w:t>л</w:t>
            </w:r>
            <w:r w:rsidRPr="0089389C">
              <w:rPr>
                <w:b/>
                <w:sz w:val="20"/>
              </w:rPr>
              <w:t>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6728CBF9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14:paraId="3BD391E2" w14:textId="77777777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1EFF1BA0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362DA1" w:rsidRPr="00EC67F8" w14:paraId="57BE7F2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E904CE4" w14:textId="327C33A8" w:rsidR="00362DA1" w:rsidRPr="00EC67F8" w:rsidRDefault="00362DA1" w:rsidP="00362DA1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Арматура (краны, клапаны и другая аналогичная арматура) для трубопроводов, сосудов, котлов, цистерн, баков и аналогичных </w:t>
            </w:r>
            <w:proofErr w:type="gramStart"/>
            <w:r>
              <w:rPr>
                <w:b/>
                <w:sz w:val="20"/>
              </w:rPr>
              <w:t>е</w:t>
            </w:r>
            <w:r w:rsidRPr="00EC67F8">
              <w:rPr>
                <w:b/>
                <w:sz w:val="20"/>
              </w:rPr>
              <w:t>мкостей,  тыс.</w:t>
            </w:r>
            <w:proofErr w:type="gramEnd"/>
            <w:r w:rsidRPr="00EC67F8">
              <w:rPr>
                <w:b/>
                <w:sz w:val="20"/>
              </w:rPr>
              <w:t xml:space="preserve">  штук</w:t>
            </w:r>
          </w:p>
        </w:tc>
        <w:tc>
          <w:tcPr>
            <w:tcW w:w="1168" w:type="dxa"/>
            <w:vAlign w:val="bottom"/>
          </w:tcPr>
          <w:p w14:paraId="40E28CBD" w14:textId="4E9A0A22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E3DF431" w14:textId="03798F3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14:paraId="39CDEB38" w14:textId="36A9B80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2BC5A101" w14:textId="5DC74A7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158,3</w:t>
            </w:r>
          </w:p>
        </w:tc>
      </w:tr>
      <w:tr w:rsidR="00362DA1" w:rsidRPr="00EC67F8" w14:paraId="5BD3DA1F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4220C233" w14:textId="77777777" w:rsidR="00362DA1" w:rsidRPr="00EC67F8" w:rsidRDefault="00362DA1" w:rsidP="00362DA1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Оборудование для производства пищевых продуктов, напитков и табачных изделий, кроме его частей, тыс. рублей</w:t>
            </w:r>
          </w:p>
        </w:tc>
        <w:tc>
          <w:tcPr>
            <w:tcW w:w="1168" w:type="dxa"/>
            <w:vAlign w:val="bottom"/>
          </w:tcPr>
          <w:p w14:paraId="7DC6FFDB" w14:textId="2E363831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33595,8</w:t>
            </w:r>
          </w:p>
        </w:tc>
        <w:tc>
          <w:tcPr>
            <w:tcW w:w="1134" w:type="dxa"/>
            <w:vAlign w:val="bottom"/>
          </w:tcPr>
          <w:p w14:paraId="565272E3" w14:textId="093803E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0" w:type="dxa"/>
            <w:vAlign w:val="bottom"/>
          </w:tcPr>
          <w:p w14:paraId="340E51E5" w14:textId="6AF0459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24689975" w14:textId="2CA4F08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14:paraId="3040679C" w14:textId="77777777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6963AF13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транспортных средств и оборудования</w:t>
            </w:r>
          </w:p>
        </w:tc>
      </w:tr>
      <w:tr w:rsidR="00362DA1" w:rsidRPr="00EC67F8" w14:paraId="0F1D7DC5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1D3A13E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Суда прогулочные и спортивные, шт.</w:t>
            </w:r>
          </w:p>
        </w:tc>
        <w:tc>
          <w:tcPr>
            <w:tcW w:w="1168" w:type="dxa"/>
            <w:vAlign w:val="bottom"/>
          </w:tcPr>
          <w:p w14:paraId="1EDD8BA3" w14:textId="0C4213FC" w:rsidR="00362DA1" w:rsidRPr="0087261F" w:rsidRDefault="00362DA1" w:rsidP="00362DA1">
            <w:pPr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442A3F6" w14:textId="0FF4B25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14:paraId="7B98F399" w14:textId="4A36A3C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35C62F9E" w14:textId="7301AB3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171,4</w:t>
            </w:r>
          </w:p>
        </w:tc>
      </w:tr>
      <w:tr w:rsidR="00943750" w:rsidRPr="00EC67F8" w14:paraId="22EF8152" w14:textId="77777777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796E98F9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мебели</w:t>
            </w:r>
          </w:p>
        </w:tc>
      </w:tr>
      <w:tr w:rsidR="00362DA1" w:rsidRPr="00EC67F8" w14:paraId="0A82648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5940D9D0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Мебель, тыс. рублей</w:t>
            </w:r>
          </w:p>
        </w:tc>
        <w:tc>
          <w:tcPr>
            <w:tcW w:w="1168" w:type="dxa"/>
            <w:vAlign w:val="bottom"/>
          </w:tcPr>
          <w:p w14:paraId="27F0F527" w14:textId="399AF8CF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135507,7</w:t>
            </w:r>
          </w:p>
        </w:tc>
        <w:tc>
          <w:tcPr>
            <w:tcW w:w="1134" w:type="dxa"/>
            <w:vAlign w:val="bottom"/>
          </w:tcPr>
          <w:p w14:paraId="61F9A4EB" w14:textId="275EBD8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105,5</w:t>
            </w:r>
          </w:p>
        </w:tc>
        <w:tc>
          <w:tcPr>
            <w:tcW w:w="1100" w:type="dxa"/>
            <w:vAlign w:val="bottom"/>
          </w:tcPr>
          <w:p w14:paraId="4138BDB6" w14:textId="1C2D33D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103,1</w:t>
            </w:r>
          </w:p>
        </w:tc>
        <w:tc>
          <w:tcPr>
            <w:tcW w:w="1134" w:type="dxa"/>
            <w:vAlign w:val="bottom"/>
          </w:tcPr>
          <w:p w14:paraId="38D2D000" w14:textId="24151E9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116,4</w:t>
            </w:r>
          </w:p>
        </w:tc>
      </w:tr>
      <w:tr w:rsidR="00362DA1" w:rsidRPr="00EC67F8" w14:paraId="44C62D2A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475717F6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офисов, тыс. рублей</w:t>
            </w:r>
          </w:p>
        </w:tc>
        <w:tc>
          <w:tcPr>
            <w:tcW w:w="1168" w:type="dxa"/>
            <w:vAlign w:val="bottom"/>
          </w:tcPr>
          <w:p w14:paraId="733F0371" w14:textId="753B00A7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31271,4</w:t>
            </w:r>
          </w:p>
        </w:tc>
        <w:tc>
          <w:tcPr>
            <w:tcW w:w="1134" w:type="dxa"/>
            <w:vAlign w:val="bottom"/>
          </w:tcPr>
          <w:p w14:paraId="53740667" w14:textId="3712EC50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95,7</w:t>
            </w:r>
          </w:p>
        </w:tc>
        <w:tc>
          <w:tcPr>
            <w:tcW w:w="1100" w:type="dxa"/>
            <w:vAlign w:val="bottom"/>
          </w:tcPr>
          <w:p w14:paraId="25267D1A" w14:textId="69F71D4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98,1</w:t>
            </w:r>
          </w:p>
        </w:tc>
        <w:tc>
          <w:tcPr>
            <w:tcW w:w="1134" w:type="dxa"/>
            <w:vAlign w:val="bottom"/>
          </w:tcPr>
          <w:p w14:paraId="509A268F" w14:textId="3F18D9E4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169,3</w:t>
            </w:r>
          </w:p>
        </w:tc>
      </w:tr>
      <w:tr w:rsidR="00362DA1" w:rsidRPr="00EC67F8" w14:paraId="5E8C7598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01BF8FB6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Столы письменные деревянные для учебных заведений, шт.</w:t>
            </w:r>
          </w:p>
        </w:tc>
        <w:tc>
          <w:tcPr>
            <w:tcW w:w="1168" w:type="dxa"/>
            <w:vAlign w:val="bottom"/>
          </w:tcPr>
          <w:p w14:paraId="2CF8D85D" w14:textId="3E201717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41</w:t>
            </w:r>
          </w:p>
        </w:tc>
        <w:tc>
          <w:tcPr>
            <w:tcW w:w="1134" w:type="dxa"/>
            <w:vAlign w:val="bottom"/>
          </w:tcPr>
          <w:p w14:paraId="619137CF" w14:textId="79B79A6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0" w:type="dxa"/>
            <w:vAlign w:val="bottom"/>
          </w:tcPr>
          <w:p w14:paraId="1B16F0BE" w14:textId="1AF8DDE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A1E7C1E" w14:textId="699CBB6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362DA1" w:rsidRPr="00EC67F8" w14:paraId="0716BB5A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4D883B3C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кухонная, тыс. рублей</w:t>
            </w:r>
          </w:p>
        </w:tc>
        <w:tc>
          <w:tcPr>
            <w:tcW w:w="1168" w:type="dxa"/>
            <w:vAlign w:val="bottom"/>
          </w:tcPr>
          <w:p w14:paraId="7E553FAA" w14:textId="65DCDE73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28695,3</w:t>
            </w:r>
          </w:p>
        </w:tc>
        <w:tc>
          <w:tcPr>
            <w:tcW w:w="1134" w:type="dxa"/>
            <w:vAlign w:val="bottom"/>
          </w:tcPr>
          <w:p w14:paraId="277858EA" w14:textId="1CAADE1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1100" w:type="dxa"/>
            <w:vAlign w:val="bottom"/>
          </w:tcPr>
          <w:p w14:paraId="4EF7E219" w14:textId="261C90EA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71,0</w:t>
            </w:r>
          </w:p>
        </w:tc>
        <w:tc>
          <w:tcPr>
            <w:tcW w:w="1134" w:type="dxa"/>
            <w:vAlign w:val="bottom"/>
          </w:tcPr>
          <w:p w14:paraId="16A9B1CD" w14:textId="089EA49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87,1</w:t>
            </w:r>
          </w:p>
        </w:tc>
      </w:tr>
      <w:tr w:rsidR="00362DA1" w:rsidRPr="00EC67F8" w14:paraId="702A6CC9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0E1E0FD0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Столы </w:t>
            </w:r>
            <w:proofErr w:type="gramStart"/>
            <w:r w:rsidRPr="00EC67F8">
              <w:rPr>
                <w:b/>
                <w:sz w:val="20"/>
              </w:rPr>
              <w:t>кухонные,  для</w:t>
            </w:r>
            <w:proofErr w:type="gramEnd"/>
            <w:r w:rsidRPr="00EC67F8">
              <w:rPr>
                <w:b/>
                <w:sz w:val="20"/>
              </w:rPr>
              <w:t xml:space="preserve"> столовой и гостиной, шт.</w:t>
            </w:r>
          </w:p>
        </w:tc>
        <w:tc>
          <w:tcPr>
            <w:tcW w:w="1168" w:type="dxa"/>
            <w:vAlign w:val="bottom"/>
          </w:tcPr>
          <w:p w14:paraId="3251672B" w14:textId="5A02EDD6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747</w:t>
            </w:r>
          </w:p>
        </w:tc>
        <w:tc>
          <w:tcPr>
            <w:tcW w:w="1134" w:type="dxa"/>
            <w:vAlign w:val="bottom"/>
          </w:tcPr>
          <w:p w14:paraId="77EFB6D5" w14:textId="50C91533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145,0</w:t>
            </w:r>
          </w:p>
        </w:tc>
        <w:tc>
          <w:tcPr>
            <w:tcW w:w="1100" w:type="dxa"/>
            <w:vAlign w:val="bottom"/>
          </w:tcPr>
          <w:p w14:paraId="4245FDE5" w14:textId="0D0463E6" w:rsidR="00362DA1" w:rsidRPr="0087261F" w:rsidRDefault="00362DA1" w:rsidP="00605A19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111,9</w:t>
            </w:r>
          </w:p>
        </w:tc>
        <w:tc>
          <w:tcPr>
            <w:tcW w:w="1134" w:type="dxa"/>
            <w:vAlign w:val="bottom"/>
          </w:tcPr>
          <w:p w14:paraId="1229FF0E" w14:textId="4C1E9578" w:rsidR="00362DA1" w:rsidRPr="0087261F" w:rsidRDefault="00362DA1" w:rsidP="00605A19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85,9</w:t>
            </w:r>
          </w:p>
        </w:tc>
      </w:tr>
      <w:tr w:rsidR="00362DA1" w:rsidRPr="00EC67F8" w14:paraId="0D0DFF1E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269C5DC5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Шкафы </w:t>
            </w:r>
            <w:proofErr w:type="gramStart"/>
            <w:r w:rsidRPr="00EC67F8">
              <w:rPr>
                <w:b/>
                <w:sz w:val="20"/>
              </w:rPr>
              <w:t>кухонные,  для</w:t>
            </w:r>
            <w:proofErr w:type="gramEnd"/>
            <w:r w:rsidRPr="00EC67F8">
              <w:rPr>
                <w:b/>
                <w:sz w:val="20"/>
              </w:rPr>
              <w:t xml:space="preserve"> спальни,</w:t>
            </w:r>
            <w:r w:rsidRPr="00EC67F8">
              <w:rPr>
                <w:b/>
                <w:sz w:val="20"/>
              </w:rPr>
              <w:br/>
              <w:t>столовой и гостиной, шт.</w:t>
            </w:r>
          </w:p>
        </w:tc>
        <w:tc>
          <w:tcPr>
            <w:tcW w:w="1168" w:type="dxa"/>
            <w:vAlign w:val="bottom"/>
          </w:tcPr>
          <w:p w14:paraId="57C6270E" w14:textId="0BF891BE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2759</w:t>
            </w:r>
          </w:p>
        </w:tc>
        <w:tc>
          <w:tcPr>
            <w:tcW w:w="1134" w:type="dxa"/>
            <w:vAlign w:val="bottom"/>
          </w:tcPr>
          <w:p w14:paraId="67D531C7" w14:textId="2C86642D" w:rsidR="00362DA1" w:rsidRPr="0087261F" w:rsidRDefault="00362DA1" w:rsidP="00605A19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199,1</w:t>
            </w:r>
          </w:p>
        </w:tc>
        <w:tc>
          <w:tcPr>
            <w:tcW w:w="1100" w:type="dxa"/>
            <w:vAlign w:val="bottom"/>
          </w:tcPr>
          <w:p w14:paraId="78E39C7F" w14:textId="1FF02395" w:rsidR="00362DA1" w:rsidRPr="0087261F" w:rsidRDefault="00362DA1" w:rsidP="00605A19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123,5</w:t>
            </w:r>
          </w:p>
        </w:tc>
        <w:tc>
          <w:tcPr>
            <w:tcW w:w="1134" w:type="dxa"/>
            <w:vAlign w:val="bottom"/>
          </w:tcPr>
          <w:p w14:paraId="4EF7A1FB" w14:textId="25E7FF5C" w:rsidR="00362DA1" w:rsidRPr="0087261F" w:rsidRDefault="00362DA1" w:rsidP="00605A19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56,2</w:t>
            </w:r>
          </w:p>
        </w:tc>
      </w:tr>
      <w:tr w:rsidR="00362DA1" w:rsidRPr="00EC67F8" w14:paraId="02DE23E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6D00C8B5" w14:textId="3F0E314E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спальни, столовой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гостиной, тыс. рублей</w:t>
            </w:r>
          </w:p>
        </w:tc>
        <w:tc>
          <w:tcPr>
            <w:tcW w:w="1168" w:type="dxa"/>
            <w:vAlign w:val="bottom"/>
          </w:tcPr>
          <w:p w14:paraId="5220CB67" w14:textId="309D29D4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35571,6</w:t>
            </w:r>
          </w:p>
        </w:tc>
        <w:tc>
          <w:tcPr>
            <w:tcW w:w="1134" w:type="dxa"/>
            <w:vAlign w:val="bottom"/>
          </w:tcPr>
          <w:p w14:paraId="4F280DCD" w14:textId="6022E10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127,0</w:t>
            </w:r>
          </w:p>
        </w:tc>
        <w:tc>
          <w:tcPr>
            <w:tcW w:w="1100" w:type="dxa"/>
            <w:vAlign w:val="bottom"/>
          </w:tcPr>
          <w:p w14:paraId="4EA65414" w14:textId="1B07EA0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119,4</w:t>
            </w:r>
          </w:p>
        </w:tc>
        <w:tc>
          <w:tcPr>
            <w:tcW w:w="1134" w:type="dxa"/>
            <w:vAlign w:val="bottom"/>
          </w:tcPr>
          <w:p w14:paraId="5DF45E9A" w14:textId="440072D2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107,9</w:t>
            </w:r>
          </w:p>
        </w:tc>
      </w:tr>
      <w:tr w:rsidR="00362DA1" w:rsidRPr="00EC67F8" w14:paraId="29F4D655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1F13DBE3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Кровати деревянные, шт.</w:t>
            </w:r>
          </w:p>
        </w:tc>
        <w:tc>
          <w:tcPr>
            <w:tcW w:w="1168" w:type="dxa"/>
            <w:vAlign w:val="bottom"/>
          </w:tcPr>
          <w:p w14:paraId="57E7692F" w14:textId="522EEE70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3BB191F" w14:textId="1CB01FF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95,6</w:t>
            </w:r>
          </w:p>
        </w:tc>
        <w:tc>
          <w:tcPr>
            <w:tcW w:w="1100" w:type="dxa"/>
            <w:vAlign w:val="bottom"/>
          </w:tcPr>
          <w:p w14:paraId="1BBFAD6E" w14:textId="30C0E791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80,0</w:t>
            </w:r>
          </w:p>
        </w:tc>
        <w:tc>
          <w:tcPr>
            <w:tcW w:w="1134" w:type="dxa"/>
            <w:vAlign w:val="bottom"/>
          </w:tcPr>
          <w:p w14:paraId="236D0F68" w14:textId="1FE8A7D2" w:rsidR="00362DA1" w:rsidRPr="0087261F" w:rsidRDefault="00362DA1" w:rsidP="00605A19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8,7</w:t>
            </w:r>
          </w:p>
        </w:tc>
      </w:tr>
      <w:tr w:rsidR="00362DA1" w:rsidRPr="00EC67F8" w14:paraId="542E4071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0CF54A5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Диваны, софы, кушетки с деревянным каркасом, трансформируемые в кровати, шт.</w:t>
            </w:r>
          </w:p>
        </w:tc>
        <w:tc>
          <w:tcPr>
            <w:tcW w:w="1168" w:type="dxa"/>
            <w:vAlign w:val="bottom"/>
          </w:tcPr>
          <w:p w14:paraId="1CEF08A6" w14:textId="778A3574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841</w:t>
            </w:r>
          </w:p>
        </w:tc>
        <w:tc>
          <w:tcPr>
            <w:tcW w:w="1134" w:type="dxa"/>
            <w:vAlign w:val="bottom"/>
          </w:tcPr>
          <w:p w14:paraId="192B7F74" w14:textId="6343A788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0" w:type="dxa"/>
            <w:vAlign w:val="bottom"/>
          </w:tcPr>
          <w:p w14:paraId="34C552FE" w14:textId="60A72CC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110DA98D" w14:textId="1F1B08B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14:paraId="5F073B93" w14:textId="77777777" w:rsidTr="00C922D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0D6B0E10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готовых изделий</w:t>
            </w:r>
          </w:p>
        </w:tc>
      </w:tr>
      <w:tr w:rsidR="00362DA1" w:rsidRPr="00EC67F8" w14:paraId="2CAFDFCE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3856659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ювелирные и их части;</w:t>
            </w:r>
            <w:r w:rsidRPr="00EC67F8">
              <w:rPr>
                <w:b/>
                <w:sz w:val="20"/>
              </w:rPr>
              <w:br/>
              <w:t>ювелирные изделия из золота или ювелирные</w:t>
            </w:r>
            <w:r w:rsidRPr="00EC67F8">
              <w:rPr>
                <w:b/>
                <w:sz w:val="20"/>
              </w:rPr>
              <w:br/>
              <w:t>изделия из серебра и их части, тыс. рублей</w:t>
            </w:r>
          </w:p>
        </w:tc>
        <w:tc>
          <w:tcPr>
            <w:tcW w:w="1168" w:type="dxa"/>
            <w:vAlign w:val="bottom"/>
          </w:tcPr>
          <w:p w14:paraId="1FB4260C" w14:textId="609FED46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5D24594C" w14:textId="30782587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64,4</w:t>
            </w:r>
          </w:p>
        </w:tc>
        <w:tc>
          <w:tcPr>
            <w:tcW w:w="1100" w:type="dxa"/>
            <w:vAlign w:val="bottom"/>
          </w:tcPr>
          <w:p w14:paraId="5682A8A0" w14:textId="38AC24FC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109,1</w:t>
            </w:r>
          </w:p>
        </w:tc>
        <w:tc>
          <w:tcPr>
            <w:tcW w:w="1134" w:type="dxa"/>
            <w:vAlign w:val="bottom"/>
          </w:tcPr>
          <w:p w14:paraId="6D8BF12B" w14:textId="71EAB03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111,4</w:t>
            </w:r>
          </w:p>
        </w:tc>
      </w:tr>
      <w:tr w:rsidR="00362DA1" w:rsidRPr="00EC67F8" w14:paraId="4C84DDD0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7229ABF0" w14:textId="77777777" w:rsidR="00362DA1" w:rsidRPr="00EC67F8" w:rsidRDefault="00362DA1" w:rsidP="00362DA1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Инструменты и оборудование медицинские,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1168" w:type="dxa"/>
            <w:vAlign w:val="bottom"/>
          </w:tcPr>
          <w:p w14:paraId="43B608AE" w14:textId="3CE0B181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977C3AB" w14:textId="79012E5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14:paraId="429A4366" w14:textId="2581164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33187673" w14:textId="1ED5A256" w:rsidR="00362DA1" w:rsidRPr="0087261F" w:rsidRDefault="00362DA1" w:rsidP="00605A19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146,9</w:t>
            </w:r>
          </w:p>
        </w:tc>
      </w:tr>
      <w:tr w:rsidR="00943750" w:rsidRPr="00EC67F8" w14:paraId="10EB1BC0" w14:textId="77777777" w:rsidTr="00C922DF">
        <w:trPr>
          <w:trHeight w:val="283"/>
          <w:jc w:val="center"/>
        </w:trPr>
        <w:tc>
          <w:tcPr>
            <w:tcW w:w="9072" w:type="dxa"/>
            <w:gridSpan w:val="5"/>
          </w:tcPr>
          <w:p w14:paraId="203E4BB5" w14:textId="77777777" w:rsidR="00943750" w:rsidRPr="00EC67F8" w:rsidRDefault="00943750" w:rsidP="00C922DF">
            <w:pPr>
              <w:ind w:right="113"/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362DA1" w:rsidRPr="00EC67F8" w14:paraId="5D8A139F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269442AF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Электроэнергия, млн кВт-ч</w:t>
            </w:r>
          </w:p>
        </w:tc>
        <w:tc>
          <w:tcPr>
            <w:tcW w:w="1168" w:type="dxa"/>
            <w:vAlign w:val="bottom"/>
          </w:tcPr>
          <w:p w14:paraId="20CEF451" w14:textId="42481600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2735,6</w:t>
            </w:r>
          </w:p>
        </w:tc>
        <w:tc>
          <w:tcPr>
            <w:tcW w:w="1134" w:type="dxa"/>
            <w:vAlign w:val="bottom"/>
          </w:tcPr>
          <w:p w14:paraId="3E7F7881" w14:textId="0479E61B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96,2</w:t>
            </w:r>
          </w:p>
        </w:tc>
        <w:tc>
          <w:tcPr>
            <w:tcW w:w="1100" w:type="dxa"/>
            <w:vAlign w:val="bottom"/>
          </w:tcPr>
          <w:p w14:paraId="3B3EC5BB" w14:textId="0BC53BC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1134" w:type="dxa"/>
            <w:vAlign w:val="bottom"/>
          </w:tcPr>
          <w:p w14:paraId="72345ABE" w14:textId="1C9BE74D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96,0</w:t>
            </w:r>
          </w:p>
        </w:tc>
      </w:tr>
      <w:tr w:rsidR="00362DA1" w:rsidRPr="003B096E" w14:paraId="3A505A2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151FAA7C" w14:textId="77777777" w:rsidR="00362DA1" w:rsidRPr="00EC67F8" w:rsidRDefault="00362DA1" w:rsidP="00362DA1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168" w:type="dxa"/>
            <w:vAlign w:val="bottom"/>
          </w:tcPr>
          <w:p w14:paraId="7ADC03DA" w14:textId="76CD9FD9" w:rsidR="00362DA1" w:rsidRPr="0087261F" w:rsidRDefault="00362DA1" w:rsidP="00362DA1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7142,7</w:t>
            </w:r>
          </w:p>
        </w:tc>
        <w:tc>
          <w:tcPr>
            <w:tcW w:w="1134" w:type="dxa"/>
            <w:vAlign w:val="bottom"/>
          </w:tcPr>
          <w:p w14:paraId="658CB3DC" w14:textId="73722FB5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89,2</w:t>
            </w:r>
          </w:p>
        </w:tc>
        <w:tc>
          <w:tcPr>
            <w:tcW w:w="1100" w:type="dxa"/>
            <w:vAlign w:val="bottom"/>
          </w:tcPr>
          <w:p w14:paraId="61DCEDE4" w14:textId="6BB680FE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98,3</w:t>
            </w:r>
          </w:p>
        </w:tc>
        <w:tc>
          <w:tcPr>
            <w:tcW w:w="1134" w:type="dxa"/>
            <w:vAlign w:val="bottom"/>
          </w:tcPr>
          <w:p w14:paraId="739F1E0A" w14:textId="5E217DB9" w:rsidR="00362DA1" w:rsidRPr="0087261F" w:rsidRDefault="00362DA1" w:rsidP="00362DA1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058CA">
              <w:rPr>
                <w:b/>
                <w:bCs/>
                <w:color w:val="000000"/>
                <w:sz w:val="20"/>
              </w:rPr>
              <w:t>116,1</w:t>
            </w:r>
          </w:p>
        </w:tc>
      </w:tr>
    </w:tbl>
    <w:p w14:paraId="379F28AA" w14:textId="77777777" w:rsidR="00943750" w:rsidRPr="00014C15" w:rsidRDefault="00943750" w:rsidP="00943750">
      <w:pPr>
        <w:rPr>
          <w:sz w:val="4"/>
          <w:szCs w:val="4"/>
        </w:rPr>
      </w:pPr>
      <w:bookmarkStart w:id="378" w:name="_Toc385585668"/>
      <w:bookmarkEnd w:id="378"/>
    </w:p>
    <w:p w14:paraId="022F4C82" w14:textId="77777777" w:rsidR="0089389C" w:rsidRDefault="0089389C">
      <w:pPr>
        <w:jc w:val="left"/>
        <w:rPr>
          <w:sz w:val="20"/>
        </w:rPr>
      </w:pPr>
      <w:r>
        <w:rPr>
          <w:sz w:val="20"/>
        </w:rPr>
        <w:br w:type="page"/>
      </w:r>
    </w:p>
    <w:p w14:paraId="783BD6A6" w14:textId="6A1351A0" w:rsidR="0031223F" w:rsidRPr="00BB5EE5" w:rsidRDefault="0031223F" w:rsidP="00BD0BD2">
      <w:pPr>
        <w:jc w:val="right"/>
        <w:rPr>
          <w:sz w:val="20"/>
        </w:rPr>
      </w:pPr>
      <w:r w:rsidRPr="00BB5EE5">
        <w:rPr>
          <w:sz w:val="20"/>
        </w:rPr>
        <w:lastRenderedPageBreak/>
        <w:t>Приложение 2</w:t>
      </w:r>
    </w:p>
    <w:p w14:paraId="2AA6A09B" w14:textId="2A57CD85" w:rsidR="0031223F" w:rsidRPr="00686BD5" w:rsidRDefault="0031223F" w:rsidP="007A45FF">
      <w:pPr>
        <w:pStyle w:val="3"/>
        <w:spacing w:before="240" w:after="240"/>
      </w:pPr>
      <w:bookmarkStart w:id="379" w:name="_Toc493779814"/>
      <w:bookmarkStart w:id="380" w:name="_Toc178757238"/>
      <w:r w:rsidRPr="00686BD5">
        <w:t xml:space="preserve">Средние цены и тарифы </w:t>
      </w:r>
      <w:r w:rsidR="00FD7024">
        <w:br/>
      </w:r>
      <w:r w:rsidRPr="00686BD5">
        <w:t>на потребительские товары и услуги</w:t>
      </w:r>
      <w:r w:rsidRPr="00686BD5">
        <w:br/>
      </w:r>
      <w:r w:rsidRPr="00D05A4A">
        <w:t xml:space="preserve">на </w:t>
      </w:r>
      <w:bookmarkEnd w:id="379"/>
      <w:r w:rsidR="007C5A4D" w:rsidRPr="00D05A4A">
        <w:t>2</w:t>
      </w:r>
      <w:r w:rsidR="00D05A4A" w:rsidRPr="00D05A4A">
        <w:t>6</w:t>
      </w:r>
      <w:r w:rsidR="00EB4B5E" w:rsidRPr="00D05A4A">
        <w:t xml:space="preserve"> </w:t>
      </w:r>
      <w:r w:rsidR="00D05A4A" w:rsidRPr="00D05A4A">
        <w:t>августа</w:t>
      </w:r>
      <w:r w:rsidR="00DE4EDE" w:rsidRPr="00D05A4A">
        <w:t xml:space="preserve"> </w:t>
      </w:r>
      <w:r w:rsidR="004D0E88" w:rsidRPr="00D05A4A">
        <w:t>20</w:t>
      </w:r>
      <w:r w:rsidR="00804706" w:rsidRPr="00D05A4A">
        <w:t>24</w:t>
      </w:r>
      <w:r w:rsidR="004D0E88" w:rsidRPr="00D05A4A">
        <w:t xml:space="preserve"> </w:t>
      </w:r>
      <w:r w:rsidRPr="00D05A4A">
        <w:t>года</w:t>
      </w:r>
      <w:bookmarkEnd w:id="380"/>
    </w:p>
    <w:p w14:paraId="556C2F5A" w14:textId="77777777" w:rsidR="0031223F" w:rsidRPr="00686BD5" w:rsidRDefault="0031223F" w:rsidP="0031223F">
      <w:pPr>
        <w:spacing w:after="60"/>
        <w:jc w:val="right"/>
        <w:rPr>
          <w:b/>
          <w:sz w:val="20"/>
        </w:rPr>
      </w:pPr>
      <w:r w:rsidRPr="00686BD5">
        <w:rPr>
          <w:b/>
          <w:sz w:val="20"/>
        </w:rPr>
        <w:t>рублей за килограмм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884A78" w:rsidRPr="0025412F" w14:paraId="7A45E35D" w14:textId="77777777" w:rsidTr="00FE691B">
        <w:trPr>
          <w:trHeight w:val="454"/>
          <w:jc w:val="center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FC1" w14:textId="77777777"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13B5" w14:textId="77777777"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D05A4A" w:rsidRPr="0025412F" w14:paraId="0853D5F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30541B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Говядина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6A3F" w14:textId="7C17D85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552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68</w:t>
            </w:r>
          </w:p>
        </w:tc>
      </w:tr>
      <w:tr w:rsidR="00D05A4A" w:rsidRPr="0025412F" w14:paraId="02BA142D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435D5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Свинина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7D78" w14:textId="5CB2636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325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71</w:t>
            </w:r>
          </w:p>
        </w:tc>
      </w:tr>
      <w:tr w:rsidR="00D05A4A" w:rsidRPr="0025412F" w14:paraId="49F39069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A4C2F0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Баранина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3AB2" w14:textId="5A26C21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714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15</w:t>
            </w:r>
          </w:p>
        </w:tc>
      </w:tr>
      <w:tr w:rsidR="00D05A4A" w:rsidRPr="0025412F" w14:paraId="71352838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F7EC81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Куры охлажденные и мороженые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DAF9" w14:textId="153A1D2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215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68</w:t>
            </w:r>
          </w:p>
        </w:tc>
      </w:tr>
      <w:tr w:rsidR="00D05A4A" w:rsidRPr="0025412F" w14:paraId="6ACC8C08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54DB2A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Сосиски, сардельки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A69D" w14:textId="42A80D1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446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19</w:t>
            </w:r>
          </w:p>
        </w:tc>
      </w:tr>
      <w:tr w:rsidR="00D05A4A" w:rsidRPr="0025412F" w14:paraId="79D0D78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24F52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Колбаса </w:t>
            </w:r>
            <w:proofErr w:type="spellStart"/>
            <w:r w:rsidRPr="0025412F">
              <w:rPr>
                <w:b/>
                <w:color w:val="000000"/>
                <w:sz w:val="20"/>
              </w:rPr>
              <w:t>полукопченая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и варено-копченая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E3AA" w14:textId="55BBD273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582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01</w:t>
            </w:r>
          </w:p>
        </w:tc>
      </w:tr>
      <w:tr w:rsidR="00D05A4A" w:rsidRPr="0025412F" w14:paraId="3838CB8A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EA6AE1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Колбаса вареная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2329" w14:textId="14B20213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481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26</w:t>
            </w:r>
          </w:p>
        </w:tc>
      </w:tr>
      <w:tr w:rsidR="00D05A4A" w:rsidRPr="0025412F" w14:paraId="16F6D348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E5395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мясные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67AA" w14:textId="67B589A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1091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03</w:t>
            </w:r>
          </w:p>
        </w:tc>
      </w:tr>
      <w:tr w:rsidR="00D05A4A" w:rsidRPr="0025412F" w14:paraId="4E8E5E71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1421A3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Рыба мороженая неразделанная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31B3" w14:textId="73718246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233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30</w:t>
            </w:r>
          </w:p>
        </w:tc>
      </w:tr>
      <w:tr w:rsidR="00D05A4A" w:rsidRPr="0025412F" w14:paraId="510A62B9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C9FAA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сливочное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BE32" w14:textId="5F62C77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888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10</w:t>
            </w:r>
          </w:p>
        </w:tc>
      </w:tr>
      <w:tr w:rsidR="00D05A4A" w:rsidRPr="0025412F" w14:paraId="5B6C966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7A35E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подсолнечное,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27C5" w14:textId="2B943EB7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139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63</w:t>
            </w:r>
          </w:p>
        </w:tc>
      </w:tr>
      <w:tr w:rsidR="00D05A4A" w:rsidRPr="0025412F" w14:paraId="6ED7502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D274C2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Маргарин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2F08" w14:textId="5E60366D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235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69</w:t>
            </w:r>
          </w:p>
        </w:tc>
      </w:tr>
      <w:tr w:rsidR="00D05A4A" w:rsidRPr="0025412F" w14:paraId="7076BF14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2AA09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пастеризованное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9227" w14:textId="35DD8A9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79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19</w:t>
            </w:r>
          </w:p>
        </w:tc>
      </w:tr>
      <w:tr w:rsidR="00D05A4A" w:rsidRPr="0025412F" w14:paraId="60422FD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8D451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стерилизованное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9A09" w14:textId="66AA0C93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65</w:t>
            </w:r>
          </w:p>
        </w:tc>
      </w:tr>
      <w:tr w:rsidR="00D05A4A" w:rsidRPr="0025412F" w14:paraId="222AA22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31825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Сметана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823A" w14:textId="40C62B55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272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93</w:t>
            </w:r>
          </w:p>
        </w:tc>
      </w:tr>
      <w:tr w:rsidR="00D05A4A" w:rsidRPr="0025412F" w14:paraId="2892BE1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9B2C53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Творог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3F8C" w14:textId="7B34865C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384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59</w:t>
            </w:r>
          </w:p>
        </w:tc>
      </w:tr>
      <w:tr w:rsidR="00D05A4A" w:rsidRPr="0025412F" w14:paraId="256E4B5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9274B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Смеси сухие молочные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1820" w14:textId="6C7374C4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1012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96</w:t>
            </w:r>
          </w:p>
        </w:tc>
      </w:tr>
      <w:tr w:rsidR="00D05A4A" w:rsidRPr="0025412F" w14:paraId="494B35DB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4CCF3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Сыры твердые, полутвердые и мягкие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B0C5" w14:textId="2DE5D828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753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58</w:t>
            </w:r>
          </w:p>
        </w:tc>
      </w:tr>
      <w:tr w:rsidR="00D05A4A" w:rsidRPr="0025412F" w14:paraId="08C0337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5DE68D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овощные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A0D0" w14:textId="1A15762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652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68</w:t>
            </w:r>
          </w:p>
        </w:tc>
      </w:tr>
      <w:tr w:rsidR="00D05A4A" w:rsidRPr="0025412F" w14:paraId="331654BC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8419C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фруктово-ягодные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B930" w14:textId="3F5C5DA8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472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52</w:t>
            </w:r>
          </w:p>
        </w:tc>
      </w:tr>
      <w:tr w:rsidR="00D05A4A" w:rsidRPr="0025412F" w14:paraId="0ABA7C7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BD7228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Яйца куриные,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5BC5" w14:textId="7240F676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18</w:t>
            </w:r>
          </w:p>
        </w:tc>
      </w:tr>
      <w:tr w:rsidR="00D05A4A" w:rsidRPr="0025412F" w14:paraId="7DD589B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46C52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Сахар-песок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C7F9" w14:textId="380A9A7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31</w:t>
            </w:r>
          </w:p>
        </w:tc>
      </w:tr>
      <w:tr w:rsidR="00D05A4A" w:rsidRPr="0025412F" w14:paraId="51044D4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1272FB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Печенье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ADC5" w14:textId="69A82135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264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21</w:t>
            </w:r>
          </w:p>
        </w:tc>
      </w:tr>
      <w:tr w:rsidR="00D05A4A" w:rsidRPr="0025412F" w14:paraId="2D36FE34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16BB5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Чай черный байховый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0606" w14:textId="402CC3B4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1202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02</w:t>
            </w:r>
          </w:p>
        </w:tc>
      </w:tr>
      <w:tr w:rsidR="00D05A4A" w:rsidRPr="0025412F" w14:paraId="54B6757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C2EB8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Соль поваренная пищевая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782F" w14:textId="4F31DD23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17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01</w:t>
            </w:r>
          </w:p>
        </w:tc>
      </w:tr>
      <w:tr w:rsidR="00D05A4A" w:rsidRPr="0025412F" w14:paraId="35AF783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6C65B7B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Мука пшеничная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6F6D" w14:textId="03CD7CA8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61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62</w:t>
            </w:r>
          </w:p>
        </w:tc>
      </w:tr>
      <w:tr w:rsidR="00D05A4A" w:rsidRPr="0025412F" w14:paraId="0247AC3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A4E5F3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из ржаной муки и из смеси муки ржаной и пшеничной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65AE" w14:textId="4A671B85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39</w:t>
            </w:r>
          </w:p>
        </w:tc>
      </w:tr>
      <w:tr w:rsidR="00D05A4A" w:rsidRPr="0025412F" w14:paraId="251BC72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A671F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 булочные изделия из пшеничной муки различных сортов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6B6C" w14:textId="05350CB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70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60</w:t>
            </w:r>
          </w:p>
        </w:tc>
      </w:tr>
      <w:tr w:rsidR="00D05A4A" w:rsidRPr="0025412F" w14:paraId="60D312F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B50B5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Рис шлифованный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34CA" w14:textId="77921EF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22</w:t>
            </w:r>
          </w:p>
        </w:tc>
      </w:tr>
      <w:tr w:rsidR="00D05A4A" w:rsidRPr="0025412F" w14:paraId="0BAC0830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8B184C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Пшено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E68A" w14:textId="16C2937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59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82</w:t>
            </w:r>
          </w:p>
        </w:tc>
      </w:tr>
      <w:tr w:rsidR="00D05A4A" w:rsidRPr="0025412F" w14:paraId="6B158C2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C2DAEC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Крупа гречневая-ядрица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8680" w14:textId="0B8B453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96</w:t>
            </w:r>
          </w:p>
        </w:tc>
      </w:tr>
      <w:tr w:rsidR="00D05A4A" w:rsidRPr="0025412F" w14:paraId="00F14104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AEA21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Вермишель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11D1" w14:textId="19FB949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50</w:t>
            </w:r>
          </w:p>
        </w:tc>
      </w:tr>
      <w:tr w:rsidR="00D05A4A" w:rsidRPr="0025412F" w14:paraId="2C49D29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57F1D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Макаронные изделия из пшеничной муки высшего сорта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D36D" w14:textId="750A53F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44</w:t>
            </w:r>
          </w:p>
        </w:tc>
      </w:tr>
      <w:tr w:rsidR="00D05A4A" w:rsidRPr="0025412F" w14:paraId="3941F17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21BEF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Картофель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8263" w14:textId="6F79EF5E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45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25</w:t>
            </w:r>
          </w:p>
        </w:tc>
      </w:tr>
      <w:tr w:rsidR="00D05A4A" w:rsidRPr="0025412F" w14:paraId="2051B14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D88851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Капуста белокочанная свежая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6676" w14:textId="538234C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49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07</w:t>
            </w:r>
          </w:p>
        </w:tc>
      </w:tr>
      <w:tr w:rsidR="00D05A4A" w:rsidRPr="0025412F" w14:paraId="7B84CD1D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0BE183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Лук репчатый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592C" w14:textId="29FE6A08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37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27</w:t>
            </w:r>
          </w:p>
        </w:tc>
      </w:tr>
      <w:tr w:rsidR="00D05A4A" w:rsidRPr="0025412F" w14:paraId="5413067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DD37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Свекла столовая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2E81" w14:textId="63B6991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50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91</w:t>
            </w:r>
          </w:p>
        </w:tc>
      </w:tr>
      <w:tr w:rsidR="00D05A4A" w:rsidRPr="0025412F" w14:paraId="5992727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ED04E2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Морковь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4EA2" w14:textId="35D2FEDC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53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95</w:t>
            </w:r>
          </w:p>
        </w:tc>
      </w:tr>
      <w:tr w:rsidR="00D05A4A" w:rsidRPr="0025412F" w14:paraId="69F549B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3F3D3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Огурцы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0F9" w14:textId="52F01AE8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96</w:t>
            </w:r>
          </w:p>
        </w:tc>
      </w:tr>
      <w:tr w:rsidR="00D05A4A" w:rsidRPr="0025412F" w14:paraId="34FB66E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194F8B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Помидоры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301C" w14:textId="5590BB0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79</w:t>
            </w:r>
          </w:p>
        </w:tc>
      </w:tr>
      <w:tr w:rsidR="00D05A4A" w:rsidRPr="0025412F" w14:paraId="4ED2A2E9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A6CC3C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Яблоки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F55C" w14:textId="191896DD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139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72</w:t>
            </w:r>
          </w:p>
        </w:tc>
      </w:tr>
      <w:tr w:rsidR="00D05A4A" w:rsidRPr="0025412F" w14:paraId="3C7A254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0B258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Бананы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8A72" w14:textId="0DF4B11A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137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91</w:t>
            </w:r>
          </w:p>
        </w:tc>
      </w:tr>
      <w:tr w:rsidR="00D05A4A" w:rsidRPr="0025412F" w14:paraId="55A5FC71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F450C2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Водка крепостью 40% об. спирта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FF04" w14:textId="0FB635E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750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12</w:t>
            </w:r>
          </w:p>
        </w:tc>
      </w:tr>
      <w:tr w:rsidR="00D05A4A" w:rsidRPr="0025412F" w14:paraId="35CF2D1D" w14:textId="77777777" w:rsidTr="003445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D2598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Обед в столовой, кафе, закусочной (кроме столовой в организации), </w:t>
            </w:r>
            <w:r w:rsidRPr="0025412F">
              <w:rPr>
                <w:b/>
                <w:color w:val="000000"/>
                <w:sz w:val="20"/>
              </w:rPr>
              <w:br/>
              <w:t>на одного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1B87C" w14:textId="43FC178D" w:rsidR="00D05A4A" w:rsidRDefault="00D05A4A" w:rsidP="0034452F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385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32</w:t>
            </w:r>
          </w:p>
        </w:tc>
      </w:tr>
      <w:tr w:rsidR="00D05A4A" w:rsidRPr="0025412F" w14:paraId="7528304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802709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Брюки для детей школьного возраста из джинсовой ткани,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81B7" w14:textId="27D4BE06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1393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16</w:t>
            </w:r>
          </w:p>
        </w:tc>
      </w:tr>
      <w:tr w:rsidR="00D05A4A" w:rsidRPr="0025412F" w14:paraId="2AB90F2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D11C1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Пеленки для новорожденных,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616A" w14:textId="0C8EBC8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290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74</w:t>
            </w:r>
          </w:p>
        </w:tc>
      </w:tr>
      <w:tr w:rsidR="00D05A4A" w:rsidRPr="0025412F" w14:paraId="7B3EA11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87178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Костюм спортивный для детей школьного возраста,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26AE" w14:textId="640221FD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2176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75</w:t>
            </w:r>
          </w:p>
        </w:tc>
      </w:tr>
      <w:tr w:rsidR="00D05A4A" w:rsidRPr="0025412F" w14:paraId="131BA4B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B8202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Майка, футболка мужская бельевая,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E4EA" w14:textId="421B97C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324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66</w:t>
            </w:r>
          </w:p>
        </w:tc>
      </w:tr>
      <w:tr w:rsidR="00D05A4A" w:rsidRPr="0025412F" w14:paraId="5CA3271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8A29A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Футболка детская,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3E6A" w14:textId="5607231C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392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02</w:t>
            </w:r>
          </w:p>
        </w:tc>
      </w:tr>
    </w:tbl>
    <w:p w14:paraId="7A1ED113" w14:textId="77777777"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14:paraId="543FEDEA" w14:textId="77777777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C98E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059B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D05A4A" w:rsidRPr="0025412F" w14:paraId="0EA50D12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97055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Носки мужские,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EAEB" w14:textId="2980814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95</w:t>
            </w:r>
          </w:p>
        </w:tc>
      </w:tr>
      <w:tr w:rsidR="00D05A4A" w:rsidRPr="0025412F" w14:paraId="65791B1A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F31AE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Колготки женские эластичные,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953D" w14:textId="2EAF482A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291</w:t>
            </w:r>
            <w:r>
              <w:rPr>
                <w:b/>
                <w:sz w:val="20"/>
              </w:rPr>
              <w:t>,</w:t>
            </w:r>
            <w:r w:rsidRPr="006E1545">
              <w:rPr>
                <w:b/>
                <w:sz w:val="20"/>
              </w:rPr>
              <w:t>52</w:t>
            </w:r>
          </w:p>
        </w:tc>
      </w:tr>
      <w:tr w:rsidR="00D05A4A" w:rsidRPr="0025412F" w14:paraId="53428C21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119B6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детей,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6190" w14:textId="3CC7DAB7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1925,40</w:t>
            </w:r>
          </w:p>
        </w:tc>
      </w:tr>
      <w:tr w:rsidR="00D05A4A" w:rsidRPr="0025412F" w14:paraId="1BEC576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6BE62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взрослых,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7AC4" w14:textId="5DBB764E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3146,42</w:t>
            </w:r>
          </w:p>
        </w:tc>
      </w:tr>
      <w:tr w:rsidR="00D05A4A" w:rsidRPr="0025412F" w14:paraId="6C19AF1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E26FC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хозяйственное, 200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D8D9" w14:textId="21CCC0BE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70,22</w:t>
            </w:r>
          </w:p>
        </w:tc>
      </w:tr>
      <w:tr w:rsidR="00D05A4A" w:rsidRPr="0025412F" w14:paraId="54C921A4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5F9A71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Порошок стиральный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AFCD" w14:textId="0CE590B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196,88</w:t>
            </w:r>
          </w:p>
        </w:tc>
      </w:tr>
      <w:tr w:rsidR="00D05A4A" w:rsidRPr="0025412F" w14:paraId="02961C3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1C6612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туалетное, 100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A40B" w14:textId="03D11E3C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67,54</w:t>
            </w:r>
          </w:p>
        </w:tc>
      </w:tr>
      <w:tr w:rsidR="00D05A4A" w:rsidRPr="0025412F" w14:paraId="755FFC7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C5BBE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Шампунь, 250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71A7" w14:textId="6D5EB81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194,70</w:t>
            </w:r>
          </w:p>
        </w:tc>
      </w:tr>
      <w:tr w:rsidR="00D05A4A" w:rsidRPr="0025412F" w14:paraId="0064D78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664C08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Паста зубная, 100 г (100 мл)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BC3A" w14:textId="51640A25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158,78</w:t>
            </w:r>
          </w:p>
        </w:tc>
      </w:tr>
      <w:tr w:rsidR="00D05A4A" w:rsidRPr="0025412F" w14:paraId="4879062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AC7948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Щетка зубная,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9DF1" w14:textId="632298CD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131,64</w:t>
            </w:r>
          </w:p>
        </w:tc>
      </w:tr>
      <w:tr w:rsidR="00D05A4A" w:rsidRPr="0025412F" w14:paraId="49387D2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EE240A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Сигареты с фильтром, пачка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88F8" w14:textId="3F4413D2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180,80</w:t>
            </w:r>
          </w:p>
        </w:tc>
      </w:tr>
      <w:tr w:rsidR="00D05A4A" w:rsidRPr="0025412F" w14:paraId="676D87C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26A3D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Спички, коробок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C140" w14:textId="2C133EA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3,06</w:t>
            </w:r>
          </w:p>
        </w:tc>
      </w:tr>
      <w:tr w:rsidR="00D05A4A" w:rsidRPr="0025412F" w14:paraId="0E3DA91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FF64E3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Электропылесос напольный,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591E" w14:textId="3C8B1A0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8041,69</w:t>
            </w:r>
          </w:p>
        </w:tc>
      </w:tr>
      <w:tr w:rsidR="00D05A4A" w:rsidRPr="0025412F" w14:paraId="0F68DBC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8CC55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Бумага туалетная, рулон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DA0D" w14:textId="79857C9E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22,44</w:t>
            </w:r>
          </w:p>
        </w:tc>
      </w:tr>
      <w:tr w:rsidR="00D05A4A" w:rsidRPr="0025412F" w14:paraId="40795654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C4E7F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Прокладки женские гигиенические,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CEAB" w14:textId="62DE21E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99,18</w:t>
            </w:r>
          </w:p>
        </w:tc>
      </w:tr>
      <w:tr w:rsidR="00D05A4A" w:rsidRPr="0025412F" w14:paraId="671C9CA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F1B70D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Подгузники детские бумажные,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1BBB" w14:textId="73E60A24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231,14</w:t>
            </w:r>
          </w:p>
        </w:tc>
      </w:tr>
      <w:tr w:rsidR="00D05A4A" w:rsidRPr="0025412F" w14:paraId="7955846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FB212E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Телевизор,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DACA" w14:textId="7587F52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33078,00</w:t>
            </w:r>
          </w:p>
        </w:tc>
      </w:tr>
      <w:tr w:rsidR="00D05A4A" w:rsidRPr="0025412F" w14:paraId="237107D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C51133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Смартфон,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AAC5" w14:textId="0751939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9915,22</w:t>
            </w:r>
          </w:p>
        </w:tc>
      </w:tr>
      <w:tr w:rsidR="00D05A4A" w:rsidRPr="0025412F" w14:paraId="70FFC5C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7308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Доска обрезная,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99D1" w14:textId="64FE8A3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19033,73</w:t>
            </w:r>
          </w:p>
        </w:tc>
      </w:tr>
      <w:tr w:rsidR="00D05A4A" w:rsidRPr="0025412F" w14:paraId="484CFCE2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3883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Плиты древесностружечные, ориентированно-стружечные,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5183" w14:textId="1F74C12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368,48</w:t>
            </w:r>
          </w:p>
        </w:tc>
      </w:tr>
      <w:tr w:rsidR="00D05A4A" w:rsidRPr="0025412F" w14:paraId="144F3D1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8E525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отечественный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2D65" w14:textId="777DEF3D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1234626,59</w:t>
            </w:r>
          </w:p>
        </w:tc>
      </w:tr>
      <w:tr w:rsidR="00D05A4A" w:rsidRPr="0025412F" w14:paraId="62760527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E7FE3D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иностранной марки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444C" w14:textId="56504DDC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2267594,08</w:t>
            </w:r>
          </w:p>
        </w:tc>
      </w:tr>
      <w:tr w:rsidR="00D05A4A" w:rsidRPr="0025412F" w14:paraId="304C302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B0986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Дизельное топливо,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D069" w14:textId="4BF92723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64,26</w:t>
            </w:r>
          </w:p>
        </w:tc>
      </w:tr>
      <w:tr w:rsidR="00D05A4A" w:rsidRPr="0025412F" w14:paraId="2495752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0F4A1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ACDD" w14:textId="515C1402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58,61</w:t>
            </w:r>
          </w:p>
        </w:tc>
      </w:tr>
      <w:tr w:rsidR="00D05A4A" w:rsidRPr="0025412F" w14:paraId="345DE311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BCFF7D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АИ-92,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2478" w14:textId="2B35677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54,17</w:t>
            </w:r>
          </w:p>
        </w:tc>
      </w:tr>
      <w:tr w:rsidR="00D05A4A" w:rsidRPr="0025412F" w14:paraId="3C87E18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CC3F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АИ-95,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9F53" w14:textId="6018332D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59,04</w:t>
            </w:r>
          </w:p>
        </w:tc>
      </w:tr>
      <w:tr w:rsidR="00D05A4A" w:rsidRPr="0025412F" w14:paraId="75981E1F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E408F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АИ-98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6C1C" w14:textId="3BD2F34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73,04</w:t>
            </w:r>
          </w:p>
        </w:tc>
      </w:tr>
      <w:tr w:rsidR="00D05A4A" w:rsidRPr="0025412F" w14:paraId="6541BA2E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C8950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Метамизол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156D" w14:textId="7C72773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30,02</w:t>
            </w:r>
          </w:p>
        </w:tc>
      </w:tr>
      <w:tr w:rsidR="00D05A4A" w:rsidRPr="0025412F" w14:paraId="7414C19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9070C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Комбинированные анальгетики,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0B49" w14:textId="22ACCAAD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130,13</w:t>
            </w:r>
          </w:p>
        </w:tc>
      </w:tr>
      <w:tr w:rsidR="00D05A4A" w:rsidRPr="0025412F" w14:paraId="47BE350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52AD8B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Нимесулид</w:t>
            </w:r>
            <w:proofErr w:type="spellEnd"/>
            <w:r w:rsidRPr="0025412F">
              <w:rPr>
                <w:b/>
                <w:color w:val="000000"/>
                <w:sz w:val="20"/>
              </w:rPr>
              <w:t>, 100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8DA2" w14:textId="36D3032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117,92</w:t>
            </w:r>
          </w:p>
        </w:tc>
      </w:tr>
      <w:tr w:rsidR="00D05A4A" w:rsidRPr="0025412F" w14:paraId="5F1510E7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060C3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Корвалол, 25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614F" w14:textId="1DDEF5F4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47,38</w:t>
            </w:r>
          </w:p>
        </w:tc>
      </w:tr>
      <w:tr w:rsidR="00D05A4A" w:rsidRPr="0025412F" w14:paraId="4EE1F8E4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365BD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Левомеколь</w:t>
            </w:r>
            <w:proofErr w:type="spellEnd"/>
            <w:r w:rsidRPr="0025412F">
              <w:rPr>
                <w:b/>
                <w:color w:val="000000"/>
                <w:sz w:val="20"/>
              </w:rPr>
              <w:t>, мазь, 40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0C7E" w14:textId="2690FAFA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227,97</w:t>
            </w:r>
          </w:p>
        </w:tc>
      </w:tr>
      <w:tr w:rsidR="00D05A4A" w:rsidRPr="0025412F" w14:paraId="0D38E68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1628BB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Валидол, 60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68F9" w14:textId="47E1FF87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42,08</w:t>
            </w:r>
          </w:p>
        </w:tc>
      </w:tr>
      <w:tr w:rsidR="00D05A4A" w:rsidRPr="0025412F" w14:paraId="546C274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F0D39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Аллохол</w:t>
            </w:r>
            <w:proofErr w:type="spellEnd"/>
            <w:r w:rsidRPr="0025412F">
              <w:rPr>
                <w:b/>
                <w:color w:val="000000"/>
                <w:sz w:val="20"/>
              </w:rPr>
              <w:t>, 50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F5B6" w14:textId="69974E01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109,35</w:t>
            </w:r>
          </w:p>
        </w:tc>
      </w:tr>
      <w:tr w:rsidR="00D05A4A" w:rsidRPr="0025412F" w14:paraId="3102996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A9DD0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Ренгалин</w:t>
            </w:r>
            <w:proofErr w:type="spellEnd"/>
            <w:r w:rsidRPr="0025412F">
              <w:rPr>
                <w:b/>
                <w:color w:val="000000"/>
                <w:sz w:val="20"/>
              </w:rPr>
              <w:t>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0D0F" w14:textId="2F0F8DF2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348,79</w:t>
            </w:r>
          </w:p>
        </w:tc>
      </w:tr>
      <w:tr w:rsidR="00D05A4A" w:rsidRPr="0025412F" w14:paraId="06B3D572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474B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Эргоферон</w:t>
            </w:r>
            <w:proofErr w:type="spellEnd"/>
            <w:r w:rsidRPr="0025412F">
              <w:rPr>
                <w:b/>
                <w:color w:val="000000"/>
                <w:sz w:val="20"/>
              </w:rPr>
              <w:t>, 20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6EF7" w14:textId="6736807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602,35</w:t>
            </w:r>
          </w:p>
        </w:tc>
      </w:tr>
      <w:tr w:rsidR="00D05A4A" w:rsidRPr="0025412F" w14:paraId="00C44286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10367A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Поливитамины,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CBC6" w14:textId="26268513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121,83</w:t>
            </w:r>
          </w:p>
        </w:tc>
      </w:tr>
      <w:tr w:rsidR="00D05A4A" w:rsidRPr="0025412F" w14:paraId="372A20D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38CF1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Сухие корма для домашних животных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93D6" w14:textId="6200957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248,60</w:t>
            </w:r>
          </w:p>
        </w:tc>
      </w:tr>
      <w:tr w:rsidR="00D05A4A" w:rsidRPr="0025412F" w14:paraId="59BABB8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B879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Ремонт телевизоров,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B9CD" w14:textId="2813CF4A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2549,05</w:t>
            </w:r>
          </w:p>
        </w:tc>
      </w:tr>
      <w:tr w:rsidR="00D05A4A" w:rsidRPr="0025412F" w14:paraId="03AC705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9CE0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Мойка легкового автомобиля,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9DA" w14:textId="0700F73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764,70</w:t>
            </w:r>
          </w:p>
        </w:tc>
      </w:tr>
      <w:tr w:rsidR="00D05A4A" w:rsidRPr="0025412F" w14:paraId="01D7A6D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E2215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женском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31C1" w14:textId="1675C4C3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550,26</w:t>
            </w:r>
          </w:p>
        </w:tc>
      </w:tr>
      <w:tr w:rsidR="00D05A4A" w:rsidRPr="0025412F" w14:paraId="434CD71A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72A0A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мужском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AF7A" w14:textId="0141C3B7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461,41</w:t>
            </w:r>
          </w:p>
        </w:tc>
      </w:tr>
      <w:tr w:rsidR="00D05A4A" w:rsidRPr="0025412F" w14:paraId="2709B96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E4DCFB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Проезд в городском автобусе, поездка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6F89" w14:textId="74B2BE45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30,56</w:t>
            </w:r>
          </w:p>
        </w:tc>
      </w:tr>
      <w:tr w:rsidR="00D05A4A" w:rsidRPr="0025412F" w14:paraId="2E1FAFA0" w14:textId="77777777" w:rsidTr="0034452F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A8E11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Полет в салоне экономического класса самолета, </w:t>
            </w:r>
            <w:r w:rsidRPr="0025412F">
              <w:rPr>
                <w:b/>
                <w:color w:val="000000"/>
                <w:sz w:val="20"/>
              </w:rPr>
              <w:br/>
              <w:t>в расчете на 1000 км пути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9005D" w14:textId="3E199FDB" w:rsidR="00D05A4A" w:rsidRDefault="00D05A4A" w:rsidP="0034452F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8575,48</w:t>
            </w:r>
          </w:p>
        </w:tc>
      </w:tr>
      <w:tr w:rsidR="00D05A4A" w:rsidRPr="0025412F" w14:paraId="48C0755D" w14:textId="77777777" w:rsidTr="0034452F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A15DAD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Плата за жилье в домах государственного </w:t>
            </w:r>
            <w:r w:rsidRPr="0025412F">
              <w:rPr>
                <w:b/>
                <w:color w:val="000000"/>
                <w:sz w:val="20"/>
              </w:rPr>
              <w:br/>
              <w:t>и муниципального жилищных фондов,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37371" w14:textId="0C34D7A8" w:rsidR="00D05A4A" w:rsidRDefault="00D05A4A" w:rsidP="0034452F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16,36</w:t>
            </w:r>
          </w:p>
        </w:tc>
      </w:tr>
      <w:tr w:rsidR="00D05A4A" w:rsidRPr="0025412F" w14:paraId="6BBF4346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35D4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6D98" w14:textId="1A37A66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69,24</w:t>
            </w:r>
          </w:p>
        </w:tc>
      </w:tr>
      <w:tr w:rsidR="00D05A4A" w:rsidRPr="0025412F" w14:paraId="56DC527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4B35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Гкал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D605" w14:textId="5596B6CC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2464,85</w:t>
            </w:r>
          </w:p>
        </w:tc>
      </w:tr>
      <w:tr w:rsidR="00D05A4A" w:rsidRPr="0025412F" w14:paraId="68DC93E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542A0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 и водоотведение,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DD53" w14:textId="2FD0A6D4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612,07</w:t>
            </w:r>
          </w:p>
        </w:tc>
      </w:tr>
      <w:tr w:rsidR="00D05A4A" w:rsidRPr="0025412F" w14:paraId="6C404D11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26A64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72FE" w14:textId="05210E4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33,09</w:t>
            </w:r>
          </w:p>
        </w:tc>
      </w:tr>
      <w:tr w:rsidR="00D05A4A" w:rsidRPr="0025412F" w14:paraId="2F07152F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97A5C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Водоотведение,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1EEC" w14:textId="784DA9C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38,50</w:t>
            </w:r>
          </w:p>
        </w:tc>
      </w:tr>
      <w:tr w:rsidR="00D05A4A" w:rsidRPr="0025412F" w14:paraId="233190C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4708F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F88A" w14:textId="639F8E49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598,29</w:t>
            </w:r>
          </w:p>
        </w:tc>
      </w:tr>
      <w:tr w:rsidR="00D05A4A" w:rsidRPr="0025412F" w14:paraId="33D74A4E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B5F62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0492" w14:textId="7330401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192,99</w:t>
            </w:r>
          </w:p>
        </w:tc>
      </w:tr>
      <w:tr w:rsidR="00D05A4A" w:rsidRPr="0025412F" w14:paraId="5C8E983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A5013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Газ сжиженный,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DC84" w14:textId="064557BA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119,30</w:t>
            </w:r>
          </w:p>
        </w:tc>
      </w:tr>
      <w:tr w:rsidR="00D05A4A" w:rsidRPr="0025412F" w14:paraId="0D09F88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2049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Услуги по снабжению электроэнергией, 100 кВт-ч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FECD" w14:textId="028A13B8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583,21</w:t>
            </w:r>
          </w:p>
        </w:tc>
      </w:tr>
    </w:tbl>
    <w:p w14:paraId="52904F20" w14:textId="77777777"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14:paraId="0F8FD8AF" w14:textId="77777777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50AD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AC5A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D05A4A" w:rsidRPr="0025412F" w14:paraId="01D410E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7858D7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1* или в мотеле,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EA79" w14:textId="7171BB10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874,88</w:t>
            </w:r>
          </w:p>
        </w:tc>
      </w:tr>
      <w:tr w:rsidR="00D05A4A" w:rsidRPr="0025412F" w14:paraId="05C08B4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994BCE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2*,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E82A" w14:textId="456F5FD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1563,16</w:t>
            </w:r>
          </w:p>
        </w:tc>
      </w:tr>
      <w:tr w:rsidR="00D05A4A" w:rsidRPr="0025412F" w14:paraId="6D74FA9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C95C9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3*,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1C2E" w14:textId="6386CFBF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1959,60</w:t>
            </w:r>
          </w:p>
        </w:tc>
      </w:tr>
      <w:tr w:rsidR="00D05A4A" w:rsidRPr="0025412F" w14:paraId="00B603C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BE1938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4*-5*,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5330" w14:textId="37EA0A1B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3156,98</w:t>
            </w:r>
          </w:p>
        </w:tc>
      </w:tr>
      <w:tr w:rsidR="00D05A4A" w:rsidRPr="0025412F" w14:paraId="756A2C8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BA8FC6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хостеле,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9385" w14:textId="14E9E554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732,34</w:t>
            </w:r>
          </w:p>
        </w:tc>
      </w:tr>
      <w:tr w:rsidR="00D05A4A" w:rsidRPr="005E6CDA" w14:paraId="60A35027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3B47BC" w14:textId="77777777" w:rsidR="00D05A4A" w:rsidRPr="0025412F" w:rsidRDefault="00D05A4A" w:rsidP="00D05A4A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Санаторий, день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A12E" w14:textId="2BD3D295" w:rsidR="00D05A4A" w:rsidRDefault="00D05A4A" w:rsidP="00D05A4A">
            <w:pPr>
              <w:ind w:right="454"/>
              <w:jc w:val="right"/>
              <w:rPr>
                <w:b/>
                <w:sz w:val="20"/>
              </w:rPr>
            </w:pPr>
            <w:r w:rsidRPr="006E1545">
              <w:rPr>
                <w:b/>
                <w:sz w:val="20"/>
              </w:rPr>
              <w:t>5750,70</w:t>
            </w:r>
          </w:p>
        </w:tc>
      </w:tr>
      <w:bookmarkEnd w:id="375"/>
    </w:tbl>
    <w:p w14:paraId="7446DE54" w14:textId="77777777" w:rsidR="00607B4E" w:rsidRPr="00DE413A" w:rsidRDefault="00607B4E" w:rsidP="00191D34">
      <w:pPr>
        <w:spacing w:before="120"/>
        <w:ind w:left="425" w:hanging="85"/>
        <w:rPr>
          <w:b/>
          <w:sz w:val="20"/>
          <w:lang w:val="en-US"/>
        </w:rPr>
        <w:sectPr w:rsidR="00607B4E" w:rsidRPr="00DE413A" w:rsidSect="00BE270D">
          <w:headerReference w:type="even" r:id="rId30"/>
          <w:headerReference w:type="default" r:id="rId31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5DCC2783" w14:textId="77777777" w:rsidR="00547763" w:rsidRPr="00FB7401" w:rsidRDefault="00547763" w:rsidP="00C76FA1">
      <w:pPr>
        <w:spacing w:before="2520"/>
        <w:jc w:val="center"/>
        <w:rPr>
          <w:b/>
          <w:sz w:val="32"/>
          <w:szCs w:val="32"/>
        </w:rPr>
      </w:pPr>
      <w:bookmarkStart w:id="381" w:name="_Hlk176354697"/>
      <w:bookmarkEnd w:id="377"/>
      <w:r>
        <w:rPr>
          <w:b/>
          <w:sz w:val="32"/>
          <w:szCs w:val="32"/>
        </w:rPr>
        <w:lastRenderedPageBreak/>
        <w:t>Социально-</w:t>
      </w:r>
      <w:r w:rsidRPr="00FB7401">
        <w:rPr>
          <w:b/>
          <w:sz w:val="32"/>
          <w:szCs w:val="32"/>
        </w:rPr>
        <w:t>экономическо</w:t>
      </w:r>
      <w:r>
        <w:rPr>
          <w:b/>
          <w:sz w:val="32"/>
          <w:szCs w:val="32"/>
        </w:rPr>
        <w:t>е</w:t>
      </w:r>
      <w:r w:rsidRPr="00FB7401">
        <w:rPr>
          <w:b/>
          <w:sz w:val="32"/>
          <w:szCs w:val="32"/>
        </w:rPr>
        <w:t xml:space="preserve"> положени</w:t>
      </w:r>
      <w:r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br/>
      </w:r>
      <w:r w:rsidRPr="00FB7401">
        <w:rPr>
          <w:b/>
          <w:sz w:val="32"/>
          <w:szCs w:val="32"/>
        </w:rPr>
        <w:t>Астраханской области</w:t>
      </w:r>
    </w:p>
    <w:p w14:paraId="7C14B51D" w14:textId="77777777" w:rsidR="00547763" w:rsidRPr="00FB7401" w:rsidRDefault="00547763" w:rsidP="00547763">
      <w:pPr>
        <w:spacing w:before="240"/>
        <w:jc w:val="center"/>
        <w:rPr>
          <w:b/>
          <w:sz w:val="36"/>
          <w:szCs w:val="36"/>
        </w:rPr>
      </w:pPr>
      <w:r w:rsidRPr="00FB7401">
        <w:rPr>
          <w:b/>
          <w:sz w:val="36"/>
          <w:szCs w:val="36"/>
        </w:rPr>
        <w:t>Доклад</w:t>
      </w:r>
    </w:p>
    <w:p w14:paraId="41750249" w14:textId="77777777" w:rsidR="00547763" w:rsidRPr="00FB7401" w:rsidRDefault="00547763" w:rsidP="00547763">
      <w:pPr>
        <w:spacing w:before="288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Ответственный за выпуск:</w:t>
      </w:r>
    </w:p>
    <w:p w14:paraId="40E581F6" w14:textId="77777777" w:rsidR="00547763" w:rsidRPr="00FB7401" w:rsidRDefault="00547763" w:rsidP="00547763">
      <w:pPr>
        <w:spacing w:before="24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Отдел сводных статистических р</w:t>
      </w:r>
      <w:r>
        <w:rPr>
          <w:b/>
          <w:sz w:val="28"/>
          <w:szCs w:val="28"/>
        </w:rPr>
        <w:t>абот</w:t>
      </w:r>
      <w:r>
        <w:rPr>
          <w:b/>
          <w:sz w:val="28"/>
          <w:szCs w:val="28"/>
        </w:rPr>
        <w:br/>
      </w:r>
      <w:r w:rsidRPr="00FB7401">
        <w:rPr>
          <w:b/>
          <w:sz w:val="28"/>
          <w:szCs w:val="28"/>
        </w:rPr>
        <w:t>и общес</w:t>
      </w:r>
      <w:r>
        <w:rPr>
          <w:b/>
          <w:sz w:val="28"/>
          <w:szCs w:val="28"/>
        </w:rPr>
        <w:t>твенны</w:t>
      </w:r>
      <w:r w:rsidRPr="00FB7401">
        <w:rPr>
          <w:b/>
          <w:sz w:val="28"/>
          <w:szCs w:val="28"/>
        </w:rPr>
        <w:t>х св</w:t>
      </w:r>
      <w:r>
        <w:rPr>
          <w:b/>
          <w:sz w:val="28"/>
          <w:szCs w:val="28"/>
        </w:rPr>
        <w:t>язей</w:t>
      </w:r>
    </w:p>
    <w:p w14:paraId="3FB7933C" w14:textId="0A68C7A0" w:rsidR="00547763" w:rsidRPr="00053B1C" w:rsidRDefault="002D6C45" w:rsidP="0054776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Т.С. Бороденко</w:t>
      </w:r>
    </w:p>
    <w:p w14:paraId="0098289C" w14:textId="4EC54BF0" w:rsidR="00547763" w:rsidRPr="00B47E1B" w:rsidRDefault="00547763" w:rsidP="00547763">
      <w:pPr>
        <w:jc w:val="center"/>
        <w:rPr>
          <w:b/>
          <w:sz w:val="28"/>
          <w:szCs w:val="28"/>
        </w:rPr>
      </w:pPr>
      <w:r w:rsidRPr="00053B1C">
        <w:rPr>
          <w:b/>
          <w:sz w:val="28"/>
          <w:szCs w:val="28"/>
        </w:rPr>
        <w:t>тел. 39-45-</w:t>
      </w:r>
      <w:r w:rsidR="00053B1C" w:rsidRPr="00053B1C">
        <w:rPr>
          <w:b/>
          <w:sz w:val="28"/>
          <w:szCs w:val="28"/>
        </w:rPr>
        <w:t>31</w:t>
      </w:r>
    </w:p>
    <w:p w14:paraId="685AAAE8" w14:textId="77777777" w:rsidR="00547763" w:rsidRPr="00834EA0" w:rsidRDefault="00547763" w:rsidP="00547763">
      <w:pPr>
        <w:spacing w:before="4920"/>
        <w:jc w:val="center"/>
        <w:rPr>
          <w:b/>
          <w:szCs w:val="24"/>
        </w:rPr>
      </w:pPr>
      <w:r w:rsidRPr="00834EA0">
        <w:rPr>
          <w:b/>
          <w:szCs w:val="24"/>
          <w:lang w:val="en-US"/>
        </w:rPr>
        <w:t>https</w:t>
      </w:r>
      <w:r w:rsidRPr="00834EA0">
        <w:rPr>
          <w:b/>
          <w:szCs w:val="24"/>
        </w:rPr>
        <w:t>://30.</w:t>
      </w:r>
      <w:proofErr w:type="spellStart"/>
      <w:r w:rsidRPr="00834EA0">
        <w:rPr>
          <w:b/>
          <w:szCs w:val="24"/>
          <w:lang w:val="en-US"/>
        </w:rPr>
        <w:t>rosstat</w:t>
      </w:r>
      <w:proofErr w:type="spellEnd"/>
      <w:r w:rsidRPr="00834EA0">
        <w:rPr>
          <w:b/>
          <w:szCs w:val="24"/>
        </w:rPr>
        <w:t>.</w:t>
      </w:r>
      <w:r w:rsidRPr="00834EA0">
        <w:rPr>
          <w:b/>
          <w:szCs w:val="24"/>
          <w:lang w:val="en-US"/>
        </w:rPr>
        <w:t>gov</w:t>
      </w:r>
      <w:r w:rsidRPr="00834EA0">
        <w:rPr>
          <w:b/>
          <w:szCs w:val="24"/>
        </w:rPr>
        <w:t>.</w:t>
      </w:r>
      <w:proofErr w:type="spellStart"/>
      <w:r w:rsidRPr="00834EA0">
        <w:rPr>
          <w:b/>
          <w:szCs w:val="24"/>
          <w:lang w:val="en-US"/>
        </w:rPr>
        <w:t>ru</w:t>
      </w:r>
      <w:proofErr w:type="spellEnd"/>
    </w:p>
    <w:p w14:paraId="795B75FF" w14:textId="609FF8AD" w:rsidR="00E41235" w:rsidRPr="00CF27F1" w:rsidRDefault="00547763" w:rsidP="00547763">
      <w:pPr>
        <w:jc w:val="center"/>
        <w:rPr>
          <w:u w:val="single"/>
        </w:rPr>
      </w:pPr>
      <w:r w:rsidRPr="00834EA0">
        <w:rPr>
          <w:b/>
          <w:szCs w:val="24"/>
          <w:lang w:val="en-US"/>
        </w:rPr>
        <w:t>E</w:t>
      </w:r>
      <w:r w:rsidRPr="00834EA0">
        <w:rPr>
          <w:b/>
          <w:szCs w:val="24"/>
        </w:rPr>
        <w:t>-</w:t>
      </w:r>
      <w:r w:rsidRPr="00834EA0">
        <w:rPr>
          <w:b/>
          <w:szCs w:val="24"/>
          <w:lang w:val="en-US"/>
        </w:rPr>
        <w:t>mail</w:t>
      </w:r>
      <w:r w:rsidRPr="00834EA0">
        <w:rPr>
          <w:b/>
          <w:szCs w:val="24"/>
        </w:rPr>
        <w:t xml:space="preserve">: </w:t>
      </w:r>
      <w:hyperlink r:id="rId32" w:history="1">
        <w:r w:rsidRPr="004266AC">
          <w:rPr>
            <w:b/>
            <w:szCs w:val="24"/>
          </w:rPr>
          <w:t>30@rosstat.gov.ru</w:t>
        </w:r>
      </w:hyperlink>
      <w:bookmarkEnd w:id="381"/>
    </w:p>
    <w:sectPr w:rsidR="00E41235" w:rsidRPr="00CF27F1" w:rsidSect="00816525">
      <w:headerReference w:type="even" r:id="rId33"/>
      <w:headerReference w:type="default" r:id="rId34"/>
      <w:footerReference w:type="even" r:id="rId35"/>
      <w:footerReference w:type="default" r:id="rId36"/>
      <w:pgSz w:w="11906" w:h="16838" w:code="9"/>
      <w:pgMar w:top="1276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5B6B9" w14:textId="77777777" w:rsidR="00761E74" w:rsidRDefault="00761E74" w:rsidP="00326D1C">
      <w:r>
        <w:separator/>
      </w:r>
    </w:p>
  </w:endnote>
  <w:endnote w:type="continuationSeparator" w:id="0">
    <w:p w14:paraId="383CC6E5" w14:textId="77777777" w:rsidR="00761E74" w:rsidRDefault="00761E74" w:rsidP="0032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E510" w14:textId="77777777" w:rsidR="00AA2072" w:rsidRDefault="00AA2072" w:rsidP="00DA35B8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FE095" w14:textId="77777777" w:rsidR="00AA2072" w:rsidRDefault="00AA2072" w:rsidP="00F25C98">
    <w:pPr>
      <w:pStyle w:val="a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093" w14:textId="77777777" w:rsidR="00AA2072" w:rsidRPr="003B5D13" w:rsidRDefault="00AA2072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>
      <w:rPr>
        <w:b/>
        <w:noProof/>
      </w:rPr>
      <w:t>42</w:t>
    </w:r>
    <w:r w:rsidRPr="003B5D13">
      <w:rPr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34650" w14:textId="77777777" w:rsidR="00AA2072" w:rsidRPr="003B5D13" w:rsidRDefault="00AA2072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>
      <w:rPr>
        <w:b/>
        <w:noProof/>
      </w:rPr>
      <w:t>41</w:t>
    </w:r>
    <w:r w:rsidRPr="003B5D13">
      <w:rPr>
        <w:b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133F5" w14:textId="77777777" w:rsidR="00AA2072" w:rsidRPr="00353164" w:rsidRDefault="00AA2072" w:rsidP="00353164">
    <w:pPr>
      <w:pStyle w:val="a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B68D4" w14:textId="77777777" w:rsidR="00AA2072" w:rsidRPr="004F0381" w:rsidRDefault="00AA2072" w:rsidP="004F03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C5264" w14:textId="77777777" w:rsidR="00761E74" w:rsidRDefault="00761E74" w:rsidP="00326D1C">
      <w:r>
        <w:separator/>
      </w:r>
    </w:p>
  </w:footnote>
  <w:footnote w:type="continuationSeparator" w:id="0">
    <w:p w14:paraId="12A4337A" w14:textId="77777777" w:rsidR="00761E74" w:rsidRDefault="00761E74" w:rsidP="00326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8A4DD" w14:textId="09DED317" w:rsidR="00AA2072" w:rsidRPr="00565077" w:rsidRDefault="00AA2072" w:rsidP="00565077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D9626" w14:textId="784086CE" w:rsidR="00063F21" w:rsidRDefault="00063F21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170DFB09" wp14:editId="0E64444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0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095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aKF0wEAAIg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yCuWx8PAM/q0&#10;S1hSi/l1FmgMsea4td9QblEd/GN4QPUrCo/rHnxnSvTTMTB4lhHVG0g2YuA02/Ebao4BTlDUOrQ0&#10;iNbZ8DUDMzkrIg5lPMfLeMwhCcWPi+v5zdWUy1TPvgrqTJGBgWL6YnAQ+dLImAhs16c1es9LgHSi&#10;h/1DTLnAF0AGe7y3zpVdcF6MjbxZzBelnojO6uzMYZG67dqR2EPepvKVbtnzOoxw53Uh6w3oz+d7&#10;AutOd07u/FmkrMtJ4S3q44aexeNxlyrPq5n36bVd0C8/0Oo3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yqGih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379C9151" wp14:editId="0C7FA061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1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C4F20A" id="AutoShape 27" o:spid="_x0000_s1026" type="#_x0000_t32" style="position:absolute;margin-left:-5.65pt;margin-top:15pt;width:459pt;height:0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Qb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KuZFB4GntHH&#10;XcKSWsw/ZIHGEGuOW/sN5RbVwT+GB1Q/o/C47sF3pkQ/HQODZxlR/QbJRgycZjt+Rc0xwAmKWoeW&#10;BtE6G75kYCZnRcShjOd4GY85JKH4cXE9v7ma8hTVs6+COlNkYKCYPhscRL40MiYC2/Vpjd7zEiCd&#10;6GH/EFMu8AWQwR7vrXNlF5wXYyNvFvNFqSeiszo7c1ikbrt2JPaQt6l8pVv2vA4j3HldyHoD+tP5&#10;nsC6052TO38WKetyUniL+rihZ/F4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M3UG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>
      <w:rPr>
        <w:sz w:val="20"/>
      </w:rPr>
      <w:t>С</w:t>
    </w:r>
    <w:r w:rsidR="00890B6A" w:rsidRPr="00AC5303">
      <w:rPr>
        <w:sz w:val="20"/>
      </w:rPr>
      <w:t>оциально-экономическое положение Астраханской области</w:t>
    </w:r>
  </w:p>
  <w:p w14:paraId="5755F111" w14:textId="77777777" w:rsidR="00063F21" w:rsidRPr="00247E2C" w:rsidRDefault="00063F21" w:rsidP="00247E2C">
    <w:pPr>
      <w:pStyle w:val="a6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51447" w14:textId="1700FEDB" w:rsidR="00890B6A" w:rsidRDefault="00AA2072" w:rsidP="00890B6A">
    <w:pPr>
      <w:jc w:val="right"/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176D775C" wp14:editId="5D88C6E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87E2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zY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UnhYeARfdwn&#10;LJnFfJn1GUOsOWzjt5Q7VEf/GB5Q/YzC46YH35kS/XQKDJ5lRPUbJBsxcJbd+BU1xwAnKGIdWxpE&#10;62z4koGZnAURxzKd03U65piE4sfFcn7zfspDVM++CupMkYGBYvpscBD50siYCGzXpw16zzuAdKaH&#10;w0NMucAXQAZ7vLfOlVVwXoyNvFnMF6WeiM7q7MxhkbrdxpE4QF6m8pVu2fM6jHDvdSHrDehPl3sC&#10;6853Tu78RaSsy1nhHerTlp7F42mXKi+bmdfptV3QL//P+hc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lCuzY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6342AA5C" wp14:editId="0F8E789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A95CA4" id="AutoShape 27" o:spid="_x0000_s1026" type="#_x0000_t32" style="position:absolute;margin-left:-5.65pt;margin-top:15pt;width:459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AE4v5t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 w:rsidRPr="00C71228">
      <w:rPr>
        <w:sz w:val="20"/>
      </w:rPr>
      <w:t>Институциональные преобразования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9E779" w14:textId="6D48A579" w:rsidR="00063F21" w:rsidRDefault="00063F21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672A4297" wp14:editId="5B49994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0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36E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AHhBG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9920" behindDoc="0" locked="0" layoutInCell="1" allowOverlap="1" wp14:anchorId="3189633A" wp14:editId="7EB07146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1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117BB3" id="AutoShape 27" o:spid="_x0000_s1026" type="#_x0000_t32" style="position:absolute;margin-left:-5.65pt;margin-top:15pt;width:459pt;height:0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DeF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LuZFB4GntHH&#10;XcKSWsw/ZIHGEGuOW/sN5RbVwT+Ee1Q/o/C47sF3pkQ/HgODZxlR/QbJRgycZjt+Rc0xwAmKWoeW&#10;BtE6G75kYCZnRcShjOd4GY85JKH4cXE1v3475SmqJ18FdabIwEAxfTY4iHxpZEwEtuvTGr3nJUA6&#10;0cP+PqZc4DMggz3eWefKLjgvxkZeL+aLUk9EZ3V25rBI3XbtSOwhb1P5SrfseRlGuPO6kPUG9Kfz&#10;PYF1pzsnd/4sUtblpPAW9XFDT+LxuEuV59XM+/TSLujn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ChQ3h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>
      <w:rPr>
        <w:sz w:val="20"/>
      </w:rPr>
      <w:t>С</w:t>
    </w:r>
    <w:r w:rsidR="00890B6A" w:rsidRPr="00AC5303">
      <w:rPr>
        <w:sz w:val="20"/>
      </w:rPr>
      <w:t>оциально-экономическое положение Астраханской области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09F82" w14:textId="0AB63BE6" w:rsidR="00063F21" w:rsidRPr="00AC5303" w:rsidRDefault="00AA2072" w:rsidP="00890B6A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7A4B9E44" wp14:editId="420394B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322F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GT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c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MPjGT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E6DB7DB" wp14:editId="723311F1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C2BA09" id="AutoShape 27" o:spid="_x0000_s1026" type="#_x0000_t32" style="position:absolute;margin-left:-5.65pt;margin-top:15pt;width:459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qXryr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>
      <w:rPr>
        <w:sz w:val="20"/>
      </w:rPr>
      <w:t>Цены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85106" w14:textId="49C5C80C" w:rsidR="00063F21" w:rsidRDefault="00063F21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0AE1C84B" wp14:editId="12CD9EF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8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90F7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+Vq0wEAAIg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yCuelIeBZ/Rp&#10;l7CkFvPrLNAYYs1xa7+h3KI6+MfwgOpXFB7XPfjOlOinY2DwLCOqN5BsxMBptuM31BwDnKCodWhp&#10;EK2z4WsGZnJWRBzKeI6X8ZhDEoofF9fzm6spT1E9+yqoM0UGBorpi8FB5EsjYyKwXZ/W6D0vAdKJ&#10;HvYPMeUCXwAZ7PHeOld2wXkxNvJmMV+UeiI6q7Mzh0XqtmtHYg95m8pXumXP6zDCndeFrDegP5/v&#10;Caw73Tm582eRsi4nhbeojxt6Fo/HXao8r2bep9d2Qb/8QKvf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tQvla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75575824" wp14:editId="32DD600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DAF0A0" id="AutoShape 27" o:spid="_x0000_s1026" type="#_x0000_t32" style="position:absolute;margin-left:-5.65pt;margin-top:15pt;width:459pt;height:0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v2eT9N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>
      <w:rPr>
        <w:sz w:val="20"/>
      </w:rPr>
      <w:t>С</w:t>
    </w:r>
    <w:r w:rsidR="00890B6A" w:rsidRPr="00AC5303">
      <w:rPr>
        <w:sz w:val="20"/>
      </w:rPr>
      <w:t>оциально-экономическое положение Астраханской области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4C7EB" w14:textId="0140D8FE" w:rsidR="00063F21" w:rsidRPr="00AC5303" w:rsidRDefault="00AA2072" w:rsidP="00890B6A">
    <w:pPr>
      <w:jc w:val="right"/>
      <w:rPr>
        <w:sz w:val="20"/>
      </w:rPr>
    </w:pPr>
    <w:r w:rsidRPr="00266D23">
      <w:rPr>
        <w:noProof/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1E4CF0" wp14:editId="7076C0D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F87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5YkXJ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266D23"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F264036" wp14:editId="5DE2AC1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3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3F1CA6" id="AutoShape 27" o:spid="_x0000_s1026" type="#_x0000_t32" style="position:absolute;margin-left:-5.65pt;margin-top:15pt;width:459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7+Vhu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>
      <w:rPr>
        <w:sz w:val="20"/>
      </w:rPr>
      <w:t>Финансовая деятельность ор</w:t>
    </w:r>
    <w:r w:rsidR="00522B4D">
      <w:rPr>
        <w:sz w:val="20"/>
      </w:rPr>
      <w:t>г</w:t>
    </w:r>
    <w:r w:rsidR="00890B6A">
      <w:rPr>
        <w:sz w:val="20"/>
      </w:rPr>
      <w:t>анизаций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E7DA7" w14:textId="7E4E97A6" w:rsidR="00063F21" w:rsidRDefault="00063F21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4800" behindDoc="0" locked="0" layoutInCell="1" allowOverlap="1" wp14:anchorId="11C8695A" wp14:editId="507E4AA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6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C2B9F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+t8Mv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3776" behindDoc="0" locked="0" layoutInCell="1" allowOverlap="1" wp14:anchorId="1803DCC4" wp14:editId="6738FFB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7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FB46CC" id="AutoShape 27" o:spid="_x0000_s1026" type="#_x0000_t32" style="position:absolute;margin-left:-5.65pt;margin-top:15pt;width:459pt;height:0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PCzeiH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 w:rsidR="00890B6A">
      <w:rPr>
        <w:sz w:val="20"/>
      </w:rPr>
      <w:t>С</w:t>
    </w:r>
    <w:r w:rsidR="00890B6A" w:rsidRPr="00AC5303">
      <w:rPr>
        <w:sz w:val="20"/>
      </w:rPr>
      <w:t>оциально-экономическое положение Астраханской области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86DED" w14:textId="0BEBB748" w:rsidR="00063F21" w:rsidRPr="00AC5303" w:rsidRDefault="00AA2072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24A42627" wp14:editId="48586BED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44B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Qz0wEAAIg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Ns7uSwsPAM/q0&#10;S1hSi/l1FmgMsea4td9QblEd/GN4QPUrCo/rHnxnSvTTMTB4lhHVG0g2YuA02/Ebao4BTlDUOrQ0&#10;iNbZ8DUDMzkrIg5lPMfLeMwhCcWPi+v5zdWUp6iefRXUmSIDA8X0xeAg8qWRMRHYrk9r9J6XAOlE&#10;D/uHmHKBL4AM9nhvnSu74LwYG3mzmC9KPRGd1dmZwyJ127UjsYe8TeUr3bLndRjhzutC1hvQn8/3&#10;BNad7pzc+bNIWZeTwlvUxw09i8fjLlWeVzPv02u7oF9+oNVv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oxaEM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03314110" wp14:editId="1399ADC0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9D5CB3" id="AutoShape 27" o:spid="_x0000_s1026" type="#_x0000_t32" style="position:absolute;margin-left:-5.65pt;margin-top:15pt;width:459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yX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zm2b2TwsPAM/q4&#10;S1hSi/mHLNAYYs1xa7+h3KI6+Idwj+pnFB7XPfjOlOjHY2DwLCOq3yDZiIHTbMevqDkGOEFR69DS&#10;IFpnw5cMzOSsiDiU8Rwv4zGHJBQ/Lq7m12+nPEX15KugzhQZGCimzwYHkS+NjInAdn1ao/e8BEgn&#10;etjfx5QLfAZksMc761zZBefF2MjrxXxR6onorM7OHBap264diT3kbSpf6ZY9L8MId14Xst6A/nS+&#10;J7DudOfkzp9FyrqcFN6iPm7oSTwed6nyvJp5n17aBf38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mQRcl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063F21">
      <w:rPr>
        <w:sz w:val="20"/>
      </w:rPr>
      <w:t>С</w:t>
    </w:r>
    <w:r w:rsidR="00063F21" w:rsidRPr="00AC5303">
      <w:rPr>
        <w:sz w:val="20"/>
      </w:rPr>
      <w:t>оциаль</w:t>
    </w:r>
    <w:r w:rsidR="00890B6A">
      <w:rPr>
        <w:sz w:val="20"/>
      </w:rPr>
      <w:t>ная сфера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1F961" w14:textId="13316FB4" w:rsidR="00E27EA5" w:rsidRDefault="00E27EA5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51A4A84A" wp14:editId="34D90A0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530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L1D0u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0562A502" wp14:editId="3460F7D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3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B1B006" id="AutoShape 27" o:spid="_x0000_s1026" type="#_x0000_t32" style="position:absolute;margin-left:-5.65pt;margin-top:15pt;width:459pt;height:0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CU8giX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 w:rsidR="00890B6A">
      <w:rPr>
        <w:sz w:val="20"/>
      </w:rPr>
      <w:t>С</w:t>
    </w:r>
    <w:r w:rsidR="00890B6A" w:rsidRPr="00AC5303">
      <w:rPr>
        <w:sz w:val="20"/>
      </w:rPr>
      <w:t>оциально-экономическое положение Астраханской области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4B0A6" w14:textId="381AF064" w:rsidR="00063F21" w:rsidRDefault="00063F21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191638DE" wp14:editId="049064C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8286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kf0wEAAIgDAAAOAAAAZHJzL2Uyb0RvYy54bWysU8Fu2zAMvQ/YPwi6L07SZW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v3UngYeEYf&#10;dwlLajG/zgKNIdYct/Ybyi2qg38MD6h+RuFx3YPvTIl+OgYGzzKi+g2SjRg4zXb8ippjgBMUtQ4t&#10;DaJ1NnzJwEzOiohDGc/xMh5zSELx4+J6fnM1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1fe5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3278099B" wp14:editId="42153FD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4056A7" id="AutoShape 27" o:spid="_x0000_s1026" type="#_x0000_t32" style="position:absolute;margin-left:-5.65pt;margin-top:15pt;width:459pt;height:0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8+B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KuFFB4GntHH&#10;XcKSWsw/ZIHGEGuOW/sN5RbVwT+GB1Q/o/C47sF3pkQ/HQODZxlR/QbJRgycZjt+Rc0xwAmKWoeW&#10;BtE6G75kYCZnRcShjOd4GY85JKH4cXE9v7ma8hTVs6+COlNkYKCYPhscRL40MiYC2/Vpjd7zEiCd&#10;6GH/EFMu8AWQwR7vrXNlF5wXYyNvFvNFqSeiszo7c1ikbrt2JPaQt6l8pVv2vA4j3HldyHoD+tP5&#10;nsC6052TO38WKetyUniL+rihZ/F4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35vP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>
      <w:rPr>
        <w:sz w:val="20"/>
      </w:rPr>
      <w:t>С</w:t>
    </w:r>
    <w:r w:rsidR="00890B6A" w:rsidRPr="00AC5303">
      <w:rPr>
        <w:sz w:val="20"/>
      </w:rPr>
      <w:t>оциально-экономическое положение Астраханской области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63A2A" w14:textId="77777777" w:rsidR="00AA2072" w:rsidRPr="00440594" w:rsidRDefault="00AA2072" w:rsidP="00F610BA">
    <w:pPr>
      <w:rPr>
        <w:sz w:val="20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2E999" w14:textId="2E807747" w:rsidR="00063F21" w:rsidRPr="00AC5303" w:rsidRDefault="00AA2072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400C981" wp14:editId="0D3F445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1DD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J+p0w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zm2X2UwsPAM/q0&#10;S1hSi/lVFmgMsea4td9QblEd/GO4R/UzCo/rHnxnSvTTMTB4lhHVb5BsxMBptuM31BwDnKCodWhp&#10;EK2z4WsGZnJWRBzKeI6X8ZhDEoofF1fz6/dTnqJ69lVQZ4oMDBTTF4ODyJdGxkRguz6t0XteAqQT&#10;PezvY8oFvgAy2OOdda7sgvNibOT1Yr4o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vECfq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4F2D755A" wp14:editId="1DFBDC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0C7817" id="AutoShape 27" o:spid="_x0000_s1026" type="#_x0000_t32" style="position:absolute;margin-left:-5.65pt;margin-top:15pt;width:45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zu/iX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890B6A">
      <w:rPr>
        <w:sz w:val="20"/>
      </w:rPr>
      <w:t>Приложения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6225" w14:textId="77777777" w:rsidR="00AA2072" w:rsidRPr="00353164" w:rsidRDefault="00AA2072" w:rsidP="00353164">
    <w:pPr>
      <w:pStyle w:val="a6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9C16B" w14:textId="77777777" w:rsidR="00AA2072" w:rsidRPr="00C76FA1" w:rsidRDefault="00AA2072" w:rsidP="00C76FA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8F6B" w14:textId="77777777" w:rsidR="00AA2072" w:rsidRPr="006B702B" w:rsidRDefault="00AA2072" w:rsidP="004506FD">
    <w:pPr>
      <w:jc w:val="right"/>
      <w:rPr>
        <w:sz w:val="20"/>
      </w:rPr>
    </w:pP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C7CCEC" wp14:editId="3E7D098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7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9C66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5.65pt;margin-top:15pt;width:459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0Q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AcpPAw8oo+7&#10;hCWzmL/L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0HNE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6EAA09" wp14:editId="2D26A46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8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44C2FF" id="AutoShape 23" o:spid="_x0000_s1026" type="#_x0000_t32" style="position:absolute;margin-left:-5.65pt;margin-top:15pt;width:459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j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SB6Uh4FH9GmX&#10;sGQW86uszxhizWFrv6HcoTr4x/CA6lcUHtc9+M6U6KdjYPAsI6o3kGzEwFm24zfUHAOcoIh1aGkQ&#10;rbPhawZmchZEHMp0jpfpmEMSih8X1/ObqykPUT37KqgzRQYGiumLwUHkSyNjIrBdn9boPe8A0oke&#10;9g8x5QJfABns8d46V1bBeTE28mYxX5R6IjqrszOHReq2a0diD3mZyle6Zc/rMMKd14WsN6A/n+8J&#10;rDvdObnzZ5GyLieFt6iPG3oWj6ddqjxvZl6n13ZBv/w/q9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Bq31j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 xml:space="preserve">Рынки </w:t>
    </w:r>
    <w:r w:rsidRPr="006B702B">
      <w:rPr>
        <w:sz w:val="20"/>
      </w:rPr>
      <w:t>товаров и услуг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4301A" w14:textId="3EF9A81D" w:rsidR="00AA2072" w:rsidRDefault="00AA2072" w:rsidP="00DC7884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4217EBF6" wp14:editId="2AC411F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F0E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oJ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S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aCoJ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3EF25845" wp14:editId="72312E9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FAC985" id="AutoShape 27" o:spid="_x0000_s1026" type="#_x0000_t32" style="position:absolute;margin-left:-5.65pt;margin-top:15pt;width:459pt;height: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k30wEAAIg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zm2V1J4WHgGX3c&#10;JSypxfxDFmgMsea4td9QblEd/GN4QPUzCo/rHnxnSvTTMTB4lhHVb5BsxMBptuNX1BwDnKCodWhp&#10;EK2z4UsGZnJWRBzKeI6X8ZhDEoofF9fzm/dTnqJ69lVQZ4oMDBTTZ4ODyJdGxkRguz6t0XteAqQT&#10;PewfYsoFvgAy2OO9da7sgvNibOTNYr4o9UR0VmdnDovUbdeOxB7yNpWvdMue12GEO68LWW9Afzr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tizpN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AA2072">
      <w:rPr>
        <w:sz w:val="20"/>
      </w:rPr>
      <w:t xml:space="preserve"> </w:t>
    </w:r>
    <w:r w:rsidR="004E4F4F" w:rsidRPr="0017258B">
      <w:rPr>
        <w:sz w:val="20"/>
      </w:rPr>
      <w:t>Производство товаров и услуг</w:t>
    </w:r>
  </w:p>
  <w:p w14:paraId="1C9603AE" w14:textId="77777777" w:rsidR="00AA2072" w:rsidRPr="00247E2C" w:rsidRDefault="00AA2072" w:rsidP="00247E2C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9EBBE" w14:textId="77777777" w:rsidR="00AA2072" w:rsidRPr="00247E2C" w:rsidRDefault="00AA2072" w:rsidP="004506FD">
    <w:pPr>
      <w:jc w:val="right"/>
      <w:rPr>
        <w:sz w:val="20"/>
      </w:rPr>
    </w:pPr>
    <w:r w:rsidRPr="00247E2C">
      <w:rPr>
        <w:noProof/>
        <w:sz w:val="20"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08EF95DD" wp14:editId="6FD8214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0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5F860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5.65pt;margin-top:15pt;width:459pt;height:0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nNMtz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247E2C">
      <w:rPr>
        <w:noProof/>
        <w:sz w:val="20"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563A284C" wp14:editId="2BFBA43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1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A0DE32" id="AutoShape 23" o:spid="_x0000_s1026" type="#_x0000_t32" style="position:absolute;margin-left:-5.65pt;margin-top:15pt;width:459pt;height:0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4plR8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247E2C">
      <w:rPr>
        <w:sz w:val="20"/>
      </w:rPr>
      <w:t>Основные экономические и социальные показатели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71F31" w14:textId="41E74A12" w:rsidR="00083D58" w:rsidRPr="00AC5303" w:rsidRDefault="004E4F4F" w:rsidP="00083D58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31046E7D" wp14:editId="120F8D80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6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6ECC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4pgMB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79B4240A" wp14:editId="0ED78AD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7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8FBA9C" id="AutoShape 27" o:spid="_x0000_s1026" type="#_x0000_t32" style="position:absolute;margin-left:-5.65pt;margin-top:15pt;width:459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qZ0w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xu5PyjFB4GntGn&#10;XcKSWvAbCzSGWHPc2m8ot6gO/jHco/oZhcd1D74zJfrpGBg8y4jqN0g2YuA02/Ebao4BTlDUOrQ0&#10;iNbZ8DUDMzkrIg5lPMfLeMwhCcWPi6v59fspT1E9+yqoM0UGBorpi8FB5EsjYyKwXZ/W6D0vAdKJ&#10;Hvb3MeUCXwAZ7PHOOld2wXkxNvJ6MV+UeiI6q7Mzh0XqtmtHYg95m8pXumXP6zDCndeFrDegP5/v&#10;Caw73Tm582eRsi4nhbeojxt6Fo/HXao8r2bep9d2Qb/8QKtf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6PR6m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="00083D58">
      <w:rPr>
        <w:sz w:val="20"/>
      </w:rPr>
      <w:t>С</w:t>
    </w:r>
    <w:r w:rsidR="00083D58" w:rsidRPr="00AC5303">
      <w:rPr>
        <w:sz w:val="20"/>
      </w:rPr>
      <w:t>оциально-экономическое положение Астраханской области</w:t>
    </w:r>
  </w:p>
  <w:p w14:paraId="50F062A0" w14:textId="77777777" w:rsidR="004E4F4F" w:rsidRPr="00247E2C" w:rsidRDefault="004E4F4F" w:rsidP="00247E2C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8CFEE" w14:textId="0FCE17D9" w:rsidR="00AA2072" w:rsidRPr="00AC5303" w:rsidRDefault="00AA207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7FD223EA" wp14:editId="3BB8C9B6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910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dC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EIKDwOP6OM+&#10;Ycks5suszxhizWEbv6XcoTr6x/CA6mcUHjc9+M6U6KdTYPAsI6rfINmIgbPsxq+oOQY4QRHr2NIg&#10;WmfDlwzM5CyIOJbpnK7TMcckFD8ulvOb91Meonr2VVBnigwMFNNng4PIl0bGRGC7Pm3Qe94BpDM9&#10;HB5iygW+ADLY4711rqyC82Js5M1ivij1RHRWZ2cOi9TtNo7EAfIyla90y57XYYR7rwtZb0B/utwT&#10;WHe+c3LnLyJlXc4K71CftvQsHk+7VHnZzLxOr+2Cfvl/1r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6XPdC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B1F0EC7" wp14:editId="3186C2F5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27EDF3" id="AutoShape 27" o:spid="_x0000_s1026" type="#_x0000_t32" style="position:absolute;margin-left:-5.65pt;margin-top:15pt;width:459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R80gEAAIc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xu5JUUHgYe0cdd&#10;wpJZzD9kfcYQaw5b+w3lDtXBP4YHVD+j8LjuwXemRD8dA4NnGVH9BslGDJxlO35FzTHACYpYh5YG&#10;0TobvmRgJmdBxKFM53iZjjkkofhxcT2/eT/lIapnXwV1psjAQDF9NjiIfGlkTAS269MavecdQDrR&#10;w/4hplzgCyCDPd5b58oqOC/GRt4s5otST0RndXbmsEjddu1I7CEvU/lKt+x5HUa487qQ9Qb0p/M9&#10;gXWnOyd3/ixS1uWk8Bb1cUPP4vG0S5Xnzczr9Nou6Jf/Z/U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fGDR8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="00083D58">
      <w:rPr>
        <w:sz w:val="20"/>
      </w:rPr>
      <w:t>Производство товаров и услуг</w:t>
    </w:r>
  </w:p>
  <w:p w14:paraId="11799191" w14:textId="698DB114" w:rsidR="00AA2072" w:rsidRDefault="00AA2072" w:rsidP="004506FD">
    <w:pPr>
      <w:jc w:val="right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7DA8F" w14:textId="0D3FE92F" w:rsidR="004E4F4F" w:rsidRPr="00247E2C" w:rsidRDefault="00890B6A" w:rsidP="00083D58">
    <w:pPr>
      <w:jc w:val="left"/>
    </w:pPr>
    <w:r>
      <w:rPr>
        <w:sz w:val="20"/>
      </w:rPr>
      <w:t>С</w:t>
    </w:r>
    <w:r w:rsidR="00083D58" w:rsidRPr="00AC5303">
      <w:rPr>
        <w:sz w:val="20"/>
      </w:rPr>
      <w:t>оциально-экономическое положение Астраханской области</w:t>
    </w:r>
    <w:r w:rsidR="004E4F4F"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0DA88448" wp14:editId="14E779F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8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809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TOXS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="004E4F4F"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0F3E372C" wp14:editId="60D748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515F1A" id="AutoShape 27" o:spid="_x0000_s1026" type="#_x0000_t32" style="position:absolute;margin-left:-5.65pt;margin-top:15pt;width:459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pyCTTNMBAACI&#10;AwAADgAAAAAAAAAAAAAAAAAuAgAAZHJzL2Uyb0RvYy54bWxQSwECLQAUAAYACAAAACEAsB0sCt0A&#10;AAAJAQAADwAAAAAAAAAAAAAAAAAtBAAAZHJzL2Rvd25yZXYueG1sUEsFBgAAAAAEAAQA8wAAADcF&#10;AAAAAA==&#10;"/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02769" w14:textId="5B720226" w:rsidR="00083D58" w:rsidRPr="00AC5303" w:rsidRDefault="00083D58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3584CD5" wp14:editId="6D8841B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65A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qB0wEAAIgDAAAOAAAAZHJzL2Uyb0RvYy54bWysU8Fu2zAMvQ/YPwi6L06yZm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srKTwMPKOP&#10;u4QltZhfZ4HGEGuOW/sN5RbVwT+GB1Q/o/C47sF3pkQ/HQODZxlR/QbJRgycZjt+Rc0xwAmKWoeW&#10;BtE6G75kYCZnRcShjOd4GY85JKH4cXE9v3k/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Hy5a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1F4F2956" wp14:editId="3AF17FE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FBF8AE" id="AutoShape 27" o:spid="_x0000_s1026" type="#_x0000_t32" style="position:absolute;margin-left:-5.65pt;margin-top:15pt;width:459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iwf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LuFFB4GntHH&#10;XcKSWsw/ZIHGEGuOW/sN5RbVwT+Ee1Q/o/C47sF3pkQ/HgODZxlR/QbJRgycZjt+Rc0xwAmKWoeW&#10;BtE6G75kYCZnRcShjOd4GY85JKH4cXE1v3475SmqJ18FdabIwEAxfTY4iHxpZEwEtuvTGr3nJUA6&#10;0cP+PqZc4DMggz3eWefKLjgvxkZeL+aLUk9EZ3V25rBI3XbtSOwhb1P5SrfseRlGuPO6kPUG9Kfz&#10;PYF1pzsnd/4sUtblpPAW9XFDT+LxuEuV59XM+/TSLujn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FUIs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Рынки товаров и услуг</w:t>
    </w:r>
  </w:p>
  <w:p w14:paraId="25C4A0C4" w14:textId="77777777" w:rsidR="00083D58" w:rsidRDefault="00083D58" w:rsidP="004506FD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" o:bullet="t">
        <v:imagedata r:id="rId1" o:title="" croptop="-44199f" cropbottom="-61726f" cropleft="-1" cropright="-81265f"/>
        <o:lock v:ext="edit" aspectratio="f"/>
      </v:shape>
    </w:pict>
  </w:numPicBullet>
  <w:abstractNum w:abstractNumId="0" w15:restartNumberingAfterBreak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63E27"/>
    <w:multiLevelType w:val="hybridMultilevel"/>
    <w:tmpl w:val="24D2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617DF"/>
    <w:multiLevelType w:val="hybridMultilevel"/>
    <w:tmpl w:val="9EB65A2C"/>
    <w:lvl w:ilvl="0" w:tplc="C0482FCA">
      <w:start w:val="2018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 w15:restartNumberingAfterBreak="0">
    <w:nsid w:val="531B7625"/>
    <w:multiLevelType w:val="hybridMultilevel"/>
    <w:tmpl w:val="8480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599E5234"/>
    <w:multiLevelType w:val="hybridMultilevel"/>
    <w:tmpl w:val="3D844B6E"/>
    <w:lvl w:ilvl="0" w:tplc="78A833D8">
      <w:start w:val="2019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6C612229"/>
    <w:multiLevelType w:val="hybridMultilevel"/>
    <w:tmpl w:val="788E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97698"/>
    <w:multiLevelType w:val="hybridMultilevel"/>
    <w:tmpl w:val="F93E63F4"/>
    <w:lvl w:ilvl="0" w:tplc="051E94FC">
      <w:start w:val="1"/>
      <w:numFmt w:val="decimal"/>
      <w:lvlText w:val="%1)"/>
      <w:lvlJc w:val="left"/>
      <w:pPr>
        <w:ind w:left="7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9"/>
  </w:num>
  <w:num w:numId="5">
    <w:abstractNumId w:val="2"/>
  </w:num>
  <w:num w:numId="6">
    <w:abstractNumId w:val="22"/>
  </w:num>
  <w:num w:numId="7">
    <w:abstractNumId w:val="21"/>
  </w:num>
  <w:num w:numId="8">
    <w:abstractNumId w:val="6"/>
  </w:num>
  <w:num w:numId="9">
    <w:abstractNumId w:val="4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0"/>
  </w:num>
  <w:num w:numId="15">
    <w:abstractNumId w:val="17"/>
  </w:num>
  <w:num w:numId="16">
    <w:abstractNumId w:val="8"/>
  </w:num>
  <w:num w:numId="17">
    <w:abstractNumId w:val="18"/>
  </w:num>
  <w:num w:numId="18">
    <w:abstractNumId w:val="12"/>
  </w:num>
  <w:num w:numId="19">
    <w:abstractNumId w:val="20"/>
  </w:num>
  <w:num w:numId="20">
    <w:abstractNumId w:val="14"/>
  </w:num>
  <w:num w:numId="21">
    <w:abstractNumId w:val="10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0C"/>
    <w:rsid w:val="00000176"/>
    <w:rsid w:val="000003AB"/>
    <w:rsid w:val="000004A1"/>
    <w:rsid w:val="00000818"/>
    <w:rsid w:val="00000EE3"/>
    <w:rsid w:val="0000132B"/>
    <w:rsid w:val="0000143D"/>
    <w:rsid w:val="00001455"/>
    <w:rsid w:val="000014D3"/>
    <w:rsid w:val="000019BF"/>
    <w:rsid w:val="00001AC3"/>
    <w:rsid w:val="00001D87"/>
    <w:rsid w:val="00002046"/>
    <w:rsid w:val="0000208F"/>
    <w:rsid w:val="00002238"/>
    <w:rsid w:val="00002253"/>
    <w:rsid w:val="00002314"/>
    <w:rsid w:val="000028BB"/>
    <w:rsid w:val="00002910"/>
    <w:rsid w:val="000029A9"/>
    <w:rsid w:val="000029C2"/>
    <w:rsid w:val="00002A26"/>
    <w:rsid w:val="00002D3B"/>
    <w:rsid w:val="000032C9"/>
    <w:rsid w:val="00003400"/>
    <w:rsid w:val="0000374C"/>
    <w:rsid w:val="00003823"/>
    <w:rsid w:val="00003DEE"/>
    <w:rsid w:val="00004285"/>
    <w:rsid w:val="0000431A"/>
    <w:rsid w:val="00004A6C"/>
    <w:rsid w:val="00004E0F"/>
    <w:rsid w:val="0000513C"/>
    <w:rsid w:val="000052F0"/>
    <w:rsid w:val="00005534"/>
    <w:rsid w:val="000055DE"/>
    <w:rsid w:val="00005FC0"/>
    <w:rsid w:val="00006155"/>
    <w:rsid w:val="0000637B"/>
    <w:rsid w:val="00006A4C"/>
    <w:rsid w:val="00006E33"/>
    <w:rsid w:val="000070D9"/>
    <w:rsid w:val="00007242"/>
    <w:rsid w:val="00007284"/>
    <w:rsid w:val="0000754A"/>
    <w:rsid w:val="0000772E"/>
    <w:rsid w:val="00007C9B"/>
    <w:rsid w:val="0001000E"/>
    <w:rsid w:val="0001026F"/>
    <w:rsid w:val="0001039D"/>
    <w:rsid w:val="000103D0"/>
    <w:rsid w:val="00011066"/>
    <w:rsid w:val="000110E8"/>
    <w:rsid w:val="00011189"/>
    <w:rsid w:val="000115EB"/>
    <w:rsid w:val="00011887"/>
    <w:rsid w:val="00011FBD"/>
    <w:rsid w:val="00012664"/>
    <w:rsid w:val="000128E8"/>
    <w:rsid w:val="00012A46"/>
    <w:rsid w:val="00012BF7"/>
    <w:rsid w:val="0001303D"/>
    <w:rsid w:val="00013554"/>
    <w:rsid w:val="00013567"/>
    <w:rsid w:val="00014120"/>
    <w:rsid w:val="000141CD"/>
    <w:rsid w:val="00014470"/>
    <w:rsid w:val="00014FAC"/>
    <w:rsid w:val="00015068"/>
    <w:rsid w:val="00015207"/>
    <w:rsid w:val="000156E1"/>
    <w:rsid w:val="0001573D"/>
    <w:rsid w:val="00015A20"/>
    <w:rsid w:val="00015C5D"/>
    <w:rsid w:val="000160C4"/>
    <w:rsid w:val="000161D4"/>
    <w:rsid w:val="0001646C"/>
    <w:rsid w:val="000165E5"/>
    <w:rsid w:val="00016663"/>
    <w:rsid w:val="000167DF"/>
    <w:rsid w:val="00016C8C"/>
    <w:rsid w:val="00016D5D"/>
    <w:rsid w:val="00016F72"/>
    <w:rsid w:val="000173A8"/>
    <w:rsid w:val="000174E6"/>
    <w:rsid w:val="00017890"/>
    <w:rsid w:val="00017F36"/>
    <w:rsid w:val="0002086B"/>
    <w:rsid w:val="00020AB7"/>
    <w:rsid w:val="000210DE"/>
    <w:rsid w:val="00021178"/>
    <w:rsid w:val="000216D1"/>
    <w:rsid w:val="000216E5"/>
    <w:rsid w:val="0002181E"/>
    <w:rsid w:val="00021907"/>
    <w:rsid w:val="00022812"/>
    <w:rsid w:val="00022A3C"/>
    <w:rsid w:val="00022EBA"/>
    <w:rsid w:val="00022F75"/>
    <w:rsid w:val="000231E9"/>
    <w:rsid w:val="000235C0"/>
    <w:rsid w:val="00023617"/>
    <w:rsid w:val="000237DC"/>
    <w:rsid w:val="000246EC"/>
    <w:rsid w:val="0002484F"/>
    <w:rsid w:val="00024E90"/>
    <w:rsid w:val="00024F91"/>
    <w:rsid w:val="00025665"/>
    <w:rsid w:val="00025813"/>
    <w:rsid w:val="00025C4D"/>
    <w:rsid w:val="000261C8"/>
    <w:rsid w:val="00026327"/>
    <w:rsid w:val="00026841"/>
    <w:rsid w:val="00026BC7"/>
    <w:rsid w:val="00026CDB"/>
    <w:rsid w:val="00026CF2"/>
    <w:rsid w:val="00027101"/>
    <w:rsid w:val="00027176"/>
    <w:rsid w:val="000277BB"/>
    <w:rsid w:val="000277EF"/>
    <w:rsid w:val="00027C21"/>
    <w:rsid w:val="00027C37"/>
    <w:rsid w:val="0003070B"/>
    <w:rsid w:val="00030724"/>
    <w:rsid w:val="00030A21"/>
    <w:rsid w:val="00030F94"/>
    <w:rsid w:val="00030FDC"/>
    <w:rsid w:val="00031304"/>
    <w:rsid w:val="000314E8"/>
    <w:rsid w:val="000319C0"/>
    <w:rsid w:val="00031A3D"/>
    <w:rsid w:val="00031D5C"/>
    <w:rsid w:val="0003240D"/>
    <w:rsid w:val="00032F70"/>
    <w:rsid w:val="00033398"/>
    <w:rsid w:val="00033C94"/>
    <w:rsid w:val="00033D1D"/>
    <w:rsid w:val="00033F78"/>
    <w:rsid w:val="00034473"/>
    <w:rsid w:val="000345E5"/>
    <w:rsid w:val="00034A63"/>
    <w:rsid w:val="00034F27"/>
    <w:rsid w:val="0003501F"/>
    <w:rsid w:val="000350C0"/>
    <w:rsid w:val="00035120"/>
    <w:rsid w:val="000351A2"/>
    <w:rsid w:val="00035500"/>
    <w:rsid w:val="000357AC"/>
    <w:rsid w:val="00036331"/>
    <w:rsid w:val="00036394"/>
    <w:rsid w:val="00036A1C"/>
    <w:rsid w:val="00036F48"/>
    <w:rsid w:val="0003716C"/>
    <w:rsid w:val="000372CE"/>
    <w:rsid w:val="000378F0"/>
    <w:rsid w:val="00037FB2"/>
    <w:rsid w:val="00040288"/>
    <w:rsid w:val="00040345"/>
    <w:rsid w:val="0004074F"/>
    <w:rsid w:val="000408FF"/>
    <w:rsid w:val="00041136"/>
    <w:rsid w:val="00041A8B"/>
    <w:rsid w:val="0004210D"/>
    <w:rsid w:val="00042695"/>
    <w:rsid w:val="00042744"/>
    <w:rsid w:val="00042890"/>
    <w:rsid w:val="00042927"/>
    <w:rsid w:val="00042943"/>
    <w:rsid w:val="000429D9"/>
    <w:rsid w:val="000429FE"/>
    <w:rsid w:val="00042D1C"/>
    <w:rsid w:val="00042D83"/>
    <w:rsid w:val="000431F4"/>
    <w:rsid w:val="0004338A"/>
    <w:rsid w:val="000437B8"/>
    <w:rsid w:val="00043B60"/>
    <w:rsid w:val="00043CE1"/>
    <w:rsid w:val="0004420D"/>
    <w:rsid w:val="000444DB"/>
    <w:rsid w:val="00044A6C"/>
    <w:rsid w:val="00044F7E"/>
    <w:rsid w:val="000454E7"/>
    <w:rsid w:val="00045848"/>
    <w:rsid w:val="000459A0"/>
    <w:rsid w:val="00045F2B"/>
    <w:rsid w:val="00046E64"/>
    <w:rsid w:val="00046EE4"/>
    <w:rsid w:val="000473EA"/>
    <w:rsid w:val="00047534"/>
    <w:rsid w:val="00047CAD"/>
    <w:rsid w:val="00050A9F"/>
    <w:rsid w:val="00050DE5"/>
    <w:rsid w:val="000512CC"/>
    <w:rsid w:val="00051516"/>
    <w:rsid w:val="0005162A"/>
    <w:rsid w:val="00051EBB"/>
    <w:rsid w:val="000524EE"/>
    <w:rsid w:val="00053078"/>
    <w:rsid w:val="000533DB"/>
    <w:rsid w:val="000536AB"/>
    <w:rsid w:val="00053878"/>
    <w:rsid w:val="00053A15"/>
    <w:rsid w:val="00053B1C"/>
    <w:rsid w:val="00053DF6"/>
    <w:rsid w:val="000542F3"/>
    <w:rsid w:val="0005509C"/>
    <w:rsid w:val="0005531B"/>
    <w:rsid w:val="0005549B"/>
    <w:rsid w:val="000554BF"/>
    <w:rsid w:val="00055685"/>
    <w:rsid w:val="00055AEB"/>
    <w:rsid w:val="00055E4D"/>
    <w:rsid w:val="000561F3"/>
    <w:rsid w:val="000563F3"/>
    <w:rsid w:val="00056530"/>
    <w:rsid w:val="00056A60"/>
    <w:rsid w:val="00056D49"/>
    <w:rsid w:val="00056F21"/>
    <w:rsid w:val="00056F8D"/>
    <w:rsid w:val="00057019"/>
    <w:rsid w:val="000573B4"/>
    <w:rsid w:val="00060830"/>
    <w:rsid w:val="00060F36"/>
    <w:rsid w:val="00061077"/>
    <w:rsid w:val="00061B11"/>
    <w:rsid w:val="000622DE"/>
    <w:rsid w:val="00062370"/>
    <w:rsid w:val="00062440"/>
    <w:rsid w:val="0006282C"/>
    <w:rsid w:val="00062A17"/>
    <w:rsid w:val="00062F15"/>
    <w:rsid w:val="00062F70"/>
    <w:rsid w:val="00063164"/>
    <w:rsid w:val="000633F9"/>
    <w:rsid w:val="000635BE"/>
    <w:rsid w:val="00063B8E"/>
    <w:rsid w:val="00063CFA"/>
    <w:rsid w:val="00063E64"/>
    <w:rsid w:val="00063F21"/>
    <w:rsid w:val="000645EE"/>
    <w:rsid w:val="000647B0"/>
    <w:rsid w:val="00064BEA"/>
    <w:rsid w:val="00064CF0"/>
    <w:rsid w:val="00065358"/>
    <w:rsid w:val="00065371"/>
    <w:rsid w:val="000661DB"/>
    <w:rsid w:val="0006651C"/>
    <w:rsid w:val="00066C75"/>
    <w:rsid w:val="00067043"/>
    <w:rsid w:val="00067589"/>
    <w:rsid w:val="000676A6"/>
    <w:rsid w:val="000678A3"/>
    <w:rsid w:val="000678F8"/>
    <w:rsid w:val="00067A4D"/>
    <w:rsid w:val="00067AFA"/>
    <w:rsid w:val="00067C69"/>
    <w:rsid w:val="00070119"/>
    <w:rsid w:val="0007075F"/>
    <w:rsid w:val="00070AF3"/>
    <w:rsid w:val="00071398"/>
    <w:rsid w:val="000714BE"/>
    <w:rsid w:val="00071762"/>
    <w:rsid w:val="000719AE"/>
    <w:rsid w:val="00071A19"/>
    <w:rsid w:val="00071BD5"/>
    <w:rsid w:val="00072418"/>
    <w:rsid w:val="0007276F"/>
    <w:rsid w:val="000729E9"/>
    <w:rsid w:val="0007361F"/>
    <w:rsid w:val="00074029"/>
    <w:rsid w:val="00074055"/>
    <w:rsid w:val="000748F9"/>
    <w:rsid w:val="00074B4C"/>
    <w:rsid w:val="00074BC6"/>
    <w:rsid w:val="0007505C"/>
    <w:rsid w:val="00075769"/>
    <w:rsid w:val="000758A1"/>
    <w:rsid w:val="00075933"/>
    <w:rsid w:val="00075D1C"/>
    <w:rsid w:val="00075DC5"/>
    <w:rsid w:val="00075FB9"/>
    <w:rsid w:val="00076109"/>
    <w:rsid w:val="00076410"/>
    <w:rsid w:val="000771C1"/>
    <w:rsid w:val="0007732E"/>
    <w:rsid w:val="0008073A"/>
    <w:rsid w:val="0008076F"/>
    <w:rsid w:val="000807D1"/>
    <w:rsid w:val="00080C12"/>
    <w:rsid w:val="00080FFD"/>
    <w:rsid w:val="00081F4E"/>
    <w:rsid w:val="000825C1"/>
    <w:rsid w:val="000829F3"/>
    <w:rsid w:val="00082AEB"/>
    <w:rsid w:val="00082F9C"/>
    <w:rsid w:val="00083375"/>
    <w:rsid w:val="00083A17"/>
    <w:rsid w:val="00083C3C"/>
    <w:rsid w:val="00083D58"/>
    <w:rsid w:val="0008403A"/>
    <w:rsid w:val="00084397"/>
    <w:rsid w:val="0008452E"/>
    <w:rsid w:val="00084542"/>
    <w:rsid w:val="00084611"/>
    <w:rsid w:val="00084714"/>
    <w:rsid w:val="00084881"/>
    <w:rsid w:val="00084EE7"/>
    <w:rsid w:val="00085317"/>
    <w:rsid w:val="0008546F"/>
    <w:rsid w:val="00085965"/>
    <w:rsid w:val="00085A68"/>
    <w:rsid w:val="00085D12"/>
    <w:rsid w:val="00085D45"/>
    <w:rsid w:val="00085FA2"/>
    <w:rsid w:val="000872F8"/>
    <w:rsid w:val="0008747D"/>
    <w:rsid w:val="00087925"/>
    <w:rsid w:val="00090700"/>
    <w:rsid w:val="00090E5F"/>
    <w:rsid w:val="00090EA6"/>
    <w:rsid w:val="00091079"/>
    <w:rsid w:val="000911A7"/>
    <w:rsid w:val="00091697"/>
    <w:rsid w:val="0009170B"/>
    <w:rsid w:val="000918BD"/>
    <w:rsid w:val="000918EC"/>
    <w:rsid w:val="0009194F"/>
    <w:rsid w:val="00091E10"/>
    <w:rsid w:val="00091EE2"/>
    <w:rsid w:val="00092132"/>
    <w:rsid w:val="0009268D"/>
    <w:rsid w:val="00092A2B"/>
    <w:rsid w:val="00092A49"/>
    <w:rsid w:val="00092F09"/>
    <w:rsid w:val="00092FCD"/>
    <w:rsid w:val="00093093"/>
    <w:rsid w:val="00093147"/>
    <w:rsid w:val="000934BD"/>
    <w:rsid w:val="00093CD6"/>
    <w:rsid w:val="000943A1"/>
    <w:rsid w:val="0009455A"/>
    <w:rsid w:val="0009456D"/>
    <w:rsid w:val="00094D8C"/>
    <w:rsid w:val="00094FB1"/>
    <w:rsid w:val="00094FC8"/>
    <w:rsid w:val="000955C4"/>
    <w:rsid w:val="00095F84"/>
    <w:rsid w:val="000960C6"/>
    <w:rsid w:val="00096188"/>
    <w:rsid w:val="00096268"/>
    <w:rsid w:val="000966EB"/>
    <w:rsid w:val="00096804"/>
    <w:rsid w:val="00096814"/>
    <w:rsid w:val="00097109"/>
    <w:rsid w:val="0009745D"/>
    <w:rsid w:val="000978C0"/>
    <w:rsid w:val="00097D19"/>
    <w:rsid w:val="00097F2C"/>
    <w:rsid w:val="000A045C"/>
    <w:rsid w:val="000A1144"/>
    <w:rsid w:val="000A20D7"/>
    <w:rsid w:val="000A234E"/>
    <w:rsid w:val="000A23FD"/>
    <w:rsid w:val="000A2536"/>
    <w:rsid w:val="000A29B9"/>
    <w:rsid w:val="000A2AF0"/>
    <w:rsid w:val="000A2DB5"/>
    <w:rsid w:val="000A30F1"/>
    <w:rsid w:val="000A358D"/>
    <w:rsid w:val="000A37EB"/>
    <w:rsid w:val="000A39DA"/>
    <w:rsid w:val="000A4399"/>
    <w:rsid w:val="000A465F"/>
    <w:rsid w:val="000A4BB5"/>
    <w:rsid w:val="000A4FD5"/>
    <w:rsid w:val="000A51A7"/>
    <w:rsid w:val="000A5854"/>
    <w:rsid w:val="000A5C90"/>
    <w:rsid w:val="000A6332"/>
    <w:rsid w:val="000A6829"/>
    <w:rsid w:val="000A69DB"/>
    <w:rsid w:val="000A6A40"/>
    <w:rsid w:val="000A70CC"/>
    <w:rsid w:val="000A737B"/>
    <w:rsid w:val="000A738E"/>
    <w:rsid w:val="000A7634"/>
    <w:rsid w:val="000A7A59"/>
    <w:rsid w:val="000A7C84"/>
    <w:rsid w:val="000B00AE"/>
    <w:rsid w:val="000B04A2"/>
    <w:rsid w:val="000B0733"/>
    <w:rsid w:val="000B0993"/>
    <w:rsid w:val="000B0BE6"/>
    <w:rsid w:val="000B0D2C"/>
    <w:rsid w:val="000B129C"/>
    <w:rsid w:val="000B16AE"/>
    <w:rsid w:val="000B1D56"/>
    <w:rsid w:val="000B1E5D"/>
    <w:rsid w:val="000B1E7D"/>
    <w:rsid w:val="000B2E01"/>
    <w:rsid w:val="000B35DF"/>
    <w:rsid w:val="000B36F9"/>
    <w:rsid w:val="000B3883"/>
    <w:rsid w:val="000B4B7F"/>
    <w:rsid w:val="000B5015"/>
    <w:rsid w:val="000B51EF"/>
    <w:rsid w:val="000B57C0"/>
    <w:rsid w:val="000B5A34"/>
    <w:rsid w:val="000B5FCA"/>
    <w:rsid w:val="000B6460"/>
    <w:rsid w:val="000B651F"/>
    <w:rsid w:val="000B6544"/>
    <w:rsid w:val="000B6A5C"/>
    <w:rsid w:val="000B6C00"/>
    <w:rsid w:val="000B6C2E"/>
    <w:rsid w:val="000B7B96"/>
    <w:rsid w:val="000C0433"/>
    <w:rsid w:val="000C06BC"/>
    <w:rsid w:val="000C08EB"/>
    <w:rsid w:val="000C0AAC"/>
    <w:rsid w:val="000C0D6A"/>
    <w:rsid w:val="000C0FB5"/>
    <w:rsid w:val="000C1211"/>
    <w:rsid w:val="000C13E2"/>
    <w:rsid w:val="000C1818"/>
    <w:rsid w:val="000C1825"/>
    <w:rsid w:val="000C1C82"/>
    <w:rsid w:val="000C1C91"/>
    <w:rsid w:val="000C1EE2"/>
    <w:rsid w:val="000C1FBE"/>
    <w:rsid w:val="000C2098"/>
    <w:rsid w:val="000C21F0"/>
    <w:rsid w:val="000C271B"/>
    <w:rsid w:val="000C271E"/>
    <w:rsid w:val="000C27D0"/>
    <w:rsid w:val="000C2D89"/>
    <w:rsid w:val="000C3473"/>
    <w:rsid w:val="000C35AF"/>
    <w:rsid w:val="000C3E3E"/>
    <w:rsid w:val="000C4239"/>
    <w:rsid w:val="000C4440"/>
    <w:rsid w:val="000C45DA"/>
    <w:rsid w:val="000C46A7"/>
    <w:rsid w:val="000C497C"/>
    <w:rsid w:val="000C4C5C"/>
    <w:rsid w:val="000C4E0E"/>
    <w:rsid w:val="000C53E5"/>
    <w:rsid w:val="000C5516"/>
    <w:rsid w:val="000C59A9"/>
    <w:rsid w:val="000C5CB4"/>
    <w:rsid w:val="000C61FB"/>
    <w:rsid w:val="000C6657"/>
    <w:rsid w:val="000C6A48"/>
    <w:rsid w:val="000C712B"/>
    <w:rsid w:val="000C716E"/>
    <w:rsid w:val="000C79B9"/>
    <w:rsid w:val="000D07BA"/>
    <w:rsid w:val="000D0BD8"/>
    <w:rsid w:val="000D0FDC"/>
    <w:rsid w:val="000D10BB"/>
    <w:rsid w:val="000D10C6"/>
    <w:rsid w:val="000D1BD2"/>
    <w:rsid w:val="000D1E0A"/>
    <w:rsid w:val="000D2215"/>
    <w:rsid w:val="000D2288"/>
    <w:rsid w:val="000D2436"/>
    <w:rsid w:val="000D254D"/>
    <w:rsid w:val="000D2751"/>
    <w:rsid w:val="000D2C2A"/>
    <w:rsid w:val="000D2CFB"/>
    <w:rsid w:val="000D30A8"/>
    <w:rsid w:val="000D30C7"/>
    <w:rsid w:val="000D3126"/>
    <w:rsid w:val="000D3268"/>
    <w:rsid w:val="000D4FFB"/>
    <w:rsid w:val="000D51FB"/>
    <w:rsid w:val="000D5292"/>
    <w:rsid w:val="000D52AF"/>
    <w:rsid w:val="000D54CC"/>
    <w:rsid w:val="000D5B55"/>
    <w:rsid w:val="000D5BFE"/>
    <w:rsid w:val="000D62F5"/>
    <w:rsid w:val="000D7019"/>
    <w:rsid w:val="000D7068"/>
    <w:rsid w:val="000D73CD"/>
    <w:rsid w:val="000D784B"/>
    <w:rsid w:val="000D78C2"/>
    <w:rsid w:val="000D78D6"/>
    <w:rsid w:val="000D7BAB"/>
    <w:rsid w:val="000D7BB0"/>
    <w:rsid w:val="000D7C16"/>
    <w:rsid w:val="000D7D47"/>
    <w:rsid w:val="000D7E64"/>
    <w:rsid w:val="000D7E8A"/>
    <w:rsid w:val="000D7F47"/>
    <w:rsid w:val="000D7FB8"/>
    <w:rsid w:val="000E043A"/>
    <w:rsid w:val="000E05B4"/>
    <w:rsid w:val="000E0893"/>
    <w:rsid w:val="000E08BA"/>
    <w:rsid w:val="000E1133"/>
    <w:rsid w:val="000E149B"/>
    <w:rsid w:val="000E1509"/>
    <w:rsid w:val="000E1D41"/>
    <w:rsid w:val="000E2525"/>
    <w:rsid w:val="000E31FC"/>
    <w:rsid w:val="000E3229"/>
    <w:rsid w:val="000E34A1"/>
    <w:rsid w:val="000E39B4"/>
    <w:rsid w:val="000E3AA1"/>
    <w:rsid w:val="000E4043"/>
    <w:rsid w:val="000E43EF"/>
    <w:rsid w:val="000E4755"/>
    <w:rsid w:val="000E4C08"/>
    <w:rsid w:val="000E4C34"/>
    <w:rsid w:val="000E53F4"/>
    <w:rsid w:val="000E54CD"/>
    <w:rsid w:val="000E5839"/>
    <w:rsid w:val="000E5B41"/>
    <w:rsid w:val="000E5DAB"/>
    <w:rsid w:val="000E60D2"/>
    <w:rsid w:val="000E64A0"/>
    <w:rsid w:val="000E6C17"/>
    <w:rsid w:val="000E6F5B"/>
    <w:rsid w:val="000E703E"/>
    <w:rsid w:val="000E7085"/>
    <w:rsid w:val="000E718C"/>
    <w:rsid w:val="000E7372"/>
    <w:rsid w:val="000E7C70"/>
    <w:rsid w:val="000E7FAB"/>
    <w:rsid w:val="000F039F"/>
    <w:rsid w:val="000F0C6A"/>
    <w:rsid w:val="000F0D78"/>
    <w:rsid w:val="000F0F62"/>
    <w:rsid w:val="000F1360"/>
    <w:rsid w:val="000F13E2"/>
    <w:rsid w:val="000F13F8"/>
    <w:rsid w:val="000F1B23"/>
    <w:rsid w:val="000F1F53"/>
    <w:rsid w:val="000F1FDE"/>
    <w:rsid w:val="000F2017"/>
    <w:rsid w:val="000F272B"/>
    <w:rsid w:val="000F3268"/>
    <w:rsid w:val="000F4320"/>
    <w:rsid w:val="000F43BF"/>
    <w:rsid w:val="000F45E8"/>
    <w:rsid w:val="000F4EA1"/>
    <w:rsid w:val="000F4FB7"/>
    <w:rsid w:val="000F51DF"/>
    <w:rsid w:val="000F527D"/>
    <w:rsid w:val="000F57A5"/>
    <w:rsid w:val="000F5E2F"/>
    <w:rsid w:val="000F66E5"/>
    <w:rsid w:val="000F68E0"/>
    <w:rsid w:val="000F6C68"/>
    <w:rsid w:val="000F6EA3"/>
    <w:rsid w:val="000F7156"/>
    <w:rsid w:val="000F7EFB"/>
    <w:rsid w:val="00100032"/>
    <w:rsid w:val="0010010E"/>
    <w:rsid w:val="001001CE"/>
    <w:rsid w:val="00100562"/>
    <w:rsid w:val="001005DD"/>
    <w:rsid w:val="0010064A"/>
    <w:rsid w:val="001010C4"/>
    <w:rsid w:val="00101942"/>
    <w:rsid w:val="00101C27"/>
    <w:rsid w:val="00101F83"/>
    <w:rsid w:val="0010215F"/>
    <w:rsid w:val="00102270"/>
    <w:rsid w:val="001024B8"/>
    <w:rsid w:val="001027DD"/>
    <w:rsid w:val="00102CEC"/>
    <w:rsid w:val="001032CB"/>
    <w:rsid w:val="001034E2"/>
    <w:rsid w:val="00103528"/>
    <w:rsid w:val="001037C5"/>
    <w:rsid w:val="00103877"/>
    <w:rsid w:val="00104292"/>
    <w:rsid w:val="001049A8"/>
    <w:rsid w:val="00104DA7"/>
    <w:rsid w:val="0010504C"/>
    <w:rsid w:val="00105081"/>
    <w:rsid w:val="001054BC"/>
    <w:rsid w:val="0010580B"/>
    <w:rsid w:val="00106546"/>
    <w:rsid w:val="00106802"/>
    <w:rsid w:val="00106BA9"/>
    <w:rsid w:val="00106C22"/>
    <w:rsid w:val="0011046B"/>
    <w:rsid w:val="0011052F"/>
    <w:rsid w:val="0011094F"/>
    <w:rsid w:val="00110B1A"/>
    <w:rsid w:val="00110C65"/>
    <w:rsid w:val="00110DAF"/>
    <w:rsid w:val="001112A2"/>
    <w:rsid w:val="001112BC"/>
    <w:rsid w:val="001114FD"/>
    <w:rsid w:val="00111510"/>
    <w:rsid w:val="00111C88"/>
    <w:rsid w:val="00111D6B"/>
    <w:rsid w:val="00111EDC"/>
    <w:rsid w:val="00111F5C"/>
    <w:rsid w:val="00112698"/>
    <w:rsid w:val="001126B2"/>
    <w:rsid w:val="001126F1"/>
    <w:rsid w:val="001129B7"/>
    <w:rsid w:val="00112A96"/>
    <w:rsid w:val="00112F2E"/>
    <w:rsid w:val="001130A9"/>
    <w:rsid w:val="00113124"/>
    <w:rsid w:val="0011320E"/>
    <w:rsid w:val="00113253"/>
    <w:rsid w:val="00113826"/>
    <w:rsid w:val="001138E9"/>
    <w:rsid w:val="00113ACA"/>
    <w:rsid w:val="00113FA1"/>
    <w:rsid w:val="001142C6"/>
    <w:rsid w:val="001143E0"/>
    <w:rsid w:val="001149E8"/>
    <w:rsid w:val="00114EAD"/>
    <w:rsid w:val="00114FAC"/>
    <w:rsid w:val="0011535A"/>
    <w:rsid w:val="0011649A"/>
    <w:rsid w:val="00116A00"/>
    <w:rsid w:val="0011702E"/>
    <w:rsid w:val="0011781B"/>
    <w:rsid w:val="00117919"/>
    <w:rsid w:val="00117F83"/>
    <w:rsid w:val="0012026E"/>
    <w:rsid w:val="001203C8"/>
    <w:rsid w:val="0012073E"/>
    <w:rsid w:val="00120774"/>
    <w:rsid w:val="00120A3E"/>
    <w:rsid w:val="00120E6A"/>
    <w:rsid w:val="0012120B"/>
    <w:rsid w:val="00121A75"/>
    <w:rsid w:val="00121D13"/>
    <w:rsid w:val="00122065"/>
    <w:rsid w:val="001222F6"/>
    <w:rsid w:val="00122C57"/>
    <w:rsid w:val="00122C96"/>
    <w:rsid w:val="00122D47"/>
    <w:rsid w:val="001232A6"/>
    <w:rsid w:val="0012340F"/>
    <w:rsid w:val="00123485"/>
    <w:rsid w:val="00123631"/>
    <w:rsid w:val="0012369E"/>
    <w:rsid w:val="00123F28"/>
    <w:rsid w:val="00124088"/>
    <w:rsid w:val="00124A7F"/>
    <w:rsid w:val="00124AD7"/>
    <w:rsid w:val="001250B6"/>
    <w:rsid w:val="0012542A"/>
    <w:rsid w:val="001255AC"/>
    <w:rsid w:val="00125E3D"/>
    <w:rsid w:val="00125E7A"/>
    <w:rsid w:val="0012617B"/>
    <w:rsid w:val="00126302"/>
    <w:rsid w:val="00126C54"/>
    <w:rsid w:val="0012784C"/>
    <w:rsid w:val="00127B5A"/>
    <w:rsid w:val="00127DCF"/>
    <w:rsid w:val="00130089"/>
    <w:rsid w:val="00130319"/>
    <w:rsid w:val="00130656"/>
    <w:rsid w:val="00130866"/>
    <w:rsid w:val="00130FD5"/>
    <w:rsid w:val="0013142F"/>
    <w:rsid w:val="00131628"/>
    <w:rsid w:val="001320F5"/>
    <w:rsid w:val="001322B4"/>
    <w:rsid w:val="001325E1"/>
    <w:rsid w:val="001325FB"/>
    <w:rsid w:val="001329BB"/>
    <w:rsid w:val="00132B56"/>
    <w:rsid w:val="001331CD"/>
    <w:rsid w:val="001334D4"/>
    <w:rsid w:val="001337F5"/>
    <w:rsid w:val="00133A15"/>
    <w:rsid w:val="001340B7"/>
    <w:rsid w:val="001342EF"/>
    <w:rsid w:val="001344F2"/>
    <w:rsid w:val="00134D32"/>
    <w:rsid w:val="00134D48"/>
    <w:rsid w:val="00134E99"/>
    <w:rsid w:val="00134ECE"/>
    <w:rsid w:val="00135070"/>
    <w:rsid w:val="001359A5"/>
    <w:rsid w:val="00135AB1"/>
    <w:rsid w:val="00135C01"/>
    <w:rsid w:val="00135DB8"/>
    <w:rsid w:val="00135E50"/>
    <w:rsid w:val="00135E8C"/>
    <w:rsid w:val="001361CC"/>
    <w:rsid w:val="00136242"/>
    <w:rsid w:val="0013676E"/>
    <w:rsid w:val="00136E58"/>
    <w:rsid w:val="001375CA"/>
    <w:rsid w:val="00137764"/>
    <w:rsid w:val="00137D89"/>
    <w:rsid w:val="00137DCE"/>
    <w:rsid w:val="00140115"/>
    <w:rsid w:val="001401D8"/>
    <w:rsid w:val="001403BF"/>
    <w:rsid w:val="001404B0"/>
    <w:rsid w:val="00140601"/>
    <w:rsid w:val="00140C8D"/>
    <w:rsid w:val="00140E94"/>
    <w:rsid w:val="00141583"/>
    <w:rsid w:val="001415E9"/>
    <w:rsid w:val="00141AF7"/>
    <w:rsid w:val="0014203F"/>
    <w:rsid w:val="00142096"/>
    <w:rsid w:val="0014222B"/>
    <w:rsid w:val="001422F5"/>
    <w:rsid w:val="00142CD5"/>
    <w:rsid w:val="001431AB"/>
    <w:rsid w:val="001432FA"/>
    <w:rsid w:val="00143351"/>
    <w:rsid w:val="001434F5"/>
    <w:rsid w:val="00143B3F"/>
    <w:rsid w:val="00143DD2"/>
    <w:rsid w:val="00143E3B"/>
    <w:rsid w:val="001440BE"/>
    <w:rsid w:val="001441A5"/>
    <w:rsid w:val="00144827"/>
    <w:rsid w:val="0014533E"/>
    <w:rsid w:val="00145844"/>
    <w:rsid w:val="00145941"/>
    <w:rsid w:val="00145A12"/>
    <w:rsid w:val="00145C1E"/>
    <w:rsid w:val="001463DC"/>
    <w:rsid w:val="00146469"/>
    <w:rsid w:val="00146A86"/>
    <w:rsid w:val="00146A8B"/>
    <w:rsid w:val="0014717F"/>
    <w:rsid w:val="001471CD"/>
    <w:rsid w:val="00147222"/>
    <w:rsid w:val="00147794"/>
    <w:rsid w:val="00147BE1"/>
    <w:rsid w:val="00147C32"/>
    <w:rsid w:val="00147CC3"/>
    <w:rsid w:val="001501F9"/>
    <w:rsid w:val="00150417"/>
    <w:rsid w:val="00150617"/>
    <w:rsid w:val="00150742"/>
    <w:rsid w:val="001510F1"/>
    <w:rsid w:val="00151128"/>
    <w:rsid w:val="00151210"/>
    <w:rsid w:val="00151872"/>
    <w:rsid w:val="0015193C"/>
    <w:rsid w:val="00151D86"/>
    <w:rsid w:val="00151FB0"/>
    <w:rsid w:val="001521FA"/>
    <w:rsid w:val="00153072"/>
    <w:rsid w:val="001538A6"/>
    <w:rsid w:val="00153A66"/>
    <w:rsid w:val="00153DD2"/>
    <w:rsid w:val="00153EDC"/>
    <w:rsid w:val="00153EEE"/>
    <w:rsid w:val="00153F7F"/>
    <w:rsid w:val="001541C5"/>
    <w:rsid w:val="001545E9"/>
    <w:rsid w:val="0015466A"/>
    <w:rsid w:val="001549AC"/>
    <w:rsid w:val="00154D5D"/>
    <w:rsid w:val="00155407"/>
    <w:rsid w:val="001559DD"/>
    <w:rsid w:val="00155A7C"/>
    <w:rsid w:val="00155E8A"/>
    <w:rsid w:val="00156CF0"/>
    <w:rsid w:val="0015736F"/>
    <w:rsid w:val="0015796A"/>
    <w:rsid w:val="0016029F"/>
    <w:rsid w:val="00160429"/>
    <w:rsid w:val="00160599"/>
    <w:rsid w:val="001606B3"/>
    <w:rsid w:val="00161ADA"/>
    <w:rsid w:val="00161CB0"/>
    <w:rsid w:val="001625AC"/>
    <w:rsid w:val="00162C3D"/>
    <w:rsid w:val="00162EDB"/>
    <w:rsid w:val="00162EDE"/>
    <w:rsid w:val="001633E8"/>
    <w:rsid w:val="0016357B"/>
    <w:rsid w:val="00163D69"/>
    <w:rsid w:val="00163DDC"/>
    <w:rsid w:val="00163F8E"/>
    <w:rsid w:val="0016444B"/>
    <w:rsid w:val="00165497"/>
    <w:rsid w:val="00165649"/>
    <w:rsid w:val="001658C3"/>
    <w:rsid w:val="00165926"/>
    <w:rsid w:val="00165C3A"/>
    <w:rsid w:val="00165C75"/>
    <w:rsid w:val="00165DE9"/>
    <w:rsid w:val="00165DFE"/>
    <w:rsid w:val="00165EFF"/>
    <w:rsid w:val="00165F33"/>
    <w:rsid w:val="00166135"/>
    <w:rsid w:val="00166224"/>
    <w:rsid w:val="0016625A"/>
    <w:rsid w:val="0016628E"/>
    <w:rsid w:val="0016640C"/>
    <w:rsid w:val="00166562"/>
    <w:rsid w:val="0016672F"/>
    <w:rsid w:val="00166817"/>
    <w:rsid w:val="00166B1B"/>
    <w:rsid w:val="001676BC"/>
    <w:rsid w:val="00167B36"/>
    <w:rsid w:val="00167D3C"/>
    <w:rsid w:val="00170161"/>
    <w:rsid w:val="001701C7"/>
    <w:rsid w:val="00170539"/>
    <w:rsid w:val="00170804"/>
    <w:rsid w:val="00170AF2"/>
    <w:rsid w:val="00170DB9"/>
    <w:rsid w:val="001710BB"/>
    <w:rsid w:val="0017113E"/>
    <w:rsid w:val="00171206"/>
    <w:rsid w:val="00171236"/>
    <w:rsid w:val="00171260"/>
    <w:rsid w:val="001712D3"/>
    <w:rsid w:val="00171766"/>
    <w:rsid w:val="00172314"/>
    <w:rsid w:val="0017258B"/>
    <w:rsid w:val="00172A35"/>
    <w:rsid w:val="00172A7A"/>
    <w:rsid w:val="00172D7C"/>
    <w:rsid w:val="00173164"/>
    <w:rsid w:val="0017386A"/>
    <w:rsid w:val="00174066"/>
    <w:rsid w:val="00174408"/>
    <w:rsid w:val="001746C1"/>
    <w:rsid w:val="001748F9"/>
    <w:rsid w:val="001749EC"/>
    <w:rsid w:val="00175546"/>
    <w:rsid w:val="00175979"/>
    <w:rsid w:val="00175B43"/>
    <w:rsid w:val="00175F53"/>
    <w:rsid w:val="0017643E"/>
    <w:rsid w:val="001767A9"/>
    <w:rsid w:val="001767AC"/>
    <w:rsid w:val="00176ECF"/>
    <w:rsid w:val="00176F44"/>
    <w:rsid w:val="001770DC"/>
    <w:rsid w:val="001775AF"/>
    <w:rsid w:val="001777C0"/>
    <w:rsid w:val="001778BC"/>
    <w:rsid w:val="00177A4E"/>
    <w:rsid w:val="00177BF3"/>
    <w:rsid w:val="00180060"/>
    <w:rsid w:val="001807C2"/>
    <w:rsid w:val="00180942"/>
    <w:rsid w:val="001809FF"/>
    <w:rsid w:val="00180A7C"/>
    <w:rsid w:val="00180F7D"/>
    <w:rsid w:val="001822CD"/>
    <w:rsid w:val="001824A7"/>
    <w:rsid w:val="00182549"/>
    <w:rsid w:val="00183312"/>
    <w:rsid w:val="001833BF"/>
    <w:rsid w:val="0018350A"/>
    <w:rsid w:val="00183F41"/>
    <w:rsid w:val="00183F8C"/>
    <w:rsid w:val="001842BA"/>
    <w:rsid w:val="001844B8"/>
    <w:rsid w:val="00184640"/>
    <w:rsid w:val="00184BF4"/>
    <w:rsid w:val="001850CB"/>
    <w:rsid w:val="00185A0A"/>
    <w:rsid w:val="00185D69"/>
    <w:rsid w:val="00185F92"/>
    <w:rsid w:val="00186066"/>
    <w:rsid w:val="00186320"/>
    <w:rsid w:val="00186639"/>
    <w:rsid w:val="00186833"/>
    <w:rsid w:val="00186AA1"/>
    <w:rsid w:val="00186B87"/>
    <w:rsid w:val="00187174"/>
    <w:rsid w:val="00187425"/>
    <w:rsid w:val="001875AA"/>
    <w:rsid w:val="001876D4"/>
    <w:rsid w:val="001879AB"/>
    <w:rsid w:val="0019012B"/>
    <w:rsid w:val="001904C0"/>
    <w:rsid w:val="00190CA9"/>
    <w:rsid w:val="00190D3F"/>
    <w:rsid w:val="001913B8"/>
    <w:rsid w:val="0019159F"/>
    <w:rsid w:val="001918B6"/>
    <w:rsid w:val="00191D00"/>
    <w:rsid w:val="00191D34"/>
    <w:rsid w:val="001921A9"/>
    <w:rsid w:val="001922B2"/>
    <w:rsid w:val="0019236F"/>
    <w:rsid w:val="0019243E"/>
    <w:rsid w:val="001926FC"/>
    <w:rsid w:val="00192CFC"/>
    <w:rsid w:val="00192F3F"/>
    <w:rsid w:val="00193490"/>
    <w:rsid w:val="0019366E"/>
    <w:rsid w:val="001938EF"/>
    <w:rsid w:val="001943AE"/>
    <w:rsid w:val="001943E0"/>
    <w:rsid w:val="00194682"/>
    <w:rsid w:val="001949CF"/>
    <w:rsid w:val="00194E5A"/>
    <w:rsid w:val="001951A2"/>
    <w:rsid w:val="001951E9"/>
    <w:rsid w:val="001955AA"/>
    <w:rsid w:val="00195963"/>
    <w:rsid w:val="001964DA"/>
    <w:rsid w:val="00196679"/>
    <w:rsid w:val="00196713"/>
    <w:rsid w:val="00196866"/>
    <w:rsid w:val="00196BE2"/>
    <w:rsid w:val="00196CAA"/>
    <w:rsid w:val="00196E45"/>
    <w:rsid w:val="00196F92"/>
    <w:rsid w:val="00196FEE"/>
    <w:rsid w:val="001972CC"/>
    <w:rsid w:val="001974BC"/>
    <w:rsid w:val="00197A2C"/>
    <w:rsid w:val="00197F19"/>
    <w:rsid w:val="00197F7D"/>
    <w:rsid w:val="001A0089"/>
    <w:rsid w:val="001A04DC"/>
    <w:rsid w:val="001A0891"/>
    <w:rsid w:val="001A09B7"/>
    <w:rsid w:val="001A0CF9"/>
    <w:rsid w:val="001A0FBD"/>
    <w:rsid w:val="001A133E"/>
    <w:rsid w:val="001A14EB"/>
    <w:rsid w:val="001A1DB5"/>
    <w:rsid w:val="001A2063"/>
    <w:rsid w:val="001A2465"/>
    <w:rsid w:val="001A2873"/>
    <w:rsid w:val="001A2C58"/>
    <w:rsid w:val="001A3138"/>
    <w:rsid w:val="001A31B2"/>
    <w:rsid w:val="001A31E8"/>
    <w:rsid w:val="001A32E1"/>
    <w:rsid w:val="001A3C12"/>
    <w:rsid w:val="001A4385"/>
    <w:rsid w:val="001A4572"/>
    <w:rsid w:val="001A4725"/>
    <w:rsid w:val="001A4B60"/>
    <w:rsid w:val="001A4C18"/>
    <w:rsid w:val="001A5812"/>
    <w:rsid w:val="001A5A66"/>
    <w:rsid w:val="001A5BA7"/>
    <w:rsid w:val="001A5C3A"/>
    <w:rsid w:val="001A5EA3"/>
    <w:rsid w:val="001A64B3"/>
    <w:rsid w:val="001A694A"/>
    <w:rsid w:val="001A6971"/>
    <w:rsid w:val="001A6E7B"/>
    <w:rsid w:val="001A7425"/>
    <w:rsid w:val="001A7A27"/>
    <w:rsid w:val="001A7A8B"/>
    <w:rsid w:val="001A7B46"/>
    <w:rsid w:val="001A7BCB"/>
    <w:rsid w:val="001A7D74"/>
    <w:rsid w:val="001B01A0"/>
    <w:rsid w:val="001B0E0B"/>
    <w:rsid w:val="001B0E87"/>
    <w:rsid w:val="001B11B7"/>
    <w:rsid w:val="001B1544"/>
    <w:rsid w:val="001B1940"/>
    <w:rsid w:val="001B2389"/>
    <w:rsid w:val="001B2E54"/>
    <w:rsid w:val="001B2F37"/>
    <w:rsid w:val="001B2F5E"/>
    <w:rsid w:val="001B374E"/>
    <w:rsid w:val="001B3806"/>
    <w:rsid w:val="001B3F1F"/>
    <w:rsid w:val="001B42AA"/>
    <w:rsid w:val="001B42B9"/>
    <w:rsid w:val="001B4A7B"/>
    <w:rsid w:val="001B4B02"/>
    <w:rsid w:val="001B4F54"/>
    <w:rsid w:val="001B4FA4"/>
    <w:rsid w:val="001B5A5D"/>
    <w:rsid w:val="001B5FA1"/>
    <w:rsid w:val="001B6043"/>
    <w:rsid w:val="001B68B0"/>
    <w:rsid w:val="001B6B35"/>
    <w:rsid w:val="001B703C"/>
    <w:rsid w:val="001B7282"/>
    <w:rsid w:val="001B72F5"/>
    <w:rsid w:val="001B7FE3"/>
    <w:rsid w:val="001C038B"/>
    <w:rsid w:val="001C06B7"/>
    <w:rsid w:val="001C10E3"/>
    <w:rsid w:val="001C139D"/>
    <w:rsid w:val="001C1474"/>
    <w:rsid w:val="001C15B8"/>
    <w:rsid w:val="001C1AF2"/>
    <w:rsid w:val="001C1EC2"/>
    <w:rsid w:val="001C227D"/>
    <w:rsid w:val="001C257D"/>
    <w:rsid w:val="001C2653"/>
    <w:rsid w:val="001C2B16"/>
    <w:rsid w:val="001C2D65"/>
    <w:rsid w:val="001C330D"/>
    <w:rsid w:val="001C35EA"/>
    <w:rsid w:val="001C38FE"/>
    <w:rsid w:val="001C3B0E"/>
    <w:rsid w:val="001C3D70"/>
    <w:rsid w:val="001C3E75"/>
    <w:rsid w:val="001C4CDC"/>
    <w:rsid w:val="001C4FC7"/>
    <w:rsid w:val="001C5197"/>
    <w:rsid w:val="001C5357"/>
    <w:rsid w:val="001C547C"/>
    <w:rsid w:val="001C54AA"/>
    <w:rsid w:val="001C580F"/>
    <w:rsid w:val="001C5989"/>
    <w:rsid w:val="001C5AE8"/>
    <w:rsid w:val="001C5B84"/>
    <w:rsid w:val="001C600B"/>
    <w:rsid w:val="001C666E"/>
    <w:rsid w:val="001C6A21"/>
    <w:rsid w:val="001C6BB7"/>
    <w:rsid w:val="001C6EEC"/>
    <w:rsid w:val="001C7023"/>
    <w:rsid w:val="001C744D"/>
    <w:rsid w:val="001C7728"/>
    <w:rsid w:val="001C7C85"/>
    <w:rsid w:val="001C7CEB"/>
    <w:rsid w:val="001D01A2"/>
    <w:rsid w:val="001D04FA"/>
    <w:rsid w:val="001D0782"/>
    <w:rsid w:val="001D08DF"/>
    <w:rsid w:val="001D0D34"/>
    <w:rsid w:val="001D13AA"/>
    <w:rsid w:val="001D149A"/>
    <w:rsid w:val="001D1614"/>
    <w:rsid w:val="001D1ED4"/>
    <w:rsid w:val="001D201B"/>
    <w:rsid w:val="001D222C"/>
    <w:rsid w:val="001D24D4"/>
    <w:rsid w:val="001D2B5A"/>
    <w:rsid w:val="001D2C26"/>
    <w:rsid w:val="001D2D05"/>
    <w:rsid w:val="001D2D8A"/>
    <w:rsid w:val="001D31B3"/>
    <w:rsid w:val="001D3B3D"/>
    <w:rsid w:val="001D4595"/>
    <w:rsid w:val="001D4A88"/>
    <w:rsid w:val="001D4D1C"/>
    <w:rsid w:val="001D4DCC"/>
    <w:rsid w:val="001D50F4"/>
    <w:rsid w:val="001D55BE"/>
    <w:rsid w:val="001D5F89"/>
    <w:rsid w:val="001D606C"/>
    <w:rsid w:val="001D6506"/>
    <w:rsid w:val="001D6525"/>
    <w:rsid w:val="001D6778"/>
    <w:rsid w:val="001D6CD6"/>
    <w:rsid w:val="001D7C01"/>
    <w:rsid w:val="001D7C20"/>
    <w:rsid w:val="001D7DBF"/>
    <w:rsid w:val="001D7FA4"/>
    <w:rsid w:val="001E09A0"/>
    <w:rsid w:val="001E0DAE"/>
    <w:rsid w:val="001E0E73"/>
    <w:rsid w:val="001E11B8"/>
    <w:rsid w:val="001E1ACA"/>
    <w:rsid w:val="001E242D"/>
    <w:rsid w:val="001E25C8"/>
    <w:rsid w:val="001E2A37"/>
    <w:rsid w:val="001E2BFF"/>
    <w:rsid w:val="001E2C63"/>
    <w:rsid w:val="001E2C72"/>
    <w:rsid w:val="001E32CB"/>
    <w:rsid w:val="001E35E2"/>
    <w:rsid w:val="001E35E7"/>
    <w:rsid w:val="001E3B66"/>
    <w:rsid w:val="001E3CAE"/>
    <w:rsid w:val="001E47AD"/>
    <w:rsid w:val="001E482D"/>
    <w:rsid w:val="001E4A32"/>
    <w:rsid w:val="001E4C36"/>
    <w:rsid w:val="001E4DA5"/>
    <w:rsid w:val="001E4EDB"/>
    <w:rsid w:val="001E4FEF"/>
    <w:rsid w:val="001E54C1"/>
    <w:rsid w:val="001E5AA0"/>
    <w:rsid w:val="001E5EAA"/>
    <w:rsid w:val="001E62AC"/>
    <w:rsid w:val="001E664B"/>
    <w:rsid w:val="001E6890"/>
    <w:rsid w:val="001E6A51"/>
    <w:rsid w:val="001E6DA5"/>
    <w:rsid w:val="001E702E"/>
    <w:rsid w:val="001E75DA"/>
    <w:rsid w:val="001E7CD2"/>
    <w:rsid w:val="001F0083"/>
    <w:rsid w:val="001F031B"/>
    <w:rsid w:val="001F0546"/>
    <w:rsid w:val="001F05A8"/>
    <w:rsid w:val="001F06FE"/>
    <w:rsid w:val="001F095B"/>
    <w:rsid w:val="001F0AC0"/>
    <w:rsid w:val="001F0F3C"/>
    <w:rsid w:val="001F13FB"/>
    <w:rsid w:val="001F1478"/>
    <w:rsid w:val="001F1540"/>
    <w:rsid w:val="001F184D"/>
    <w:rsid w:val="001F1983"/>
    <w:rsid w:val="001F1A20"/>
    <w:rsid w:val="001F202A"/>
    <w:rsid w:val="001F210C"/>
    <w:rsid w:val="001F269A"/>
    <w:rsid w:val="001F2759"/>
    <w:rsid w:val="001F28E3"/>
    <w:rsid w:val="001F2AFC"/>
    <w:rsid w:val="001F2F3C"/>
    <w:rsid w:val="001F30B1"/>
    <w:rsid w:val="001F34C8"/>
    <w:rsid w:val="001F37BD"/>
    <w:rsid w:val="001F3CC0"/>
    <w:rsid w:val="001F3CF7"/>
    <w:rsid w:val="001F4063"/>
    <w:rsid w:val="001F4565"/>
    <w:rsid w:val="001F45C6"/>
    <w:rsid w:val="001F4ABE"/>
    <w:rsid w:val="001F4CEC"/>
    <w:rsid w:val="001F578A"/>
    <w:rsid w:val="001F5A42"/>
    <w:rsid w:val="001F5E3A"/>
    <w:rsid w:val="001F5F05"/>
    <w:rsid w:val="001F60CE"/>
    <w:rsid w:val="001F6288"/>
    <w:rsid w:val="001F6713"/>
    <w:rsid w:val="001F67D2"/>
    <w:rsid w:val="001F6BAE"/>
    <w:rsid w:val="001F6CA9"/>
    <w:rsid w:val="001F7177"/>
    <w:rsid w:val="001F74E5"/>
    <w:rsid w:val="001F7516"/>
    <w:rsid w:val="001F7521"/>
    <w:rsid w:val="001F765D"/>
    <w:rsid w:val="001F77E5"/>
    <w:rsid w:val="001F7812"/>
    <w:rsid w:val="001F7942"/>
    <w:rsid w:val="001F7ED6"/>
    <w:rsid w:val="002003A0"/>
    <w:rsid w:val="002007EA"/>
    <w:rsid w:val="00201094"/>
    <w:rsid w:val="00201B30"/>
    <w:rsid w:val="00201E05"/>
    <w:rsid w:val="0020201D"/>
    <w:rsid w:val="00202408"/>
    <w:rsid w:val="00202E7D"/>
    <w:rsid w:val="00202F25"/>
    <w:rsid w:val="00203385"/>
    <w:rsid w:val="00203736"/>
    <w:rsid w:val="002037D2"/>
    <w:rsid w:val="00203C51"/>
    <w:rsid w:val="00203D4D"/>
    <w:rsid w:val="00203F82"/>
    <w:rsid w:val="002040C2"/>
    <w:rsid w:val="00204103"/>
    <w:rsid w:val="0020484B"/>
    <w:rsid w:val="00204975"/>
    <w:rsid w:val="002050DE"/>
    <w:rsid w:val="002050F2"/>
    <w:rsid w:val="00205767"/>
    <w:rsid w:val="0020612F"/>
    <w:rsid w:val="0020651C"/>
    <w:rsid w:val="0020680D"/>
    <w:rsid w:val="00206903"/>
    <w:rsid w:val="00206B41"/>
    <w:rsid w:val="00206F2D"/>
    <w:rsid w:val="00206F88"/>
    <w:rsid w:val="00207233"/>
    <w:rsid w:val="00207301"/>
    <w:rsid w:val="002076CE"/>
    <w:rsid w:val="00207767"/>
    <w:rsid w:val="00207C69"/>
    <w:rsid w:val="00210178"/>
    <w:rsid w:val="002101C6"/>
    <w:rsid w:val="00210445"/>
    <w:rsid w:val="002105AB"/>
    <w:rsid w:val="002106D4"/>
    <w:rsid w:val="00210D02"/>
    <w:rsid w:val="00210D9A"/>
    <w:rsid w:val="00211510"/>
    <w:rsid w:val="002118C4"/>
    <w:rsid w:val="00211B04"/>
    <w:rsid w:val="00211E20"/>
    <w:rsid w:val="00211F0B"/>
    <w:rsid w:val="0021228C"/>
    <w:rsid w:val="002128CD"/>
    <w:rsid w:val="002129F8"/>
    <w:rsid w:val="00212AD3"/>
    <w:rsid w:val="00212F70"/>
    <w:rsid w:val="00212F84"/>
    <w:rsid w:val="0021346F"/>
    <w:rsid w:val="002135E8"/>
    <w:rsid w:val="0021378E"/>
    <w:rsid w:val="00213BBF"/>
    <w:rsid w:val="00213CCF"/>
    <w:rsid w:val="00213ED2"/>
    <w:rsid w:val="00213EE4"/>
    <w:rsid w:val="00214290"/>
    <w:rsid w:val="0021485B"/>
    <w:rsid w:val="00214DF9"/>
    <w:rsid w:val="00214E1C"/>
    <w:rsid w:val="002153AF"/>
    <w:rsid w:val="00215E8F"/>
    <w:rsid w:val="0021606D"/>
    <w:rsid w:val="0021615A"/>
    <w:rsid w:val="00216B1E"/>
    <w:rsid w:val="00216E8B"/>
    <w:rsid w:val="0021713C"/>
    <w:rsid w:val="00217693"/>
    <w:rsid w:val="00217B91"/>
    <w:rsid w:val="00217C5B"/>
    <w:rsid w:val="00220269"/>
    <w:rsid w:val="0022076D"/>
    <w:rsid w:val="00220907"/>
    <w:rsid w:val="00220DFB"/>
    <w:rsid w:val="00220F41"/>
    <w:rsid w:val="00220F7C"/>
    <w:rsid w:val="002212FA"/>
    <w:rsid w:val="00221928"/>
    <w:rsid w:val="002221C3"/>
    <w:rsid w:val="002227F0"/>
    <w:rsid w:val="0022283C"/>
    <w:rsid w:val="00222CD8"/>
    <w:rsid w:val="00222D88"/>
    <w:rsid w:val="0022302D"/>
    <w:rsid w:val="00224177"/>
    <w:rsid w:val="00224486"/>
    <w:rsid w:val="00224743"/>
    <w:rsid w:val="002249C0"/>
    <w:rsid w:val="002257C2"/>
    <w:rsid w:val="002264EC"/>
    <w:rsid w:val="002264F7"/>
    <w:rsid w:val="00226573"/>
    <w:rsid w:val="002265BD"/>
    <w:rsid w:val="00226C48"/>
    <w:rsid w:val="00226F94"/>
    <w:rsid w:val="002271D7"/>
    <w:rsid w:val="00227404"/>
    <w:rsid w:val="00227899"/>
    <w:rsid w:val="00227A42"/>
    <w:rsid w:val="00227FCE"/>
    <w:rsid w:val="002301C2"/>
    <w:rsid w:val="00230441"/>
    <w:rsid w:val="00230B09"/>
    <w:rsid w:val="00230C47"/>
    <w:rsid w:val="00231ED9"/>
    <w:rsid w:val="00232700"/>
    <w:rsid w:val="002328B3"/>
    <w:rsid w:val="002329BA"/>
    <w:rsid w:val="00232DC6"/>
    <w:rsid w:val="00233133"/>
    <w:rsid w:val="002333D4"/>
    <w:rsid w:val="002335C6"/>
    <w:rsid w:val="00233FFA"/>
    <w:rsid w:val="00234286"/>
    <w:rsid w:val="002342FE"/>
    <w:rsid w:val="002345BD"/>
    <w:rsid w:val="0023487F"/>
    <w:rsid w:val="00234A91"/>
    <w:rsid w:val="00234E5B"/>
    <w:rsid w:val="00234F38"/>
    <w:rsid w:val="0023547B"/>
    <w:rsid w:val="002358EB"/>
    <w:rsid w:val="00235A0F"/>
    <w:rsid w:val="00235BEB"/>
    <w:rsid w:val="00235D71"/>
    <w:rsid w:val="00235FDB"/>
    <w:rsid w:val="00236341"/>
    <w:rsid w:val="00236417"/>
    <w:rsid w:val="00236599"/>
    <w:rsid w:val="0023695F"/>
    <w:rsid w:val="0023697A"/>
    <w:rsid w:val="00236AC3"/>
    <w:rsid w:val="00236F72"/>
    <w:rsid w:val="00237343"/>
    <w:rsid w:val="002378EC"/>
    <w:rsid w:val="00237AEC"/>
    <w:rsid w:val="00237D23"/>
    <w:rsid w:val="002400DB"/>
    <w:rsid w:val="00240761"/>
    <w:rsid w:val="002408BD"/>
    <w:rsid w:val="00240943"/>
    <w:rsid w:val="002409E6"/>
    <w:rsid w:val="00240C1B"/>
    <w:rsid w:val="00240D48"/>
    <w:rsid w:val="0024105A"/>
    <w:rsid w:val="0024111F"/>
    <w:rsid w:val="0024128F"/>
    <w:rsid w:val="00241783"/>
    <w:rsid w:val="00241B89"/>
    <w:rsid w:val="00241D56"/>
    <w:rsid w:val="00241F4A"/>
    <w:rsid w:val="0024284B"/>
    <w:rsid w:val="00242AD3"/>
    <w:rsid w:val="00243615"/>
    <w:rsid w:val="00243D7A"/>
    <w:rsid w:val="00243EC1"/>
    <w:rsid w:val="0024413D"/>
    <w:rsid w:val="002441D7"/>
    <w:rsid w:val="0024421D"/>
    <w:rsid w:val="00244273"/>
    <w:rsid w:val="002443AE"/>
    <w:rsid w:val="00244708"/>
    <w:rsid w:val="00244709"/>
    <w:rsid w:val="00244970"/>
    <w:rsid w:val="00244975"/>
    <w:rsid w:val="002453CF"/>
    <w:rsid w:val="0024546B"/>
    <w:rsid w:val="002455DA"/>
    <w:rsid w:val="002459C6"/>
    <w:rsid w:val="00245C5C"/>
    <w:rsid w:val="00245F7C"/>
    <w:rsid w:val="00246297"/>
    <w:rsid w:val="00246E3F"/>
    <w:rsid w:val="00247236"/>
    <w:rsid w:val="00247D35"/>
    <w:rsid w:val="00247E1B"/>
    <w:rsid w:val="00247E2C"/>
    <w:rsid w:val="0025021A"/>
    <w:rsid w:val="00250921"/>
    <w:rsid w:val="00250F18"/>
    <w:rsid w:val="00251508"/>
    <w:rsid w:val="0025170B"/>
    <w:rsid w:val="00251AAD"/>
    <w:rsid w:val="00251D52"/>
    <w:rsid w:val="00251FB0"/>
    <w:rsid w:val="00252419"/>
    <w:rsid w:val="00252E63"/>
    <w:rsid w:val="00252E82"/>
    <w:rsid w:val="002530C8"/>
    <w:rsid w:val="0025321F"/>
    <w:rsid w:val="00253420"/>
    <w:rsid w:val="00253510"/>
    <w:rsid w:val="00253B44"/>
    <w:rsid w:val="00253E22"/>
    <w:rsid w:val="00253F2E"/>
    <w:rsid w:val="00254CF7"/>
    <w:rsid w:val="002551EE"/>
    <w:rsid w:val="002557FD"/>
    <w:rsid w:val="00255E40"/>
    <w:rsid w:val="00255EF3"/>
    <w:rsid w:val="0025612A"/>
    <w:rsid w:val="00256177"/>
    <w:rsid w:val="00256316"/>
    <w:rsid w:val="0025679F"/>
    <w:rsid w:val="002568D5"/>
    <w:rsid w:val="00256C2D"/>
    <w:rsid w:val="00256F35"/>
    <w:rsid w:val="00256FC6"/>
    <w:rsid w:val="002574E9"/>
    <w:rsid w:val="0025759A"/>
    <w:rsid w:val="00257AB6"/>
    <w:rsid w:val="00260224"/>
    <w:rsid w:val="00260C9D"/>
    <w:rsid w:val="00261233"/>
    <w:rsid w:val="00261824"/>
    <w:rsid w:val="00261B9B"/>
    <w:rsid w:val="00261CE5"/>
    <w:rsid w:val="00261D33"/>
    <w:rsid w:val="00261E2A"/>
    <w:rsid w:val="00261EED"/>
    <w:rsid w:val="00262170"/>
    <w:rsid w:val="00262A31"/>
    <w:rsid w:val="00262A65"/>
    <w:rsid w:val="00262B26"/>
    <w:rsid w:val="00262B8D"/>
    <w:rsid w:val="00262BF3"/>
    <w:rsid w:val="00262D5C"/>
    <w:rsid w:val="00262D73"/>
    <w:rsid w:val="00262E68"/>
    <w:rsid w:val="0026307E"/>
    <w:rsid w:val="00263496"/>
    <w:rsid w:val="00263F44"/>
    <w:rsid w:val="0026406F"/>
    <w:rsid w:val="002640A9"/>
    <w:rsid w:val="002643E7"/>
    <w:rsid w:val="00264653"/>
    <w:rsid w:val="002647E2"/>
    <w:rsid w:val="00264AA7"/>
    <w:rsid w:val="00264D6E"/>
    <w:rsid w:val="00264E86"/>
    <w:rsid w:val="0026519F"/>
    <w:rsid w:val="002656CE"/>
    <w:rsid w:val="00265A1D"/>
    <w:rsid w:val="00265AC2"/>
    <w:rsid w:val="00265F6C"/>
    <w:rsid w:val="002664A9"/>
    <w:rsid w:val="002665BA"/>
    <w:rsid w:val="002665C4"/>
    <w:rsid w:val="0026675F"/>
    <w:rsid w:val="00266CFC"/>
    <w:rsid w:val="00266D23"/>
    <w:rsid w:val="00266FB9"/>
    <w:rsid w:val="00267294"/>
    <w:rsid w:val="0026772A"/>
    <w:rsid w:val="0026789E"/>
    <w:rsid w:val="0026793D"/>
    <w:rsid w:val="002708A2"/>
    <w:rsid w:val="002711AB"/>
    <w:rsid w:val="00271207"/>
    <w:rsid w:val="00271407"/>
    <w:rsid w:val="00271666"/>
    <w:rsid w:val="00271AE8"/>
    <w:rsid w:val="00271CBC"/>
    <w:rsid w:val="00271D7C"/>
    <w:rsid w:val="00272071"/>
    <w:rsid w:val="002725FA"/>
    <w:rsid w:val="00272773"/>
    <w:rsid w:val="002729DB"/>
    <w:rsid w:val="00272FC5"/>
    <w:rsid w:val="00273242"/>
    <w:rsid w:val="0027330A"/>
    <w:rsid w:val="00273356"/>
    <w:rsid w:val="00273411"/>
    <w:rsid w:val="00273968"/>
    <w:rsid w:val="00273B17"/>
    <w:rsid w:val="00273B30"/>
    <w:rsid w:val="00273B56"/>
    <w:rsid w:val="00273E19"/>
    <w:rsid w:val="0027402D"/>
    <w:rsid w:val="00274CAF"/>
    <w:rsid w:val="00275361"/>
    <w:rsid w:val="0027573A"/>
    <w:rsid w:val="0027582D"/>
    <w:rsid w:val="00275F3B"/>
    <w:rsid w:val="00275F46"/>
    <w:rsid w:val="00275F99"/>
    <w:rsid w:val="002760B1"/>
    <w:rsid w:val="00276118"/>
    <w:rsid w:val="00276130"/>
    <w:rsid w:val="0027654A"/>
    <w:rsid w:val="00276696"/>
    <w:rsid w:val="00276BAF"/>
    <w:rsid w:val="00277097"/>
    <w:rsid w:val="00277127"/>
    <w:rsid w:val="00277661"/>
    <w:rsid w:val="00277A61"/>
    <w:rsid w:val="00277AC7"/>
    <w:rsid w:val="00277FAB"/>
    <w:rsid w:val="0028014A"/>
    <w:rsid w:val="0028055A"/>
    <w:rsid w:val="00280679"/>
    <w:rsid w:val="002806C0"/>
    <w:rsid w:val="00280AE3"/>
    <w:rsid w:val="00280E0E"/>
    <w:rsid w:val="00281719"/>
    <w:rsid w:val="0028189B"/>
    <w:rsid w:val="00281C29"/>
    <w:rsid w:val="00281DE4"/>
    <w:rsid w:val="0028225A"/>
    <w:rsid w:val="002823D7"/>
    <w:rsid w:val="00282A1E"/>
    <w:rsid w:val="00283705"/>
    <w:rsid w:val="00283CBB"/>
    <w:rsid w:val="00284100"/>
    <w:rsid w:val="00284401"/>
    <w:rsid w:val="00284BFB"/>
    <w:rsid w:val="00285B26"/>
    <w:rsid w:val="00285EBF"/>
    <w:rsid w:val="00286435"/>
    <w:rsid w:val="0028676F"/>
    <w:rsid w:val="00286C5D"/>
    <w:rsid w:val="00286E66"/>
    <w:rsid w:val="0028709A"/>
    <w:rsid w:val="00287310"/>
    <w:rsid w:val="002877AC"/>
    <w:rsid w:val="00287936"/>
    <w:rsid w:val="00287E69"/>
    <w:rsid w:val="00290428"/>
    <w:rsid w:val="0029051A"/>
    <w:rsid w:val="0029065F"/>
    <w:rsid w:val="0029070E"/>
    <w:rsid w:val="00290F7E"/>
    <w:rsid w:val="002912CC"/>
    <w:rsid w:val="00291311"/>
    <w:rsid w:val="00291436"/>
    <w:rsid w:val="002915B6"/>
    <w:rsid w:val="002915F4"/>
    <w:rsid w:val="00291B47"/>
    <w:rsid w:val="00292039"/>
    <w:rsid w:val="0029206B"/>
    <w:rsid w:val="002921B9"/>
    <w:rsid w:val="002921C5"/>
    <w:rsid w:val="00292B85"/>
    <w:rsid w:val="00292BD9"/>
    <w:rsid w:val="00292FDB"/>
    <w:rsid w:val="002932E9"/>
    <w:rsid w:val="00293532"/>
    <w:rsid w:val="00293696"/>
    <w:rsid w:val="00293ACA"/>
    <w:rsid w:val="00293EF6"/>
    <w:rsid w:val="002943A5"/>
    <w:rsid w:val="00295408"/>
    <w:rsid w:val="002954E9"/>
    <w:rsid w:val="00295861"/>
    <w:rsid w:val="0029596B"/>
    <w:rsid w:val="00295B72"/>
    <w:rsid w:val="00295C71"/>
    <w:rsid w:val="002961F2"/>
    <w:rsid w:val="002963C5"/>
    <w:rsid w:val="00296600"/>
    <w:rsid w:val="00296ADB"/>
    <w:rsid w:val="002971E1"/>
    <w:rsid w:val="00297937"/>
    <w:rsid w:val="002A03E1"/>
    <w:rsid w:val="002A03F6"/>
    <w:rsid w:val="002A0FBC"/>
    <w:rsid w:val="002A166E"/>
    <w:rsid w:val="002A16E3"/>
    <w:rsid w:val="002A1720"/>
    <w:rsid w:val="002A1AD4"/>
    <w:rsid w:val="002A1E12"/>
    <w:rsid w:val="002A2233"/>
    <w:rsid w:val="002A2352"/>
    <w:rsid w:val="002A2B99"/>
    <w:rsid w:val="002A32A0"/>
    <w:rsid w:val="002A34E0"/>
    <w:rsid w:val="002A34E7"/>
    <w:rsid w:val="002A3A9B"/>
    <w:rsid w:val="002A3BD7"/>
    <w:rsid w:val="002A3EA5"/>
    <w:rsid w:val="002A4431"/>
    <w:rsid w:val="002A44BC"/>
    <w:rsid w:val="002A4756"/>
    <w:rsid w:val="002A4B7A"/>
    <w:rsid w:val="002A5040"/>
    <w:rsid w:val="002A5547"/>
    <w:rsid w:val="002A5970"/>
    <w:rsid w:val="002A5C54"/>
    <w:rsid w:val="002A5CDA"/>
    <w:rsid w:val="002A5CE7"/>
    <w:rsid w:val="002A5D49"/>
    <w:rsid w:val="002A5EC0"/>
    <w:rsid w:val="002A613D"/>
    <w:rsid w:val="002A66F4"/>
    <w:rsid w:val="002A685D"/>
    <w:rsid w:val="002A6916"/>
    <w:rsid w:val="002A6D74"/>
    <w:rsid w:val="002A70EF"/>
    <w:rsid w:val="002A7141"/>
    <w:rsid w:val="002A7723"/>
    <w:rsid w:val="002A7894"/>
    <w:rsid w:val="002B0273"/>
    <w:rsid w:val="002B0551"/>
    <w:rsid w:val="002B0657"/>
    <w:rsid w:val="002B0A1A"/>
    <w:rsid w:val="002B118B"/>
    <w:rsid w:val="002B13AC"/>
    <w:rsid w:val="002B13DD"/>
    <w:rsid w:val="002B1EB0"/>
    <w:rsid w:val="002B1EBA"/>
    <w:rsid w:val="002B2275"/>
    <w:rsid w:val="002B2399"/>
    <w:rsid w:val="002B2B30"/>
    <w:rsid w:val="002B327A"/>
    <w:rsid w:val="002B3CFF"/>
    <w:rsid w:val="002B3D54"/>
    <w:rsid w:val="002B41C0"/>
    <w:rsid w:val="002B4328"/>
    <w:rsid w:val="002B4BAF"/>
    <w:rsid w:val="002B5245"/>
    <w:rsid w:val="002B54E7"/>
    <w:rsid w:val="002B56A3"/>
    <w:rsid w:val="002B59A1"/>
    <w:rsid w:val="002B5A08"/>
    <w:rsid w:val="002B5C11"/>
    <w:rsid w:val="002B600E"/>
    <w:rsid w:val="002B65B8"/>
    <w:rsid w:val="002B74CD"/>
    <w:rsid w:val="002B7562"/>
    <w:rsid w:val="002B7894"/>
    <w:rsid w:val="002B78B3"/>
    <w:rsid w:val="002B79E3"/>
    <w:rsid w:val="002B7BF3"/>
    <w:rsid w:val="002B7C96"/>
    <w:rsid w:val="002B7D40"/>
    <w:rsid w:val="002B7F5D"/>
    <w:rsid w:val="002C0373"/>
    <w:rsid w:val="002C044E"/>
    <w:rsid w:val="002C04DD"/>
    <w:rsid w:val="002C0B99"/>
    <w:rsid w:val="002C0FB2"/>
    <w:rsid w:val="002C11A2"/>
    <w:rsid w:val="002C11C2"/>
    <w:rsid w:val="002C120E"/>
    <w:rsid w:val="002C173E"/>
    <w:rsid w:val="002C1ED7"/>
    <w:rsid w:val="002C2106"/>
    <w:rsid w:val="002C2EAE"/>
    <w:rsid w:val="002C3858"/>
    <w:rsid w:val="002C3E5C"/>
    <w:rsid w:val="002C4027"/>
    <w:rsid w:val="002C440C"/>
    <w:rsid w:val="002C44FD"/>
    <w:rsid w:val="002C47C9"/>
    <w:rsid w:val="002C4B73"/>
    <w:rsid w:val="002C4E18"/>
    <w:rsid w:val="002C4F1E"/>
    <w:rsid w:val="002C527A"/>
    <w:rsid w:val="002C58F7"/>
    <w:rsid w:val="002C5E73"/>
    <w:rsid w:val="002C5F41"/>
    <w:rsid w:val="002C638A"/>
    <w:rsid w:val="002C649E"/>
    <w:rsid w:val="002C6711"/>
    <w:rsid w:val="002C70B6"/>
    <w:rsid w:val="002C74A5"/>
    <w:rsid w:val="002C7663"/>
    <w:rsid w:val="002C76B4"/>
    <w:rsid w:val="002C76DD"/>
    <w:rsid w:val="002C7C00"/>
    <w:rsid w:val="002C7F26"/>
    <w:rsid w:val="002C7FC2"/>
    <w:rsid w:val="002D0208"/>
    <w:rsid w:val="002D039B"/>
    <w:rsid w:val="002D0CDD"/>
    <w:rsid w:val="002D1356"/>
    <w:rsid w:val="002D18CF"/>
    <w:rsid w:val="002D1D72"/>
    <w:rsid w:val="002D1F10"/>
    <w:rsid w:val="002D1F4A"/>
    <w:rsid w:val="002D25E3"/>
    <w:rsid w:val="002D2AD8"/>
    <w:rsid w:val="002D2B83"/>
    <w:rsid w:val="002D2E92"/>
    <w:rsid w:val="002D3A05"/>
    <w:rsid w:val="002D3AC8"/>
    <w:rsid w:val="002D3B9E"/>
    <w:rsid w:val="002D3BF1"/>
    <w:rsid w:val="002D42AA"/>
    <w:rsid w:val="002D4841"/>
    <w:rsid w:val="002D4B7E"/>
    <w:rsid w:val="002D4E8D"/>
    <w:rsid w:val="002D5094"/>
    <w:rsid w:val="002D53C3"/>
    <w:rsid w:val="002D5536"/>
    <w:rsid w:val="002D5703"/>
    <w:rsid w:val="002D57C8"/>
    <w:rsid w:val="002D584A"/>
    <w:rsid w:val="002D59CD"/>
    <w:rsid w:val="002D5D53"/>
    <w:rsid w:val="002D5FA0"/>
    <w:rsid w:val="002D6133"/>
    <w:rsid w:val="002D6147"/>
    <w:rsid w:val="002D6513"/>
    <w:rsid w:val="002D6C45"/>
    <w:rsid w:val="002D6FDE"/>
    <w:rsid w:val="002D7021"/>
    <w:rsid w:val="002D770E"/>
    <w:rsid w:val="002D77A8"/>
    <w:rsid w:val="002D7843"/>
    <w:rsid w:val="002D7895"/>
    <w:rsid w:val="002D790A"/>
    <w:rsid w:val="002D7D2B"/>
    <w:rsid w:val="002E01C0"/>
    <w:rsid w:val="002E01F7"/>
    <w:rsid w:val="002E03BB"/>
    <w:rsid w:val="002E1220"/>
    <w:rsid w:val="002E1505"/>
    <w:rsid w:val="002E151A"/>
    <w:rsid w:val="002E159A"/>
    <w:rsid w:val="002E1750"/>
    <w:rsid w:val="002E1823"/>
    <w:rsid w:val="002E18E7"/>
    <w:rsid w:val="002E192F"/>
    <w:rsid w:val="002E1CA0"/>
    <w:rsid w:val="002E1EDA"/>
    <w:rsid w:val="002E3089"/>
    <w:rsid w:val="002E33A9"/>
    <w:rsid w:val="002E3828"/>
    <w:rsid w:val="002E3B34"/>
    <w:rsid w:val="002E409C"/>
    <w:rsid w:val="002E443B"/>
    <w:rsid w:val="002E459B"/>
    <w:rsid w:val="002E4800"/>
    <w:rsid w:val="002E4936"/>
    <w:rsid w:val="002E5384"/>
    <w:rsid w:val="002E5974"/>
    <w:rsid w:val="002E5AE2"/>
    <w:rsid w:val="002E602F"/>
    <w:rsid w:val="002E630A"/>
    <w:rsid w:val="002E72B6"/>
    <w:rsid w:val="002E7376"/>
    <w:rsid w:val="002E73E1"/>
    <w:rsid w:val="002E7A14"/>
    <w:rsid w:val="002E7AC4"/>
    <w:rsid w:val="002E7B09"/>
    <w:rsid w:val="002E7CCD"/>
    <w:rsid w:val="002E7FB1"/>
    <w:rsid w:val="002F0A64"/>
    <w:rsid w:val="002F0ADA"/>
    <w:rsid w:val="002F0E44"/>
    <w:rsid w:val="002F0EB1"/>
    <w:rsid w:val="002F1094"/>
    <w:rsid w:val="002F1158"/>
    <w:rsid w:val="002F19FE"/>
    <w:rsid w:val="002F1B2D"/>
    <w:rsid w:val="002F1C07"/>
    <w:rsid w:val="002F1EAA"/>
    <w:rsid w:val="002F26AE"/>
    <w:rsid w:val="002F2B51"/>
    <w:rsid w:val="002F2BE0"/>
    <w:rsid w:val="002F36C4"/>
    <w:rsid w:val="002F373D"/>
    <w:rsid w:val="002F375B"/>
    <w:rsid w:val="002F3A3E"/>
    <w:rsid w:val="002F3BA3"/>
    <w:rsid w:val="002F3CFC"/>
    <w:rsid w:val="002F3F05"/>
    <w:rsid w:val="002F419D"/>
    <w:rsid w:val="002F41EA"/>
    <w:rsid w:val="002F41EC"/>
    <w:rsid w:val="002F4931"/>
    <w:rsid w:val="002F4934"/>
    <w:rsid w:val="002F4E1D"/>
    <w:rsid w:val="002F4F8A"/>
    <w:rsid w:val="002F526B"/>
    <w:rsid w:val="002F52CE"/>
    <w:rsid w:val="002F57A2"/>
    <w:rsid w:val="002F57E1"/>
    <w:rsid w:val="002F649F"/>
    <w:rsid w:val="002F6710"/>
    <w:rsid w:val="002F69B9"/>
    <w:rsid w:val="002F6EA2"/>
    <w:rsid w:val="002F70E5"/>
    <w:rsid w:val="002F70E8"/>
    <w:rsid w:val="002F79D7"/>
    <w:rsid w:val="002F79FB"/>
    <w:rsid w:val="002F7B76"/>
    <w:rsid w:val="002F7EAB"/>
    <w:rsid w:val="0030064C"/>
    <w:rsid w:val="003007E0"/>
    <w:rsid w:val="003008DA"/>
    <w:rsid w:val="00300C49"/>
    <w:rsid w:val="00300E46"/>
    <w:rsid w:val="00301045"/>
    <w:rsid w:val="00301920"/>
    <w:rsid w:val="00301A0F"/>
    <w:rsid w:val="00301D5A"/>
    <w:rsid w:val="00302A4E"/>
    <w:rsid w:val="00302EEF"/>
    <w:rsid w:val="00303042"/>
    <w:rsid w:val="0030365F"/>
    <w:rsid w:val="003043AF"/>
    <w:rsid w:val="003047E7"/>
    <w:rsid w:val="00304822"/>
    <w:rsid w:val="00304959"/>
    <w:rsid w:val="00304D14"/>
    <w:rsid w:val="00304D78"/>
    <w:rsid w:val="00305165"/>
    <w:rsid w:val="0030520F"/>
    <w:rsid w:val="00305249"/>
    <w:rsid w:val="00305A46"/>
    <w:rsid w:val="00305A83"/>
    <w:rsid w:val="003062D6"/>
    <w:rsid w:val="00306A5A"/>
    <w:rsid w:val="00306AB1"/>
    <w:rsid w:val="00306C4A"/>
    <w:rsid w:val="00306CB6"/>
    <w:rsid w:val="00307147"/>
    <w:rsid w:val="00307327"/>
    <w:rsid w:val="00307660"/>
    <w:rsid w:val="0030771E"/>
    <w:rsid w:val="00307BAD"/>
    <w:rsid w:val="00307CA9"/>
    <w:rsid w:val="00307D16"/>
    <w:rsid w:val="00307FE3"/>
    <w:rsid w:val="003105B3"/>
    <w:rsid w:val="00310DBD"/>
    <w:rsid w:val="0031115A"/>
    <w:rsid w:val="003112E0"/>
    <w:rsid w:val="003116A1"/>
    <w:rsid w:val="003118A7"/>
    <w:rsid w:val="003119B6"/>
    <w:rsid w:val="00311D10"/>
    <w:rsid w:val="00311EC1"/>
    <w:rsid w:val="00312001"/>
    <w:rsid w:val="0031223F"/>
    <w:rsid w:val="00312309"/>
    <w:rsid w:val="00312456"/>
    <w:rsid w:val="00312710"/>
    <w:rsid w:val="003129F7"/>
    <w:rsid w:val="00312C0C"/>
    <w:rsid w:val="00312EA5"/>
    <w:rsid w:val="00313167"/>
    <w:rsid w:val="00313A5C"/>
    <w:rsid w:val="003143AF"/>
    <w:rsid w:val="00314697"/>
    <w:rsid w:val="003146CF"/>
    <w:rsid w:val="003147BA"/>
    <w:rsid w:val="003149DA"/>
    <w:rsid w:val="00314AC3"/>
    <w:rsid w:val="00315467"/>
    <w:rsid w:val="00315B4D"/>
    <w:rsid w:val="0031662E"/>
    <w:rsid w:val="00316D12"/>
    <w:rsid w:val="00316D68"/>
    <w:rsid w:val="00316DEB"/>
    <w:rsid w:val="00316EC9"/>
    <w:rsid w:val="0031752D"/>
    <w:rsid w:val="00317E01"/>
    <w:rsid w:val="00317E5A"/>
    <w:rsid w:val="003200C8"/>
    <w:rsid w:val="003200E1"/>
    <w:rsid w:val="003201CC"/>
    <w:rsid w:val="0032127C"/>
    <w:rsid w:val="00321599"/>
    <w:rsid w:val="003216C6"/>
    <w:rsid w:val="00321B50"/>
    <w:rsid w:val="00321E9E"/>
    <w:rsid w:val="003220E8"/>
    <w:rsid w:val="00322548"/>
    <w:rsid w:val="00322662"/>
    <w:rsid w:val="00322B63"/>
    <w:rsid w:val="00323556"/>
    <w:rsid w:val="00323891"/>
    <w:rsid w:val="00323BCC"/>
    <w:rsid w:val="00323E5D"/>
    <w:rsid w:val="00323ECE"/>
    <w:rsid w:val="003241A1"/>
    <w:rsid w:val="00324310"/>
    <w:rsid w:val="0032459F"/>
    <w:rsid w:val="00324CD6"/>
    <w:rsid w:val="00325113"/>
    <w:rsid w:val="00325160"/>
    <w:rsid w:val="003251CD"/>
    <w:rsid w:val="00325A39"/>
    <w:rsid w:val="00325D2D"/>
    <w:rsid w:val="003261AB"/>
    <w:rsid w:val="003268A7"/>
    <w:rsid w:val="00326C93"/>
    <w:rsid w:val="00326D1C"/>
    <w:rsid w:val="003270F8"/>
    <w:rsid w:val="00327279"/>
    <w:rsid w:val="00327A90"/>
    <w:rsid w:val="00327CAF"/>
    <w:rsid w:val="00327E87"/>
    <w:rsid w:val="003303D5"/>
    <w:rsid w:val="003304D9"/>
    <w:rsid w:val="00330687"/>
    <w:rsid w:val="00330917"/>
    <w:rsid w:val="0033115F"/>
    <w:rsid w:val="00331545"/>
    <w:rsid w:val="003317F3"/>
    <w:rsid w:val="00331A4D"/>
    <w:rsid w:val="00331C7A"/>
    <w:rsid w:val="0033205E"/>
    <w:rsid w:val="0033218D"/>
    <w:rsid w:val="00332668"/>
    <w:rsid w:val="00332F25"/>
    <w:rsid w:val="00333621"/>
    <w:rsid w:val="0033427A"/>
    <w:rsid w:val="003343C5"/>
    <w:rsid w:val="00334724"/>
    <w:rsid w:val="00334843"/>
    <w:rsid w:val="00334887"/>
    <w:rsid w:val="003348BA"/>
    <w:rsid w:val="00334A16"/>
    <w:rsid w:val="00334D2C"/>
    <w:rsid w:val="00334EB2"/>
    <w:rsid w:val="003351E3"/>
    <w:rsid w:val="003352AE"/>
    <w:rsid w:val="003355A4"/>
    <w:rsid w:val="00335B18"/>
    <w:rsid w:val="00335C7D"/>
    <w:rsid w:val="00335F4B"/>
    <w:rsid w:val="003365B4"/>
    <w:rsid w:val="00336C6D"/>
    <w:rsid w:val="00336CF7"/>
    <w:rsid w:val="00336E17"/>
    <w:rsid w:val="00336EFF"/>
    <w:rsid w:val="00336FAC"/>
    <w:rsid w:val="00337412"/>
    <w:rsid w:val="00337730"/>
    <w:rsid w:val="00337817"/>
    <w:rsid w:val="00337EC5"/>
    <w:rsid w:val="003408BF"/>
    <w:rsid w:val="00340B2B"/>
    <w:rsid w:val="00341550"/>
    <w:rsid w:val="00341BCF"/>
    <w:rsid w:val="00341E60"/>
    <w:rsid w:val="003420E5"/>
    <w:rsid w:val="00342224"/>
    <w:rsid w:val="003424CE"/>
    <w:rsid w:val="00342562"/>
    <w:rsid w:val="003425FA"/>
    <w:rsid w:val="00342893"/>
    <w:rsid w:val="003429AF"/>
    <w:rsid w:val="00342E2B"/>
    <w:rsid w:val="00343062"/>
    <w:rsid w:val="003430D0"/>
    <w:rsid w:val="0034312C"/>
    <w:rsid w:val="00343313"/>
    <w:rsid w:val="003434F5"/>
    <w:rsid w:val="00343A7C"/>
    <w:rsid w:val="00343B0C"/>
    <w:rsid w:val="00343BCB"/>
    <w:rsid w:val="00343D1A"/>
    <w:rsid w:val="003440C5"/>
    <w:rsid w:val="003441C7"/>
    <w:rsid w:val="0034452F"/>
    <w:rsid w:val="003445AF"/>
    <w:rsid w:val="00344991"/>
    <w:rsid w:val="00344BC2"/>
    <w:rsid w:val="003453A1"/>
    <w:rsid w:val="0034557A"/>
    <w:rsid w:val="00345749"/>
    <w:rsid w:val="00345903"/>
    <w:rsid w:val="00345C38"/>
    <w:rsid w:val="003461D6"/>
    <w:rsid w:val="00346319"/>
    <w:rsid w:val="00346EC1"/>
    <w:rsid w:val="003476CA"/>
    <w:rsid w:val="0034778D"/>
    <w:rsid w:val="003478FB"/>
    <w:rsid w:val="00347950"/>
    <w:rsid w:val="0034797D"/>
    <w:rsid w:val="00347B24"/>
    <w:rsid w:val="003505F5"/>
    <w:rsid w:val="003507D5"/>
    <w:rsid w:val="00351477"/>
    <w:rsid w:val="00351FBA"/>
    <w:rsid w:val="00351FF2"/>
    <w:rsid w:val="00352125"/>
    <w:rsid w:val="00352398"/>
    <w:rsid w:val="003527EA"/>
    <w:rsid w:val="00352807"/>
    <w:rsid w:val="00352BB5"/>
    <w:rsid w:val="00352BFD"/>
    <w:rsid w:val="00352D47"/>
    <w:rsid w:val="00353164"/>
    <w:rsid w:val="003531CF"/>
    <w:rsid w:val="003533B8"/>
    <w:rsid w:val="00353C10"/>
    <w:rsid w:val="00353C6F"/>
    <w:rsid w:val="00353D81"/>
    <w:rsid w:val="00354049"/>
    <w:rsid w:val="00354475"/>
    <w:rsid w:val="003545E5"/>
    <w:rsid w:val="00354A92"/>
    <w:rsid w:val="0035500B"/>
    <w:rsid w:val="003557D2"/>
    <w:rsid w:val="00355A13"/>
    <w:rsid w:val="00355ABD"/>
    <w:rsid w:val="00355AE4"/>
    <w:rsid w:val="00355BF1"/>
    <w:rsid w:val="00356016"/>
    <w:rsid w:val="003561F9"/>
    <w:rsid w:val="003568DE"/>
    <w:rsid w:val="00356AFB"/>
    <w:rsid w:val="00356B3F"/>
    <w:rsid w:val="00356D81"/>
    <w:rsid w:val="003570CC"/>
    <w:rsid w:val="003577EE"/>
    <w:rsid w:val="00357BD0"/>
    <w:rsid w:val="00357E51"/>
    <w:rsid w:val="003600B7"/>
    <w:rsid w:val="00360113"/>
    <w:rsid w:val="0036012D"/>
    <w:rsid w:val="003609C1"/>
    <w:rsid w:val="00360CD5"/>
    <w:rsid w:val="00361052"/>
    <w:rsid w:val="00361395"/>
    <w:rsid w:val="0036195C"/>
    <w:rsid w:val="00361E88"/>
    <w:rsid w:val="00362469"/>
    <w:rsid w:val="00362DA1"/>
    <w:rsid w:val="003635E0"/>
    <w:rsid w:val="00363CFF"/>
    <w:rsid w:val="003646C2"/>
    <w:rsid w:val="003646D0"/>
    <w:rsid w:val="00364C49"/>
    <w:rsid w:val="00364E58"/>
    <w:rsid w:val="00364FB3"/>
    <w:rsid w:val="0036518B"/>
    <w:rsid w:val="003655D7"/>
    <w:rsid w:val="00366945"/>
    <w:rsid w:val="00367C16"/>
    <w:rsid w:val="00367D89"/>
    <w:rsid w:val="0037018D"/>
    <w:rsid w:val="00370756"/>
    <w:rsid w:val="00370AC4"/>
    <w:rsid w:val="00370C55"/>
    <w:rsid w:val="00370D23"/>
    <w:rsid w:val="00371218"/>
    <w:rsid w:val="00371B6F"/>
    <w:rsid w:val="00371E2F"/>
    <w:rsid w:val="003722B9"/>
    <w:rsid w:val="003727C4"/>
    <w:rsid w:val="00372BD2"/>
    <w:rsid w:val="00372D13"/>
    <w:rsid w:val="00372DA8"/>
    <w:rsid w:val="00373119"/>
    <w:rsid w:val="00373895"/>
    <w:rsid w:val="00373BB8"/>
    <w:rsid w:val="00373FAE"/>
    <w:rsid w:val="003741D0"/>
    <w:rsid w:val="003745D2"/>
    <w:rsid w:val="003745E4"/>
    <w:rsid w:val="00374696"/>
    <w:rsid w:val="00374931"/>
    <w:rsid w:val="00374A0C"/>
    <w:rsid w:val="00374A3E"/>
    <w:rsid w:val="00374DAA"/>
    <w:rsid w:val="00374F4C"/>
    <w:rsid w:val="00375045"/>
    <w:rsid w:val="00375710"/>
    <w:rsid w:val="003758BE"/>
    <w:rsid w:val="003759B2"/>
    <w:rsid w:val="003759BF"/>
    <w:rsid w:val="00375AF1"/>
    <w:rsid w:val="003763CB"/>
    <w:rsid w:val="00376854"/>
    <w:rsid w:val="00376ABE"/>
    <w:rsid w:val="00376C10"/>
    <w:rsid w:val="00376F6A"/>
    <w:rsid w:val="003771BB"/>
    <w:rsid w:val="00377B65"/>
    <w:rsid w:val="00377BC4"/>
    <w:rsid w:val="00377EA5"/>
    <w:rsid w:val="00380027"/>
    <w:rsid w:val="0038012C"/>
    <w:rsid w:val="0038022A"/>
    <w:rsid w:val="003802F1"/>
    <w:rsid w:val="00380415"/>
    <w:rsid w:val="003809DA"/>
    <w:rsid w:val="00380B90"/>
    <w:rsid w:val="00380D2C"/>
    <w:rsid w:val="00380EC5"/>
    <w:rsid w:val="0038125D"/>
    <w:rsid w:val="003817E1"/>
    <w:rsid w:val="00381AC8"/>
    <w:rsid w:val="00381ACE"/>
    <w:rsid w:val="00381AFD"/>
    <w:rsid w:val="00381DBF"/>
    <w:rsid w:val="00382181"/>
    <w:rsid w:val="00382665"/>
    <w:rsid w:val="00382C22"/>
    <w:rsid w:val="00382CAA"/>
    <w:rsid w:val="003831F0"/>
    <w:rsid w:val="00383391"/>
    <w:rsid w:val="00383448"/>
    <w:rsid w:val="00383659"/>
    <w:rsid w:val="00383844"/>
    <w:rsid w:val="00383962"/>
    <w:rsid w:val="00383A93"/>
    <w:rsid w:val="00383AD3"/>
    <w:rsid w:val="003840EC"/>
    <w:rsid w:val="00384458"/>
    <w:rsid w:val="00384BBE"/>
    <w:rsid w:val="0038584C"/>
    <w:rsid w:val="00385E25"/>
    <w:rsid w:val="003865EB"/>
    <w:rsid w:val="003866CE"/>
    <w:rsid w:val="00386983"/>
    <w:rsid w:val="00386C1C"/>
    <w:rsid w:val="0038756D"/>
    <w:rsid w:val="00387600"/>
    <w:rsid w:val="00390CF2"/>
    <w:rsid w:val="003911C6"/>
    <w:rsid w:val="00391ACC"/>
    <w:rsid w:val="00391F7F"/>
    <w:rsid w:val="0039201D"/>
    <w:rsid w:val="00392634"/>
    <w:rsid w:val="00392B56"/>
    <w:rsid w:val="00392F05"/>
    <w:rsid w:val="003931FE"/>
    <w:rsid w:val="00393201"/>
    <w:rsid w:val="0039331C"/>
    <w:rsid w:val="0039365C"/>
    <w:rsid w:val="00393B39"/>
    <w:rsid w:val="00393D94"/>
    <w:rsid w:val="00393E0F"/>
    <w:rsid w:val="003941DB"/>
    <w:rsid w:val="00394649"/>
    <w:rsid w:val="00394AAB"/>
    <w:rsid w:val="00394CC7"/>
    <w:rsid w:val="00395327"/>
    <w:rsid w:val="0039539E"/>
    <w:rsid w:val="003954DD"/>
    <w:rsid w:val="00395BCE"/>
    <w:rsid w:val="00395C50"/>
    <w:rsid w:val="00395F1C"/>
    <w:rsid w:val="00396771"/>
    <w:rsid w:val="00396A5D"/>
    <w:rsid w:val="00396C85"/>
    <w:rsid w:val="00396EF4"/>
    <w:rsid w:val="003970CF"/>
    <w:rsid w:val="0039747B"/>
    <w:rsid w:val="0039748E"/>
    <w:rsid w:val="003975AA"/>
    <w:rsid w:val="0039769F"/>
    <w:rsid w:val="003977A1"/>
    <w:rsid w:val="00397BDE"/>
    <w:rsid w:val="00397CA5"/>
    <w:rsid w:val="003A00EB"/>
    <w:rsid w:val="003A0D01"/>
    <w:rsid w:val="003A13D8"/>
    <w:rsid w:val="003A1670"/>
    <w:rsid w:val="003A1D05"/>
    <w:rsid w:val="003A2E05"/>
    <w:rsid w:val="003A2FBD"/>
    <w:rsid w:val="003A3A6E"/>
    <w:rsid w:val="003A3AA1"/>
    <w:rsid w:val="003A411E"/>
    <w:rsid w:val="003A441B"/>
    <w:rsid w:val="003A49BA"/>
    <w:rsid w:val="003A4D69"/>
    <w:rsid w:val="003A4F6C"/>
    <w:rsid w:val="003A53E7"/>
    <w:rsid w:val="003A5455"/>
    <w:rsid w:val="003A54BC"/>
    <w:rsid w:val="003A5F67"/>
    <w:rsid w:val="003A637E"/>
    <w:rsid w:val="003A64C0"/>
    <w:rsid w:val="003A656C"/>
    <w:rsid w:val="003A694B"/>
    <w:rsid w:val="003A7066"/>
    <w:rsid w:val="003A746E"/>
    <w:rsid w:val="003A7621"/>
    <w:rsid w:val="003A77A0"/>
    <w:rsid w:val="003A796A"/>
    <w:rsid w:val="003A7978"/>
    <w:rsid w:val="003A7A7A"/>
    <w:rsid w:val="003A7C7C"/>
    <w:rsid w:val="003A7CD1"/>
    <w:rsid w:val="003A7D15"/>
    <w:rsid w:val="003B01FF"/>
    <w:rsid w:val="003B0229"/>
    <w:rsid w:val="003B036E"/>
    <w:rsid w:val="003B09C9"/>
    <w:rsid w:val="003B0B08"/>
    <w:rsid w:val="003B0DAF"/>
    <w:rsid w:val="003B131C"/>
    <w:rsid w:val="003B20BB"/>
    <w:rsid w:val="003B2657"/>
    <w:rsid w:val="003B321B"/>
    <w:rsid w:val="003B380B"/>
    <w:rsid w:val="003B435F"/>
    <w:rsid w:val="003B4C27"/>
    <w:rsid w:val="003B52B1"/>
    <w:rsid w:val="003B536F"/>
    <w:rsid w:val="003B580F"/>
    <w:rsid w:val="003B597A"/>
    <w:rsid w:val="003B5D13"/>
    <w:rsid w:val="003B5F47"/>
    <w:rsid w:val="003B5FCA"/>
    <w:rsid w:val="003B668C"/>
    <w:rsid w:val="003B66B6"/>
    <w:rsid w:val="003B6847"/>
    <w:rsid w:val="003B6DFC"/>
    <w:rsid w:val="003B6F38"/>
    <w:rsid w:val="003B719B"/>
    <w:rsid w:val="003B73B8"/>
    <w:rsid w:val="003B7428"/>
    <w:rsid w:val="003C0148"/>
    <w:rsid w:val="003C01E5"/>
    <w:rsid w:val="003C068D"/>
    <w:rsid w:val="003C0799"/>
    <w:rsid w:val="003C079D"/>
    <w:rsid w:val="003C0B8A"/>
    <w:rsid w:val="003C0C28"/>
    <w:rsid w:val="003C115E"/>
    <w:rsid w:val="003C12BA"/>
    <w:rsid w:val="003C151C"/>
    <w:rsid w:val="003C16BF"/>
    <w:rsid w:val="003C203F"/>
    <w:rsid w:val="003C226D"/>
    <w:rsid w:val="003C243A"/>
    <w:rsid w:val="003C27BB"/>
    <w:rsid w:val="003C2DBF"/>
    <w:rsid w:val="003C2FB4"/>
    <w:rsid w:val="003C302D"/>
    <w:rsid w:val="003C3306"/>
    <w:rsid w:val="003C36C9"/>
    <w:rsid w:val="003C3A54"/>
    <w:rsid w:val="003C3C2B"/>
    <w:rsid w:val="003C3EEC"/>
    <w:rsid w:val="003C4413"/>
    <w:rsid w:val="003C4AC4"/>
    <w:rsid w:val="003C5A58"/>
    <w:rsid w:val="003C5E5D"/>
    <w:rsid w:val="003C686B"/>
    <w:rsid w:val="003C68C8"/>
    <w:rsid w:val="003C6A48"/>
    <w:rsid w:val="003C70C6"/>
    <w:rsid w:val="003C75DF"/>
    <w:rsid w:val="003C7984"/>
    <w:rsid w:val="003C7B39"/>
    <w:rsid w:val="003C7E2D"/>
    <w:rsid w:val="003C7EF2"/>
    <w:rsid w:val="003D0801"/>
    <w:rsid w:val="003D0ACC"/>
    <w:rsid w:val="003D112A"/>
    <w:rsid w:val="003D1322"/>
    <w:rsid w:val="003D13B3"/>
    <w:rsid w:val="003D13CD"/>
    <w:rsid w:val="003D148B"/>
    <w:rsid w:val="003D14B7"/>
    <w:rsid w:val="003D1532"/>
    <w:rsid w:val="003D17B8"/>
    <w:rsid w:val="003D1BA0"/>
    <w:rsid w:val="003D1D50"/>
    <w:rsid w:val="003D2155"/>
    <w:rsid w:val="003D23E3"/>
    <w:rsid w:val="003D272C"/>
    <w:rsid w:val="003D28C0"/>
    <w:rsid w:val="003D294A"/>
    <w:rsid w:val="003D2F78"/>
    <w:rsid w:val="003D31E7"/>
    <w:rsid w:val="003D355F"/>
    <w:rsid w:val="003D3D3D"/>
    <w:rsid w:val="003D3EB0"/>
    <w:rsid w:val="003D4445"/>
    <w:rsid w:val="003D48AE"/>
    <w:rsid w:val="003D4BF1"/>
    <w:rsid w:val="003D5140"/>
    <w:rsid w:val="003D54EB"/>
    <w:rsid w:val="003D594E"/>
    <w:rsid w:val="003D5996"/>
    <w:rsid w:val="003D5A4C"/>
    <w:rsid w:val="003D5A5B"/>
    <w:rsid w:val="003D5B89"/>
    <w:rsid w:val="003D5FBC"/>
    <w:rsid w:val="003D6186"/>
    <w:rsid w:val="003D6396"/>
    <w:rsid w:val="003D672C"/>
    <w:rsid w:val="003D6D87"/>
    <w:rsid w:val="003D6FAA"/>
    <w:rsid w:val="003D7333"/>
    <w:rsid w:val="003D756C"/>
    <w:rsid w:val="003D77C6"/>
    <w:rsid w:val="003E0466"/>
    <w:rsid w:val="003E084F"/>
    <w:rsid w:val="003E0891"/>
    <w:rsid w:val="003E0CA3"/>
    <w:rsid w:val="003E11D2"/>
    <w:rsid w:val="003E1343"/>
    <w:rsid w:val="003E142F"/>
    <w:rsid w:val="003E15CC"/>
    <w:rsid w:val="003E1E1B"/>
    <w:rsid w:val="003E22B2"/>
    <w:rsid w:val="003E2545"/>
    <w:rsid w:val="003E2676"/>
    <w:rsid w:val="003E2694"/>
    <w:rsid w:val="003E2BC5"/>
    <w:rsid w:val="003E2E75"/>
    <w:rsid w:val="003E30EA"/>
    <w:rsid w:val="003E3431"/>
    <w:rsid w:val="003E3575"/>
    <w:rsid w:val="003E3A7D"/>
    <w:rsid w:val="003E3AA1"/>
    <w:rsid w:val="003E3D18"/>
    <w:rsid w:val="003E46B5"/>
    <w:rsid w:val="003E4C15"/>
    <w:rsid w:val="003E4DF3"/>
    <w:rsid w:val="003E4E4F"/>
    <w:rsid w:val="003E52D1"/>
    <w:rsid w:val="003E561F"/>
    <w:rsid w:val="003E5BCD"/>
    <w:rsid w:val="003E5D59"/>
    <w:rsid w:val="003E665E"/>
    <w:rsid w:val="003E6732"/>
    <w:rsid w:val="003E69FB"/>
    <w:rsid w:val="003E6B3D"/>
    <w:rsid w:val="003E70C6"/>
    <w:rsid w:val="003E710A"/>
    <w:rsid w:val="003E7463"/>
    <w:rsid w:val="003E7604"/>
    <w:rsid w:val="003F06B8"/>
    <w:rsid w:val="003F1332"/>
    <w:rsid w:val="003F161E"/>
    <w:rsid w:val="003F18FC"/>
    <w:rsid w:val="003F239D"/>
    <w:rsid w:val="003F252D"/>
    <w:rsid w:val="003F2B5E"/>
    <w:rsid w:val="003F2BAE"/>
    <w:rsid w:val="003F327F"/>
    <w:rsid w:val="003F35FD"/>
    <w:rsid w:val="003F36A0"/>
    <w:rsid w:val="003F3746"/>
    <w:rsid w:val="003F3EF8"/>
    <w:rsid w:val="003F40CA"/>
    <w:rsid w:val="003F40EA"/>
    <w:rsid w:val="003F431D"/>
    <w:rsid w:val="003F499D"/>
    <w:rsid w:val="003F4D2B"/>
    <w:rsid w:val="003F4F1D"/>
    <w:rsid w:val="003F5430"/>
    <w:rsid w:val="003F57AF"/>
    <w:rsid w:val="003F605F"/>
    <w:rsid w:val="003F653B"/>
    <w:rsid w:val="003F6729"/>
    <w:rsid w:val="003F69F7"/>
    <w:rsid w:val="003F6D1D"/>
    <w:rsid w:val="003F7B4C"/>
    <w:rsid w:val="003F7F2B"/>
    <w:rsid w:val="004005E3"/>
    <w:rsid w:val="004005FA"/>
    <w:rsid w:val="00400AC1"/>
    <w:rsid w:val="004012B6"/>
    <w:rsid w:val="00401516"/>
    <w:rsid w:val="00401AFD"/>
    <w:rsid w:val="00401B74"/>
    <w:rsid w:val="00401CF2"/>
    <w:rsid w:val="00401CF6"/>
    <w:rsid w:val="00401E86"/>
    <w:rsid w:val="00401F26"/>
    <w:rsid w:val="0040217D"/>
    <w:rsid w:val="0040253C"/>
    <w:rsid w:val="0040255D"/>
    <w:rsid w:val="00402623"/>
    <w:rsid w:val="00402A19"/>
    <w:rsid w:val="0040375D"/>
    <w:rsid w:val="00403B9D"/>
    <w:rsid w:val="00404083"/>
    <w:rsid w:val="004042D1"/>
    <w:rsid w:val="0040433C"/>
    <w:rsid w:val="004046B4"/>
    <w:rsid w:val="004061B8"/>
    <w:rsid w:val="004062F3"/>
    <w:rsid w:val="004063BD"/>
    <w:rsid w:val="00406585"/>
    <w:rsid w:val="00406CD7"/>
    <w:rsid w:val="0040707C"/>
    <w:rsid w:val="004071F5"/>
    <w:rsid w:val="00407953"/>
    <w:rsid w:val="00407C2C"/>
    <w:rsid w:val="00407E29"/>
    <w:rsid w:val="00410556"/>
    <w:rsid w:val="00410927"/>
    <w:rsid w:val="00411338"/>
    <w:rsid w:val="00411394"/>
    <w:rsid w:val="004113EB"/>
    <w:rsid w:val="004114DF"/>
    <w:rsid w:val="0041154A"/>
    <w:rsid w:val="00411821"/>
    <w:rsid w:val="00411929"/>
    <w:rsid w:val="004119BB"/>
    <w:rsid w:val="00411CC1"/>
    <w:rsid w:val="004126FD"/>
    <w:rsid w:val="004128B3"/>
    <w:rsid w:val="0041298A"/>
    <w:rsid w:val="004132B0"/>
    <w:rsid w:val="0041336A"/>
    <w:rsid w:val="00413C32"/>
    <w:rsid w:val="004146AE"/>
    <w:rsid w:val="00414991"/>
    <w:rsid w:val="00415F2A"/>
    <w:rsid w:val="0041617F"/>
    <w:rsid w:val="00416320"/>
    <w:rsid w:val="0041659F"/>
    <w:rsid w:val="004166AC"/>
    <w:rsid w:val="00416874"/>
    <w:rsid w:val="00416A31"/>
    <w:rsid w:val="004170E5"/>
    <w:rsid w:val="00417434"/>
    <w:rsid w:val="0041751E"/>
    <w:rsid w:val="00417772"/>
    <w:rsid w:val="004178A9"/>
    <w:rsid w:val="00417A87"/>
    <w:rsid w:val="00417C52"/>
    <w:rsid w:val="00417C8F"/>
    <w:rsid w:val="00417FA6"/>
    <w:rsid w:val="00420AC6"/>
    <w:rsid w:val="0042109B"/>
    <w:rsid w:val="00421A18"/>
    <w:rsid w:val="00421B08"/>
    <w:rsid w:val="00421C5D"/>
    <w:rsid w:val="00421E3D"/>
    <w:rsid w:val="00422388"/>
    <w:rsid w:val="0042241F"/>
    <w:rsid w:val="004226C5"/>
    <w:rsid w:val="004228D6"/>
    <w:rsid w:val="00422A84"/>
    <w:rsid w:val="00423195"/>
    <w:rsid w:val="00423396"/>
    <w:rsid w:val="0042354E"/>
    <w:rsid w:val="0042354F"/>
    <w:rsid w:val="004235BE"/>
    <w:rsid w:val="004238DF"/>
    <w:rsid w:val="004239F3"/>
    <w:rsid w:val="00423CF5"/>
    <w:rsid w:val="00423E3E"/>
    <w:rsid w:val="00424020"/>
    <w:rsid w:val="00424760"/>
    <w:rsid w:val="00424B8C"/>
    <w:rsid w:val="00424C21"/>
    <w:rsid w:val="00424EFE"/>
    <w:rsid w:val="00424F76"/>
    <w:rsid w:val="00425761"/>
    <w:rsid w:val="00425E7F"/>
    <w:rsid w:val="00426054"/>
    <w:rsid w:val="004264AA"/>
    <w:rsid w:val="00426824"/>
    <w:rsid w:val="00426AE8"/>
    <w:rsid w:val="00426D12"/>
    <w:rsid w:val="00426DC3"/>
    <w:rsid w:val="004271E6"/>
    <w:rsid w:val="0042755E"/>
    <w:rsid w:val="00427916"/>
    <w:rsid w:val="00427AE3"/>
    <w:rsid w:val="00427BB8"/>
    <w:rsid w:val="00427C85"/>
    <w:rsid w:val="00427EDD"/>
    <w:rsid w:val="00427F7E"/>
    <w:rsid w:val="004300A2"/>
    <w:rsid w:val="004300B4"/>
    <w:rsid w:val="0043018A"/>
    <w:rsid w:val="00430330"/>
    <w:rsid w:val="0043056E"/>
    <w:rsid w:val="00430583"/>
    <w:rsid w:val="004306B8"/>
    <w:rsid w:val="004316B3"/>
    <w:rsid w:val="004316E0"/>
    <w:rsid w:val="004318CB"/>
    <w:rsid w:val="004319D6"/>
    <w:rsid w:val="00431D5E"/>
    <w:rsid w:val="00431DDD"/>
    <w:rsid w:val="00431EB8"/>
    <w:rsid w:val="00431FF2"/>
    <w:rsid w:val="004324DB"/>
    <w:rsid w:val="0043256E"/>
    <w:rsid w:val="004325C3"/>
    <w:rsid w:val="00432ACA"/>
    <w:rsid w:val="00432FF7"/>
    <w:rsid w:val="0043322D"/>
    <w:rsid w:val="004332A7"/>
    <w:rsid w:val="0043377A"/>
    <w:rsid w:val="00433F21"/>
    <w:rsid w:val="00434025"/>
    <w:rsid w:val="00434151"/>
    <w:rsid w:val="00434887"/>
    <w:rsid w:val="004349D2"/>
    <w:rsid w:val="00434FC0"/>
    <w:rsid w:val="00434FE7"/>
    <w:rsid w:val="00435408"/>
    <w:rsid w:val="00435615"/>
    <w:rsid w:val="004357A5"/>
    <w:rsid w:val="0043590B"/>
    <w:rsid w:val="004359E5"/>
    <w:rsid w:val="00435A65"/>
    <w:rsid w:val="00435DB1"/>
    <w:rsid w:val="00436130"/>
    <w:rsid w:val="00436BC1"/>
    <w:rsid w:val="00437072"/>
    <w:rsid w:val="00437921"/>
    <w:rsid w:val="00437BB7"/>
    <w:rsid w:val="00437C52"/>
    <w:rsid w:val="00437DC5"/>
    <w:rsid w:val="00440228"/>
    <w:rsid w:val="00440594"/>
    <w:rsid w:val="0044064A"/>
    <w:rsid w:val="0044098A"/>
    <w:rsid w:val="00440C87"/>
    <w:rsid w:val="00440C8E"/>
    <w:rsid w:val="0044101D"/>
    <w:rsid w:val="0044107E"/>
    <w:rsid w:val="00441173"/>
    <w:rsid w:val="004413CA"/>
    <w:rsid w:val="004417F5"/>
    <w:rsid w:val="00441DCB"/>
    <w:rsid w:val="00441F16"/>
    <w:rsid w:val="004420BF"/>
    <w:rsid w:val="004420EF"/>
    <w:rsid w:val="0044247C"/>
    <w:rsid w:val="004427B0"/>
    <w:rsid w:val="0044280C"/>
    <w:rsid w:val="00442CBC"/>
    <w:rsid w:val="004433C1"/>
    <w:rsid w:val="00443803"/>
    <w:rsid w:val="00443992"/>
    <w:rsid w:val="00443CA0"/>
    <w:rsid w:val="00443F49"/>
    <w:rsid w:val="004440FA"/>
    <w:rsid w:val="004445A7"/>
    <w:rsid w:val="0044463D"/>
    <w:rsid w:val="00444C06"/>
    <w:rsid w:val="004453ED"/>
    <w:rsid w:val="0044551A"/>
    <w:rsid w:val="00445A61"/>
    <w:rsid w:val="00445E09"/>
    <w:rsid w:val="00445FD9"/>
    <w:rsid w:val="004461A3"/>
    <w:rsid w:val="00446683"/>
    <w:rsid w:val="004467E2"/>
    <w:rsid w:val="00446A0D"/>
    <w:rsid w:val="00446F59"/>
    <w:rsid w:val="00447190"/>
    <w:rsid w:val="0044756B"/>
    <w:rsid w:val="00447997"/>
    <w:rsid w:val="004479FD"/>
    <w:rsid w:val="00447BB3"/>
    <w:rsid w:val="00447C01"/>
    <w:rsid w:val="00447D7F"/>
    <w:rsid w:val="00447E39"/>
    <w:rsid w:val="0045059F"/>
    <w:rsid w:val="004506FD"/>
    <w:rsid w:val="0045090F"/>
    <w:rsid w:val="00450923"/>
    <w:rsid w:val="00450C9B"/>
    <w:rsid w:val="00450CBA"/>
    <w:rsid w:val="00451010"/>
    <w:rsid w:val="0045107D"/>
    <w:rsid w:val="00451179"/>
    <w:rsid w:val="004512CE"/>
    <w:rsid w:val="004522EE"/>
    <w:rsid w:val="00452916"/>
    <w:rsid w:val="00452958"/>
    <w:rsid w:val="00452AB0"/>
    <w:rsid w:val="00452EEC"/>
    <w:rsid w:val="00453053"/>
    <w:rsid w:val="004531E4"/>
    <w:rsid w:val="0045339F"/>
    <w:rsid w:val="00453895"/>
    <w:rsid w:val="004538B3"/>
    <w:rsid w:val="00453CC9"/>
    <w:rsid w:val="00453E46"/>
    <w:rsid w:val="00454002"/>
    <w:rsid w:val="00454176"/>
    <w:rsid w:val="0045503B"/>
    <w:rsid w:val="004556A5"/>
    <w:rsid w:val="0045586C"/>
    <w:rsid w:val="00455913"/>
    <w:rsid w:val="00455AE4"/>
    <w:rsid w:val="00455B01"/>
    <w:rsid w:val="00455BB6"/>
    <w:rsid w:val="00455D2D"/>
    <w:rsid w:val="00455E5B"/>
    <w:rsid w:val="0045611E"/>
    <w:rsid w:val="004562C4"/>
    <w:rsid w:val="004565D2"/>
    <w:rsid w:val="004565D6"/>
    <w:rsid w:val="004569D4"/>
    <w:rsid w:val="00456A4A"/>
    <w:rsid w:val="00456EE5"/>
    <w:rsid w:val="00456EF1"/>
    <w:rsid w:val="0045713C"/>
    <w:rsid w:val="0045720B"/>
    <w:rsid w:val="00457587"/>
    <w:rsid w:val="004578A5"/>
    <w:rsid w:val="00457B32"/>
    <w:rsid w:val="00460251"/>
    <w:rsid w:val="00460263"/>
    <w:rsid w:val="00460A9F"/>
    <w:rsid w:val="00460AB2"/>
    <w:rsid w:val="00460B40"/>
    <w:rsid w:val="00460B84"/>
    <w:rsid w:val="00460B98"/>
    <w:rsid w:val="00460C52"/>
    <w:rsid w:val="0046120B"/>
    <w:rsid w:val="00461226"/>
    <w:rsid w:val="004613FA"/>
    <w:rsid w:val="004615E4"/>
    <w:rsid w:val="0046186D"/>
    <w:rsid w:val="00462248"/>
    <w:rsid w:val="0046250A"/>
    <w:rsid w:val="004627FA"/>
    <w:rsid w:val="0046290A"/>
    <w:rsid w:val="00462DF3"/>
    <w:rsid w:val="004631F8"/>
    <w:rsid w:val="0046328E"/>
    <w:rsid w:val="00463493"/>
    <w:rsid w:val="0046355F"/>
    <w:rsid w:val="004635C3"/>
    <w:rsid w:val="00463662"/>
    <w:rsid w:val="00463782"/>
    <w:rsid w:val="0046389F"/>
    <w:rsid w:val="004638D9"/>
    <w:rsid w:val="00463A32"/>
    <w:rsid w:val="00464063"/>
    <w:rsid w:val="0046409E"/>
    <w:rsid w:val="0046429A"/>
    <w:rsid w:val="00464572"/>
    <w:rsid w:val="00464B05"/>
    <w:rsid w:val="004650D0"/>
    <w:rsid w:val="00465439"/>
    <w:rsid w:val="0046577A"/>
    <w:rsid w:val="00465A43"/>
    <w:rsid w:val="00465ED5"/>
    <w:rsid w:val="00466C71"/>
    <w:rsid w:val="00466FAD"/>
    <w:rsid w:val="0046724C"/>
    <w:rsid w:val="00467469"/>
    <w:rsid w:val="00467531"/>
    <w:rsid w:val="00467701"/>
    <w:rsid w:val="00467AA4"/>
    <w:rsid w:val="004700A7"/>
    <w:rsid w:val="004704CA"/>
    <w:rsid w:val="00470646"/>
    <w:rsid w:val="00470739"/>
    <w:rsid w:val="004707AF"/>
    <w:rsid w:val="0047091E"/>
    <w:rsid w:val="00470F35"/>
    <w:rsid w:val="004713D2"/>
    <w:rsid w:val="004713FB"/>
    <w:rsid w:val="00471744"/>
    <w:rsid w:val="00471AD8"/>
    <w:rsid w:val="00471CCC"/>
    <w:rsid w:val="00471CE1"/>
    <w:rsid w:val="00471EEB"/>
    <w:rsid w:val="004720ED"/>
    <w:rsid w:val="00472377"/>
    <w:rsid w:val="004725B2"/>
    <w:rsid w:val="004729E0"/>
    <w:rsid w:val="00472AE5"/>
    <w:rsid w:val="004730AA"/>
    <w:rsid w:val="00473669"/>
    <w:rsid w:val="004738B2"/>
    <w:rsid w:val="00473AEB"/>
    <w:rsid w:val="00473E13"/>
    <w:rsid w:val="00474101"/>
    <w:rsid w:val="00474233"/>
    <w:rsid w:val="0047443C"/>
    <w:rsid w:val="0047473D"/>
    <w:rsid w:val="00474B23"/>
    <w:rsid w:val="00474D5D"/>
    <w:rsid w:val="00474DAC"/>
    <w:rsid w:val="00474EEC"/>
    <w:rsid w:val="00475625"/>
    <w:rsid w:val="0047576D"/>
    <w:rsid w:val="0047596A"/>
    <w:rsid w:val="00475AF3"/>
    <w:rsid w:val="00475AFE"/>
    <w:rsid w:val="0047615B"/>
    <w:rsid w:val="00476502"/>
    <w:rsid w:val="004769AD"/>
    <w:rsid w:val="00476A5A"/>
    <w:rsid w:val="004771EA"/>
    <w:rsid w:val="00477239"/>
    <w:rsid w:val="0047749F"/>
    <w:rsid w:val="004774A6"/>
    <w:rsid w:val="0047771D"/>
    <w:rsid w:val="00477F3D"/>
    <w:rsid w:val="00480864"/>
    <w:rsid w:val="00480BAB"/>
    <w:rsid w:val="00481029"/>
    <w:rsid w:val="004811D9"/>
    <w:rsid w:val="0048120A"/>
    <w:rsid w:val="00481BCF"/>
    <w:rsid w:val="00482146"/>
    <w:rsid w:val="004828C1"/>
    <w:rsid w:val="00482ED7"/>
    <w:rsid w:val="00483480"/>
    <w:rsid w:val="004837D8"/>
    <w:rsid w:val="004838BB"/>
    <w:rsid w:val="00483A0F"/>
    <w:rsid w:val="00483C22"/>
    <w:rsid w:val="00483F65"/>
    <w:rsid w:val="00484191"/>
    <w:rsid w:val="004844C6"/>
    <w:rsid w:val="00484598"/>
    <w:rsid w:val="004846C6"/>
    <w:rsid w:val="00484E05"/>
    <w:rsid w:val="00485253"/>
    <w:rsid w:val="00485DE8"/>
    <w:rsid w:val="00485F7B"/>
    <w:rsid w:val="00486315"/>
    <w:rsid w:val="00486363"/>
    <w:rsid w:val="00486651"/>
    <w:rsid w:val="00486755"/>
    <w:rsid w:val="00486761"/>
    <w:rsid w:val="0048685B"/>
    <w:rsid w:val="0048694B"/>
    <w:rsid w:val="00486AD4"/>
    <w:rsid w:val="00486ADA"/>
    <w:rsid w:val="00486D90"/>
    <w:rsid w:val="00486DD6"/>
    <w:rsid w:val="00486E59"/>
    <w:rsid w:val="0048706E"/>
    <w:rsid w:val="00487082"/>
    <w:rsid w:val="0048714F"/>
    <w:rsid w:val="004874CB"/>
    <w:rsid w:val="0048781A"/>
    <w:rsid w:val="00487B8B"/>
    <w:rsid w:val="00487DAC"/>
    <w:rsid w:val="004909A0"/>
    <w:rsid w:val="00490C12"/>
    <w:rsid w:val="004918A8"/>
    <w:rsid w:val="00491C38"/>
    <w:rsid w:val="00491CCC"/>
    <w:rsid w:val="004927C8"/>
    <w:rsid w:val="00492963"/>
    <w:rsid w:val="00492AE7"/>
    <w:rsid w:val="00493252"/>
    <w:rsid w:val="004932A2"/>
    <w:rsid w:val="00493831"/>
    <w:rsid w:val="004940D0"/>
    <w:rsid w:val="004941A0"/>
    <w:rsid w:val="00494288"/>
    <w:rsid w:val="004943DD"/>
    <w:rsid w:val="00494CB3"/>
    <w:rsid w:val="00494E19"/>
    <w:rsid w:val="00495167"/>
    <w:rsid w:val="004953CC"/>
    <w:rsid w:val="0049570C"/>
    <w:rsid w:val="00495EA7"/>
    <w:rsid w:val="00495EC6"/>
    <w:rsid w:val="0049600B"/>
    <w:rsid w:val="004963AF"/>
    <w:rsid w:val="004963F3"/>
    <w:rsid w:val="0049645D"/>
    <w:rsid w:val="00496498"/>
    <w:rsid w:val="004966CD"/>
    <w:rsid w:val="004967FA"/>
    <w:rsid w:val="00496BA9"/>
    <w:rsid w:val="00497392"/>
    <w:rsid w:val="004978B5"/>
    <w:rsid w:val="004A0155"/>
    <w:rsid w:val="004A0380"/>
    <w:rsid w:val="004A0528"/>
    <w:rsid w:val="004A0693"/>
    <w:rsid w:val="004A076C"/>
    <w:rsid w:val="004A099D"/>
    <w:rsid w:val="004A0F31"/>
    <w:rsid w:val="004A1190"/>
    <w:rsid w:val="004A15BA"/>
    <w:rsid w:val="004A17D3"/>
    <w:rsid w:val="004A1BC2"/>
    <w:rsid w:val="004A1FD1"/>
    <w:rsid w:val="004A2A65"/>
    <w:rsid w:val="004A2EB4"/>
    <w:rsid w:val="004A3093"/>
    <w:rsid w:val="004A3727"/>
    <w:rsid w:val="004A38CE"/>
    <w:rsid w:val="004A3A8A"/>
    <w:rsid w:val="004A3CD4"/>
    <w:rsid w:val="004A3E25"/>
    <w:rsid w:val="004A40EC"/>
    <w:rsid w:val="004A42D6"/>
    <w:rsid w:val="004A43AC"/>
    <w:rsid w:val="004A44A9"/>
    <w:rsid w:val="004A46F0"/>
    <w:rsid w:val="004A4721"/>
    <w:rsid w:val="004A4DE6"/>
    <w:rsid w:val="004A539E"/>
    <w:rsid w:val="004A5856"/>
    <w:rsid w:val="004A5AB9"/>
    <w:rsid w:val="004A5C9E"/>
    <w:rsid w:val="004A6138"/>
    <w:rsid w:val="004A65C8"/>
    <w:rsid w:val="004A677C"/>
    <w:rsid w:val="004A6B0A"/>
    <w:rsid w:val="004A7229"/>
    <w:rsid w:val="004A73BC"/>
    <w:rsid w:val="004A747F"/>
    <w:rsid w:val="004A7547"/>
    <w:rsid w:val="004B06FB"/>
    <w:rsid w:val="004B132A"/>
    <w:rsid w:val="004B13F3"/>
    <w:rsid w:val="004B16C0"/>
    <w:rsid w:val="004B1999"/>
    <w:rsid w:val="004B1E17"/>
    <w:rsid w:val="004B27CA"/>
    <w:rsid w:val="004B2988"/>
    <w:rsid w:val="004B2E48"/>
    <w:rsid w:val="004B2F04"/>
    <w:rsid w:val="004B313E"/>
    <w:rsid w:val="004B3422"/>
    <w:rsid w:val="004B3AC5"/>
    <w:rsid w:val="004B44AA"/>
    <w:rsid w:val="004B47A8"/>
    <w:rsid w:val="004B4965"/>
    <w:rsid w:val="004B5406"/>
    <w:rsid w:val="004B54AD"/>
    <w:rsid w:val="004B55B9"/>
    <w:rsid w:val="004B5B10"/>
    <w:rsid w:val="004B5BE2"/>
    <w:rsid w:val="004B62EC"/>
    <w:rsid w:val="004B6632"/>
    <w:rsid w:val="004B66AB"/>
    <w:rsid w:val="004B6711"/>
    <w:rsid w:val="004B67D8"/>
    <w:rsid w:val="004B686D"/>
    <w:rsid w:val="004B6C0B"/>
    <w:rsid w:val="004B6CCF"/>
    <w:rsid w:val="004B6D41"/>
    <w:rsid w:val="004B7035"/>
    <w:rsid w:val="004B744A"/>
    <w:rsid w:val="004B7D2D"/>
    <w:rsid w:val="004B7D38"/>
    <w:rsid w:val="004B7DD4"/>
    <w:rsid w:val="004C047F"/>
    <w:rsid w:val="004C0988"/>
    <w:rsid w:val="004C09ED"/>
    <w:rsid w:val="004C0A79"/>
    <w:rsid w:val="004C0C3C"/>
    <w:rsid w:val="004C12B1"/>
    <w:rsid w:val="004C13E0"/>
    <w:rsid w:val="004C1688"/>
    <w:rsid w:val="004C16FD"/>
    <w:rsid w:val="004C17DF"/>
    <w:rsid w:val="004C1BD1"/>
    <w:rsid w:val="004C1E55"/>
    <w:rsid w:val="004C212F"/>
    <w:rsid w:val="004C2357"/>
    <w:rsid w:val="004C2613"/>
    <w:rsid w:val="004C26E4"/>
    <w:rsid w:val="004C2B96"/>
    <w:rsid w:val="004C2F24"/>
    <w:rsid w:val="004C2FD4"/>
    <w:rsid w:val="004C3039"/>
    <w:rsid w:val="004C338E"/>
    <w:rsid w:val="004C3517"/>
    <w:rsid w:val="004C37EF"/>
    <w:rsid w:val="004C37F3"/>
    <w:rsid w:val="004C38CF"/>
    <w:rsid w:val="004C3BF5"/>
    <w:rsid w:val="004C403C"/>
    <w:rsid w:val="004C4408"/>
    <w:rsid w:val="004C55DD"/>
    <w:rsid w:val="004C5A84"/>
    <w:rsid w:val="004C5E1B"/>
    <w:rsid w:val="004C5EB2"/>
    <w:rsid w:val="004C6292"/>
    <w:rsid w:val="004C6439"/>
    <w:rsid w:val="004C6639"/>
    <w:rsid w:val="004C6A2C"/>
    <w:rsid w:val="004C6AF5"/>
    <w:rsid w:val="004C6FD7"/>
    <w:rsid w:val="004C727F"/>
    <w:rsid w:val="004C730D"/>
    <w:rsid w:val="004C7521"/>
    <w:rsid w:val="004C7558"/>
    <w:rsid w:val="004C76C8"/>
    <w:rsid w:val="004C7C39"/>
    <w:rsid w:val="004C7E30"/>
    <w:rsid w:val="004D0092"/>
    <w:rsid w:val="004D0208"/>
    <w:rsid w:val="004D02CC"/>
    <w:rsid w:val="004D04D2"/>
    <w:rsid w:val="004D0504"/>
    <w:rsid w:val="004D066B"/>
    <w:rsid w:val="004D0AE2"/>
    <w:rsid w:val="004D0BE9"/>
    <w:rsid w:val="004D0C2C"/>
    <w:rsid w:val="004D0E88"/>
    <w:rsid w:val="004D0F01"/>
    <w:rsid w:val="004D14C5"/>
    <w:rsid w:val="004D1808"/>
    <w:rsid w:val="004D1BDE"/>
    <w:rsid w:val="004D1DB4"/>
    <w:rsid w:val="004D1E8D"/>
    <w:rsid w:val="004D2830"/>
    <w:rsid w:val="004D2AD9"/>
    <w:rsid w:val="004D2C6D"/>
    <w:rsid w:val="004D2E08"/>
    <w:rsid w:val="004D3507"/>
    <w:rsid w:val="004D35D2"/>
    <w:rsid w:val="004D35DF"/>
    <w:rsid w:val="004D3E2E"/>
    <w:rsid w:val="004D3F2D"/>
    <w:rsid w:val="004D3F4B"/>
    <w:rsid w:val="004D47DB"/>
    <w:rsid w:val="004D4861"/>
    <w:rsid w:val="004D4B0D"/>
    <w:rsid w:val="004D4ECB"/>
    <w:rsid w:val="004D50FF"/>
    <w:rsid w:val="004D543C"/>
    <w:rsid w:val="004D5780"/>
    <w:rsid w:val="004D5869"/>
    <w:rsid w:val="004D5A9A"/>
    <w:rsid w:val="004D5C81"/>
    <w:rsid w:val="004D5F5E"/>
    <w:rsid w:val="004D6518"/>
    <w:rsid w:val="004D685E"/>
    <w:rsid w:val="004D6A2E"/>
    <w:rsid w:val="004D6CD9"/>
    <w:rsid w:val="004D6D3F"/>
    <w:rsid w:val="004D7245"/>
    <w:rsid w:val="004D76EF"/>
    <w:rsid w:val="004D79C1"/>
    <w:rsid w:val="004D7B19"/>
    <w:rsid w:val="004D7C67"/>
    <w:rsid w:val="004D7D4E"/>
    <w:rsid w:val="004D7FA2"/>
    <w:rsid w:val="004E00C8"/>
    <w:rsid w:val="004E0D7F"/>
    <w:rsid w:val="004E1336"/>
    <w:rsid w:val="004E185C"/>
    <w:rsid w:val="004E1C39"/>
    <w:rsid w:val="004E1DED"/>
    <w:rsid w:val="004E3081"/>
    <w:rsid w:val="004E311E"/>
    <w:rsid w:val="004E3400"/>
    <w:rsid w:val="004E3420"/>
    <w:rsid w:val="004E371D"/>
    <w:rsid w:val="004E3782"/>
    <w:rsid w:val="004E3AFA"/>
    <w:rsid w:val="004E3BEE"/>
    <w:rsid w:val="004E3C82"/>
    <w:rsid w:val="004E40CE"/>
    <w:rsid w:val="004E4580"/>
    <w:rsid w:val="004E4EB9"/>
    <w:rsid w:val="004E4F4F"/>
    <w:rsid w:val="004E5499"/>
    <w:rsid w:val="004E55B3"/>
    <w:rsid w:val="004E57CB"/>
    <w:rsid w:val="004E5F05"/>
    <w:rsid w:val="004E600D"/>
    <w:rsid w:val="004E61D1"/>
    <w:rsid w:val="004E623F"/>
    <w:rsid w:val="004E67B0"/>
    <w:rsid w:val="004E6A75"/>
    <w:rsid w:val="004E728C"/>
    <w:rsid w:val="004E759A"/>
    <w:rsid w:val="004E79E2"/>
    <w:rsid w:val="004E7BB0"/>
    <w:rsid w:val="004E7D2C"/>
    <w:rsid w:val="004E7E2C"/>
    <w:rsid w:val="004F00AA"/>
    <w:rsid w:val="004F0381"/>
    <w:rsid w:val="004F0737"/>
    <w:rsid w:val="004F10BD"/>
    <w:rsid w:val="004F12BF"/>
    <w:rsid w:val="004F1354"/>
    <w:rsid w:val="004F14F0"/>
    <w:rsid w:val="004F1511"/>
    <w:rsid w:val="004F17C0"/>
    <w:rsid w:val="004F19D2"/>
    <w:rsid w:val="004F1BDD"/>
    <w:rsid w:val="004F1F9C"/>
    <w:rsid w:val="004F214E"/>
    <w:rsid w:val="004F23D8"/>
    <w:rsid w:val="004F2509"/>
    <w:rsid w:val="004F2673"/>
    <w:rsid w:val="004F2749"/>
    <w:rsid w:val="004F2D6D"/>
    <w:rsid w:val="004F2EEE"/>
    <w:rsid w:val="004F311A"/>
    <w:rsid w:val="004F326C"/>
    <w:rsid w:val="004F3360"/>
    <w:rsid w:val="004F3518"/>
    <w:rsid w:val="004F3B0D"/>
    <w:rsid w:val="004F3B6A"/>
    <w:rsid w:val="004F3DB7"/>
    <w:rsid w:val="004F3ECA"/>
    <w:rsid w:val="004F437C"/>
    <w:rsid w:val="004F48F9"/>
    <w:rsid w:val="004F4BB8"/>
    <w:rsid w:val="004F50BC"/>
    <w:rsid w:val="004F518A"/>
    <w:rsid w:val="004F5928"/>
    <w:rsid w:val="004F595D"/>
    <w:rsid w:val="004F59A2"/>
    <w:rsid w:val="004F5B36"/>
    <w:rsid w:val="004F5C3E"/>
    <w:rsid w:val="004F5C79"/>
    <w:rsid w:val="004F5E7C"/>
    <w:rsid w:val="004F6147"/>
    <w:rsid w:val="004F6228"/>
    <w:rsid w:val="004F6251"/>
    <w:rsid w:val="004F62DE"/>
    <w:rsid w:val="004F6429"/>
    <w:rsid w:val="004F6614"/>
    <w:rsid w:val="004F662A"/>
    <w:rsid w:val="004F69E8"/>
    <w:rsid w:val="004F6F1B"/>
    <w:rsid w:val="004F75E3"/>
    <w:rsid w:val="004F76E5"/>
    <w:rsid w:val="004F778B"/>
    <w:rsid w:val="004F7911"/>
    <w:rsid w:val="004F7DA7"/>
    <w:rsid w:val="0050002E"/>
    <w:rsid w:val="00500546"/>
    <w:rsid w:val="005005C5"/>
    <w:rsid w:val="0050062B"/>
    <w:rsid w:val="0050063A"/>
    <w:rsid w:val="00500883"/>
    <w:rsid w:val="00500E97"/>
    <w:rsid w:val="005013CE"/>
    <w:rsid w:val="005017B0"/>
    <w:rsid w:val="00501D64"/>
    <w:rsid w:val="00501D71"/>
    <w:rsid w:val="00501FEF"/>
    <w:rsid w:val="00502913"/>
    <w:rsid w:val="00502DF6"/>
    <w:rsid w:val="00502EFE"/>
    <w:rsid w:val="00503C12"/>
    <w:rsid w:val="00503C46"/>
    <w:rsid w:val="005046DD"/>
    <w:rsid w:val="00504C6E"/>
    <w:rsid w:val="00504DA6"/>
    <w:rsid w:val="005050FE"/>
    <w:rsid w:val="00505137"/>
    <w:rsid w:val="00505345"/>
    <w:rsid w:val="005053C9"/>
    <w:rsid w:val="00505DF0"/>
    <w:rsid w:val="00506179"/>
    <w:rsid w:val="00506594"/>
    <w:rsid w:val="0050682C"/>
    <w:rsid w:val="0050762B"/>
    <w:rsid w:val="00507A46"/>
    <w:rsid w:val="00510660"/>
    <w:rsid w:val="0051098A"/>
    <w:rsid w:val="00511759"/>
    <w:rsid w:val="005119AD"/>
    <w:rsid w:val="00511A54"/>
    <w:rsid w:val="005120B0"/>
    <w:rsid w:val="0051220B"/>
    <w:rsid w:val="00512439"/>
    <w:rsid w:val="005124DE"/>
    <w:rsid w:val="00512736"/>
    <w:rsid w:val="00512902"/>
    <w:rsid w:val="00512BEC"/>
    <w:rsid w:val="00512F9A"/>
    <w:rsid w:val="00513591"/>
    <w:rsid w:val="005136D2"/>
    <w:rsid w:val="005137D1"/>
    <w:rsid w:val="00513B22"/>
    <w:rsid w:val="00513BDE"/>
    <w:rsid w:val="00513DDF"/>
    <w:rsid w:val="0051400C"/>
    <w:rsid w:val="00514362"/>
    <w:rsid w:val="005143E5"/>
    <w:rsid w:val="00514405"/>
    <w:rsid w:val="005149AC"/>
    <w:rsid w:val="00514CE5"/>
    <w:rsid w:val="0051504A"/>
    <w:rsid w:val="0051533D"/>
    <w:rsid w:val="0051555F"/>
    <w:rsid w:val="00515AE3"/>
    <w:rsid w:val="00515D80"/>
    <w:rsid w:val="00515EC5"/>
    <w:rsid w:val="0051605F"/>
    <w:rsid w:val="00516220"/>
    <w:rsid w:val="005166DB"/>
    <w:rsid w:val="00516CC4"/>
    <w:rsid w:val="00517209"/>
    <w:rsid w:val="005177BE"/>
    <w:rsid w:val="00517A10"/>
    <w:rsid w:val="00517B1D"/>
    <w:rsid w:val="00520516"/>
    <w:rsid w:val="00520740"/>
    <w:rsid w:val="00520856"/>
    <w:rsid w:val="00521743"/>
    <w:rsid w:val="005219EE"/>
    <w:rsid w:val="00521F0F"/>
    <w:rsid w:val="00522027"/>
    <w:rsid w:val="005227F6"/>
    <w:rsid w:val="00522B4D"/>
    <w:rsid w:val="00522E37"/>
    <w:rsid w:val="00522F0D"/>
    <w:rsid w:val="00523040"/>
    <w:rsid w:val="0052355C"/>
    <w:rsid w:val="005249AF"/>
    <w:rsid w:val="00524B95"/>
    <w:rsid w:val="00524EB7"/>
    <w:rsid w:val="0052501F"/>
    <w:rsid w:val="00525338"/>
    <w:rsid w:val="0052562D"/>
    <w:rsid w:val="0052564E"/>
    <w:rsid w:val="00525716"/>
    <w:rsid w:val="00525A5D"/>
    <w:rsid w:val="00525AC0"/>
    <w:rsid w:val="00525E78"/>
    <w:rsid w:val="005260A0"/>
    <w:rsid w:val="005264F7"/>
    <w:rsid w:val="00526769"/>
    <w:rsid w:val="00526EFE"/>
    <w:rsid w:val="00527DEF"/>
    <w:rsid w:val="00527E4A"/>
    <w:rsid w:val="00530B76"/>
    <w:rsid w:val="00530DF9"/>
    <w:rsid w:val="00530FCF"/>
    <w:rsid w:val="0053176D"/>
    <w:rsid w:val="00531A5F"/>
    <w:rsid w:val="00531EFF"/>
    <w:rsid w:val="00531F78"/>
    <w:rsid w:val="005320CE"/>
    <w:rsid w:val="00532259"/>
    <w:rsid w:val="005322BB"/>
    <w:rsid w:val="00532432"/>
    <w:rsid w:val="00532692"/>
    <w:rsid w:val="00532759"/>
    <w:rsid w:val="00532840"/>
    <w:rsid w:val="005328DE"/>
    <w:rsid w:val="005328FF"/>
    <w:rsid w:val="0053318A"/>
    <w:rsid w:val="00533500"/>
    <w:rsid w:val="00533779"/>
    <w:rsid w:val="005340E9"/>
    <w:rsid w:val="00534AA8"/>
    <w:rsid w:val="00534DE9"/>
    <w:rsid w:val="00534FA5"/>
    <w:rsid w:val="00535423"/>
    <w:rsid w:val="00535ABB"/>
    <w:rsid w:val="005366B9"/>
    <w:rsid w:val="00536E7D"/>
    <w:rsid w:val="00536EBD"/>
    <w:rsid w:val="00537123"/>
    <w:rsid w:val="0053727C"/>
    <w:rsid w:val="00537BF5"/>
    <w:rsid w:val="00537F8C"/>
    <w:rsid w:val="00540173"/>
    <w:rsid w:val="00540206"/>
    <w:rsid w:val="005404A9"/>
    <w:rsid w:val="00540B92"/>
    <w:rsid w:val="00540CE5"/>
    <w:rsid w:val="00541079"/>
    <w:rsid w:val="0054119D"/>
    <w:rsid w:val="00541348"/>
    <w:rsid w:val="005417A0"/>
    <w:rsid w:val="0054187F"/>
    <w:rsid w:val="00541994"/>
    <w:rsid w:val="0054199F"/>
    <w:rsid w:val="00541DA5"/>
    <w:rsid w:val="00541E4D"/>
    <w:rsid w:val="0054202E"/>
    <w:rsid w:val="00542D72"/>
    <w:rsid w:val="00542EFC"/>
    <w:rsid w:val="0054306B"/>
    <w:rsid w:val="00543235"/>
    <w:rsid w:val="005434E1"/>
    <w:rsid w:val="005437E0"/>
    <w:rsid w:val="00543980"/>
    <w:rsid w:val="00543B39"/>
    <w:rsid w:val="00543B8A"/>
    <w:rsid w:val="00543C45"/>
    <w:rsid w:val="00543D88"/>
    <w:rsid w:val="0054425E"/>
    <w:rsid w:val="00544448"/>
    <w:rsid w:val="0054454C"/>
    <w:rsid w:val="00544591"/>
    <w:rsid w:val="0054487B"/>
    <w:rsid w:val="005448AC"/>
    <w:rsid w:val="00544B45"/>
    <w:rsid w:val="00544CAC"/>
    <w:rsid w:val="00544D58"/>
    <w:rsid w:val="00544EBA"/>
    <w:rsid w:val="0054544A"/>
    <w:rsid w:val="0054567C"/>
    <w:rsid w:val="005457F5"/>
    <w:rsid w:val="0054633D"/>
    <w:rsid w:val="00546708"/>
    <w:rsid w:val="00546B2A"/>
    <w:rsid w:val="00547283"/>
    <w:rsid w:val="0054756C"/>
    <w:rsid w:val="00547763"/>
    <w:rsid w:val="00547BBA"/>
    <w:rsid w:val="00547CCB"/>
    <w:rsid w:val="00547E15"/>
    <w:rsid w:val="00550189"/>
    <w:rsid w:val="005502FC"/>
    <w:rsid w:val="005508AE"/>
    <w:rsid w:val="00550BAD"/>
    <w:rsid w:val="00550EA9"/>
    <w:rsid w:val="00551442"/>
    <w:rsid w:val="005514B5"/>
    <w:rsid w:val="005514ED"/>
    <w:rsid w:val="005515E1"/>
    <w:rsid w:val="00551C17"/>
    <w:rsid w:val="00551EDB"/>
    <w:rsid w:val="00551FC8"/>
    <w:rsid w:val="005524E1"/>
    <w:rsid w:val="00552AF3"/>
    <w:rsid w:val="005530AA"/>
    <w:rsid w:val="005530F0"/>
    <w:rsid w:val="00553817"/>
    <w:rsid w:val="005538BB"/>
    <w:rsid w:val="00553BA3"/>
    <w:rsid w:val="00553E66"/>
    <w:rsid w:val="00553F6C"/>
    <w:rsid w:val="00554357"/>
    <w:rsid w:val="005544D6"/>
    <w:rsid w:val="0055459A"/>
    <w:rsid w:val="00554716"/>
    <w:rsid w:val="00554722"/>
    <w:rsid w:val="00554B87"/>
    <w:rsid w:val="00554F00"/>
    <w:rsid w:val="00554F7A"/>
    <w:rsid w:val="00555178"/>
    <w:rsid w:val="005558A8"/>
    <w:rsid w:val="00555B3B"/>
    <w:rsid w:val="00555B98"/>
    <w:rsid w:val="00555CC8"/>
    <w:rsid w:val="00555D61"/>
    <w:rsid w:val="00555E53"/>
    <w:rsid w:val="0055608A"/>
    <w:rsid w:val="00556109"/>
    <w:rsid w:val="00556430"/>
    <w:rsid w:val="00556461"/>
    <w:rsid w:val="00556691"/>
    <w:rsid w:val="00556BFA"/>
    <w:rsid w:val="00556F2E"/>
    <w:rsid w:val="00556FBE"/>
    <w:rsid w:val="005570AC"/>
    <w:rsid w:val="005576B1"/>
    <w:rsid w:val="0055770A"/>
    <w:rsid w:val="00557780"/>
    <w:rsid w:val="00557BBE"/>
    <w:rsid w:val="005602C0"/>
    <w:rsid w:val="005604CD"/>
    <w:rsid w:val="00561177"/>
    <w:rsid w:val="005612FF"/>
    <w:rsid w:val="00561EE1"/>
    <w:rsid w:val="00561F18"/>
    <w:rsid w:val="0056200E"/>
    <w:rsid w:val="005624AC"/>
    <w:rsid w:val="00562897"/>
    <w:rsid w:val="005631F1"/>
    <w:rsid w:val="00563386"/>
    <w:rsid w:val="0056339E"/>
    <w:rsid w:val="00564295"/>
    <w:rsid w:val="00564870"/>
    <w:rsid w:val="00564883"/>
    <w:rsid w:val="00564DB1"/>
    <w:rsid w:val="00565077"/>
    <w:rsid w:val="00565407"/>
    <w:rsid w:val="00565656"/>
    <w:rsid w:val="00565AA7"/>
    <w:rsid w:val="00565B24"/>
    <w:rsid w:val="00565D52"/>
    <w:rsid w:val="0056645C"/>
    <w:rsid w:val="005664EC"/>
    <w:rsid w:val="005664FC"/>
    <w:rsid w:val="005666B8"/>
    <w:rsid w:val="005668C5"/>
    <w:rsid w:val="00566DA2"/>
    <w:rsid w:val="00567620"/>
    <w:rsid w:val="00567822"/>
    <w:rsid w:val="00567C8D"/>
    <w:rsid w:val="00567F3E"/>
    <w:rsid w:val="00567FA9"/>
    <w:rsid w:val="00570722"/>
    <w:rsid w:val="00570A8F"/>
    <w:rsid w:val="005711D5"/>
    <w:rsid w:val="005714B0"/>
    <w:rsid w:val="005718AE"/>
    <w:rsid w:val="005718F6"/>
    <w:rsid w:val="0057192A"/>
    <w:rsid w:val="00571A82"/>
    <w:rsid w:val="00571F02"/>
    <w:rsid w:val="005720F3"/>
    <w:rsid w:val="005725D6"/>
    <w:rsid w:val="00572A3A"/>
    <w:rsid w:val="00573353"/>
    <w:rsid w:val="00573531"/>
    <w:rsid w:val="0057360B"/>
    <w:rsid w:val="00573B55"/>
    <w:rsid w:val="00573CD6"/>
    <w:rsid w:val="00573E47"/>
    <w:rsid w:val="00574346"/>
    <w:rsid w:val="0057446B"/>
    <w:rsid w:val="005744B4"/>
    <w:rsid w:val="00574735"/>
    <w:rsid w:val="00574A9E"/>
    <w:rsid w:val="00575535"/>
    <w:rsid w:val="0057568D"/>
    <w:rsid w:val="00575863"/>
    <w:rsid w:val="00575C92"/>
    <w:rsid w:val="005767C5"/>
    <w:rsid w:val="0057691D"/>
    <w:rsid w:val="00576DDF"/>
    <w:rsid w:val="00576E0B"/>
    <w:rsid w:val="005770F9"/>
    <w:rsid w:val="005771F4"/>
    <w:rsid w:val="00577342"/>
    <w:rsid w:val="005775C4"/>
    <w:rsid w:val="00577F9B"/>
    <w:rsid w:val="00577FDA"/>
    <w:rsid w:val="00580D69"/>
    <w:rsid w:val="005811A2"/>
    <w:rsid w:val="005813D4"/>
    <w:rsid w:val="005816E0"/>
    <w:rsid w:val="00581A83"/>
    <w:rsid w:val="00582078"/>
    <w:rsid w:val="00582271"/>
    <w:rsid w:val="005824C0"/>
    <w:rsid w:val="005826E8"/>
    <w:rsid w:val="00582956"/>
    <w:rsid w:val="00582B26"/>
    <w:rsid w:val="00582B7B"/>
    <w:rsid w:val="00582FFA"/>
    <w:rsid w:val="00583679"/>
    <w:rsid w:val="005839EB"/>
    <w:rsid w:val="00583BB6"/>
    <w:rsid w:val="00583CFE"/>
    <w:rsid w:val="00583EDA"/>
    <w:rsid w:val="005844D3"/>
    <w:rsid w:val="0058466B"/>
    <w:rsid w:val="00584CE5"/>
    <w:rsid w:val="005850FA"/>
    <w:rsid w:val="00585629"/>
    <w:rsid w:val="0058572F"/>
    <w:rsid w:val="0058578A"/>
    <w:rsid w:val="005858E8"/>
    <w:rsid w:val="0058597A"/>
    <w:rsid w:val="00585989"/>
    <w:rsid w:val="00585BF2"/>
    <w:rsid w:val="00585C40"/>
    <w:rsid w:val="00585CB9"/>
    <w:rsid w:val="00585CDC"/>
    <w:rsid w:val="00585D57"/>
    <w:rsid w:val="00585EE6"/>
    <w:rsid w:val="0058614B"/>
    <w:rsid w:val="00586225"/>
    <w:rsid w:val="005864B0"/>
    <w:rsid w:val="0058690A"/>
    <w:rsid w:val="00586A39"/>
    <w:rsid w:val="00586F77"/>
    <w:rsid w:val="00587143"/>
    <w:rsid w:val="00587673"/>
    <w:rsid w:val="00587D9C"/>
    <w:rsid w:val="005900A0"/>
    <w:rsid w:val="0059010E"/>
    <w:rsid w:val="0059092C"/>
    <w:rsid w:val="00591670"/>
    <w:rsid w:val="00591808"/>
    <w:rsid w:val="00591C8C"/>
    <w:rsid w:val="005921F1"/>
    <w:rsid w:val="005924A4"/>
    <w:rsid w:val="005924B8"/>
    <w:rsid w:val="00592BB0"/>
    <w:rsid w:val="00592E89"/>
    <w:rsid w:val="00593062"/>
    <w:rsid w:val="0059332B"/>
    <w:rsid w:val="005934EB"/>
    <w:rsid w:val="0059355A"/>
    <w:rsid w:val="00593659"/>
    <w:rsid w:val="005938EA"/>
    <w:rsid w:val="00593CD6"/>
    <w:rsid w:val="00593D1F"/>
    <w:rsid w:val="00593DA1"/>
    <w:rsid w:val="005945A1"/>
    <w:rsid w:val="0059469A"/>
    <w:rsid w:val="005952A6"/>
    <w:rsid w:val="00595365"/>
    <w:rsid w:val="005958DD"/>
    <w:rsid w:val="00595BBE"/>
    <w:rsid w:val="00595DC5"/>
    <w:rsid w:val="005961DD"/>
    <w:rsid w:val="005963A4"/>
    <w:rsid w:val="005963CF"/>
    <w:rsid w:val="00596693"/>
    <w:rsid w:val="005969BC"/>
    <w:rsid w:val="00596A39"/>
    <w:rsid w:val="00596CBA"/>
    <w:rsid w:val="00596E4C"/>
    <w:rsid w:val="00596FA8"/>
    <w:rsid w:val="0059763E"/>
    <w:rsid w:val="00597FB9"/>
    <w:rsid w:val="005A0D64"/>
    <w:rsid w:val="005A10AD"/>
    <w:rsid w:val="005A16FA"/>
    <w:rsid w:val="005A1E0C"/>
    <w:rsid w:val="005A212B"/>
    <w:rsid w:val="005A29A8"/>
    <w:rsid w:val="005A2F88"/>
    <w:rsid w:val="005A3274"/>
    <w:rsid w:val="005A36BD"/>
    <w:rsid w:val="005A3771"/>
    <w:rsid w:val="005A3C87"/>
    <w:rsid w:val="005A4090"/>
    <w:rsid w:val="005A4668"/>
    <w:rsid w:val="005A51F0"/>
    <w:rsid w:val="005A53C6"/>
    <w:rsid w:val="005A5B54"/>
    <w:rsid w:val="005A648B"/>
    <w:rsid w:val="005A66EF"/>
    <w:rsid w:val="005A684F"/>
    <w:rsid w:val="005A698E"/>
    <w:rsid w:val="005A6C75"/>
    <w:rsid w:val="005A6F6C"/>
    <w:rsid w:val="005A7332"/>
    <w:rsid w:val="005A73D0"/>
    <w:rsid w:val="005A74F8"/>
    <w:rsid w:val="005A782C"/>
    <w:rsid w:val="005A7B1D"/>
    <w:rsid w:val="005A7DE2"/>
    <w:rsid w:val="005B0289"/>
    <w:rsid w:val="005B0833"/>
    <w:rsid w:val="005B15E4"/>
    <w:rsid w:val="005B1C0C"/>
    <w:rsid w:val="005B246C"/>
    <w:rsid w:val="005B261C"/>
    <w:rsid w:val="005B28FF"/>
    <w:rsid w:val="005B2924"/>
    <w:rsid w:val="005B2C38"/>
    <w:rsid w:val="005B2CFC"/>
    <w:rsid w:val="005B3707"/>
    <w:rsid w:val="005B3741"/>
    <w:rsid w:val="005B3939"/>
    <w:rsid w:val="005B3A0C"/>
    <w:rsid w:val="005B3CE0"/>
    <w:rsid w:val="005B41CC"/>
    <w:rsid w:val="005B43AE"/>
    <w:rsid w:val="005B48CA"/>
    <w:rsid w:val="005B4ECF"/>
    <w:rsid w:val="005B4FBF"/>
    <w:rsid w:val="005B50ED"/>
    <w:rsid w:val="005B5648"/>
    <w:rsid w:val="005B59DE"/>
    <w:rsid w:val="005B5E31"/>
    <w:rsid w:val="005B6215"/>
    <w:rsid w:val="005B62A4"/>
    <w:rsid w:val="005B67B1"/>
    <w:rsid w:val="005B6A2F"/>
    <w:rsid w:val="005B7295"/>
    <w:rsid w:val="005B78CB"/>
    <w:rsid w:val="005B7E50"/>
    <w:rsid w:val="005C00AB"/>
    <w:rsid w:val="005C052A"/>
    <w:rsid w:val="005C084D"/>
    <w:rsid w:val="005C0B80"/>
    <w:rsid w:val="005C0BF8"/>
    <w:rsid w:val="005C0E1C"/>
    <w:rsid w:val="005C188F"/>
    <w:rsid w:val="005C1B51"/>
    <w:rsid w:val="005C1D67"/>
    <w:rsid w:val="005C1EAA"/>
    <w:rsid w:val="005C1ECC"/>
    <w:rsid w:val="005C217B"/>
    <w:rsid w:val="005C221B"/>
    <w:rsid w:val="005C2414"/>
    <w:rsid w:val="005C2787"/>
    <w:rsid w:val="005C292A"/>
    <w:rsid w:val="005C2C26"/>
    <w:rsid w:val="005C2C36"/>
    <w:rsid w:val="005C2FED"/>
    <w:rsid w:val="005C31D6"/>
    <w:rsid w:val="005C329E"/>
    <w:rsid w:val="005C3374"/>
    <w:rsid w:val="005C40BF"/>
    <w:rsid w:val="005C4674"/>
    <w:rsid w:val="005C47CB"/>
    <w:rsid w:val="005C4C36"/>
    <w:rsid w:val="005C4DD6"/>
    <w:rsid w:val="005C4E79"/>
    <w:rsid w:val="005C5038"/>
    <w:rsid w:val="005C5068"/>
    <w:rsid w:val="005C54C4"/>
    <w:rsid w:val="005C598C"/>
    <w:rsid w:val="005C5E8E"/>
    <w:rsid w:val="005C661C"/>
    <w:rsid w:val="005C69D3"/>
    <w:rsid w:val="005C754E"/>
    <w:rsid w:val="005C7BC3"/>
    <w:rsid w:val="005C7F7A"/>
    <w:rsid w:val="005D0267"/>
    <w:rsid w:val="005D0678"/>
    <w:rsid w:val="005D07B3"/>
    <w:rsid w:val="005D13EC"/>
    <w:rsid w:val="005D17FD"/>
    <w:rsid w:val="005D1DB1"/>
    <w:rsid w:val="005D2BDD"/>
    <w:rsid w:val="005D2ED8"/>
    <w:rsid w:val="005D38DC"/>
    <w:rsid w:val="005D39A3"/>
    <w:rsid w:val="005D39B7"/>
    <w:rsid w:val="005D3C41"/>
    <w:rsid w:val="005D41C6"/>
    <w:rsid w:val="005D4387"/>
    <w:rsid w:val="005D4E5E"/>
    <w:rsid w:val="005D5CC6"/>
    <w:rsid w:val="005D68CD"/>
    <w:rsid w:val="005D6F48"/>
    <w:rsid w:val="005D6FF6"/>
    <w:rsid w:val="005D76D5"/>
    <w:rsid w:val="005D77D3"/>
    <w:rsid w:val="005D78A1"/>
    <w:rsid w:val="005D7C30"/>
    <w:rsid w:val="005D7C61"/>
    <w:rsid w:val="005D7DC9"/>
    <w:rsid w:val="005D7F73"/>
    <w:rsid w:val="005E0071"/>
    <w:rsid w:val="005E0705"/>
    <w:rsid w:val="005E0E08"/>
    <w:rsid w:val="005E10F1"/>
    <w:rsid w:val="005E118E"/>
    <w:rsid w:val="005E11D7"/>
    <w:rsid w:val="005E1EE5"/>
    <w:rsid w:val="005E20C3"/>
    <w:rsid w:val="005E23CC"/>
    <w:rsid w:val="005E2841"/>
    <w:rsid w:val="005E2A77"/>
    <w:rsid w:val="005E2D3C"/>
    <w:rsid w:val="005E307A"/>
    <w:rsid w:val="005E32B0"/>
    <w:rsid w:val="005E3618"/>
    <w:rsid w:val="005E3635"/>
    <w:rsid w:val="005E37CE"/>
    <w:rsid w:val="005E3E39"/>
    <w:rsid w:val="005E3F8A"/>
    <w:rsid w:val="005E406B"/>
    <w:rsid w:val="005E41D4"/>
    <w:rsid w:val="005E46BD"/>
    <w:rsid w:val="005E486A"/>
    <w:rsid w:val="005E48D0"/>
    <w:rsid w:val="005E4B49"/>
    <w:rsid w:val="005E4C7F"/>
    <w:rsid w:val="005E4C82"/>
    <w:rsid w:val="005E5064"/>
    <w:rsid w:val="005E52B1"/>
    <w:rsid w:val="005E57DC"/>
    <w:rsid w:val="005E5BB4"/>
    <w:rsid w:val="005E5BD9"/>
    <w:rsid w:val="005E6261"/>
    <w:rsid w:val="005E7052"/>
    <w:rsid w:val="005E73A5"/>
    <w:rsid w:val="005E7715"/>
    <w:rsid w:val="005E784A"/>
    <w:rsid w:val="005E79F0"/>
    <w:rsid w:val="005F0156"/>
    <w:rsid w:val="005F036C"/>
    <w:rsid w:val="005F0726"/>
    <w:rsid w:val="005F08A5"/>
    <w:rsid w:val="005F0917"/>
    <w:rsid w:val="005F0987"/>
    <w:rsid w:val="005F0F56"/>
    <w:rsid w:val="005F1315"/>
    <w:rsid w:val="005F1A3F"/>
    <w:rsid w:val="005F1C9A"/>
    <w:rsid w:val="005F1E15"/>
    <w:rsid w:val="005F1F42"/>
    <w:rsid w:val="005F2854"/>
    <w:rsid w:val="005F2954"/>
    <w:rsid w:val="005F3184"/>
    <w:rsid w:val="005F367E"/>
    <w:rsid w:val="005F38C8"/>
    <w:rsid w:val="005F459D"/>
    <w:rsid w:val="005F4764"/>
    <w:rsid w:val="005F4766"/>
    <w:rsid w:val="005F4D26"/>
    <w:rsid w:val="005F5192"/>
    <w:rsid w:val="005F529D"/>
    <w:rsid w:val="005F52A2"/>
    <w:rsid w:val="005F53ED"/>
    <w:rsid w:val="005F586C"/>
    <w:rsid w:val="005F59A0"/>
    <w:rsid w:val="005F5E54"/>
    <w:rsid w:val="005F5F45"/>
    <w:rsid w:val="005F5FB5"/>
    <w:rsid w:val="005F67B3"/>
    <w:rsid w:val="005F69FF"/>
    <w:rsid w:val="005F6ACE"/>
    <w:rsid w:val="005F6AE7"/>
    <w:rsid w:val="005F6FBE"/>
    <w:rsid w:val="005F76DE"/>
    <w:rsid w:val="005F77C7"/>
    <w:rsid w:val="005F77FA"/>
    <w:rsid w:val="005F78A9"/>
    <w:rsid w:val="005F794E"/>
    <w:rsid w:val="005F79E2"/>
    <w:rsid w:val="005F7BDD"/>
    <w:rsid w:val="005F7F9E"/>
    <w:rsid w:val="00600175"/>
    <w:rsid w:val="006001CD"/>
    <w:rsid w:val="006003F1"/>
    <w:rsid w:val="006004E8"/>
    <w:rsid w:val="00600690"/>
    <w:rsid w:val="006006D2"/>
    <w:rsid w:val="00600C67"/>
    <w:rsid w:val="006010A1"/>
    <w:rsid w:val="0060151F"/>
    <w:rsid w:val="00601794"/>
    <w:rsid w:val="00601996"/>
    <w:rsid w:val="00601A29"/>
    <w:rsid w:val="00601C93"/>
    <w:rsid w:val="00601CE2"/>
    <w:rsid w:val="00601D4C"/>
    <w:rsid w:val="00601D97"/>
    <w:rsid w:val="006023C6"/>
    <w:rsid w:val="006024AC"/>
    <w:rsid w:val="00602C4E"/>
    <w:rsid w:val="00602F4C"/>
    <w:rsid w:val="006032AB"/>
    <w:rsid w:val="0060387E"/>
    <w:rsid w:val="00603A5D"/>
    <w:rsid w:val="0060429A"/>
    <w:rsid w:val="00604603"/>
    <w:rsid w:val="006049A1"/>
    <w:rsid w:val="00605107"/>
    <w:rsid w:val="006051D4"/>
    <w:rsid w:val="00605A19"/>
    <w:rsid w:val="00605F96"/>
    <w:rsid w:val="0060619E"/>
    <w:rsid w:val="00606430"/>
    <w:rsid w:val="00606D64"/>
    <w:rsid w:val="00606E4F"/>
    <w:rsid w:val="00606FC3"/>
    <w:rsid w:val="0060721D"/>
    <w:rsid w:val="0060756D"/>
    <w:rsid w:val="00607A40"/>
    <w:rsid w:val="00607B4E"/>
    <w:rsid w:val="00610294"/>
    <w:rsid w:val="006104A1"/>
    <w:rsid w:val="006108CC"/>
    <w:rsid w:val="00611345"/>
    <w:rsid w:val="00611397"/>
    <w:rsid w:val="0061156E"/>
    <w:rsid w:val="00611888"/>
    <w:rsid w:val="00611BCE"/>
    <w:rsid w:val="00611C1C"/>
    <w:rsid w:val="00611F0E"/>
    <w:rsid w:val="00612068"/>
    <w:rsid w:val="00612086"/>
    <w:rsid w:val="0061297C"/>
    <w:rsid w:val="00612F12"/>
    <w:rsid w:val="00612F13"/>
    <w:rsid w:val="00612F20"/>
    <w:rsid w:val="00612FA7"/>
    <w:rsid w:val="00613066"/>
    <w:rsid w:val="006133A7"/>
    <w:rsid w:val="00613549"/>
    <w:rsid w:val="0061391A"/>
    <w:rsid w:val="00613A61"/>
    <w:rsid w:val="00613D15"/>
    <w:rsid w:val="006140D7"/>
    <w:rsid w:val="006144C9"/>
    <w:rsid w:val="00614B41"/>
    <w:rsid w:val="00614D3B"/>
    <w:rsid w:val="00615691"/>
    <w:rsid w:val="00615863"/>
    <w:rsid w:val="00615E24"/>
    <w:rsid w:val="00615EEC"/>
    <w:rsid w:val="006161B1"/>
    <w:rsid w:val="00616A95"/>
    <w:rsid w:val="00616B80"/>
    <w:rsid w:val="00616B96"/>
    <w:rsid w:val="00616CBF"/>
    <w:rsid w:val="00616EC9"/>
    <w:rsid w:val="006173B3"/>
    <w:rsid w:val="006175E0"/>
    <w:rsid w:val="006175FE"/>
    <w:rsid w:val="00617976"/>
    <w:rsid w:val="00617B1C"/>
    <w:rsid w:val="006202B1"/>
    <w:rsid w:val="006202F5"/>
    <w:rsid w:val="006203B4"/>
    <w:rsid w:val="00620732"/>
    <w:rsid w:val="00620CA2"/>
    <w:rsid w:val="00620ED1"/>
    <w:rsid w:val="006210D5"/>
    <w:rsid w:val="006214D3"/>
    <w:rsid w:val="00621B67"/>
    <w:rsid w:val="00621C14"/>
    <w:rsid w:val="00621C6E"/>
    <w:rsid w:val="00621DEB"/>
    <w:rsid w:val="00621EB9"/>
    <w:rsid w:val="006223F7"/>
    <w:rsid w:val="0062278C"/>
    <w:rsid w:val="006227A9"/>
    <w:rsid w:val="00622CAA"/>
    <w:rsid w:val="006230FF"/>
    <w:rsid w:val="0062335B"/>
    <w:rsid w:val="00623479"/>
    <w:rsid w:val="006236C0"/>
    <w:rsid w:val="00623B1D"/>
    <w:rsid w:val="00623EFB"/>
    <w:rsid w:val="006240FB"/>
    <w:rsid w:val="0062424A"/>
    <w:rsid w:val="006245F2"/>
    <w:rsid w:val="00624729"/>
    <w:rsid w:val="0062472A"/>
    <w:rsid w:val="00624887"/>
    <w:rsid w:val="00624B3B"/>
    <w:rsid w:val="00624DE7"/>
    <w:rsid w:val="006250AE"/>
    <w:rsid w:val="00625FCF"/>
    <w:rsid w:val="0062625E"/>
    <w:rsid w:val="006263EA"/>
    <w:rsid w:val="0062643B"/>
    <w:rsid w:val="0062646A"/>
    <w:rsid w:val="00626B88"/>
    <w:rsid w:val="006271A8"/>
    <w:rsid w:val="006276E7"/>
    <w:rsid w:val="006278BF"/>
    <w:rsid w:val="00627DDD"/>
    <w:rsid w:val="00627E9B"/>
    <w:rsid w:val="00630001"/>
    <w:rsid w:val="00630262"/>
    <w:rsid w:val="0063072B"/>
    <w:rsid w:val="0063078C"/>
    <w:rsid w:val="00630AAE"/>
    <w:rsid w:val="00630C58"/>
    <w:rsid w:val="00631022"/>
    <w:rsid w:val="006314FE"/>
    <w:rsid w:val="0063167C"/>
    <w:rsid w:val="0063174D"/>
    <w:rsid w:val="006319C2"/>
    <w:rsid w:val="00632091"/>
    <w:rsid w:val="00632225"/>
    <w:rsid w:val="00632326"/>
    <w:rsid w:val="00632790"/>
    <w:rsid w:val="006330EB"/>
    <w:rsid w:val="00633363"/>
    <w:rsid w:val="006334AB"/>
    <w:rsid w:val="00633514"/>
    <w:rsid w:val="006335EB"/>
    <w:rsid w:val="00633861"/>
    <w:rsid w:val="00633F01"/>
    <w:rsid w:val="00634318"/>
    <w:rsid w:val="00634824"/>
    <w:rsid w:val="00634A41"/>
    <w:rsid w:val="00634DB2"/>
    <w:rsid w:val="00634E76"/>
    <w:rsid w:val="00634E77"/>
    <w:rsid w:val="00634FB6"/>
    <w:rsid w:val="00635437"/>
    <w:rsid w:val="006354FF"/>
    <w:rsid w:val="00635764"/>
    <w:rsid w:val="0063577E"/>
    <w:rsid w:val="00635E37"/>
    <w:rsid w:val="00635F6D"/>
    <w:rsid w:val="00636317"/>
    <w:rsid w:val="00636734"/>
    <w:rsid w:val="00636CAD"/>
    <w:rsid w:val="00636CC6"/>
    <w:rsid w:val="00636DF0"/>
    <w:rsid w:val="00636F39"/>
    <w:rsid w:val="00637061"/>
    <w:rsid w:val="006370BE"/>
    <w:rsid w:val="00637105"/>
    <w:rsid w:val="00637791"/>
    <w:rsid w:val="00637F94"/>
    <w:rsid w:val="00640563"/>
    <w:rsid w:val="00640601"/>
    <w:rsid w:val="0064092C"/>
    <w:rsid w:val="00640C12"/>
    <w:rsid w:val="00640E04"/>
    <w:rsid w:val="00640EE4"/>
    <w:rsid w:val="00640F79"/>
    <w:rsid w:val="00641246"/>
    <w:rsid w:val="00641333"/>
    <w:rsid w:val="006413D0"/>
    <w:rsid w:val="006414D7"/>
    <w:rsid w:val="0064161D"/>
    <w:rsid w:val="006416F4"/>
    <w:rsid w:val="0064170A"/>
    <w:rsid w:val="006418C8"/>
    <w:rsid w:val="0064196B"/>
    <w:rsid w:val="006419F5"/>
    <w:rsid w:val="00641D06"/>
    <w:rsid w:val="00641EDC"/>
    <w:rsid w:val="00641F78"/>
    <w:rsid w:val="00642740"/>
    <w:rsid w:val="00642E88"/>
    <w:rsid w:val="006431D5"/>
    <w:rsid w:val="0064339E"/>
    <w:rsid w:val="00643488"/>
    <w:rsid w:val="006434E9"/>
    <w:rsid w:val="00643981"/>
    <w:rsid w:val="00643C58"/>
    <w:rsid w:val="0064405F"/>
    <w:rsid w:val="0064413D"/>
    <w:rsid w:val="00644532"/>
    <w:rsid w:val="006448D0"/>
    <w:rsid w:val="006453AC"/>
    <w:rsid w:val="006458E5"/>
    <w:rsid w:val="00645917"/>
    <w:rsid w:val="00646CDF"/>
    <w:rsid w:val="006471A1"/>
    <w:rsid w:val="0064759E"/>
    <w:rsid w:val="0064785D"/>
    <w:rsid w:val="006478E3"/>
    <w:rsid w:val="00647A4C"/>
    <w:rsid w:val="00647B7E"/>
    <w:rsid w:val="00650AFA"/>
    <w:rsid w:val="00650C95"/>
    <w:rsid w:val="00650E87"/>
    <w:rsid w:val="00650FF4"/>
    <w:rsid w:val="00651635"/>
    <w:rsid w:val="00651AAF"/>
    <w:rsid w:val="00651C9B"/>
    <w:rsid w:val="00652004"/>
    <w:rsid w:val="006526B1"/>
    <w:rsid w:val="006526D6"/>
    <w:rsid w:val="00652735"/>
    <w:rsid w:val="00652841"/>
    <w:rsid w:val="00652EAF"/>
    <w:rsid w:val="0065377A"/>
    <w:rsid w:val="00653818"/>
    <w:rsid w:val="00653877"/>
    <w:rsid w:val="00654639"/>
    <w:rsid w:val="006546CD"/>
    <w:rsid w:val="00654768"/>
    <w:rsid w:val="00654850"/>
    <w:rsid w:val="00655A8A"/>
    <w:rsid w:val="00655C4A"/>
    <w:rsid w:val="006560C7"/>
    <w:rsid w:val="00656F98"/>
    <w:rsid w:val="0065703A"/>
    <w:rsid w:val="0065703F"/>
    <w:rsid w:val="006572DE"/>
    <w:rsid w:val="00657722"/>
    <w:rsid w:val="00657A8F"/>
    <w:rsid w:val="00657BA8"/>
    <w:rsid w:val="00657E99"/>
    <w:rsid w:val="00657FEB"/>
    <w:rsid w:val="006603A4"/>
    <w:rsid w:val="00660482"/>
    <w:rsid w:val="006605F5"/>
    <w:rsid w:val="00660A8C"/>
    <w:rsid w:val="00660B80"/>
    <w:rsid w:val="00661089"/>
    <w:rsid w:val="00661501"/>
    <w:rsid w:val="00661606"/>
    <w:rsid w:val="006618C7"/>
    <w:rsid w:val="006619C6"/>
    <w:rsid w:val="00661D18"/>
    <w:rsid w:val="00661F4F"/>
    <w:rsid w:val="00662826"/>
    <w:rsid w:val="00662CDF"/>
    <w:rsid w:val="00662D3D"/>
    <w:rsid w:val="00662F0C"/>
    <w:rsid w:val="00662FC7"/>
    <w:rsid w:val="006634BB"/>
    <w:rsid w:val="00663660"/>
    <w:rsid w:val="00663D05"/>
    <w:rsid w:val="00663EC3"/>
    <w:rsid w:val="00663FAD"/>
    <w:rsid w:val="00664058"/>
    <w:rsid w:val="0066438E"/>
    <w:rsid w:val="00664487"/>
    <w:rsid w:val="00664561"/>
    <w:rsid w:val="00664779"/>
    <w:rsid w:val="00664998"/>
    <w:rsid w:val="00664DDC"/>
    <w:rsid w:val="00664F87"/>
    <w:rsid w:val="00665113"/>
    <w:rsid w:val="00665350"/>
    <w:rsid w:val="006658C6"/>
    <w:rsid w:val="00665A45"/>
    <w:rsid w:val="00665BD8"/>
    <w:rsid w:val="00665E9C"/>
    <w:rsid w:val="00666012"/>
    <w:rsid w:val="0066646F"/>
    <w:rsid w:val="00666A60"/>
    <w:rsid w:val="00666CD8"/>
    <w:rsid w:val="00666D97"/>
    <w:rsid w:val="00666DB9"/>
    <w:rsid w:val="00666F9D"/>
    <w:rsid w:val="006673A3"/>
    <w:rsid w:val="006674E9"/>
    <w:rsid w:val="00667A28"/>
    <w:rsid w:val="00667E2A"/>
    <w:rsid w:val="00670006"/>
    <w:rsid w:val="00670625"/>
    <w:rsid w:val="00670A76"/>
    <w:rsid w:val="00670DF8"/>
    <w:rsid w:val="00671030"/>
    <w:rsid w:val="006712D2"/>
    <w:rsid w:val="00671CF2"/>
    <w:rsid w:val="00671FBC"/>
    <w:rsid w:val="0067269B"/>
    <w:rsid w:val="00672931"/>
    <w:rsid w:val="00672F4D"/>
    <w:rsid w:val="0067307E"/>
    <w:rsid w:val="006734CC"/>
    <w:rsid w:val="00673866"/>
    <w:rsid w:val="006740B1"/>
    <w:rsid w:val="0067432B"/>
    <w:rsid w:val="00674583"/>
    <w:rsid w:val="00674721"/>
    <w:rsid w:val="0067515D"/>
    <w:rsid w:val="006753A8"/>
    <w:rsid w:val="00675AC8"/>
    <w:rsid w:val="00675CDA"/>
    <w:rsid w:val="00675EB1"/>
    <w:rsid w:val="00676085"/>
    <w:rsid w:val="006760C6"/>
    <w:rsid w:val="00676269"/>
    <w:rsid w:val="00676664"/>
    <w:rsid w:val="0067678C"/>
    <w:rsid w:val="00677092"/>
    <w:rsid w:val="00677170"/>
    <w:rsid w:val="006773AB"/>
    <w:rsid w:val="006775F0"/>
    <w:rsid w:val="00677A8B"/>
    <w:rsid w:val="00677AE3"/>
    <w:rsid w:val="00677BAC"/>
    <w:rsid w:val="00677BBD"/>
    <w:rsid w:val="0068011B"/>
    <w:rsid w:val="0068085F"/>
    <w:rsid w:val="00680875"/>
    <w:rsid w:val="00680E8B"/>
    <w:rsid w:val="006811B5"/>
    <w:rsid w:val="00681585"/>
    <w:rsid w:val="00681CC0"/>
    <w:rsid w:val="00681E7F"/>
    <w:rsid w:val="00681F3B"/>
    <w:rsid w:val="00682522"/>
    <w:rsid w:val="00683272"/>
    <w:rsid w:val="00683365"/>
    <w:rsid w:val="0068338C"/>
    <w:rsid w:val="00683F61"/>
    <w:rsid w:val="006843E9"/>
    <w:rsid w:val="0068448F"/>
    <w:rsid w:val="006845CC"/>
    <w:rsid w:val="006846CF"/>
    <w:rsid w:val="006848BB"/>
    <w:rsid w:val="00684AB3"/>
    <w:rsid w:val="00684B3F"/>
    <w:rsid w:val="00684D59"/>
    <w:rsid w:val="00685381"/>
    <w:rsid w:val="00685A33"/>
    <w:rsid w:val="00685A3D"/>
    <w:rsid w:val="0068619D"/>
    <w:rsid w:val="00686F56"/>
    <w:rsid w:val="00686F5B"/>
    <w:rsid w:val="006872FA"/>
    <w:rsid w:val="00687471"/>
    <w:rsid w:val="006877FC"/>
    <w:rsid w:val="0068797C"/>
    <w:rsid w:val="0069018A"/>
    <w:rsid w:val="0069058D"/>
    <w:rsid w:val="006906DF"/>
    <w:rsid w:val="00690709"/>
    <w:rsid w:val="00690865"/>
    <w:rsid w:val="00690AC5"/>
    <w:rsid w:val="00690DA6"/>
    <w:rsid w:val="00691220"/>
    <w:rsid w:val="00691661"/>
    <w:rsid w:val="00691B26"/>
    <w:rsid w:val="00691BAA"/>
    <w:rsid w:val="00691BB2"/>
    <w:rsid w:val="00691C56"/>
    <w:rsid w:val="00692302"/>
    <w:rsid w:val="00692591"/>
    <w:rsid w:val="006928AB"/>
    <w:rsid w:val="00692A75"/>
    <w:rsid w:val="00692AC0"/>
    <w:rsid w:val="00692C00"/>
    <w:rsid w:val="00692C8D"/>
    <w:rsid w:val="00692CF3"/>
    <w:rsid w:val="00692E6A"/>
    <w:rsid w:val="00692EEF"/>
    <w:rsid w:val="00692FC6"/>
    <w:rsid w:val="00693001"/>
    <w:rsid w:val="006932A9"/>
    <w:rsid w:val="00693318"/>
    <w:rsid w:val="00693D98"/>
    <w:rsid w:val="00693E70"/>
    <w:rsid w:val="00694022"/>
    <w:rsid w:val="006943CF"/>
    <w:rsid w:val="00694628"/>
    <w:rsid w:val="0069511D"/>
    <w:rsid w:val="00695282"/>
    <w:rsid w:val="0069550E"/>
    <w:rsid w:val="0069576C"/>
    <w:rsid w:val="00695D35"/>
    <w:rsid w:val="006963C0"/>
    <w:rsid w:val="00696F78"/>
    <w:rsid w:val="00697219"/>
    <w:rsid w:val="00697346"/>
    <w:rsid w:val="0069767C"/>
    <w:rsid w:val="00697933"/>
    <w:rsid w:val="00697C2A"/>
    <w:rsid w:val="00697EB4"/>
    <w:rsid w:val="00697FA8"/>
    <w:rsid w:val="006A0023"/>
    <w:rsid w:val="006A012B"/>
    <w:rsid w:val="006A025A"/>
    <w:rsid w:val="006A0360"/>
    <w:rsid w:val="006A04C0"/>
    <w:rsid w:val="006A062D"/>
    <w:rsid w:val="006A0844"/>
    <w:rsid w:val="006A0F59"/>
    <w:rsid w:val="006A12AF"/>
    <w:rsid w:val="006A13FB"/>
    <w:rsid w:val="006A1858"/>
    <w:rsid w:val="006A1BAC"/>
    <w:rsid w:val="006A1FC6"/>
    <w:rsid w:val="006A229E"/>
    <w:rsid w:val="006A22E9"/>
    <w:rsid w:val="006A25AE"/>
    <w:rsid w:val="006A26AA"/>
    <w:rsid w:val="006A2804"/>
    <w:rsid w:val="006A3337"/>
    <w:rsid w:val="006A3345"/>
    <w:rsid w:val="006A33BA"/>
    <w:rsid w:val="006A35D6"/>
    <w:rsid w:val="006A3A28"/>
    <w:rsid w:val="006A3E52"/>
    <w:rsid w:val="006A3F27"/>
    <w:rsid w:val="006A4A9F"/>
    <w:rsid w:val="006A50BD"/>
    <w:rsid w:val="006A50EB"/>
    <w:rsid w:val="006A5685"/>
    <w:rsid w:val="006A59A1"/>
    <w:rsid w:val="006A5F3C"/>
    <w:rsid w:val="006A614A"/>
    <w:rsid w:val="006A633E"/>
    <w:rsid w:val="006A6569"/>
    <w:rsid w:val="006A6983"/>
    <w:rsid w:val="006A6EB8"/>
    <w:rsid w:val="006A79F4"/>
    <w:rsid w:val="006B04EA"/>
    <w:rsid w:val="006B077B"/>
    <w:rsid w:val="006B0A59"/>
    <w:rsid w:val="006B0C36"/>
    <w:rsid w:val="006B0E0A"/>
    <w:rsid w:val="006B0F9C"/>
    <w:rsid w:val="006B19D7"/>
    <w:rsid w:val="006B1B39"/>
    <w:rsid w:val="006B204F"/>
    <w:rsid w:val="006B2087"/>
    <w:rsid w:val="006B2384"/>
    <w:rsid w:val="006B250E"/>
    <w:rsid w:val="006B2A0B"/>
    <w:rsid w:val="006B2A16"/>
    <w:rsid w:val="006B31D8"/>
    <w:rsid w:val="006B3873"/>
    <w:rsid w:val="006B38D4"/>
    <w:rsid w:val="006B3D8C"/>
    <w:rsid w:val="006B4010"/>
    <w:rsid w:val="006B4581"/>
    <w:rsid w:val="006B4D82"/>
    <w:rsid w:val="006B5774"/>
    <w:rsid w:val="006B5865"/>
    <w:rsid w:val="006B58AC"/>
    <w:rsid w:val="006B5A2C"/>
    <w:rsid w:val="006B5A33"/>
    <w:rsid w:val="006B5FA0"/>
    <w:rsid w:val="006B6110"/>
    <w:rsid w:val="006B65C8"/>
    <w:rsid w:val="006B6FAE"/>
    <w:rsid w:val="006B702B"/>
    <w:rsid w:val="006B70F2"/>
    <w:rsid w:val="006B78F3"/>
    <w:rsid w:val="006B7C11"/>
    <w:rsid w:val="006C0802"/>
    <w:rsid w:val="006C0EB7"/>
    <w:rsid w:val="006C119B"/>
    <w:rsid w:val="006C12A3"/>
    <w:rsid w:val="006C22D7"/>
    <w:rsid w:val="006C2335"/>
    <w:rsid w:val="006C2796"/>
    <w:rsid w:val="006C2941"/>
    <w:rsid w:val="006C2BD6"/>
    <w:rsid w:val="006C2D37"/>
    <w:rsid w:val="006C36F7"/>
    <w:rsid w:val="006C39C1"/>
    <w:rsid w:val="006C39FF"/>
    <w:rsid w:val="006C3EBF"/>
    <w:rsid w:val="006C3F9D"/>
    <w:rsid w:val="006C52AA"/>
    <w:rsid w:val="006C58B3"/>
    <w:rsid w:val="006C5C7B"/>
    <w:rsid w:val="006C5CF4"/>
    <w:rsid w:val="006C5EA4"/>
    <w:rsid w:val="006C5EFA"/>
    <w:rsid w:val="006C6505"/>
    <w:rsid w:val="006C66D8"/>
    <w:rsid w:val="006C695F"/>
    <w:rsid w:val="006C6C87"/>
    <w:rsid w:val="006C7309"/>
    <w:rsid w:val="006C7320"/>
    <w:rsid w:val="006C7702"/>
    <w:rsid w:val="006C7819"/>
    <w:rsid w:val="006D072C"/>
    <w:rsid w:val="006D0853"/>
    <w:rsid w:val="006D0921"/>
    <w:rsid w:val="006D0C4A"/>
    <w:rsid w:val="006D0C7E"/>
    <w:rsid w:val="006D142B"/>
    <w:rsid w:val="006D18AA"/>
    <w:rsid w:val="006D1922"/>
    <w:rsid w:val="006D1D73"/>
    <w:rsid w:val="006D1F8C"/>
    <w:rsid w:val="006D2194"/>
    <w:rsid w:val="006D22E9"/>
    <w:rsid w:val="006D2309"/>
    <w:rsid w:val="006D25BA"/>
    <w:rsid w:val="006D2AF7"/>
    <w:rsid w:val="006D2E90"/>
    <w:rsid w:val="006D2F73"/>
    <w:rsid w:val="006D3078"/>
    <w:rsid w:val="006D3173"/>
    <w:rsid w:val="006D319B"/>
    <w:rsid w:val="006D3342"/>
    <w:rsid w:val="006D34BB"/>
    <w:rsid w:val="006D3554"/>
    <w:rsid w:val="006D3686"/>
    <w:rsid w:val="006D3C9C"/>
    <w:rsid w:val="006D3DE5"/>
    <w:rsid w:val="006D3E2E"/>
    <w:rsid w:val="006D409B"/>
    <w:rsid w:val="006D411B"/>
    <w:rsid w:val="006D413B"/>
    <w:rsid w:val="006D41C5"/>
    <w:rsid w:val="006D4C1B"/>
    <w:rsid w:val="006D5B08"/>
    <w:rsid w:val="006D5CEC"/>
    <w:rsid w:val="006D5E50"/>
    <w:rsid w:val="006D5F1A"/>
    <w:rsid w:val="006D5F94"/>
    <w:rsid w:val="006D6353"/>
    <w:rsid w:val="006D6386"/>
    <w:rsid w:val="006D641E"/>
    <w:rsid w:val="006D6978"/>
    <w:rsid w:val="006D6EF6"/>
    <w:rsid w:val="006D7042"/>
    <w:rsid w:val="006D710E"/>
    <w:rsid w:val="006D748F"/>
    <w:rsid w:val="006D7981"/>
    <w:rsid w:val="006D7E3F"/>
    <w:rsid w:val="006E0A4F"/>
    <w:rsid w:val="006E0ADD"/>
    <w:rsid w:val="006E0DA8"/>
    <w:rsid w:val="006E13A7"/>
    <w:rsid w:val="006E1621"/>
    <w:rsid w:val="006E1B45"/>
    <w:rsid w:val="006E1F5C"/>
    <w:rsid w:val="006E23C0"/>
    <w:rsid w:val="006E2518"/>
    <w:rsid w:val="006E27B1"/>
    <w:rsid w:val="006E29E0"/>
    <w:rsid w:val="006E2B6C"/>
    <w:rsid w:val="006E2F9B"/>
    <w:rsid w:val="006E3317"/>
    <w:rsid w:val="006E3440"/>
    <w:rsid w:val="006E3D1F"/>
    <w:rsid w:val="006E4011"/>
    <w:rsid w:val="006E4103"/>
    <w:rsid w:val="006E41C9"/>
    <w:rsid w:val="006E44AB"/>
    <w:rsid w:val="006E45E4"/>
    <w:rsid w:val="006E4948"/>
    <w:rsid w:val="006E4B42"/>
    <w:rsid w:val="006E5219"/>
    <w:rsid w:val="006E5627"/>
    <w:rsid w:val="006E569F"/>
    <w:rsid w:val="006E5840"/>
    <w:rsid w:val="006E5C47"/>
    <w:rsid w:val="006E5D21"/>
    <w:rsid w:val="006E5DA3"/>
    <w:rsid w:val="006E5EB8"/>
    <w:rsid w:val="006E641C"/>
    <w:rsid w:val="006E65A3"/>
    <w:rsid w:val="006E6978"/>
    <w:rsid w:val="006E6BDA"/>
    <w:rsid w:val="006E7231"/>
    <w:rsid w:val="006E7395"/>
    <w:rsid w:val="006E75AF"/>
    <w:rsid w:val="006E79EC"/>
    <w:rsid w:val="006E7C67"/>
    <w:rsid w:val="006E7CD2"/>
    <w:rsid w:val="006E7E32"/>
    <w:rsid w:val="006F00B6"/>
    <w:rsid w:val="006F0696"/>
    <w:rsid w:val="006F06AC"/>
    <w:rsid w:val="006F0941"/>
    <w:rsid w:val="006F1308"/>
    <w:rsid w:val="006F147C"/>
    <w:rsid w:val="006F14A8"/>
    <w:rsid w:val="006F1585"/>
    <w:rsid w:val="006F1B9C"/>
    <w:rsid w:val="006F2401"/>
    <w:rsid w:val="006F24C6"/>
    <w:rsid w:val="006F37D7"/>
    <w:rsid w:val="006F3C2B"/>
    <w:rsid w:val="006F3FFA"/>
    <w:rsid w:val="006F4553"/>
    <w:rsid w:val="006F4A57"/>
    <w:rsid w:val="006F4CA4"/>
    <w:rsid w:val="006F4EF0"/>
    <w:rsid w:val="006F502B"/>
    <w:rsid w:val="006F51D9"/>
    <w:rsid w:val="006F5804"/>
    <w:rsid w:val="006F5812"/>
    <w:rsid w:val="006F5CB1"/>
    <w:rsid w:val="006F5D4D"/>
    <w:rsid w:val="006F5D96"/>
    <w:rsid w:val="006F5E87"/>
    <w:rsid w:val="006F61C1"/>
    <w:rsid w:val="006F6BAF"/>
    <w:rsid w:val="006F6FF1"/>
    <w:rsid w:val="006F7439"/>
    <w:rsid w:val="006F772E"/>
    <w:rsid w:val="006F7F3B"/>
    <w:rsid w:val="007000E8"/>
    <w:rsid w:val="007002BC"/>
    <w:rsid w:val="00700A85"/>
    <w:rsid w:val="0070109E"/>
    <w:rsid w:val="007010BF"/>
    <w:rsid w:val="007017CF"/>
    <w:rsid w:val="007021E2"/>
    <w:rsid w:val="00702543"/>
    <w:rsid w:val="00702C47"/>
    <w:rsid w:val="00702C5E"/>
    <w:rsid w:val="00702CBF"/>
    <w:rsid w:val="007036CD"/>
    <w:rsid w:val="007036D2"/>
    <w:rsid w:val="00703A49"/>
    <w:rsid w:val="007044D6"/>
    <w:rsid w:val="00704615"/>
    <w:rsid w:val="0070495D"/>
    <w:rsid w:val="00704A6F"/>
    <w:rsid w:val="00704CE9"/>
    <w:rsid w:val="007051D3"/>
    <w:rsid w:val="00705910"/>
    <w:rsid w:val="0070593B"/>
    <w:rsid w:val="00705DFE"/>
    <w:rsid w:val="00705EF2"/>
    <w:rsid w:val="00706261"/>
    <w:rsid w:val="0070655C"/>
    <w:rsid w:val="00706862"/>
    <w:rsid w:val="00707204"/>
    <w:rsid w:val="007072A6"/>
    <w:rsid w:val="0070765C"/>
    <w:rsid w:val="007079A3"/>
    <w:rsid w:val="007079A8"/>
    <w:rsid w:val="00707BDA"/>
    <w:rsid w:val="00707CA2"/>
    <w:rsid w:val="00710403"/>
    <w:rsid w:val="00710551"/>
    <w:rsid w:val="00710901"/>
    <w:rsid w:val="00710C37"/>
    <w:rsid w:val="00710C4C"/>
    <w:rsid w:val="00710EA3"/>
    <w:rsid w:val="00710FE5"/>
    <w:rsid w:val="0071140E"/>
    <w:rsid w:val="007115AB"/>
    <w:rsid w:val="007116DE"/>
    <w:rsid w:val="0071184E"/>
    <w:rsid w:val="00711873"/>
    <w:rsid w:val="0071194F"/>
    <w:rsid w:val="00711CD2"/>
    <w:rsid w:val="00711F3E"/>
    <w:rsid w:val="00711F87"/>
    <w:rsid w:val="00711FC7"/>
    <w:rsid w:val="00711FCA"/>
    <w:rsid w:val="00712AFB"/>
    <w:rsid w:val="00712C99"/>
    <w:rsid w:val="00712D19"/>
    <w:rsid w:val="00712DF4"/>
    <w:rsid w:val="00713318"/>
    <w:rsid w:val="00713438"/>
    <w:rsid w:val="0071390D"/>
    <w:rsid w:val="00713CB1"/>
    <w:rsid w:val="00713D56"/>
    <w:rsid w:val="007146C0"/>
    <w:rsid w:val="00714D28"/>
    <w:rsid w:val="007151E3"/>
    <w:rsid w:val="0071532B"/>
    <w:rsid w:val="007153D9"/>
    <w:rsid w:val="00716C4B"/>
    <w:rsid w:val="00717243"/>
    <w:rsid w:val="0071790D"/>
    <w:rsid w:val="00717A1B"/>
    <w:rsid w:val="00717C44"/>
    <w:rsid w:val="00717C6F"/>
    <w:rsid w:val="00717D75"/>
    <w:rsid w:val="00717FEA"/>
    <w:rsid w:val="0072006B"/>
    <w:rsid w:val="007203D8"/>
    <w:rsid w:val="00720404"/>
    <w:rsid w:val="007205A8"/>
    <w:rsid w:val="00720B47"/>
    <w:rsid w:val="00720B91"/>
    <w:rsid w:val="00721641"/>
    <w:rsid w:val="00721754"/>
    <w:rsid w:val="00721F07"/>
    <w:rsid w:val="00722046"/>
    <w:rsid w:val="0072225B"/>
    <w:rsid w:val="00722313"/>
    <w:rsid w:val="0072236F"/>
    <w:rsid w:val="00722639"/>
    <w:rsid w:val="007228D7"/>
    <w:rsid w:val="00722F8B"/>
    <w:rsid w:val="0072321F"/>
    <w:rsid w:val="007232CF"/>
    <w:rsid w:val="007234A2"/>
    <w:rsid w:val="007235AC"/>
    <w:rsid w:val="00723760"/>
    <w:rsid w:val="0072415E"/>
    <w:rsid w:val="007245B3"/>
    <w:rsid w:val="00724965"/>
    <w:rsid w:val="00724A75"/>
    <w:rsid w:val="00724DAE"/>
    <w:rsid w:val="00724DDB"/>
    <w:rsid w:val="00724F43"/>
    <w:rsid w:val="00725082"/>
    <w:rsid w:val="007252C6"/>
    <w:rsid w:val="0072530C"/>
    <w:rsid w:val="00725742"/>
    <w:rsid w:val="007258EC"/>
    <w:rsid w:val="00725A2C"/>
    <w:rsid w:val="00726DBA"/>
    <w:rsid w:val="00726F06"/>
    <w:rsid w:val="0072741E"/>
    <w:rsid w:val="007275F3"/>
    <w:rsid w:val="00727ADC"/>
    <w:rsid w:val="00727C3A"/>
    <w:rsid w:val="00730104"/>
    <w:rsid w:val="00730155"/>
    <w:rsid w:val="00730232"/>
    <w:rsid w:val="007303D1"/>
    <w:rsid w:val="0073131E"/>
    <w:rsid w:val="00731397"/>
    <w:rsid w:val="00731544"/>
    <w:rsid w:val="007315CB"/>
    <w:rsid w:val="007315EC"/>
    <w:rsid w:val="007318BD"/>
    <w:rsid w:val="00732002"/>
    <w:rsid w:val="007320A6"/>
    <w:rsid w:val="007320FF"/>
    <w:rsid w:val="00732684"/>
    <w:rsid w:val="00732693"/>
    <w:rsid w:val="00732AF3"/>
    <w:rsid w:val="00733038"/>
    <w:rsid w:val="007331DB"/>
    <w:rsid w:val="0073320B"/>
    <w:rsid w:val="0073378E"/>
    <w:rsid w:val="0073390D"/>
    <w:rsid w:val="00733FE6"/>
    <w:rsid w:val="0073411D"/>
    <w:rsid w:val="007348E1"/>
    <w:rsid w:val="00734BF8"/>
    <w:rsid w:val="007350CE"/>
    <w:rsid w:val="00735150"/>
    <w:rsid w:val="0073519F"/>
    <w:rsid w:val="00735697"/>
    <w:rsid w:val="00735AEC"/>
    <w:rsid w:val="00735B8A"/>
    <w:rsid w:val="00735C19"/>
    <w:rsid w:val="007360A2"/>
    <w:rsid w:val="00736192"/>
    <w:rsid w:val="0073643E"/>
    <w:rsid w:val="007368BB"/>
    <w:rsid w:val="00736F49"/>
    <w:rsid w:val="00737179"/>
    <w:rsid w:val="0073725B"/>
    <w:rsid w:val="007373B8"/>
    <w:rsid w:val="0073796B"/>
    <w:rsid w:val="00737A71"/>
    <w:rsid w:val="00737E3E"/>
    <w:rsid w:val="00740144"/>
    <w:rsid w:val="0074043C"/>
    <w:rsid w:val="00740A75"/>
    <w:rsid w:val="007411FF"/>
    <w:rsid w:val="00741224"/>
    <w:rsid w:val="00741532"/>
    <w:rsid w:val="007415D0"/>
    <w:rsid w:val="00741D22"/>
    <w:rsid w:val="0074288F"/>
    <w:rsid w:val="00742939"/>
    <w:rsid w:val="00742A28"/>
    <w:rsid w:val="0074303C"/>
    <w:rsid w:val="0074325D"/>
    <w:rsid w:val="0074366D"/>
    <w:rsid w:val="00743A7F"/>
    <w:rsid w:val="00744203"/>
    <w:rsid w:val="00744689"/>
    <w:rsid w:val="00744AC7"/>
    <w:rsid w:val="00744B63"/>
    <w:rsid w:val="00744E1E"/>
    <w:rsid w:val="00745390"/>
    <w:rsid w:val="00745735"/>
    <w:rsid w:val="00745AA0"/>
    <w:rsid w:val="00745BFE"/>
    <w:rsid w:val="00745D4F"/>
    <w:rsid w:val="00745DC4"/>
    <w:rsid w:val="00745FCA"/>
    <w:rsid w:val="00746036"/>
    <w:rsid w:val="007460A3"/>
    <w:rsid w:val="00746483"/>
    <w:rsid w:val="0074682B"/>
    <w:rsid w:val="00746978"/>
    <w:rsid w:val="00746B68"/>
    <w:rsid w:val="00746FBD"/>
    <w:rsid w:val="007471BE"/>
    <w:rsid w:val="00747515"/>
    <w:rsid w:val="007479AE"/>
    <w:rsid w:val="00747D22"/>
    <w:rsid w:val="00747E5B"/>
    <w:rsid w:val="007504D6"/>
    <w:rsid w:val="00750516"/>
    <w:rsid w:val="007506CA"/>
    <w:rsid w:val="00750A7C"/>
    <w:rsid w:val="00750AF8"/>
    <w:rsid w:val="007510BA"/>
    <w:rsid w:val="007517C6"/>
    <w:rsid w:val="00751BCF"/>
    <w:rsid w:val="00751DC4"/>
    <w:rsid w:val="007526C2"/>
    <w:rsid w:val="00752B1C"/>
    <w:rsid w:val="00752BA8"/>
    <w:rsid w:val="00752F8E"/>
    <w:rsid w:val="007535F2"/>
    <w:rsid w:val="00753671"/>
    <w:rsid w:val="0075369B"/>
    <w:rsid w:val="007540F0"/>
    <w:rsid w:val="0075474D"/>
    <w:rsid w:val="007549BF"/>
    <w:rsid w:val="00754A7F"/>
    <w:rsid w:val="00754E8D"/>
    <w:rsid w:val="00755AB0"/>
    <w:rsid w:val="00755B7E"/>
    <w:rsid w:val="00755F3C"/>
    <w:rsid w:val="007564E3"/>
    <w:rsid w:val="00756AFB"/>
    <w:rsid w:val="0075734A"/>
    <w:rsid w:val="00757CFA"/>
    <w:rsid w:val="0076015F"/>
    <w:rsid w:val="0076085F"/>
    <w:rsid w:val="007608AA"/>
    <w:rsid w:val="00760977"/>
    <w:rsid w:val="007609C7"/>
    <w:rsid w:val="00760CC2"/>
    <w:rsid w:val="00760CD3"/>
    <w:rsid w:val="00760E3D"/>
    <w:rsid w:val="00761678"/>
    <w:rsid w:val="007618F7"/>
    <w:rsid w:val="00761BA1"/>
    <w:rsid w:val="00761D17"/>
    <w:rsid w:val="00761E74"/>
    <w:rsid w:val="00761F6F"/>
    <w:rsid w:val="00762854"/>
    <w:rsid w:val="00762A6D"/>
    <w:rsid w:val="00762DB3"/>
    <w:rsid w:val="00762EB1"/>
    <w:rsid w:val="00763143"/>
    <w:rsid w:val="00763E04"/>
    <w:rsid w:val="007642E3"/>
    <w:rsid w:val="007643BB"/>
    <w:rsid w:val="00764526"/>
    <w:rsid w:val="007646AB"/>
    <w:rsid w:val="0076473D"/>
    <w:rsid w:val="007649EB"/>
    <w:rsid w:val="00764A3E"/>
    <w:rsid w:val="00764B74"/>
    <w:rsid w:val="00764CF0"/>
    <w:rsid w:val="00764F26"/>
    <w:rsid w:val="00765450"/>
    <w:rsid w:val="007655E2"/>
    <w:rsid w:val="007656F2"/>
    <w:rsid w:val="0076575E"/>
    <w:rsid w:val="00765F03"/>
    <w:rsid w:val="0076624E"/>
    <w:rsid w:val="00766470"/>
    <w:rsid w:val="00766776"/>
    <w:rsid w:val="00766863"/>
    <w:rsid w:val="00766942"/>
    <w:rsid w:val="007669AC"/>
    <w:rsid w:val="007669FC"/>
    <w:rsid w:val="00766E53"/>
    <w:rsid w:val="0076722A"/>
    <w:rsid w:val="0076723E"/>
    <w:rsid w:val="0076765E"/>
    <w:rsid w:val="007678BB"/>
    <w:rsid w:val="00767F57"/>
    <w:rsid w:val="0077019A"/>
    <w:rsid w:val="007701F6"/>
    <w:rsid w:val="007708AF"/>
    <w:rsid w:val="00770BE4"/>
    <w:rsid w:val="00770C1C"/>
    <w:rsid w:val="00770F76"/>
    <w:rsid w:val="00771515"/>
    <w:rsid w:val="0077183B"/>
    <w:rsid w:val="007725DC"/>
    <w:rsid w:val="007726D3"/>
    <w:rsid w:val="0077296F"/>
    <w:rsid w:val="007729B0"/>
    <w:rsid w:val="00772A75"/>
    <w:rsid w:val="00772BEB"/>
    <w:rsid w:val="00772D58"/>
    <w:rsid w:val="00773774"/>
    <w:rsid w:val="00773E9D"/>
    <w:rsid w:val="00773FB4"/>
    <w:rsid w:val="007745B9"/>
    <w:rsid w:val="007750D6"/>
    <w:rsid w:val="0077582B"/>
    <w:rsid w:val="00775937"/>
    <w:rsid w:val="007759E0"/>
    <w:rsid w:val="00776467"/>
    <w:rsid w:val="0077684F"/>
    <w:rsid w:val="007768C6"/>
    <w:rsid w:val="00776D66"/>
    <w:rsid w:val="00776E9A"/>
    <w:rsid w:val="0077756B"/>
    <w:rsid w:val="007777BE"/>
    <w:rsid w:val="0077796E"/>
    <w:rsid w:val="00777A7B"/>
    <w:rsid w:val="00777DB6"/>
    <w:rsid w:val="00777E2A"/>
    <w:rsid w:val="0078077B"/>
    <w:rsid w:val="00780A0E"/>
    <w:rsid w:val="00780A1B"/>
    <w:rsid w:val="00780A8D"/>
    <w:rsid w:val="00780AE0"/>
    <w:rsid w:val="00780D61"/>
    <w:rsid w:val="00780E16"/>
    <w:rsid w:val="007818AD"/>
    <w:rsid w:val="00781951"/>
    <w:rsid w:val="00781C69"/>
    <w:rsid w:val="00781C86"/>
    <w:rsid w:val="00781D4D"/>
    <w:rsid w:val="00781FAE"/>
    <w:rsid w:val="007821B5"/>
    <w:rsid w:val="00782251"/>
    <w:rsid w:val="0078227D"/>
    <w:rsid w:val="0078238D"/>
    <w:rsid w:val="00782535"/>
    <w:rsid w:val="00782F05"/>
    <w:rsid w:val="00782FF8"/>
    <w:rsid w:val="00783140"/>
    <w:rsid w:val="007835BC"/>
    <w:rsid w:val="00783624"/>
    <w:rsid w:val="0078378B"/>
    <w:rsid w:val="007837B9"/>
    <w:rsid w:val="007838E0"/>
    <w:rsid w:val="00783CB1"/>
    <w:rsid w:val="007840D9"/>
    <w:rsid w:val="007848B4"/>
    <w:rsid w:val="007849A1"/>
    <w:rsid w:val="00784A3B"/>
    <w:rsid w:val="00784B27"/>
    <w:rsid w:val="00784CF1"/>
    <w:rsid w:val="0078508D"/>
    <w:rsid w:val="00785161"/>
    <w:rsid w:val="00785393"/>
    <w:rsid w:val="00785720"/>
    <w:rsid w:val="00785BE5"/>
    <w:rsid w:val="00785C2F"/>
    <w:rsid w:val="00785C8A"/>
    <w:rsid w:val="0078621A"/>
    <w:rsid w:val="00786C7A"/>
    <w:rsid w:val="00786D2E"/>
    <w:rsid w:val="00786DAE"/>
    <w:rsid w:val="007875BB"/>
    <w:rsid w:val="007879BB"/>
    <w:rsid w:val="0079005F"/>
    <w:rsid w:val="00790BBA"/>
    <w:rsid w:val="00790BC0"/>
    <w:rsid w:val="00790EE9"/>
    <w:rsid w:val="00791487"/>
    <w:rsid w:val="0079165C"/>
    <w:rsid w:val="0079183F"/>
    <w:rsid w:val="00791AE6"/>
    <w:rsid w:val="00791B34"/>
    <w:rsid w:val="007924E9"/>
    <w:rsid w:val="007927D8"/>
    <w:rsid w:val="00792825"/>
    <w:rsid w:val="00792D8F"/>
    <w:rsid w:val="00792FED"/>
    <w:rsid w:val="0079376E"/>
    <w:rsid w:val="00793A17"/>
    <w:rsid w:val="00794485"/>
    <w:rsid w:val="007945DA"/>
    <w:rsid w:val="00794B6E"/>
    <w:rsid w:val="00794D96"/>
    <w:rsid w:val="00795321"/>
    <w:rsid w:val="007954E0"/>
    <w:rsid w:val="00795F16"/>
    <w:rsid w:val="00796957"/>
    <w:rsid w:val="00796A2B"/>
    <w:rsid w:val="007970E6"/>
    <w:rsid w:val="00797156"/>
    <w:rsid w:val="007972A1"/>
    <w:rsid w:val="0079755C"/>
    <w:rsid w:val="007A00EA"/>
    <w:rsid w:val="007A0278"/>
    <w:rsid w:val="007A06D2"/>
    <w:rsid w:val="007A0CB6"/>
    <w:rsid w:val="007A1064"/>
    <w:rsid w:val="007A11F5"/>
    <w:rsid w:val="007A1381"/>
    <w:rsid w:val="007A1478"/>
    <w:rsid w:val="007A14FB"/>
    <w:rsid w:val="007A1AC0"/>
    <w:rsid w:val="007A1BFA"/>
    <w:rsid w:val="007A1F87"/>
    <w:rsid w:val="007A20F7"/>
    <w:rsid w:val="007A2223"/>
    <w:rsid w:val="007A2433"/>
    <w:rsid w:val="007A2644"/>
    <w:rsid w:val="007A26A1"/>
    <w:rsid w:val="007A2B05"/>
    <w:rsid w:val="007A35F8"/>
    <w:rsid w:val="007A36BE"/>
    <w:rsid w:val="007A3B43"/>
    <w:rsid w:val="007A3FEB"/>
    <w:rsid w:val="007A45FF"/>
    <w:rsid w:val="007A4889"/>
    <w:rsid w:val="007A4BBE"/>
    <w:rsid w:val="007A5AB0"/>
    <w:rsid w:val="007A60DC"/>
    <w:rsid w:val="007A61E5"/>
    <w:rsid w:val="007A63F5"/>
    <w:rsid w:val="007A6408"/>
    <w:rsid w:val="007A66D9"/>
    <w:rsid w:val="007A6839"/>
    <w:rsid w:val="007A6CCB"/>
    <w:rsid w:val="007A702E"/>
    <w:rsid w:val="007A70A8"/>
    <w:rsid w:val="007A717E"/>
    <w:rsid w:val="007A71BD"/>
    <w:rsid w:val="007A76B4"/>
    <w:rsid w:val="007A7D4D"/>
    <w:rsid w:val="007A7F96"/>
    <w:rsid w:val="007A7FD5"/>
    <w:rsid w:val="007B00EC"/>
    <w:rsid w:val="007B0789"/>
    <w:rsid w:val="007B087E"/>
    <w:rsid w:val="007B09AC"/>
    <w:rsid w:val="007B0E8D"/>
    <w:rsid w:val="007B116C"/>
    <w:rsid w:val="007B1535"/>
    <w:rsid w:val="007B15CC"/>
    <w:rsid w:val="007B2902"/>
    <w:rsid w:val="007B290E"/>
    <w:rsid w:val="007B2E4E"/>
    <w:rsid w:val="007B2F2E"/>
    <w:rsid w:val="007B32D8"/>
    <w:rsid w:val="007B340C"/>
    <w:rsid w:val="007B3501"/>
    <w:rsid w:val="007B35A5"/>
    <w:rsid w:val="007B3D81"/>
    <w:rsid w:val="007B4445"/>
    <w:rsid w:val="007B47AF"/>
    <w:rsid w:val="007B4A4F"/>
    <w:rsid w:val="007B5589"/>
    <w:rsid w:val="007B57A8"/>
    <w:rsid w:val="007B5890"/>
    <w:rsid w:val="007B58F0"/>
    <w:rsid w:val="007B6300"/>
    <w:rsid w:val="007B6CD7"/>
    <w:rsid w:val="007B72D3"/>
    <w:rsid w:val="007B74C0"/>
    <w:rsid w:val="007B78B9"/>
    <w:rsid w:val="007B7B5B"/>
    <w:rsid w:val="007B7BD2"/>
    <w:rsid w:val="007B7DCD"/>
    <w:rsid w:val="007C0433"/>
    <w:rsid w:val="007C0CCF"/>
    <w:rsid w:val="007C0DEC"/>
    <w:rsid w:val="007C0F36"/>
    <w:rsid w:val="007C0F6A"/>
    <w:rsid w:val="007C10BF"/>
    <w:rsid w:val="007C119D"/>
    <w:rsid w:val="007C21B8"/>
    <w:rsid w:val="007C2439"/>
    <w:rsid w:val="007C2752"/>
    <w:rsid w:val="007C2811"/>
    <w:rsid w:val="007C2D74"/>
    <w:rsid w:val="007C31ED"/>
    <w:rsid w:val="007C3500"/>
    <w:rsid w:val="007C3521"/>
    <w:rsid w:val="007C4A4A"/>
    <w:rsid w:val="007C4C65"/>
    <w:rsid w:val="007C51E6"/>
    <w:rsid w:val="007C59BC"/>
    <w:rsid w:val="007C5A4D"/>
    <w:rsid w:val="007C5D3E"/>
    <w:rsid w:val="007C63C2"/>
    <w:rsid w:val="007C641A"/>
    <w:rsid w:val="007C6568"/>
    <w:rsid w:val="007C6654"/>
    <w:rsid w:val="007C691B"/>
    <w:rsid w:val="007C6EA0"/>
    <w:rsid w:val="007C6F2D"/>
    <w:rsid w:val="007C71E2"/>
    <w:rsid w:val="007C7491"/>
    <w:rsid w:val="007C7A60"/>
    <w:rsid w:val="007D0242"/>
    <w:rsid w:val="007D09D8"/>
    <w:rsid w:val="007D0BD4"/>
    <w:rsid w:val="007D0F55"/>
    <w:rsid w:val="007D1856"/>
    <w:rsid w:val="007D1904"/>
    <w:rsid w:val="007D1E53"/>
    <w:rsid w:val="007D21AA"/>
    <w:rsid w:val="007D24D4"/>
    <w:rsid w:val="007D267E"/>
    <w:rsid w:val="007D2B26"/>
    <w:rsid w:val="007D2B31"/>
    <w:rsid w:val="007D2B98"/>
    <w:rsid w:val="007D2E8E"/>
    <w:rsid w:val="007D3E22"/>
    <w:rsid w:val="007D46CE"/>
    <w:rsid w:val="007D47DB"/>
    <w:rsid w:val="007D4DCE"/>
    <w:rsid w:val="007D50EC"/>
    <w:rsid w:val="007D5F03"/>
    <w:rsid w:val="007D60A5"/>
    <w:rsid w:val="007D64F0"/>
    <w:rsid w:val="007D6875"/>
    <w:rsid w:val="007D6CC4"/>
    <w:rsid w:val="007D6CF7"/>
    <w:rsid w:val="007D6F66"/>
    <w:rsid w:val="007D7012"/>
    <w:rsid w:val="007D7247"/>
    <w:rsid w:val="007D74D1"/>
    <w:rsid w:val="007D795A"/>
    <w:rsid w:val="007E0007"/>
    <w:rsid w:val="007E042C"/>
    <w:rsid w:val="007E0A24"/>
    <w:rsid w:val="007E0CE8"/>
    <w:rsid w:val="007E0E50"/>
    <w:rsid w:val="007E1198"/>
    <w:rsid w:val="007E11A7"/>
    <w:rsid w:val="007E1503"/>
    <w:rsid w:val="007E1510"/>
    <w:rsid w:val="007E1673"/>
    <w:rsid w:val="007E1A38"/>
    <w:rsid w:val="007E1B64"/>
    <w:rsid w:val="007E1F7C"/>
    <w:rsid w:val="007E2D43"/>
    <w:rsid w:val="007E2EE2"/>
    <w:rsid w:val="007E38A0"/>
    <w:rsid w:val="007E3C25"/>
    <w:rsid w:val="007E3C2D"/>
    <w:rsid w:val="007E40CD"/>
    <w:rsid w:val="007E420E"/>
    <w:rsid w:val="007E4617"/>
    <w:rsid w:val="007E47FC"/>
    <w:rsid w:val="007E5475"/>
    <w:rsid w:val="007E548B"/>
    <w:rsid w:val="007E5B56"/>
    <w:rsid w:val="007E618E"/>
    <w:rsid w:val="007E6208"/>
    <w:rsid w:val="007E6C31"/>
    <w:rsid w:val="007E71C0"/>
    <w:rsid w:val="007E7B6B"/>
    <w:rsid w:val="007E7E03"/>
    <w:rsid w:val="007F00CC"/>
    <w:rsid w:val="007F040A"/>
    <w:rsid w:val="007F0434"/>
    <w:rsid w:val="007F06D8"/>
    <w:rsid w:val="007F07A3"/>
    <w:rsid w:val="007F0D6A"/>
    <w:rsid w:val="007F1374"/>
    <w:rsid w:val="007F1712"/>
    <w:rsid w:val="007F18C3"/>
    <w:rsid w:val="007F1A2B"/>
    <w:rsid w:val="007F229F"/>
    <w:rsid w:val="007F232F"/>
    <w:rsid w:val="007F290B"/>
    <w:rsid w:val="007F2953"/>
    <w:rsid w:val="007F2A7F"/>
    <w:rsid w:val="007F2B43"/>
    <w:rsid w:val="007F2BE4"/>
    <w:rsid w:val="007F2EE5"/>
    <w:rsid w:val="007F32CF"/>
    <w:rsid w:val="007F3346"/>
    <w:rsid w:val="007F342C"/>
    <w:rsid w:val="007F35F3"/>
    <w:rsid w:val="007F3F26"/>
    <w:rsid w:val="007F4325"/>
    <w:rsid w:val="007F44BE"/>
    <w:rsid w:val="007F4A1A"/>
    <w:rsid w:val="007F4A89"/>
    <w:rsid w:val="007F4C28"/>
    <w:rsid w:val="007F4E69"/>
    <w:rsid w:val="007F4FBA"/>
    <w:rsid w:val="007F5032"/>
    <w:rsid w:val="007F52C2"/>
    <w:rsid w:val="007F54DA"/>
    <w:rsid w:val="007F55B5"/>
    <w:rsid w:val="007F5971"/>
    <w:rsid w:val="007F5D22"/>
    <w:rsid w:val="007F5F01"/>
    <w:rsid w:val="007F631A"/>
    <w:rsid w:val="007F6442"/>
    <w:rsid w:val="007F6447"/>
    <w:rsid w:val="007F65DC"/>
    <w:rsid w:val="007F6A3A"/>
    <w:rsid w:val="007F703F"/>
    <w:rsid w:val="007F72E6"/>
    <w:rsid w:val="007F756E"/>
    <w:rsid w:val="007F766E"/>
    <w:rsid w:val="007F76D3"/>
    <w:rsid w:val="007F7B2A"/>
    <w:rsid w:val="007F7DAF"/>
    <w:rsid w:val="00800048"/>
    <w:rsid w:val="00800114"/>
    <w:rsid w:val="00800571"/>
    <w:rsid w:val="0080063F"/>
    <w:rsid w:val="00800694"/>
    <w:rsid w:val="0080080F"/>
    <w:rsid w:val="00800F49"/>
    <w:rsid w:val="00801120"/>
    <w:rsid w:val="00801163"/>
    <w:rsid w:val="00801A88"/>
    <w:rsid w:val="00801C16"/>
    <w:rsid w:val="00802085"/>
    <w:rsid w:val="00802434"/>
    <w:rsid w:val="008024EE"/>
    <w:rsid w:val="00802AFD"/>
    <w:rsid w:val="00802E3D"/>
    <w:rsid w:val="00802E98"/>
    <w:rsid w:val="00802F50"/>
    <w:rsid w:val="008035C5"/>
    <w:rsid w:val="00803A2A"/>
    <w:rsid w:val="00803EE4"/>
    <w:rsid w:val="00803F11"/>
    <w:rsid w:val="00804413"/>
    <w:rsid w:val="00804452"/>
    <w:rsid w:val="008045B6"/>
    <w:rsid w:val="008045EB"/>
    <w:rsid w:val="00804706"/>
    <w:rsid w:val="00804BD9"/>
    <w:rsid w:val="00804D00"/>
    <w:rsid w:val="008050F2"/>
    <w:rsid w:val="00805274"/>
    <w:rsid w:val="008052DB"/>
    <w:rsid w:val="008056C6"/>
    <w:rsid w:val="0080572B"/>
    <w:rsid w:val="008057D8"/>
    <w:rsid w:val="00805870"/>
    <w:rsid w:val="00805C2F"/>
    <w:rsid w:val="00805F05"/>
    <w:rsid w:val="00806186"/>
    <w:rsid w:val="0080727A"/>
    <w:rsid w:val="0080737A"/>
    <w:rsid w:val="008074E2"/>
    <w:rsid w:val="00807AB4"/>
    <w:rsid w:val="00807B15"/>
    <w:rsid w:val="008100C6"/>
    <w:rsid w:val="008106C3"/>
    <w:rsid w:val="00810756"/>
    <w:rsid w:val="00810F57"/>
    <w:rsid w:val="0081172E"/>
    <w:rsid w:val="008119EE"/>
    <w:rsid w:val="00811A9E"/>
    <w:rsid w:val="00811D6B"/>
    <w:rsid w:val="0081247A"/>
    <w:rsid w:val="00812A91"/>
    <w:rsid w:val="00812B0E"/>
    <w:rsid w:val="00812E9B"/>
    <w:rsid w:val="00812F4A"/>
    <w:rsid w:val="008132C3"/>
    <w:rsid w:val="00813607"/>
    <w:rsid w:val="00813822"/>
    <w:rsid w:val="00813990"/>
    <w:rsid w:val="00813AEC"/>
    <w:rsid w:val="00813B34"/>
    <w:rsid w:val="00813D6E"/>
    <w:rsid w:val="00813ECB"/>
    <w:rsid w:val="008140D5"/>
    <w:rsid w:val="00814195"/>
    <w:rsid w:val="00814304"/>
    <w:rsid w:val="008143C6"/>
    <w:rsid w:val="0081449D"/>
    <w:rsid w:val="0081461C"/>
    <w:rsid w:val="00814725"/>
    <w:rsid w:val="008149B9"/>
    <w:rsid w:val="008150B0"/>
    <w:rsid w:val="00815267"/>
    <w:rsid w:val="00815A66"/>
    <w:rsid w:val="00815EE7"/>
    <w:rsid w:val="00816254"/>
    <w:rsid w:val="0081631A"/>
    <w:rsid w:val="00816525"/>
    <w:rsid w:val="0081657A"/>
    <w:rsid w:val="00816BA7"/>
    <w:rsid w:val="0081740A"/>
    <w:rsid w:val="00817E94"/>
    <w:rsid w:val="00817EA6"/>
    <w:rsid w:val="00820904"/>
    <w:rsid w:val="00820A51"/>
    <w:rsid w:val="00820D2C"/>
    <w:rsid w:val="00821416"/>
    <w:rsid w:val="008214AF"/>
    <w:rsid w:val="0082153A"/>
    <w:rsid w:val="008219A5"/>
    <w:rsid w:val="00821B45"/>
    <w:rsid w:val="00821D86"/>
    <w:rsid w:val="0082205B"/>
    <w:rsid w:val="008222E6"/>
    <w:rsid w:val="0082250A"/>
    <w:rsid w:val="0082250C"/>
    <w:rsid w:val="008234A3"/>
    <w:rsid w:val="008234A6"/>
    <w:rsid w:val="00823735"/>
    <w:rsid w:val="008239F9"/>
    <w:rsid w:val="00823A7D"/>
    <w:rsid w:val="00823BA6"/>
    <w:rsid w:val="00823C46"/>
    <w:rsid w:val="00823F5B"/>
    <w:rsid w:val="00824158"/>
    <w:rsid w:val="008241DB"/>
    <w:rsid w:val="0082511E"/>
    <w:rsid w:val="0082570E"/>
    <w:rsid w:val="00825B81"/>
    <w:rsid w:val="00826384"/>
    <w:rsid w:val="00826420"/>
    <w:rsid w:val="0082668A"/>
    <w:rsid w:val="00826839"/>
    <w:rsid w:val="00826D47"/>
    <w:rsid w:val="00826E91"/>
    <w:rsid w:val="00826F2C"/>
    <w:rsid w:val="00826F8F"/>
    <w:rsid w:val="00827A0D"/>
    <w:rsid w:val="00827B0B"/>
    <w:rsid w:val="00827C91"/>
    <w:rsid w:val="00827D9B"/>
    <w:rsid w:val="008303A7"/>
    <w:rsid w:val="0083070D"/>
    <w:rsid w:val="00830B45"/>
    <w:rsid w:val="00831873"/>
    <w:rsid w:val="0083194B"/>
    <w:rsid w:val="00831989"/>
    <w:rsid w:val="00831ACC"/>
    <w:rsid w:val="0083254D"/>
    <w:rsid w:val="008325F4"/>
    <w:rsid w:val="00832AED"/>
    <w:rsid w:val="008337DC"/>
    <w:rsid w:val="008337E7"/>
    <w:rsid w:val="00833BCB"/>
    <w:rsid w:val="00833CC1"/>
    <w:rsid w:val="008345DC"/>
    <w:rsid w:val="00834655"/>
    <w:rsid w:val="00834A50"/>
    <w:rsid w:val="00834D7C"/>
    <w:rsid w:val="00834DFB"/>
    <w:rsid w:val="00835144"/>
    <w:rsid w:val="00835379"/>
    <w:rsid w:val="00835499"/>
    <w:rsid w:val="008354AF"/>
    <w:rsid w:val="008354E9"/>
    <w:rsid w:val="00835870"/>
    <w:rsid w:val="00835D9B"/>
    <w:rsid w:val="00836228"/>
    <w:rsid w:val="008366EE"/>
    <w:rsid w:val="0083696A"/>
    <w:rsid w:val="008370A5"/>
    <w:rsid w:val="00837193"/>
    <w:rsid w:val="00837374"/>
    <w:rsid w:val="008377AE"/>
    <w:rsid w:val="008378EA"/>
    <w:rsid w:val="00837E08"/>
    <w:rsid w:val="00837E1D"/>
    <w:rsid w:val="00837E23"/>
    <w:rsid w:val="00837F5B"/>
    <w:rsid w:val="00837FAB"/>
    <w:rsid w:val="00840253"/>
    <w:rsid w:val="008405AB"/>
    <w:rsid w:val="0084088C"/>
    <w:rsid w:val="00840AC7"/>
    <w:rsid w:val="00840C43"/>
    <w:rsid w:val="00840EB3"/>
    <w:rsid w:val="0084148F"/>
    <w:rsid w:val="008420CD"/>
    <w:rsid w:val="00842F66"/>
    <w:rsid w:val="00843044"/>
    <w:rsid w:val="00843535"/>
    <w:rsid w:val="0084381E"/>
    <w:rsid w:val="0084397A"/>
    <w:rsid w:val="00843B8C"/>
    <w:rsid w:val="00843DFD"/>
    <w:rsid w:val="00843EB8"/>
    <w:rsid w:val="0084467D"/>
    <w:rsid w:val="00844793"/>
    <w:rsid w:val="008454EC"/>
    <w:rsid w:val="0084554C"/>
    <w:rsid w:val="00845E71"/>
    <w:rsid w:val="00845FC5"/>
    <w:rsid w:val="00846196"/>
    <w:rsid w:val="008461A6"/>
    <w:rsid w:val="00846310"/>
    <w:rsid w:val="0084639E"/>
    <w:rsid w:val="00846723"/>
    <w:rsid w:val="008470B6"/>
    <w:rsid w:val="008475C7"/>
    <w:rsid w:val="00847866"/>
    <w:rsid w:val="00847C67"/>
    <w:rsid w:val="008500CD"/>
    <w:rsid w:val="008503E7"/>
    <w:rsid w:val="00850768"/>
    <w:rsid w:val="00850C67"/>
    <w:rsid w:val="00850E5D"/>
    <w:rsid w:val="00850F72"/>
    <w:rsid w:val="00851128"/>
    <w:rsid w:val="008513B4"/>
    <w:rsid w:val="00851673"/>
    <w:rsid w:val="00851892"/>
    <w:rsid w:val="00851A7D"/>
    <w:rsid w:val="00851B3A"/>
    <w:rsid w:val="00851F32"/>
    <w:rsid w:val="00852356"/>
    <w:rsid w:val="00852410"/>
    <w:rsid w:val="00852549"/>
    <w:rsid w:val="00852565"/>
    <w:rsid w:val="008527CE"/>
    <w:rsid w:val="00852A08"/>
    <w:rsid w:val="00852E02"/>
    <w:rsid w:val="00852E77"/>
    <w:rsid w:val="00852F0A"/>
    <w:rsid w:val="008534A0"/>
    <w:rsid w:val="008534A7"/>
    <w:rsid w:val="00853549"/>
    <w:rsid w:val="008538BE"/>
    <w:rsid w:val="00853A34"/>
    <w:rsid w:val="00853E73"/>
    <w:rsid w:val="00854047"/>
    <w:rsid w:val="0085479D"/>
    <w:rsid w:val="0085513B"/>
    <w:rsid w:val="0085564C"/>
    <w:rsid w:val="00855B5D"/>
    <w:rsid w:val="0085600E"/>
    <w:rsid w:val="00856707"/>
    <w:rsid w:val="008573B6"/>
    <w:rsid w:val="00857ED9"/>
    <w:rsid w:val="00860472"/>
    <w:rsid w:val="00860789"/>
    <w:rsid w:val="00860C64"/>
    <w:rsid w:val="00861062"/>
    <w:rsid w:val="008612B3"/>
    <w:rsid w:val="008617E0"/>
    <w:rsid w:val="00861818"/>
    <w:rsid w:val="008619C0"/>
    <w:rsid w:val="00861AA1"/>
    <w:rsid w:val="00861EB3"/>
    <w:rsid w:val="00861F7B"/>
    <w:rsid w:val="00862442"/>
    <w:rsid w:val="00862472"/>
    <w:rsid w:val="0086256B"/>
    <w:rsid w:val="0086257B"/>
    <w:rsid w:val="0086261E"/>
    <w:rsid w:val="00862817"/>
    <w:rsid w:val="00862A02"/>
    <w:rsid w:val="00862D3F"/>
    <w:rsid w:val="00862FDF"/>
    <w:rsid w:val="00863043"/>
    <w:rsid w:val="00863618"/>
    <w:rsid w:val="008637EE"/>
    <w:rsid w:val="0086389C"/>
    <w:rsid w:val="00863C14"/>
    <w:rsid w:val="00864736"/>
    <w:rsid w:val="00865B8F"/>
    <w:rsid w:val="00865FB4"/>
    <w:rsid w:val="008660C4"/>
    <w:rsid w:val="008661B6"/>
    <w:rsid w:val="008665F8"/>
    <w:rsid w:val="008676D2"/>
    <w:rsid w:val="0086782F"/>
    <w:rsid w:val="008678EF"/>
    <w:rsid w:val="0087012B"/>
    <w:rsid w:val="008702A2"/>
    <w:rsid w:val="008703A0"/>
    <w:rsid w:val="00870C43"/>
    <w:rsid w:val="00871406"/>
    <w:rsid w:val="00871C06"/>
    <w:rsid w:val="00872085"/>
    <w:rsid w:val="0087261F"/>
    <w:rsid w:val="00872BAB"/>
    <w:rsid w:val="00872FF8"/>
    <w:rsid w:val="00873090"/>
    <w:rsid w:val="0087336D"/>
    <w:rsid w:val="008736F6"/>
    <w:rsid w:val="008737B2"/>
    <w:rsid w:val="00873873"/>
    <w:rsid w:val="00873EAA"/>
    <w:rsid w:val="0087401F"/>
    <w:rsid w:val="00874102"/>
    <w:rsid w:val="00874703"/>
    <w:rsid w:val="008749C6"/>
    <w:rsid w:val="00874EB7"/>
    <w:rsid w:val="008754B9"/>
    <w:rsid w:val="008762DD"/>
    <w:rsid w:val="0087658E"/>
    <w:rsid w:val="008766AE"/>
    <w:rsid w:val="008769D7"/>
    <w:rsid w:val="0087754A"/>
    <w:rsid w:val="008777D3"/>
    <w:rsid w:val="00877AA9"/>
    <w:rsid w:val="00877C8C"/>
    <w:rsid w:val="00880070"/>
    <w:rsid w:val="00880283"/>
    <w:rsid w:val="008802B4"/>
    <w:rsid w:val="008804FF"/>
    <w:rsid w:val="00880BF7"/>
    <w:rsid w:val="00880E7B"/>
    <w:rsid w:val="008810C6"/>
    <w:rsid w:val="00881340"/>
    <w:rsid w:val="00881666"/>
    <w:rsid w:val="00881C57"/>
    <w:rsid w:val="00881EF4"/>
    <w:rsid w:val="008824AB"/>
    <w:rsid w:val="00882579"/>
    <w:rsid w:val="00882716"/>
    <w:rsid w:val="00882793"/>
    <w:rsid w:val="0088293D"/>
    <w:rsid w:val="00882A95"/>
    <w:rsid w:val="008830C0"/>
    <w:rsid w:val="008831FF"/>
    <w:rsid w:val="0088327C"/>
    <w:rsid w:val="00883CE6"/>
    <w:rsid w:val="00883EB3"/>
    <w:rsid w:val="008841CC"/>
    <w:rsid w:val="008842E5"/>
    <w:rsid w:val="00884377"/>
    <w:rsid w:val="00884570"/>
    <w:rsid w:val="00884A78"/>
    <w:rsid w:val="00884B62"/>
    <w:rsid w:val="00884BE9"/>
    <w:rsid w:val="00884E13"/>
    <w:rsid w:val="00885011"/>
    <w:rsid w:val="008852F5"/>
    <w:rsid w:val="0088531A"/>
    <w:rsid w:val="0088531D"/>
    <w:rsid w:val="00885445"/>
    <w:rsid w:val="00885588"/>
    <w:rsid w:val="0088593F"/>
    <w:rsid w:val="008859E5"/>
    <w:rsid w:val="00885E70"/>
    <w:rsid w:val="008861CE"/>
    <w:rsid w:val="00886294"/>
    <w:rsid w:val="0088656A"/>
    <w:rsid w:val="00886957"/>
    <w:rsid w:val="00886B69"/>
    <w:rsid w:val="0088701A"/>
    <w:rsid w:val="0088733F"/>
    <w:rsid w:val="008875CB"/>
    <w:rsid w:val="0088771E"/>
    <w:rsid w:val="00887E13"/>
    <w:rsid w:val="00887E2A"/>
    <w:rsid w:val="00887F59"/>
    <w:rsid w:val="00890083"/>
    <w:rsid w:val="00890290"/>
    <w:rsid w:val="008903BB"/>
    <w:rsid w:val="0089048E"/>
    <w:rsid w:val="00890941"/>
    <w:rsid w:val="0089098D"/>
    <w:rsid w:val="00890B6A"/>
    <w:rsid w:val="00890E90"/>
    <w:rsid w:val="00890F05"/>
    <w:rsid w:val="00890F41"/>
    <w:rsid w:val="008910A9"/>
    <w:rsid w:val="008912EC"/>
    <w:rsid w:val="00891638"/>
    <w:rsid w:val="008916EB"/>
    <w:rsid w:val="00891A26"/>
    <w:rsid w:val="00891D19"/>
    <w:rsid w:val="00891D34"/>
    <w:rsid w:val="00891D89"/>
    <w:rsid w:val="00891DA0"/>
    <w:rsid w:val="00892157"/>
    <w:rsid w:val="00892191"/>
    <w:rsid w:val="008926C8"/>
    <w:rsid w:val="00892775"/>
    <w:rsid w:val="00892C15"/>
    <w:rsid w:val="00892D88"/>
    <w:rsid w:val="00892DB2"/>
    <w:rsid w:val="008930A0"/>
    <w:rsid w:val="00893553"/>
    <w:rsid w:val="008935E9"/>
    <w:rsid w:val="008935F4"/>
    <w:rsid w:val="0089389C"/>
    <w:rsid w:val="008944E7"/>
    <w:rsid w:val="00894C22"/>
    <w:rsid w:val="0089519C"/>
    <w:rsid w:val="00895839"/>
    <w:rsid w:val="00895AE1"/>
    <w:rsid w:val="00896283"/>
    <w:rsid w:val="00896753"/>
    <w:rsid w:val="00896A34"/>
    <w:rsid w:val="00897006"/>
    <w:rsid w:val="00897126"/>
    <w:rsid w:val="0089774C"/>
    <w:rsid w:val="00897B0D"/>
    <w:rsid w:val="00897FA5"/>
    <w:rsid w:val="008A02BB"/>
    <w:rsid w:val="008A0841"/>
    <w:rsid w:val="008A0874"/>
    <w:rsid w:val="008A095D"/>
    <w:rsid w:val="008A147A"/>
    <w:rsid w:val="008A157E"/>
    <w:rsid w:val="008A1641"/>
    <w:rsid w:val="008A1CCB"/>
    <w:rsid w:val="008A1ECD"/>
    <w:rsid w:val="008A228B"/>
    <w:rsid w:val="008A2782"/>
    <w:rsid w:val="008A2829"/>
    <w:rsid w:val="008A2B7C"/>
    <w:rsid w:val="008A2F39"/>
    <w:rsid w:val="008A3190"/>
    <w:rsid w:val="008A37B2"/>
    <w:rsid w:val="008A38FF"/>
    <w:rsid w:val="008A3A26"/>
    <w:rsid w:val="008A3BB4"/>
    <w:rsid w:val="008A514C"/>
    <w:rsid w:val="008A5A0B"/>
    <w:rsid w:val="008A5BBA"/>
    <w:rsid w:val="008A5CF3"/>
    <w:rsid w:val="008A6D46"/>
    <w:rsid w:val="008A73BD"/>
    <w:rsid w:val="008A73E3"/>
    <w:rsid w:val="008A7475"/>
    <w:rsid w:val="008A7F08"/>
    <w:rsid w:val="008B0099"/>
    <w:rsid w:val="008B00EF"/>
    <w:rsid w:val="008B01A4"/>
    <w:rsid w:val="008B01A7"/>
    <w:rsid w:val="008B0D3C"/>
    <w:rsid w:val="008B0ED2"/>
    <w:rsid w:val="008B1352"/>
    <w:rsid w:val="008B1C00"/>
    <w:rsid w:val="008B1D70"/>
    <w:rsid w:val="008B207A"/>
    <w:rsid w:val="008B219A"/>
    <w:rsid w:val="008B2573"/>
    <w:rsid w:val="008B26FD"/>
    <w:rsid w:val="008B2D2F"/>
    <w:rsid w:val="008B2FE2"/>
    <w:rsid w:val="008B3037"/>
    <w:rsid w:val="008B379D"/>
    <w:rsid w:val="008B3C08"/>
    <w:rsid w:val="008B3C16"/>
    <w:rsid w:val="008B3C92"/>
    <w:rsid w:val="008B40A5"/>
    <w:rsid w:val="008B5395"/>
    <w:rsid w:val="008B577C"/>
    <w:rsid w:val="008B58A4"/>
    <w:rsid w:val="008B5914"/>
    <w:rsid w:val="008B5BE2"/>
    <w:rsid w:val="008B5CD2"/>
    <w:rsid w:val="008B6155"/>
    <w:rsid w:val="008B69BF"/>
    <w:rsid w:val="008B6A11"/>
    <w:rsid w:val="008B7076"/>
    <w:rsid w:val="008B7438"/>
    <w:rsid w:val="008B754E"/>
    <w:rsid w:val="008B78CE"/>
    <w:rsid w:val="008B78DB"/>
    <w:rsid w:val="008B7C56"/>
    <w:rsid w:val="008C0197"/>
    <w:rsid w:val="008C027B"/>
    <w:rsid w:val="008C040A"/>
    <w:rsid w:val="008C0542"/>
    <w:rsid w:val="008C0FB5"/>
    <w:rsid w:val="008C154F"/>
    <w:rsid w:val="008C1661"/>
    <w:rsid w:val="008C1796"/>
    <w:rsid w:val="008C1E24"/>
    <w:rsid w:val="008C2198"/>
    <w:rsid w:val="008C2217"/>
    <w:rsid w:val="008C295D"/>
    <w:rsid w:val="008C308F"/>
    <w:rsid w:val="008C30FB"/>
    <w:rsid w:val="008C32BD"/>
    <w:rsid w:val="008C36B5"/>
    <w:rsid w:val="008C3C31"/>
    <w:rsid w:val="008C3C33"/>
    <w:rsid w:val="008C3E5B"/>
    <w:rsid w:val="008C4249"/>
    <w:rsid w:val="008C4946"/>
    <w:rsid w:val="008C4A66"/>
    <w:rsid w:val="008C5055"/>
    <w:rsid w:val="008C523B"/>
    <w:rsid w:val="008C52C8"/>
    <w:rsid w:val="008C52E6"/>
    <w:rsid w:val="008C531B"/>
    <w:rsid w:val="008C5759"/>
    <w:rsid w:val="008C5AA3"/>
    <w:rsid w:val="008C612A"/>
    <w:rsid w:val="008C6424"/>
    <w:rsid w:val="008C6874"/>
    <w:rsid w:val="008C6D94"/>
    <w:rsid w:val="008C7266"/>
    <w:rsid w:val="008C728D"/>
    <w:rsid w:val="008C741B"/>
    <w:rsid w:val="008C75C4"/>
    <w:rsid w:val="008C766A"/>
    <w:rsid w:val="008C77EC"/>
    <w:rsid w:val="008C78FD"/>
    <w:rsid w:val="008C7A8E"/>
    <w:rsid w:val="008D0116"/>
    <w:rsid w:val="008D0C43"/>
    <w:rsid w:val="008D0D7B"/>
    <w:rsid w:val="008D172D"/>
    <w:rsid w:val="008D205E"/>
    <w:rsid w:val="008D2235"/>
    <w:rsid w:val="008D2794"/>
    <w:rsid w:val="008D293D"/>
    <w:rsid w:val="008D34C8"/>
    <w:rsid w:val="008D360F"/>
    <w:rsid w:val="008D3A92"/>
    <w:rsid w:val="008D418D"/>
    <w:rsid w:val="008D44E6"/>
    <w:rsid w:val="008D46C3"/>
    <w:rsid w:val="008D4804"/>
    <w:rsid w:val="008D49F4"/>
    <w:rsid w:val="008D4A72"/>
    <w:rsid w:val="008D50C5"/>
    <w:rsid w:val="008D5430"/>
    <w:rsid w:val="008D57D5"/>
    <w:rsid w:val="008D5880"/>
    <w:rsid w:val="008D5A40"/>
    <w:rsid w:val="008D5B5F"/>
    <w:rsid w:val="008D62E2"/>
    <w:rsid w:val="008D64A0"/>
    <w:rsid w:val="008D6520"/>
    <w:rsid w:val="008D6649"/>
    <w:rsid w:val="008D6F9E"/>
    <w:rsid w:val="008D708B"/>
    <w:rsid w:val="008D7400"/>
    <w:rsid w:val="008D74FE"/>
    <w:rsid w:val="008D7837"/>
    <w:rsid w:val="008D7CCC"/>
    <w:rsid w:val="008D7E66"/>
    <w:rsid w:val="008E0062"/>
    <w:rsid w:val="008E01CE"/>
    <w:rsid w:val="008E032A"/>
    <w:rsid w:val="008E07AB"/>
    <w:rsid w:val="008E1AF5"/>
    <w:rsid w:val="008E298D"/>
    <w:rsid w:val="008E2F16"/>
    <w:rsid w:val="008E3413"/>
    <w:rsid w:val="008E35EA"/>
    <w:rsid w:val="008E3BCA"/>
    <w:rsid w:val="008E3D20"/>
    <w:rsid w:val="008E4780"/>
    <w:rsid w:val="008E4D1D"/>
    <w:rsid w:val="008E507C"/>
    <w:rsid w:val="008E5176"/>
    <w:rsid w:val="008E5573"/>
    <w:rsid w:val="008E5E3B"/>
    <w:rsid w:val="008E5E63"/>
    <w:rsid w:val="008E5F97"/>
    <w:rsid w:val="008E6032"/>
    <w:rsid w:val="008E63C0"/>
    <w:rsid w:val="008E69A0"/>
    <w:rsid w:val="008E6CEF"/>
    <w:rsid w:val="008E7286"/>
    <w:rsid w:val="008E77FB"/>
    <w:rsid w:val="008E7C93"/>
    <w:rsid w:val="008E7DB1"/>
    <w:rsid w:val="008F047B"/>
    <w:rsid w:val="008F04FD"/>
    <w:rsid w:val="008F0764"/>
    <w:rsid w:val="008F08C2"/>
    <w:rsid w:val="008F0B13"/>
    <w:rsid w:val="008F0E78"/>
    <w:rsid w:val="008F1387"/>
    <w:rsid w:val="008F1BE9"/>
    <w:rsid w:val="008F1CF3"/>
    <w:rsid w:val="008F204F"/>
    <w:rsid w:val="008F2318"/>
    <w:rsid w:val="008F2BA9"/>
    <w:rsid w:val="008F2FD2"/>
    <w:rsid w:val="008F37A6"/>
    <w:rsid w:val="008F3EF7"/>
    <w:rsid w:val="008F40F5"/>
    <w:rsid w:val="008F4B26"/>
    <w:rsid w:val="008F4ECD"/>
    <w:rsid w:val="008F5622"/>
    <w:rsid w:val="008F5D78"/>
    <w:rsid w:val="008F5D8A"/>
    <w:rsid w:val="008F5ECF"/>
    <w:rsid w:val="008F6284"/>
    <w:rsid w:val="008F6D20"/>
    <w:rsid w:val="008F6F19"/>
    <w:rsid w:val="008F6F3A"/>
    <w:rsid w:val="008F6FEB"/>
    <w:rsid w:val="008F7566"/>
    <w:rsid w:val="008F77D0"/>
    <w:rsid w:val="008F78F6"/>
    <w:rsid w:val="008F7998"/>
    <w:rsid w:val="008F7B44"/>
    <w:rsid w:val="008F7CB5"/>
    <w:rsid w:val="008F7F52"/>
    <w:rsid w:val="00900091"/>
    <w:rsid w:val="00900526"/>
    <w:rsid w:val="00900646"/>
    <w:rsid w:val="00900754"/>
    <w:rsid w:val="00900986"/>
    <w:rsid w:val="00900A9E"/>
    <w:rsid w:val="0090133A"/>
    <w:rsid w:val="00901416"/>
    <w:rsid w:val="00901467"/>
    <w:rsid w:val="009014A0"/>
    <w:rsid w:val="00901549"/>
    <w:rsid w:val="0090183F"/>
    <w:rsid w:val="009018EF"/>
    <w:rsid w:val="00901929"/>
    <w:rsid w:val="00901973"/>
    <w:rsid w:val="00901F75"/>
    <w:rsid w:val="00901FD9"/>
    <w:rsid w:val="0090206C"/>
    <w:rsid w:val="009022C0"/>
    <w:rsid w:val="00902468"/>
    <w:rsid w:val="00902760"/>
    <w:rsid w:val="00902DA4"/>
    <w:rsid w:val="00903112"/>
    <w:rsid w:val="009033F0"/>
    <w:rsid w:val="009033FD"/>
    <w:rsid w:val="00903638"/>
    <w:rsid w:val="009038EE"/>
    <w:rsid w:val="00903974"/>
    <w:rsid w:val="00903CAD"/>
    <w:rsid w:val="009045BF"/>
    <w:rsid w:val="0090492E"/>
    <w:rsid w:val="00904AAE"/>
    <w:rsid w:val="00904DF4"/>
    <w:rsid w:val="009051DA"/>
    <w:rsid w:val="0090545D"/>
    <w:rsid w:val="009055FE"/>
    <w:rsid w:val="009057D9"/>
    <w:rsid w:val="00905944"/>
    <w:rsid w:val="00905EDD"/>
    <w:rsid w:val="009064B7"/>
    <w:rsid w:val="009067A3"/>
    <w:rsid w:val="00906808"/>
    <w:rsid w:val="00906AE8"/>
    <w:rsid w:val="00906F53"/>
    <w:rsid w:val="009074D8"/>
    <w:rsid w:val="0090750D"/>
    <w:rsid w:val="00907574"/>
    <w:rsid w:val="0091001A"/>
    <w:rsid w:val="0091008E"/>
    <w:rsid w:val="00910344"/>
    <w:rsid w:val="0091074C"/>
    <w:rsid w:val="00911221"/>
    <w:rsid w:val="00911480"/>
    <w:rsid w:val="0091186D"/>
    <w:rsid w:val="00911977"/>
    <w:rsid w:val="00911A5A"/>
    <w:rsid w:val="00911F30"/>
    <w:rsid w:val="00911F7E"/>
    <w:rsid w:val="0091273D"/>
    <w:rsid w:val="00912A90"/>
    <w:rsid w:val="00912AB1"/>
    <w:rsid w:val="009131F8"/>
    <w:rsid w:val="009132B0"/>
    <w:rsid w:val="00913657"/>
    <w:rsid w:val="00913E49"/>
    <w:rsid w:val="00914456"/>
    <w:rsid w:val="009144F6"/>
    <w:rsid w:val="00914541"/>
    <w:rsid w:val="009147E8"/>
    <w:rsid w:val="00914925"/>
    <w:rsid w:val="00914F3A"/>
    <w:rsid w:val="0091513C"/>
    <w:rsid w:val="009152DB"/>
    <w:rsid w:val="009153EA"/>
    <w:rsid w:val="0091592B"/>
    <w:rsid w:val="00915A75"/>
    <w:rsid w:val="00915A87"/>
    <w:rsid w:val="00915E68"/>
    <w:rsid w:val="0091621B"/>
    <w:rsid w:val="0091626C"/>
    <w:rsid w:val="009166F6"/>
    <w:rsid w:val="0091695B"/>
    <w:rsid w:val="00916E3D"/>
    <w:rsid w:val="00916F52"/>
    <w:rsid w:val="00917112"/>
    <w:rsid w:val="00917ADA"/>
    <w:rsid w:val="00917F32"/>
    <w:rsid w:val="009202C7"/>
    <w:rsid w:val="00920348"/>
    <w:rsid w:val="00920D8B"/>
    <w:rsid w:val="009213A4"/>
    <w:rsid w:val="0092181D"/>
    <w:rsid w:val="00921877"/>
    <w:rsid w:val="00921CAD"/>
    <w:rsid w:val="009221B0"/>
    <w:rsid w:val="00923D35"/>
    <w:rsid w:val="00923EF4"/>
    <w:rsid w:val="0092403E"/>
    <w:rsid w:val="00924857"/>
    <w:rsid w:val="009253B9"/>
    <w:rsid w:val="0092559D"/>
    <w:rsid w:val="00925994"/>
    <w:rsid w:val="00925C6D"/>
    <w:rsid w:val="00925CA2"/>
    <w:rsid w:val="00925CD2"/>
    <w:rsid w:val="00925CF2"/>
    <w:rsid w:val="00926467"/>
    <w:rsid w:val="009274EA"/>
    <w:rsid w:val="009278AF"/>
    <w:rsid w:val="00927C46"/>
    <w:rsid w:val="00927EA3"/>
    <w:rsid w:val="0093003B"/>
    <w:rsid w:val="00930128"/>
    <w:rsid w:val="009301AC"/>
    <w:rsid w:val="009304A1"/>
    <w:rsid w:val="009306C6"/>
    <w:rsid w:val="00930C46"/>
    <w:rsid w:val="00930EE3"/>
    <w:rsid w:val="00931130"/>
    <w:rsid w:val="00931272"/>
    <w:rsid w:val="00931520"/>
    <w:rsid w:val="00931CEA"/>
    <w:rsid w:val="00931D88"/>
    <w:rsid w:val="00931FFD"/>
    <w:rsid w:val="009328D8"/>
    <w:rsid w:val="0093293F"/>
    <w:rsid w:val="00932986"/>
    <w:rsid w:val="00932CFF"/>
    <w:rsid w:val="00932EA9"/>
    <w:rsid w:val="00933406"/>
    <w:rsid w:val="00933746"/>
    <w:rsid w:val="00933A9A"/>
    <w:rsid w:val="00933BFE"/>
    <w:rsid w:val="00934145"/>
    <w:rsid w:val="0093419A"/>
    <w:rsid w:val="00934276"/>
    <w:rsid w:val="00934581"/>
    <w:rsid w:val="00934685"/>
    <w:rsid w:val="0093485C"/>
    <w:rsid w:val="009348CA"/>
    <w:rsid w:val="00934AD4"/>
    <w:rsid w:val="00934BE8"/>
    <w:rsid w:val="00934C81"/>
    <w:rsid w:val="00934CE1"/>
    <w:rsid w:val="00934E8F"/>
    <w:rsid w:val="0093506E"/>
    <w:rsid w:val="00935384"/>
    <w:rsid w:val="009353BD"/>
    <w:rsid w:val="009359BA"/>
    <w:rsid w:val="00935ECB"/>
    <w:rsid w:val="00936108"/>
    <w:rsid w:val="0093611A"/>
    <w:rsid w:val="009366B3"/>
    <w:rsid w:val="009368F5"/>
    <w:rsid w:val="00936C2A"/>
    <w:rsid w:val="00936D10"/>
    <w:rsid w:val="00936E0F"/>
    <w:rsid w:val="00936FEF"/>
    <w:rsid w:val="009376D8"/>
    <w:rsid w:val="00937DB2"/>
    <w:rsid w:val="00940311"/>
    <w:rsid w:val="00940679"/>
    <w:rsid w:val="009407E7"/>
    <w:rsid w:val="009409FF"/>
    <w:rsid w:val="00940A82"/>
    <w:rsid w:val="00940A90"/>
    <w:rsid w:val="00940E72"/>
    <w:rsid w:val="0094119C"/>
    <w:rsid w:val="00941263"/>
    <w:rsid w:val="00941A07"/>
    <w:rsid w:val="00941D24"/>
    <w:rsid w:val="00941D5F"/>
    <w:rsid w:val="00942339"/>
    <w:rsid w:val="00942343"/>
    <w:rsid w:val="00942783"/>
    <w:rsid w:val="00942D72"/>
    <w:rsid w:val="00942F28"/>
    <w:rsid w:val="00943238"/>
    <w:rsid w:val="0094330E"/>
    <w:rsid w:val="009433F2"/>
    <w:rsid w:val="00943750"/>
    <w:rsid w:val="00944137"/>
    <w:rsid w:val="009441DC"/>
    <w:rsid w:val="00944509"/>
    <w:rsid w:val="0094457C"/>
    <w:rsid w:val="00944FD8"/>
    <w:rsid w:val="009450BF"/>
    <w:rsid w:val="00945488"/>
    <w:rsid w:val="00945658"/>
    <w:rsid w:val="00945BA0"/>
    <w:rsid w:val="009460C3"/>
    <w:rsid w:val="0094680E"/>
    <w:rsid w:val="00946A46"/>
    <w:rsid w:val="00946C84"/>
    <w:rsid w:val="00946D6F"/>
    <w:rsid w:val="009473BF"/>
    <w:rsid w:val="009474FA"/>
    <w:rsid w:val="00947639"/>
    <w:rsid w:val="009478A1"/>
    <w:rsid w:val="00947AF5"/>
    <w:rsid w:val="00947B0F"/>
    <w:rsid w:val="00947CC3"/>
    <w:rsid w:val="00947D9C"/>
    <w:rsid w:val="00950307"/>
    <w:rsid w:val="0095046B"/>
    <w:rsid w:val="00950996"/>
    <w:rsid w:val="00951186"/>
    <w:rsid w:val="00951226"/>
    <w:rsid w:val="00951278"/>
    <w:rsid w:val="009512E8"/>
    <w:rsid w:val="00951445"/>
    <w:rsid w:val="0095152E"/>
    <w:rsid w:val="00951F6A"/>
    <w:rsid w:val="0095234A"/>
    <w:rsid w:val="0095263A"/>
    <w:rsid w:val="009533E9"/>
    <w:rsid w:val="009534A1"/>
    <w:rsid w:val="0095366D"/>
    <w:rsid w:val="00953715"/>
    <w:rsid w:val="0095374E"/>
    <w:rsid w:val="0095397A"/>
    <w:rsid w:val="00953BD6"/>
    <w:rsid w:val="00953EF7"/>
    <w:rsid w:val="009541E8"/>
    <w:rsid w:val="00954560"/>
    <w:rsid w:val="009545D4"/>
    <w:rsid w:val="00954ABD"/>
    <w:rsid w:val="009555AF"/>
    <w:rsid w:val="00955779"/>
    <w:rsid w:val="00955ABB"/>
    <w:rsid w:val="00955BD6"/>
    <w:rsid w:val="00955C7C"/>
    <w:rsid w:val="00956450"/>
    <w:rsid w:val="0095652E"/>
    <w:rsid w:val="009569DE"/>
    <w:rsid w:val="00956A54"/>
    <w:rsid w:val="0095740C"/>
    <w:rsid w:val="00957469"/>
    <w:rsid w:val="00957694"/>
    <w:rsid w:val="00957EA4"/>
    <w:rsid w:val="00957FEE"/>
    <w:rsid w:val="00960076"/>
    <w:rsid w:val="009600AE"/>
    <w:rsid w:val="00960294"/>
    <w:rsid w:val="00960427"/>
    <w:rsid w:val="0096065C"/>
    <w:rsid w:val="009606B5"/>
    <w:rsid w:val="009607A8"/>
    <w:rsid w:val="00960B8C"/>
    <w:rsid w:val="00960DB4"/>
    <w:rsid w:val="00960E27"/>
    <w:rsid w:val="0096123D"/>
    <w:rsid w:val="0096126C"/>
    <w:rsid w:val="009613D4"/>
    <w:rsid w:val="009615D8"/>
    <w:rsid w:val="009617B7"/>
    <w:rsid w:val="00961999"/>
    <w:rsid w:val="00961AAE"/>
    <w:rsid w:val="00961B04"/>
    <w:rsid w:val="0096208E"/>
    <w:rsid w:val="0096257C"/>
    <w:rsid w:val="0096281F"/>
    <w:rsid w:val="00962848"/>
    <w:rsid w:val="00962B58"/>
    <w:rsid w:val="00962F57"/>
    <w:rsid w:val="00962FE2"/>
    <w:rsid w:val="00963524"/>
    <w:rsid w:val="009635C9"/>
    <w:rsid w:val="00963686"/>
    <w:rsid w:val="009638F0"/>
    <w:rsid w:val="00963B52"/>
    <w:rsid w:val="00963BB0"/>
    <w:rsid w:val="00964166"/>
    <w:rsid w:val="00964190"/>
    <w:rsid w:val="009648D0"/>
    <w:rsid w:val="00965047"/>
    <w:rsid w:val="009651BE"/>
    <w:rsid w:val="00965330"/>
    <w:rsid w:val="00965670"/>
    <w:rsid w:val="00965798"/>
    <w:rsid w:val="00965BDF"/>
    <w:rsid w:val="00966A9E"/>
    <w:rsid w:val="009674EE"/>
    <w:rsid w:val="00967988"/>
    <w:rsid w:val="0097041A"/>
    <w:rsid w:val="00970453"/>
    <w:rsid w:val="009704A1"/>
    <w:rsid w:val="009706F7"/>
    <w:rsid w:val="00971112"/>
    <w:rsid w:val="009712A3"/>
    <w:rsid w:val="00971365"/>
    <w:rsid w:val="00971382"/>
    <w:rsid w:val="0097144B"/>
    <w:rsid w:val="00971773"/>
    <w:rsid w:val="0097181D"/>
    <w:rsid w:val="00971ACB"/>
    <w:rsid w:val="00971B66"/>
    <w:rsid w:val="00971ECA"/>
    <w:rsid w:val="0097246A"/>
    <w:rsid w:val="00972C54"/>
    <w:rsid w:val="00972EC8"/>
    <w:rsid w:val="00972F8F"/>
    <w:rsid w:val="009730B8"/>
    <w:rsid w:val="00973177"/>
    <w:rsid w:val="009731C6"/>
    <w:rsid w:val="00973527"/>
    <w:rsid w:val="0097389D"/>
    <w:rsid w:val="00973B5B"/>
    <w:rsid w:val="00973BDA"/>
    <w:rsid w:val="00973DB4"/>
    <w:rsid w:val="009741B0"/>
    <w:rsid w:val="00974496"/>
    <w:rsid w:val="00974A9A"/>
    <w:rsid w:val="00974BC6"/>
    <w:rsid w:val="00975987"/>
    <w:rsid w:val="00975D19"/>
    <w:rsid w:val="009762A2"/>
    <w:rsid w:val="009766C6"/>
    <w:rsid w:val="00976A16"/>
    <w:rsid w:val="00976BF1"/>
    <w:rsid w:val="00976CEB"/>
    <w:rsid w:val="00976D58"/>
    <w:rsid w:val="009773E0"/>
    <w:rsid w:val="00977ABB"/>
    <w:rsid w:val="00977EB8"/>
    <w:rsid w:val="0098028A"/>
    <w:rsid w:val="0098044F"/>
    <w:rsid w:val="00980B77"/>
    <w:rsid w:val="00980E87"/>
    <w:rsid w:val="0098137F"/>
    <w:rsid w:val="00981AD8"/>
    <w:rsid w:val="00981B6E"/>
    <w:rsid w:val="00981D3C"/>
    <w:rsid w:val="00981E63"/>
    <w:rsid w:val="0098250D"/>
    <w:rsid w:val="0098260E"/>
    <w:rsid w:val="00982ACB"/>
    <w:rsid w:val="00982F6F"/>
    <w:rsid w:val="0098310F"/>
    <w:rsid w:val="00983376"/>
    <w:rsid w:val="00983467"/>
    <w:rsid w:val="00984245"/>
    <w:rsid w:val="009847F4"/>
    <w:rsid w:val="00984914"/>
    <w:rsid w:val="00984999"/>
    <w:rsid w:val="00985F7C"/>
    <w:rsid w:val="0098604F"/>
    <w:rsid w:val="009872DC"/>
    <w:rsid w:val="00987663"/>
    <w:rsid w:val="00987B1B"/>
    <w:rsid w:val="00987B9A"/>
    <w:rsid w:val="00987EE3"/>
    <w:rsid w:val="0099020F"/>
    <w:rsid w:val="0099055C"/>
    <w:rsid w:val="00990781"/>
    <w:rsid w:val="00990890"/>
    <w:rsid w:val="009909ED"/>
    <w:rsid w:val="00990A82"/>
    <w:rsid w:val="00990B65"/>
    <w:rsid w:val="0099123E"/>
    <w:rsid w:val="00991533"/>
    <w:rsid w:val="00991563"/>
    <w:rsid w:val="00991E61"/>
    <w:rsid w:val="00991FD7"/>
    <w:rsid w:val="009926CE"/>
    <w:rsid w:val="00992ACE"/>
    <w:rsid w:val="00992EB2"/>
    <w:rsid w:val="0099353E"/>
    <w:rsid w:val="009936DA"/>
    <w:rsid w:val="009936EC"/>
    <w:rsid w:val="009939E5"/>
    <w:rsid w:val="00993C80"/>
    <w:rsid w:val="00993CA3"/>
    <w:rsid w:val="00993CC6"/>
    <w:rsid w:val="00994009"/>
    <w:rsid w:val="009946C9"/>
    <w:rsid w:val="00994BA2"/>
    <w:rsid w:val="00994C85"/>
    <w:rsid w:val="00994DD0"/>
    <w:rsid w:val="0099565E"/>
    <w:rsid w:val="009958CB"/>
    <w:rsid w:val="00996061"/>
    <w:rsid w:val="009960FE"/>
    <w:rsid w:val="009965C0"/>
    <w:rsid w:val="009968D5"/>
    <w:rsid w:val="009971A6"/>
    <w:rsid w:val="009977AE"/>
    <w:rsid w:val="00997CDB"/>
    <w:rsid w:val="00997D18"/>
    <w:rsid w:val="00997EE2"/>
    <w:rsid w:val="00997EFA"/>
    <w:rsid w:val="009A0070"/>
    <w:rsid w:val="009A074C"/>
    <w:rsid w:val="009A086F"/>
    <w:rsid w:val="009A0BC9"/>
    <w:rsid w:val="009A0C1F"/>
    <w:rsid w:val="009A0CD3"/>
    <w:rsid w:val="009A0E34"/>
    <w:rsid w:val="009A0EA4"/>
    <w:rsid w:val="009A1076"/>
    <w:rsid w:val="009A15D9"/>
    <w:rsid w:val="009A1D8B"/>
    <w:rsid w:val="009A1E47"/>
    <w:rsid w:val="009A2022"/>
    <w:rsid w:val="009A2023"/>
    <w:rsid w:val="009A23EF"/>
    <w:rsid w:val="009A26E0"/>
    <w:rsid w:val="009A2B98"/>
    <w:rsid w:val="009A2BCD"/>
    <w:rsid w:val="009A2D82"/>
    <w:rsid w:val="009A3490"/>
    <w:rsid w:val="009A3549"/>
    <w:rsid w:val="009A366C"/>
    <w:rsid w:val="009A3884"/>
    <w:rsid w:val="009A3B31"/>
    <w:rsid w:val="009A3E8B"/>
    <w:rsid w:val="009A3F91"/>
    <w:rsid w:val="009A406D"/>
    <w:rsid w:val="009A457E"/>
    <w:rsid w:val="009A48EC"/>
    <w:rsid w:val="009A4AEF"/>
    <w:rsid w:val="009A531B"/>
    <w:rsid w:val="009A53B0"/>
    <w:rsid w:val="009A563E"/>
    <w:rsid w:val="009A566C"/>
    <w:rsid w:val="009A5944"/>
    <w:rsid w:val="009A6007"/>
    <w:rsid w:val="009A60F3"/>
    <w:rsid w:val="009A68A4"/>
    <w:rsid w:val="009A6E5B"/>
    <w:rsid w:val="009A6FAB"/>
    <w:rsid w:val="009A74BC"/>
    <w:rsid w:val="009A777C"/>
    <w:rsid w:val="009A7D79"/>
    <w:rsid w:val="009B0535"/>
    <w:rsid w:val="009B0897"/>
    <w:rsid w:val="009B08A1"/>
    <w:rsid w:val="009B2085"/>
    <w:rsid w:val="009B2198"/>
    <w:rsid w:val="009B25FD"/>
    <w:rsid w:val="009B2ECF"/>
    <w:rsid w:val="009B2FA3"/>
    <w:rsid w:val="009B3DFE"/>
    <w:rsid w:val="009B3EA3"/>
    <w:rsid w:val="009B42F3"/>
    <w:rsid w:val="009B43B6"/>
    <w:rsid w:val="009B4423"/>
    <w:rsid w:val="009B4F78"/>
    <w:rsid w:val="009B4FF9"/>
    <w:rsid w:val="009B5585"/>
    <w:rsid w:val="009B5821"/>
    <w:rsid w:val="009B5A43"/>
    <w:rsid w:val="009B5B11"/>
    <w:rsid w:val="009B5C02"/>
    <w:rsid w:val="009B5FE9"/>
    <w:rsid w:val="009B6268"/>
    <w:rsid w:val="009B6534"/>
    <w:rsid w:val="009B6581"/>
    <w:rsid w:val="009B6852"/>
    <w:rsid w:val="009B6B7E"/>
    <w:rsid w:val="009B6C2E"/>
    <w:rsid w:val="009B6CCC"/>
    <w:rsid w:val="009B7088"/>
    <w:rsid w:val="009B7266"/>
    <w:rsid w:val="009B731A"/>
    <w:rsid w:val="009B7366"/>
    <w:rsid w:val="009B73AC"/>
    <w:rsid w:val="009B73CB"/>
    <w:rsid w:val="009B7A5D"/>
    <w:rsid w:val="009B7A9F"/>
    <w:rsid w:val="009B7ADC"/>
    <w:rsid w:val="009C016C"/>
    <w:rsid w:val="009C07FE"/>
    <w:rsid w:val="009C1375"/>
    <w:rsid w:val="009C1AD1"/>
    <w:rsid w:val="009C1E2A"/>
    <w:rsid w:val="009C1F7D"/>
    <w:rsid w:val="009C2652"/>
    <w:rsid w:val="009C2984"/>
    <w:rsid w:val="009C29DA"/>
    <w:rsid w:val="009C304A"/>
    <w:rsid w:val="009C3621"/>
    <w:rsid w:val="009C3660"/>
    <w:rsid w:val="009C3A9C"/>
    <w:rsid w:val="009C3B36"/>
    <w:rsid w:val="009C3D51"/>
    <w:rsid w:val="009C3E92"/>
    <w:rsid w:val="009C4409"/>
    <w:rsid w:val="009C53E0"/>
    <w:rsid w:val="009C5B4E"/>
    <w:rsid w:val="009C69F7"/>
    <w:rsid w:val="009C6A3F"/>
    <w:rsid w:val="009C6C7B"/>
    <w:rsid w:val="009C750C"/>
    <w:rsid w:val="009C7B74"/>
    <w:rsid w:val="009C7CEC"/>
    <w:rsid w:val="009C7EBE"/>
    <w:rsid w:val="009D0268"/>
    <w:rsid w:val="009D02E9"/>
    <w:rsid w:val="009D068E"/>
    <w:rsid w:val="009D0DE6"/>
    <w:rsid w:val="009D1216"/>
    <w:rsid w:val="009D15B6"/>
    <w:rsid w:val="009D163B"/>
    <w:rsid w:val="009D1C8B"/>
    <w:rsid w:val="009D1D68"/>
    <w:rsid w:val="009D1D7A"/>
    <w:rsid w:val="009D2199"/>
    <w:rsid w:val="009D23D2"/>
    <w:rsid w:val="009D24AE"/>
    <w:rsid w:val="009D2840"/>
    <w:rsid w:val="009D2CA8"/>
    <w:rsid w:val="009D2CF6"/>
    <w:rsid w:val="009D2FDB"/>
    <w:rsid w:val="009D3260"/>
    <w:rsid w:val="009D3441"/>
    <w:rsid w:val="009D3466"/>
    <w:rsid w:val="009D41EF"/>
    <w:rsid w:val="009D44E4"/>
    <w:rsid w:val="009D4DCF"/>
    <w:rsid w:val="009D4E65"/>
    <w:rsid w:val="009D4EF2"/>
    <w:rsid w:val="009D5270"/>
    <w:rsid w:val="009D6185"/>
    <w:rsid w:val="009D6658"/>
    <w:rsid w:val="009D681D"/>
    <w:rsid w:val="009D6A10"/>
    <w:rsid w:val="009D7278"/>
    <w:rsid w:val="009D79F2"/>
    <w:rsid w:val="009D7D25"/>
    <w:rsid w:val="009D7DA1"/>
    <w:rsid w:val="009E0110"/>
    <w:rsid w:val="009E02AE"/>
    <w:rsid w:val="009E0816"/>
    <w:rsid w:val="009E09B5"/>
    <w:rsid w:val="009E0BB8"/>
    <w:rsid w:val="009E0DC7"/>
    <w:rsid w:val="009E10D7"/>
    <w:rsid w:val="009E1609"/>
    <w:rsid w:val="009E171A"/>
    <w:rsid w:val="009E17C2"/>
    <w:rsid w:val="009E1B15"/>
    <w:rsid w:val="009E1B73"/>
    <w:rsid w:val="009E216A"/>
    <w:rsid w:val="009E22FE"/>
    <w:rsid w:val="009E29EE"/>
    <w:rsid w:val="009E39FF"/>
    <w:rsid w:val="009E42D9"/>
    <w:rsid w:val="009E43B9"/>
    <w:rsid w:val="009E46E7"/>
    <w:rsid w:val="009E473A"/>
    <w:rsid w:val="009E47CA"/>
    <w:rsid w:val="009E4CAD"/>
    <w:rsid w:val="009E4DBB"/>
    <w:rsid w:val="009E501C"/>
    <w:rsid w:val="009E52F5"/>
    <w:rsid w:val="009E58C1"/>
    <w:rsid w:val="009E59D1"/>
    <w:rsid w:val="009E5C52"/>
    <w:rsid w:val="009E5FB4"/>
    <w:rsid w:val="009E60A4"/>
    <w:rsid w:val="009E62D5"/>
    <w:rsid w:val="009E62E8"/>
    <w:rsid w:val="009E639A"/>
    <w:rsid w:val="009E646C"/>
    <w:rsid w:val="009E652B"/>
    <w:rsid w:val="009E66A8"/>
    <w:rsid w:val="009E71CB"/>
    <w:rsid w:val="009E752C"/>
    <w:rsid w:val="009E7748"/>
    <w:rsid w:val="009E7D2C"/>
    <w:rsid w:val="009E7F05"/>
    <w:rsid w:val="009F0762"/>
    <w:rsid w:val="009F077E"/>
    <w:rsid w:val="009F0A24"/>
    <w:rsid w:val="009F0C2D"/>
    <w:rsid w:val="009F1068"/>
    <w:rsid w:val="009F1093"/>
    <w:rsid w:val="009F10D1"/>
    <w:rsid w:val="009F1984"/>
    <w:rsid w:val="009F1AA3"/>
    <w:rsid w:val="009F1BFC"/>
    <w:rsid w:val="009F2190"/>
    <w:rsid w:val="009F2494"/>
    <w:rsid w:val="009F33E9"/>
    <w:rsid w:val="009F40A4"/>
    <w:rsid w:val="009F4B81"/>
    <w:rsid w:val="009F4E87"/>
    <w:rsid w:val="009F512F"/>
    <w:rsid w:val="009F5192"/>
    <w:rsid w:val="009F530B"/>
    <w:rsid w:val="009F5521"/>
    <w:rsid w:val="009F5C1F"/>
    <w:rsid w:val="009F6105"/>
    <w:rsid w:val="009F6390"/>
    <w:rsid w:val="009F6442"/>
    <w:rsid w:val="009F6868"/>
    <w:rsid w:val="009F7055"/>
    <w:rsid w:val="009F74A3"/>
    <w:rsid w:val="009F7955"/>
    <w:rsid w:val="009F7CBF"/>
    <w:rsid w:val="009F7CCB"/>
    <w:rsid w:val="009F7D47"/>
    <w:rsid w:val="00A000EE"/>
    <w:rsid w:val="00A00289"/>
    <w:rsid w:val="00A010B0"/>
    <w:rsid w:val="00A012A8"/>
    <w:rsid w:val="00A014A3"/>
    <w:rsid w:val="00A01ADD"/>
    <w:rsid w:val="00A01FDF"/>
    <w:rsid w:val="00A0220D"/>
    <w:rsid w:val="00A028A6"/>
    <w:rsid w:val="00A0312F"/>
    <w:rsid w:val="00A03392"/>
    <w:rsid w:val="00A033D0"/>
    <w:rsid w:val="00A03475"/>
    <w:rsid w:val="00A037EC"/>
    <w:rsid w:val="00A03893"/>
    <w:rsid w:val="00A03D6A"/>
    <w:rsid w:val="00A03DCD"/>
    <w:rsid w:val="00A03F98"/>
    <w:rsid w:val="00A03FA6"/>
    <w:rsid w:val="00A03FF3"/>
    <w:rsid w:val="00A04205"/>
    <w:rsid w:val="00A042A8"/>
    <w:rsid w:val="00A0475A"/>
    <w:rsid w:val="00A04AD5"/>
    <w:rsid w:val="00A04C82"/>
    <w:rsid w:val="00A053E3"/>
    <w:rsid w:val="00A059D6"/>
    <w:rsid w:val="00A06039"/>
    <w:rsid w:val="00A06124"/>
    <w:rsid w:val="00A0651A"/>
    <w:rsid w:val="00A06AAA"/>
    <w:rsid w:val="00A06AC9"/>
    <w:rsid w:val="00A073C8"/>
    <w:rsid w:val="00A07717"/>
    <w:rsid w:val="00A07E0E"/>
    <w:rsid w:val="00A07F92"/>
    <w:rsid w:val="00A1034D"/>
    <w:rsid w:val="00A10651"/>
    <w:rsid w:val="00A10727"/>
    <w:rsid w:val="00A10EA5"/>
    <w:rsid w:val="00A1105E"/>
    <w:rsid w:val="00A113E7"/>
    <w:rsid w:val="00A115AB"/>
    <w:rsid w:val="00A116BE"/>
    <w:rsid w:val="00A11818"/>
    <w:rsid w:val="00A11B83"/>
    <w:rsid w:val="00A11CB4"/>
    <w:rsid w:val="00A12723"/>
    <w:rsid w:val="00A1275C"/>
    <w:rsid w:val="00A12CD2"/>
    <w:rsid w:val="00A12D02"/>
    <w:rsid w:val="00A12FCA"/>
    <w:rsid w:val="00A13206"/>
    <w:rsid w:val="00A135D8"/>
    <w:rsid w:val="00A139F0"/>
    <w:rsid w:val="00A13A10"/>
    <w:rsid w:val="00A13AA7"/>
    <w:rsid w:val="00A13C57"/>
    <w:rsid w:val="00A13D25"/>
    <w:rsid w:val="00A13D99"/>
    <w:rsid w:val="00A14717"/>
    <w:rsid w:val="00A14727"/>
    <w:rsid w:val="00A14878"/>
    <w:rsid w:val="00A14AF1"/>
    <w:rsid w:val="00A150CF"/>
    <w:rsid w:val="00A151F2"/>
    <w:rsid w:val="00A15B59"/>
    <w:rsid w:val="00A15DDD"/>
    <w:rsid w:val="00A16AF7"/>
    <w:rsid w:val="00A16BE6"/>
    <w:rsid w:val="00A16E0C"/>
    <w:rsid w:val="00A171BB"/>
    <w:rsid w:val="00A1726C"/>
    <w:rsid w:val="00A1786F"/>
    <w:rsid w:val="00A1788B"/>
    <w:rsid w:val="00A17938"/>
    <w:rsid w:val="00A17D5D"/>
    <w:rsid w:val="00A17EAC"/>
    <w:rsid w:val="00A20257"/>
    <w:rsid w:val="00A202DB"/>
    <w:rsid w:val="00A2030A"/>
    <w:rsid w:val="00A203D0"/>
    <w:rsid w:val="00A2078A"/>
    <w:rsid w:val="00A20951"/>
    <w:rsid w:val="00A20C4A"/>
    <w:rsid w:val="00A20C5D"/>
    <w:rsid w:val="00A20CC3"/>
    <w:rsid w:val="00A210BC"/>
    <w:rsid w:val="00A2140D"/>
    <w:rsid w:val="00A217AA"/>
    <w:rsid w:val="00A21E00"/>
    <w:rsid w:val="00A21EDB"/>
    <w:rsid w:val="00A21EEA"/>
    <w:rsid w:val="00A21FEC"/>
    <w:rsid w:val="00A22290"/>
    <w:rsid w:val="00A22D71"/>
    <w:rsid w:val="00A230DA"/>
    <w:rsid w:val="00A232D3"/>
    <w:rsid w:val="00A233C3"/>
    <w:rsid w:val="00A2383A"/>
    <w:rsid w:val="00A23AA5"/>
    <w:rsid w:val="00A23B87"/>
    <w:rsid w:val="00A24006"/>
    <w:rsid w:val="00A24203"/>
    <w:rsid w:val="00A24884"/>
    <w:rsid w:val="00A24ED4"/>
    <w:rsid w:val="00A251B2"/>
    <w:rsid w:val="00A2566F"/>
    <w:rsid w:val="00A25738"/>
    <w:rsid w:val="00A25F61"/>
    <w:rsid w:val="00A26218"/>
    <w:rsid w:val="00A26363"/>
    <w:rsid w:val="00A26519"/>
    <w:rsid w:val="00A27090"/>
    <w:rsid w:val="00A270BA"/>
    <w:rsid w:val="00A273E0"/>
    <w:rsid w:val="00A27CDF"/>
    <w:rsid w:val="00A300FD"/>
    <w:rsid w:val="00A301F1"/>
    <w:rsid w:val="00A3097F"/>
    <w:rsid w:val="00A30DCE"/>
    <w:rsid w:val="00A3138D"/>
    <w:rsid w:val="00A31E64"/>
    <w:rsid w:val="00A31EA8"/>
    <w:rsid w:val="00A32148"/>
    <w:rsid w:val="00A3222E"/>
    <w:rsid w:val="00A32564"/>
    <w:rsid w:val="00A3360C"/>
    <w:rsid w:val="00A33A1F"/>
    <w:rsid w:val="00A33E65"/>
    <w:rsid w:val="00A33F0F"/>
    <w:rsid w:val="00A34387"/>
    <w:rsid w:val="00A344DB"/>
    <w:rsid w:val="00A348AD"/>
    <w:rsid w:val="00A3495D"/>
    <w:rsid w:val="00A34DE7"/>
    <w:rsid w:val="00A353AB"/>
    <w:rsid w:val="00A354A7"/>
    <w:rsid w:val="00A35B0B"/>
    <w:rsid w:val="00A35E8D"/>
    <w:rsid w:val="00A363C9"/>
    <w:rsid w:val="00A36619"/>
    <w:rsid w:val="00A368A0"/>
    <w:rsid w:val="00A37142"/>
    <w:rsid w:val="00A37149"/>
    <w:rsid w:val="00A371F5"/>
    <w:rsid w:val="00A3745B"/>
    <w:rsid w:val="00A37834"/>
    <w:rsid w:val="00A37B82"/>
    <w:rsid w:val="00A37D84"/>
    <w:rsid w:val="00A37D8D"/>
    <w:rsid w:val="00A37E11"/>
    <w:rsid w:val="00A400A1"/>
    <w:rsid w:val="00A405AD"/>
    <w:rsid w:val="00A409A4"/>
    <w:rsid w:val="00A40AF1"/>
    <w:rsid w:val="00A40EC7"/>
    <w:rsid w:val="00A41818"/>
    <w:rsid w:val="00A41952"/>
    <w:rsid w:val="00A41A99"/>
    <w:rsid w:val="00A41D22"/>
    <w:rsid w:val="00A41D3B"/>
    <w:rsid w:val="00A41EB0"/>
    <w:rsid w:val="00A4240B"/>
    <w:rsid w:val="00A4247A"/>
    <w:rsid w:val="00A426BF"/>
    <w:rsid w:val="00A430FB"/>
    <w:rsid w:val="00A4379E"/>
    <w:rsid w:val="00A43877"/>
    <w:rsid w:val="00A438FE"/>
    <w:rsid w:val="00A43EC2"/>
    <w:rsid w:val="00A44A0C"/>
    <w:rsid w:val="00A44CE5"/>
    <w:rsid w:val="00A44D77"/>
    <w:rsid w:val="00A44D81"/>
    <w:rsid w:val="00A44ED7"/>
    <w:rsid w:val="00A45306"/>
    <w:rsid w:val="00A46270"/>
    <w:rsid w:val="00A466BF"/>
    <w:rsid w:val="00A46AD4"/>
    <w:rsid w:val="00A46D89"/>
    <w:rsid w:val="00A46F1D"/>
    <w:rsid w:val="00A47328"/>
    <w:rsid w:val="00A477E8"/>
    <w:rsid w:val="00A478EE"/>
    <w:rsid w:val="00A47B8B"/>
    <w:rsid w:val="00A47C14"/>
    <w:rsid w:val="00A47E56"/>
    <w:rsid w:val="00A47FF8"/>
    <w:rsid w:val="00A503E2"/>
    <w:rsid w:val="00A509A5"/>
    <w:rsid w:val="00A50A00"/>
    <w:rsid w:val="00A50A9B"/>
    <w:rsid w:val="00A50CFE"/>
    <w:rsid w:val="00A514E8"/>
    <w:rsid w:val="00A5181A"/>
    <w:rsid w:val="00A51AFE"/>
    <w:rsid w:val="00A51C6C"/>
    <w:rsid w:val="00A521D1"/>
    <w:rsid w:val="00A5258A"/>
    <w:rsid w:val="00A52797"/>
    <w:rsid w:val="00A530ED"/>
    <w:rsid w:val="00A5339F"/>
    <w:rsid w:val="00A5384D"/>
    <w:rsid w:val="00A53FB2"/>
    <w:rsid w:val="00A54346"/>
    <w:rsid w:val="00A54A0A"/>
    <w:rsid w:val="00A54F52"/>
    <w:rsid w:val="00A551E5"/>
    <w:rsid w:val="00A55629"/>
    <w:rsid w:val="00A55965"/>
    <w:rsid w:val="00A55D8D"/>
    <w:rsid w:val="00A56B3A"/>
    <w:rsid w:val="00A57353"/>
    <w:rsid w:val="00A574CB"/>
    <w:rsid w:val="00A5770D"/>
    <w:rsid w:val="00A57F42"/>
    <w:rsid w:val="00A57FD8"/>
    <w:rsid w:val="00A60205"/>
    <w:rsid w:val="00A60359"/>
    <w:rsid w:val="00A60A8F"/>
    <w:rsid w:val="00A60BD5"/>
    <w:rsid w:val="00A60C13"/>
    <w:rsid w:val="00A60E89"/>
    <w:rsid w:val="00A61490"/>
    <w:rsid w:val="00A6154B"/>
    <w:rsid w:val="00A61770"/>
    <w:rsid w:val="00A61EA0"/>
    <w:rsid w:val="00A626F1"/>
    <w:rsid w:val="00A627B5"/>
    <w:rsid w:val="00A628A1"/>
    <w:rsid w:val="00A6338D"/>
    <w:rsid w:val="00A6364E"/>
    <w:rsid w:val="00A636F6"/>
    <w:rsid w:val="00A63DEC"/>
    <w:rsid w:val="00A63E2D"/>
    <w:rsid w:val="00A63F37"/>
    <w:rsid w:val="00A646B9"/>
    <w:rsid w:val="00A6471C"/>
    <w:rsid w:val="00A64929"/>
    <w:rsid w:val="00A64B12"/>
    <w:rsid w:val="00A65A44"/>
    <w:rsid w:val="00A65DB7"/>
    <w:rsid w:val="00A65DBD"/>
    <w:rsid w:val="00A66178"/>
    <w:rsid w:val="00A66348"/>
    <w:rsid w:val="00A66558"/>
    <w:rsid w:val="00A6679F"/>
    <w:rsid w:val="00A667EB"/>
    <w:rsid w:val="00A66893"/>
    <w:rsid w:val="00A66A7D"/>
    <w:rsid w:val="00A670C9"/>
    <w:rsid w:val="00A67149"/>
    <w:rsid w:val="00A6737A"/>
    <w:rsid w:val="00A67BFD"/>
    <w:rsid w:val="00A70F3C"/>
    <w:rsid w:val="00A70FEA"/>
    <w:rsid w:val="00A717D1"/>
    <w:rsid w:val="00A7181A"/>
    <w:rsid w:val="00A72145"/>
    <w:rsid w:val="00A7296B"/>
    <w:rsid w:val="00A72EED"/>
    <w:rsid w:val="00A73160"/>
    <w:rsid w:val="00A73350"/>
    <w:rsid w:val="00A734B8"/>
    <w:rsid w:val="00A73BCF"/>
    <w:rsid w:val="00A74203"/>
    <w:rsid w:val="00A74647"/>
    <w:rsid w:val="00A74F29"/>
    <w:rsid w:val="00A75399"/>
    <w:rsid w:val="00A753A0"/>
    <w:rsid w:val="00A753D3"/>
    <w:rsid w:val="00A7543F"/>
    <w:rsid w:val="00A7555D"/>
    <w:rsid w:val="00A75CC9"/>
    <w:rsid w:val="00A75E1C"/>
    <w:rsid w:val="00A76120"/>
    <w:rsid w:val="00A76A9F"/>
    <w:rsid w:val="00A76D39"/>
    <w:rsid w:val="00A76EBE"/>
    <w:rsid w:val="00A779E4"/>
    <w:rsid w:val="00A80004"/>
    <w:rsid w:val="00A80600"/>
    <w:rsid w:val="00A807EC"/>
    <w:rsid w:val="00A80966"/>
    <w:rsid w:val="00A80AC9"/>
    <w:rsid w:val="00A80E0D"/>
    <w:rsid w:val="00A81936"/>
    <w:rsid w:val="00A81D1F"/>
    <w:rsid w:val="00A81F09"/>
    <w:rsid w:val="00A82222"/>
    <w:rsid w:val="00A822FC"/>
    <w:rsid w:val="00A823AA"/>
    <w:rsid w:val="00A823DC"/>
    <w:rsid w:val="00A826FA"/>
    <w:rsid w:val="00A82E7C"/>
    <w:rsid w:val="00A82F27"/>
    <w:rsid w:val="00A82F5F"/>
    <w:rsid w:val="00A82FDB"/>
    <w:rsid w:val="00A83439"/>
    <w:rsid w:val="00A836B3"/>
    <w:rsid w:val="00A83914"/>
    <w:rsid w:val="00A83B26"/>
    <w:rsid w:val="00A83C3E"/>
    <w:rsid w:val="00A83D2E"/>
    <w:rsid w:val="00A83DC3"/>
    <w:rsid w:val="00A83DDA"/>
    <w:rsid w:val="00A84022"/>
    <w:rsid w:val="00A8418C"/>
    <w:rsid w:val="00A84467"/>
    <w:rsid w:val="00A84A2B"/>
    <w:rsid w:val="00A84DD5"/>
    <w:rsid w:val="00A851E3"/>
    <w:rsid w:val="00A8595A"/>
    <w:rsid w:val="00A85D67"/>
    <w:rsid w:val="00A865D3"/>
    <w:rsid w:val="00A8666D"/>
    <w:rsid w:val="00A86674"/>
    <w:rsid w:val="00A867CE"/>
    <w:rsid w:val="00A868B0"/>
    <w:rsid w:val="00A869FE"/>
    <w:rsid w:val="00A86C05"/>
    <w:rsid w:val="00A86C3E"/>
    <w:rsid w:val="00A87C5B"/>
    <w:rsid w:val="00A87DFA"/>
    <w:rsid w:val="00A90223"/>
    <w:rsid w:val="00A90476"/>
    <w:rsid w:val="00A9055E"/>
    <w:rsid w:val="00A911E0"/>
    <w:rsid w:val="00A91357"/>
    <w:rsid w:val="00A91411"/>
    <w:rsid w:val="00A919E6"/>
    <w:rsid w:val="00A91A88"/>
    <w:rsid w:val="00A91AF5"/>
    <w:rsid w:val="00A91F63"/>
    <w:rsid w:val="00A91FF6"/>
    <w:rsid w:val="00A9200E"/>
    <w:rsid w:val="00A920F9"/>
    <w:rsid w:val="00A9219C"/>
    <w:rsid w:val="00A9230E"/>
    <w:rsid w:val="00A92CB4"/>
    <w:rsid w:val="00A92CC0"/>
    <w:rsid w:val="00A92F0C"/>
    <w:rsid w:val="00A93109"/>
    <w:rsid w:val="00A93506"/>
    <w:rsid w:val="00A935EA"/>
    <w:rsid w:val="00A935FA"/>
    <w:rsid w:val="00A94315"/>
    <w:rsid w:val="00A94487"/>
    <w:rsid w:val="00A94C3D"/>
    <w:rsid w:val="00A9529C"/>
    <w:rsid w:val="00A955D9"/>
    <w:rsid w:val="00A956C9"/>
    <w:rsid w:val="00A95880"/>
    <w:rsid w:val="00A9592D"/>
    <w:rsid w:val="00A95AEA"/>
    <w:rsid w:val="00A96671"/>
    <w:rsid w:val="00A967EF"/>
    <w:rsid w:val="00A969F2"/>
    <w:rsid w:val="00A96C31"/>
    <w:rsid w:val="00A96E44"/>
    <w:rsid w:val="00A9772F"/>
    <w:rsid w:val="00A97928"/>
    <w:rsid w:val="00A97AE7"/>
    <w:rsid w:val="00AA0260"/>
    <w:rsid w:val="00AA0404"/>
    <w:rsid w:val="00AA04BC"/>
    <w:rsid w:val="00AA04F8"/>
    <w:rsid w:val="00AA0522"/>
    <w:rsid w:val="00AA0FAB"/>
    <w:rsid w:val="00AA110E"/>
    <w:rsid w:val="00AA197E"/>
    <w:rsid w:val="00AA1A91"/>
    <w:rsid w:val="00AA1A95"/>
    <w:rsid w:val="00AA1B40"/>
    <w:rsid w:val="00AA1DD7"/>
    <w:rsid w:val="00AA1E41"/>
    <w:rsid w:val="00AA1EA7"/>
    <w:rsid w:val="00AA2042"/>
    <w:rsid w:val="00AA2072"/>
    <w:rsid w:val="00AA2073"/>
    <w:rsid w:val="00AA20C8"/>
    <w:rsid w:val="00AA2658"/>
    <w:rsid w:val="00AA2E69"/>
    <w:rsid w:val="00AA2E70"/>
    <w:rsid w:val="00AA30CE"/>
    <w:rsid w:val="00AA3649"/>
    <w:rsid w:val="00AA3C4B"/>
    <w:rsid w:val="00AA3D05"/>
    <w:rsid w:val="00AA3E6F"/>
    <w:rsid w:val="00AA408A"/>
    <w:rsid w:val="00AA461A"/>
    <w:rsid w:val="00AA46B5"/>
    <w:rsid w:val="00AA4D6E"/>
    <w:rsid w:val="00AA5417"/>
    <w:rsid w:val="00AA55AA"/>
    <w:rsid w:val="00AA5639"/>
    <w:rsid w:val="00AA5652"/>
    <w:rsid w:val="00AA59D7"/>
    <w:rsid w:val="00AA5EAF"/>
    <w:rsid w:val="00AA5F03"/>
    <w:rsid w:val="00AA5F82"/>
    <w:rsid w:val="00AA5FA5"/>
    <w:rsid w:val="00AA683A"/>
    <w:rsid w:val="00AA6852"/>
    <w:rsid w:val="00AA68E6"/>
    <w:rsid w:val="00AA6A43"/>
    <w:rsid w:val="00AA6A73"/>
    <w:rsid w:val="00AA7253"/>
    <w:rsid w:val="00AA73B7"/>
    <w:rsid w:val="00AA765F"/>
    <w:rsid w:val="00AA79E2"/>
    <w:rsid w:val="00AB018B"/>
    <w:rsid w:val="00AB071D"/>
    <w:rsid w:val="00AB0C75"/>
    <w:rsid w:val="00AB0DFB"/>
    <w:rsid w:val="00AB0E9B"/>
    <w:rsid w:val="00AB12DE"/>
    <w:rsid w:val="00AB12F6"/>
    <w:rsid w:val="00AB143F"/>
    <w:rsid w:val="00AB1974"/>
    <w:rsid w:val="00AB1BB5"/>
    <w:rsid w:val="00AB1D33"/>
    <w:rsid w:val="00AB1F66"/>
    <w:rsid w:val="00AB21BC"/>
    <w:rsid w:val="00AB257B"/>
    <w:rsid w:val="00AB2756"/>
    <w:rsid w:val="00AB285F"/>
    <w:rsid w:val="00AB291C"/>
    <w:rsid w:val="00AB2B3D"/>
    <w:rsid w:val="00AB2DE8"/>
    <w:rsid w:val="00AB2F2D"/>
    <w:rsid w:val="00AB3181"/>
    <w:rsid w:val="00AB31C1"/>
    <w:rsid w:val="00AB32AB"/>
    <w:rsid w:val="00AB3AE1"/>
    <w:rsid w:val="00AB3E0C"/>
    <w:rsid w:val="00AB46C7"/>
    <w:rsid w:val="00AB4B7A"/>
    <w:rsid w:val="00AB5152"/>
    <w:rsid w:val="00AB57F5"/>
    <w:rsid w:val="00AB5A72"/>
    <w:rsid w:val="00AB5E3C"/>
    <w:rsid w:val="00AB5FBC"/>
    <w:rsid w:val="00AB6A2E"/>
    <w:rsid w:val="00AB708C"/>
    <w:rsid w:val="00AB7308"/>
    <w:rsid w:val="00AB7A33"/>
    <w:rsid w:val="00AB7AF4"/>
    <w:rsid w:val="00AC0929"/>
    <w:rsid w:val="00AC0FAC"/>
    <w:rsid w:val="00AC13F3"/>
    <w:rsid w:val="00AC1443"/>
    <w:rsid w:val="00AC17C8"/>
    <w:rsid w:val="00AC1DC1"/>
    <w:rsid w:val="00AC1E5E"/>
    <w:rsid w:val="00AC1EFC"/>
    <w:rsid w:val="00AC2047"/>
    <w:rsid w:val="00AC20F4"/>
    <w:rsid w:val="00AC23CE"/>
    <w:rsid w:val="00AC28FB"/>
    <w:rsid w:val="00AC3146"/>
    <w:rsid w:val="00AC348B"/>
    <w:rsid w:val="00AC35C3"/>
    <w:rsid w:val="00AC3A7A"/>
    <w:rsid w:val="00AC3EA5"/>
    <w:rsid w:val="00AC447B"/>
    <w:rsid w:val="00AC4AB6"/>
    <w:rsid w:val="00AC4D53"/>
    <w:rsid w:val="00AC4FE3"/>
    <w:rsid w:val="00AC5303"/>
    <w:rsid w:val="00AC55DD"/>
    <w:rsid w:val="00AC55F0"/>
    <w:rsid w:val="00AC560B"/>
    <w:rsid w:val="00AC5E4F"/>
    <w:rsid w:val="00AC603F"/>
    <w:rsid w:val="00AC650C"/>
    <w:rsid w:val="00AC6626"/>
    <w:rsid w:val="00AC70EF"/>
    <w:rsid w:val="00AC7192"/>
    <w:rsid w:val="00AC73CF"/>
    <w:rsid w:val="00AC7445"/>
    <w:rsid w:val="00AC7B47"/>
    <w:rsid w:val="00AD081A"/>
    <w:rsid w:val="00AD098C"/>
    <w:rsid w:val="00AD0B27"/>
    <w:rsid w:val="00AD0C84"/>
    <w:rsid w:val="00AD0E5E"/>
    <w:rsid w:val="00AD0F9E"/>
    <w:rsid w:val="00AD1258"/>
    <w:rsid w:val="00AD15AA"/>
    <w:rsid w:val="00AD1D8B"/>
    <w:rsid w:val="00AD210E"/>
    <w:rsid w:val="00AD2C90"/>
    <w:rsid w:val="00AD47A3"/>
    <w:rsid w:val="00AD47BB"/>
    <w:rsid w:val="00AD47DA"/>
    <w:rsid w:val="00AD4A1F"/>
    <w:rsid w:val="00AD5298"/>
    <w:rsid w:val="00AD5562"/>
    <w:rsid w:val="00AD55C5"/>
    <w:rsid w:val="00AD562E"/>
    <w:rsid w:val="00AD56C6"/>
    <w:rsid w:val="00AD5C89"/>
    <w:rsid w:val="00AD5D46"/>
    <w:rsid w:val="00AD6551"/>
    <w:rsid w:val="00AD66BC"/>
    <w:rsid w:val="00AD6BDA"/>
    <w:rsid w:val="00AD6C1C"/>
    <w:rsid w:val="00AD6D37"/>
    <w:rsid w:val="00AD6D91"/>
    <w:rsid w:val="00AD704A"/>
    <w:rsid w:val="00AD71FB"/>
    <w:rsid w:val="00AD73E6"/>
    <w:rsid w:val="00AD7531"/>
    <w:rsid w:val="00AD7A44"/>
    <w:rsid w:val="00AD7D17"/>
    <w:rsid w:val="00AE0A77"/>
    <w:rsid w:val="00AE0EC1"/>
    <w:rsid w:val="00AE1225"/>
    <w:rsid w:val="00AE1437"/>
    <w:rsid w:val="00AE184B"/>
    <w:rsid w:val="00AE19BD"/>
    <w:rsid w:val="00AE1CD8"/>
    <w:rsid w:val="00AE1F4D"/>
    <w:rsid w:val="00AE21B8"/>
    <w:rsid w:val="00AE22D2"/>
    <w:rsid w:val="00AE24EC"/>
    <w:rsid w:val="00AE24FE"/>
    <w:rsid w:val="00AE2833"/>
    <w:rsid w:val="00AE30BD"/>
    <w:rsid w:val="00AE32A6"/>
    <w:rsid w:val="00AE33B4"/>
    <w:rsid w:val="00AE3559"/>
    <w:rsid w:val="00AE3E0D"/>
    <w:rsid w:val="00AE3FBC"/>
    <w:rsid w:val="00AE5211"/>
    <w:rsid w:val="00AE5248"/>
    <w:rsid w:val="00AE54FB"/>
    <w:rsid w:val="00AE58D4"/>
    <w:rsid w:val="00AE5A86"/>
    <w:rsid w:val="00AE5F2E"/>
    <w:rsid w:val="00AE6531"/>
    <w:rsid w:val="00AE67CE"/>
    <w:rsid w:val="00AE6EBD"/>
    <w:rsid w:val="00AE73A9"/>
    <w:rsid w:val="00AE7E26"/>
    <w:rsid w:val="00AF0321"/>
    <w:rsid w:val="00AF048A"/>
    <w:rsid w:val="00AF090F"/>
    <w:rsid w:val="00AF0D02"/>
    <w:rsid w:val="00AF0D73"/>
    <w:rsid w:val="00AF0F18"/>
    <w:rsid w:val="00AF1206"/>
    <w:rsid w:val="00AF13F7"/>
    <w:rsid w:val="00AF14E9"/>
    <w:rsid w:val="00AF17F0"/>
    <w:rsid w:val="00AF20DD"/>
    <w:rsid w:val="00AF257B"/>
    <w:rsid w:val="00AF32A2"/>
    <w:rsid w:val="00AF48CA"/>
    <w:rsid w:val="00AF53E5"/>
    <w:rsid w:val="00AF5813"/>
    <w:rsid w:val="00AF58BC"/>
    <w:rsid w:val="00AF5918"/>
    <w:rsid w:val="00AF5AD4"/>
    <w:rsid w:val="00AF5CA4"/>
    <w:rsid w:val="00AF68B6"/>
    <w:rsid w:val="00AF6A21"/>
    <w:rsid w:val="00AF6AC3"/>
    <w:rsid w:val="00AF6AEA"/>
    <w:rsid w:val="00AF73C9"/>
    <w:rsid w:val="00AF76C5"/>
    <w:rsid w:val="00AF7FE7"/>
    <w:rsid w:val="00B00016"/>
    <w:rsid w:val="00B001F4"/>
    <w:rsid w:val="00B005AB"/>
    <w:rsid w:val="00B01208"/>
    <w:rsid w:val="00B01BAA"/>
    <w:rsid w:val="00B01F86"/>
    <w:rsid w:val="00B02267"/>
    <w:rsid w:val="00B022E6"/>
    <w:rsid w:val="00B024F0"/>
    <w:rsid w:val="00B0259D"/>
    <w:rsid w:val="00B028DB"/>
    <w:rsid w:val="00B0293C"/>
    <w:rsid w:val="00B02BEA"/>
    <w:rsid w:val="00B02DEE"/>
    <w:rsid w:val="00B032FC"/>
    <w:rsid w:val="00B0369C"/>
    <w:rsid w:val="00B03A47"/>
    <w:rsid w:val="00B03F42"/>
    <w:rsid w:val="00B043AB"/>
    <w:rsid w:val="00B048FA"/>
    <w:rsid w:val="00B049CA"/>
    <w:rsid w:val="00B04ABF"/>
    <w:rsid w:val="00B04F85"/>
    <w:rsid w:val="00B05230"/>
    <w:rsid w:val="00B05652"/>
    <w:rsid w:val="00B058BE"/>
    <w:rsid w:val="00B05A4F"/>
    <w:rsid w:val="00B05C4F"/>
    <w:rsid w:val="00B05E35"/>
    <w:rsid w:val="00B05E39"/>
    <w:rsid w:val="00B05F64"/>
    <w:rsid w:val="00B06061"/>
    <w:rsid w:val="00B061BE"/>
    <w:rsid w:val="00B06350"/>
    <w:rsid w:val="00B063A4"/>
    <w:rsid w:val="00B06C8F"/>
    <w:rsid w:val="00B06CE5"/>
    <w:rsid w:val="00B06F53"/>
    <w:rsid w:val="00B0736A"/>
    <w:rsid w:val="00B075A1"/>
    <w:rsid w:val="00B07BBD"/>
    <w:rsid w:val="00B07D93"/>
    <w:rsid w:val="00B102E7"/>
    <w:rsid w:val="00B10A14"/>
    <w:rsid w:val="00B10BFE"/>
    <w:rsid w:val="00B10E82"/>
    <w:rsid w:val="00B11020"/>
    <w:rsid w:val="00B1130F"/>
    <w:rsid w:val="00B1151D"/>
    <w:rsid w:val="00B1152C"/>
    <w:rsid w:val="00B11764"/>
    <w:rsid w:val="00B11B7D"/>
    <w:rsid w:val="00B11BAA"/>
    <w:rsid w:val="00B11D1F"/>
    <w:rsid w:val="00B11E37"/>
    <w:rsid w:val="00B12023"/>
    <w:rsid w:val="00B12420"/>
    <w:rsid w:val="00B12E09"/>
    <w:rsid w:val="00B12F27"/>
    <w:rsid w:val="00B134EA"/>
    <w:rsid w:val="00B138ED"/>
    <w:rsid w:val="00B13EFD"/>
    <w:rsid w:val="00B142DB"/>
    <w:rsid w:val="00B1439C"/>
    <w:rsid w:val="00B147ED"/>
    <w:rsid w:val="00B1499B"/>
    <w:rsid w:val="00B15659"/>
    <w:rsid w:val="00B15750"/>
    <w:rsid w:val="00B15914"/>
    <w:rsid w:val="00B160C3"/>
    <w:rsid w:val="00B16134"/>
    <w:rsid w:val="00B163BF"/>
    <w:rsid w:val="00B163E5"/>
    <w:rsid w:val="00B1687C"/>
    <w:rsid w:val="00B1690C"/>
    <w:rsid w:val="00B16E0C"/>
    <w:rsid w:val="00B17249"/>
    <w:rsid w:val="00B1736E"/>
    <w:rsid w:val="00B17790"/>
    <w:rsid w:val="00B17CF2"/>
    <w:rsid w:val="00B17F7F"/>
    <w:rsid w:val="00B20370"/>
    <w:rsid w:val="00B20397"/>
    <w:rsid w:val="00B20818"/>
    <w:rsid w:val="00B20FE8"/>
    <w:rsid w:val="00B2105C"/>
    <w:rsid w:val="00B21475"/>
    <w:rsid w:val="00B21634"/>
    <w:rsid w:val="00B21D76"/>
    <w:rsid w:val="00B2264A"/>
    <w:rsid w:val="00B226A4"/>
    <w:rsid w:val="00B22BF6"/>
    <w:rsid w:val="00B24511"/>
    <w:rsid w:val="00B247F1"/>
    <w:rsid w:val="00B2482C"/>
    <w:rsid w:val="00B2489D"/>
    <w:rsid w:val="00B249DD"/>
    <w:rsid w:val="00B24B87"/>
    <w:rsid w:val="00B251BB"/>
    <w:rsid w:val="00B25E65"/>
    <w:rsid w:val="00B25F4A"/>
    <w:rsid w:val="00B26170"/>
    <w:rsid w:val="00B263F2"/>
    <w:rsid w:val="00B263FC"/>
    <w:rsid w:val="00B264D0"/>
    <w:rsid w:val="00B26A4D"/>
    <w:rsid w:val="00B2713D"/>
    <w:rsid w:val="00B2722D"/>
    <w:rsid w:val="00B27279"/>
    <w:rsid w:val="00B27574"/>
    <w:rsid w:val="00B279F0"/>
    <w:rsid w:val="00B27E0D"/>
    <w:rsid w:val="00B3049C"/>
    <w:rsid w:val="00B30B85"/>
    <w:rsid w:val="00B30D7C"/>
    <w:rsid w:val="00B30F6A"/>
    <w:rsid w:val="00B31123"/>
    <w:rsid w:val="00B311BA"/>
    <w:rsid w:val="00B3128A"/>
    <w:rsid w:val="00B31532"/>
    <w:rsid w:val="00B31BFB"/>
    <w:rsid w:val="00B31DF7"/>
    <w:rsid w:val="00B321A5"/>
    <w:rsid w:val="00B32574"/>
    <w:rsid w:val="00B32A24"/>
    <w:rsid w:val="00B32A7D"/>
    <w:rsid w:val="00B32B06"/>
    <w:rsid w:val="00B32B2C"/>
    <w:rsid w:val="00B32F91"/>
    <w:rsid w:val="00B334B7"/>
    <w:rsid w:val="00B3350E"/>
    <w:rsid w:val="00B33AA6"/>
    <w:rsid w:val="00B33E57"/>
    <w:rsid w:val="00B3414C"/>
    <w:rsid w:val="00B34610"/>
    <w:rsid w:val="00B34A78"/>
    <w:rsid w:val="00B34EAA"/>
    <w:rsid w:val="00B352EF"/>
    <w:rsid w:val="00B3546C"/>
    <w:rsid w:val="00B35CD1"/>
    <w:rsid w:val="00B35F3A"/>
    <w:rsid w:val="00B36139"/>
    <w:rsid w:val="00B36234"/>
    <w:rsid w:val="00B36402"/>
    <w:rsid w:val="00B36727"/>
    <w:rsid w:val="00B369BD"/>
    <w:rsid w:val="00B36A55"/>
    <w:rsid w:val="00B36AFC"/>
    <w:rsid w:val="00B36BEC"/>
    <w:rsid w:val="00B372FF"/>
    <w:rsid w:val="00B37611"/>
    <w:rsid w:val="00B37D94"/>
    <w:rsid w:val="00B40D1D"/>
    <w:rsid w:val="00B41001"/>
    <w:rsid w:val="00B416A3"/>
    <w:rsid w:val="00B41E38"/>
    <w:rsid w:val="00B42317"/>
    <w:rsid w:val="00B42463"/>
    <w:rsid w:val="00B426BD"/>
    <w:rsid w:val="00B42BDB"/>
    <w:rsid w:val="00B42E07"/>
    <w:rsid w:val="00B42EB7"/>
    <w:rsid w:val="00B430A9"/>
    <w:rsid w:val="00B431F5"/>
    <w:rsid w:val="00B433CA"/>
    <w:rsid w:val="00B439BC"/>
    <w:rsid w:val="00B43A64"/>
    <w:rsid w:val="00B43F69"/>
    <w:rsid w:val="00B4459C"/>
    <w:rsid w:val="00B44781"/>
    <w:rsid w:val="00B449A4"/>
    <w:rsid w:val="00B45045"/>
    <w:rsid w:val="00B455CE"/>
    <w:rsid w:val="00B456A6"/>
    <w:rsid w:val="00B45934"/>
    <w:rsid w:val="00B45B67"/>
    <w:rsid w:val="00B45B9F"/>
    <w:rsid w:val="00B463D8"/>
    <w:rsid w:val="00B468BB"/>
    <w:rsid w:val="00B4787F"/>
    <w:rsid w:val="00B47B0A"/>
    <w:rsid w:val="00B47C7F"/>
    <w:rsid w:val="00B47DB6"/>
    <w:rsid w:val="00B47E06"/>
    <w:rsid w:val="00B47E1B"/>
    <w:rsid w:val="00B500CB"/>
    <w:rsid w:val="00B5044F"/>
    <w:rsid w:val="00B505C0"/>
    <w:rsid w:val="00B505D8"/>
    <w:rsid w:val="00B50679"/>
    <w:rsid w:val="00B50C5A"/>
    <w:rsid w:val="00B511D6"/>
    <w:rsid w:val="00B51313"/>
    <w:rsid w:val="00B51849"/>
    <w:rsid w:val="00B52587"/>
    <w:rsid w:val="00B52B66"/>
    <w:rsid w:val="00B52C4F"/>
    <w:rsid w:val="00B52DAD"/>
    <w:rsid w:val="00B52EF3"/>
    <w:rsid w:val="00B530F9"/>
    <w:rsid w:val="00B534A3"/>
    <w:rsid w:val="00B53782"/>
    <w:rsid w:val="00B5387E"/>
    <w:rsid w:val="00B539E6"/>
    <w:rsid w:val="00B53A8C"/>
    <w:rsid w:val="00B53B02"/>
    <w:rsid w:val="00B54634"/>
    <w:rsid w:val="00B54A2D"/>
    <w:rsid w:val="00B54C20"/>
    <w:rsid w:val="00B552DA"/>
    <w:rsid w:val="00B553CB"/>
    <w:rsid w:val="00B55CB2"/>
    <w:rsid w:val="00B5603A"/>
    <w:rsid w:val="00B56073"/>
    <w:rsid w:val="00B56382"/>
    <w:rsid w:val="00B56741"/>
    <w:rsid w:val="00B56F17"/>
    <w:rsid w:val="00B571C7"/>
    <w:rsid w:val="00B5734A"/>
    <w:rsid w:val="00B57395"/>
    <w:rsid w:val="00B57A4B"/>
    <w:rsid w:val="00B57E48"/>
    <w:rsid w:val="00B60276"/>
    <w:rsid w:val="00B60315"/>
    <w:rsid w:val="00B60523"/>
    <w:rsid w:val="00B60736"/>
    <w:rsid w:val="00B60BDA"/>
    <w:rsid w:val="00B60E5C"/>
    <w:rsid w:val="00B61164"/>
    <w:rsid w:val="00B611FB"/>
    <w:rsid w:val="00B618CB"/>
    <w:rsid w:val="00B61C04"/>
    <w:rsid w:val="00B62014"/>
    <w:rsid w:val="00B620AA"/>
    <w:rsid w:val="00B626F9"/>
    <w:rsid w:val="00B62964"/>
    <w:rsid w:val="00B629D1"/>
    <w:rsid w:val="00B62A99"/>
    <w:rsid w:val="00B62E40"/>
    <w:rsid w:val="00B62F79"/>
    <w:rsid w:val="00B63404"/>
    <w:rsid w:val="00B637D1"/>
    <w:rsid w:val="00B63858"/>
    <w:rsid w:val="00B6385C"/>
    <w:rsid w:val="00B639F0"/>
    <w:rsid w:val="00B64C51"/>
    <w:rsid w:val="00B65338"/>
    <w:rsid w:val="00B65689"/>
    <w:rsid w:val="00B656D2"/>
    <w:rsid w:val="00B65CF2"/>
    <w:rsid w:val="00B65EA5"/>
    <w:rsid w:val="00B6654D"/>
    <w:rsid w:val="00B669DC"/>
    <w:rsid w:val="00B673CA"/>
    <w:rsid w:val="00B6748C"/>
    <w:rsid w:val="00B67B2C"/>
    <w:rsid w:val="00B67B96"/>
    <w:rsid w:val="00B67EC2"/>
    <w:rsid w:val="00B700D6"/>
    <w:rsid w:val="00B70101"/>
    <w:rsid w:val="00B70F5F"/>
    <w:rsid w:val="00B7118B"/>
    <w:rsid w:val="00B712F0"/>
    <w:rsid w:val="00B714D5"/>
    <w:rsid w:val="00B71650"/>
    <w:rsid w:val="00B71682"/>
    <w:rsid w:val="00B71765"/>
    <w:rsid w:val="00B720E5"/>
    <w:rsid w:val="00B72401"/>
    <w:rsid w:val="00B72C5E"/>
    <w:rsid w:val="00B7340D"/>
    <w:rsid w:val="00B735F9"/>
    <w:rsid w:val="00B73790"/>
    <w:rsid w:val="00B73820"/>
    <w:rsid w:val="00B73F58"/>
    <w:rsid w:val="00B74239"/>
    <w:rsid w:val="00B74C5E"/>
    <w:rsid w:val="00B757AA"/>
    <w:rsid w:val="00B75913"/>
    <w:rsid w:val="00B7631C"/>
    <w:rsid w:val="00B7648C"/>
    <w:rsid w:val="00B76677"/>
    <w:rsid w:val="00B769F9"/>
    <w:rsid w:val="00B76CB9"/>
    <w:rsid w:val="00B772B0"/>
    <w:rsid w:val="00B77442"/>
    <w:rsid w:val="00B77C25"/>
    <w:rsid w:val="00B77C79"/>
    <w:rsid w:val="00B80150"/>
    <w:rsid w:val="00B8026A"/>
    <w:rsid w:val="00B80545"/>
    <w:rsid w:val="00B8090F"/>
    <w:rsid w:val="00B80FF0"/>
    <w:rsid w:val="00B810BE"/>
    <w:rsid w:val="00B8161C"/>
    <w:rsid w:val="00B8169A"/>
    <w:rsid w:val="00B817E7"/>
    <w:rsid w:val="00B819AB"/>
    <w:rsid w:val="00B8209F"/>
    <w:rsid w:val="00B820F1"/>
    <w:rsid w:val="00B8250F"/>
    <w:rsid w:val="00B827D1"/>
    <w:rsid w:val="00B828CC"/>
    <w:rsid w:val="00B83032"/>
    <w:rsid w:val="00B83222"/>
    <w:rsid w:val="00B835F2"/>
    <w:rsid w:val="00B83862"/>
    <w:rsid w:val="00B83B91"/>
    <w:rsid w:val="00B84087"/>
    <w:rsid w:val="00B841E5"/>
    <w:rsid w:val="00B843F4"/>
    <w:rsid w:val="00B84A34"/>
    <w:rsid w:val="00B84AFA"/>
    <w:rsid w:val="00B84FEB"/>
    <w:rsid w:val="00B85066"/>
    <w:rsid w:val="00B851FB"/>
    <w:rsid w:val="00B8567B"/>
    <w:rsid w:val="00B85820"/>
    <w:rsid w:val="00B85ABD"/>
    <w:rsid w:val="00B85D9C"/>
    <w:rsid w:val="00B861AC"/>
    <w:rsid w:val="00B86414"/>
    <w:rsid w:val="00B86C47"/>
    <w:rsid w:val="00B87455"/>
    <w:rsid w:val="00B8787F"/>
    <w:rsid w:val="00B87A21"/>
    <w:rsid w:val="00B90200"/>
    <w:rsid w:val="00B9032E"/>
    <w:rsid w:val="00B9062E"/>
    <w:rsid w:val="00B90DA8"/>
    <w:rsid w:val="00B90E0C"/>
    <w:rsid w:val="00B910DE"/>
    <w:rsid w:val="00B91C74"/>
    <w:rsid w:val="00B91CF1"/>
    <w:rsid w:val="00B91DD5"/>
    <w:rsid w:val="00B91EE4"/>
    <w:rsid w:val="00B92058"/>
    <w:rsid w:val="00B9211E"/>
    <w:rsid w:val="00B9255D"/>
    <w:rsid w:val="00B9284A"/>
    <w:rsid w:val="00B929AC"/>
    <w:rsid w:val="00B92E14"/>
    <w:rsid w:val="00B92ED2"/>
    <w:rsid w:val="00B934A9"/>
    <w:rsid w:val="00B934EE"/>
    <w:rsid w:val="00B93634"/>
    <w:rsid w:val="00B93705"/>
    <w:rsid w:val="00B93753"/>
    <w:rsid w:val="00B93CDE"/>
    <w:rsid w:val="00B9402D"/>
    <w:rsid w:val="00B941E2"/>
    <w:rsid w:val="00B94262"/>
    <w:rsid w:val="00B94312"/>
    <w:rsid w:val="00B94373"/>
    <w:rsid w:val="00B94731"/>
    <w:rsid w:val="00B948A0"/>
    <w:rsid w:val="00B949AD"/>
    <w:rsid w:val="00B94DD6"/>
    <w:rsid w:val="00B94DE6"/>
    <w:rsid w:val="00B95567"/>
    <w:rsid w:val="00B9563F"/>
    <w:rsid w:val="00B956C4"/>
    <w:rsid w:val="00B95745"/>
    <w:rsid w:val="00B96238"/>
    <w:rsid w:val="00B9647E"/>
    <w:rsid w:val="00B964FF"/>
    <w:rsid w:val="00B96659"/>
    <w:rsid w:val="00B96745"/>
    <w:rsid w:val="00B96877"/>
    <w:rsid w:val="00B96A32"/>
    <w:rsid w:val="00B96F2E"/>
    <w:rsid w:val="00B96F7A"/>
    <w:rsid w:val="00B971F3"/>
    <w:rsid w:val="00B9725D"/>
    <w:rsid w:val="00B976F9"/>
    <w:rsid w:val="00B97828"/>
    <w:rsid w:val="00B97C47"/>
    <w:rsid w:val="00B97C9F"/>
    <w:rsid w:val="00B97EA2"/>
    <w:rsid w:val="00BA0663"/>
    <w:rsid w:val="00BA0776"/>
    <w:rsid w:val="00BA09B0"/>
    <w:rsid w:val="00BA0A07"/>
    <w:rsid w:val="00BA0C1B"/>
    <w:rsid w:val="00BA0DCA"/>
    <w:rsid w:val="00BA0EDA"/>
    <w:rsid w:val="00BA127A"/>
    <w:rsid w:val="00BA198F"/>
    <w:rsid w:val="00BA1B1F"/>
    <w:rsid w:val="00BA1B57"/>
    <w:rsid w:val="00BA2157"/>
    <w:rsid w:val="00BA2261"/>
    <w:rsid w:val="00BA243C"/>
    <w:rsid w:val="00BA2A10"/>
    <w:rsid w:val="00BA2A8D"/>
    <w:rsid w:val="00BA2BE8"/>
    <w:rsid w:val="00BA2D46"/>
    <w:rsid w:val="00BA30B3"/>
    <w:rsid w:val="00BA3680"/>
    <w:rsid w:val="00BA3921"/>
    <w:rsid w:val="00BA3AA6"/>
    <w:rsid w:val="00BA401A"/>
    <w:rsid w:val="00BA4145"/>
    <w:rsid w:val="00BA4FA1"/>
    <w:rsid w:val="00BA5089"/>
    <w:rsid w:val="00BA5113"/>
    <w:rsid w:val="00BA53A2"/>
    <w:rsid w:val="00BA56E8"/>
    <w:rsid w:val="00BA575D"/>
    <w:rsid w:val="00BA594A"/>
    <w:rsid w:val="00BA5F13"/>
    <w:rsid w:val="00BA610E"/>
    <w:rsid w:val="00BA65AD"/>
    <w:rsid w:val="00BA6749"/>
    <w:rsid w:val="00BA699B"/>
    <w:rsid w:val="00BA6A30"/>
    <w:rsid w:val="00BA6D34"/>
    <w:rsid w:val="00BA71CB"/>
    <w:rsid w:val="00BA7345"/>
    <w:rsid w:val="00BA77D7"/>
    <w:rsid w:val="00BA7849"/>
    <w:rsid w:val="00BB0D22"/>
    <w:rsid w:val="00BB119C"/>
    <w:rsid w:val="00BB1911"/>
    <w:rsid w:val="00BB1D08"/>
    <w:rsid w:val="00BB2105"/>
    <w:rsid w:val="00BB22F3"/>
    <w:rsid w:val="00BB2486"/>
    <w:rsid w:val="00BB24CC"/>
    <w:rsid w:val="00BB2B9B"/>
    <w:rsid w:val="00BB2CFB"/>
    <w:rsid w:val="00BB2E7B"/>
    <w:rsid w:val="00BB31B8"/>
    <w:rsid w:val="00BB3648"/>
    <w:rsid w:val="00BB3AE1"/>
    <w:rsid w:val="00BB3F0E"/>
    <w:rsid w:val="00BB3FC0"/>
    <w:rsid w:val="00BB463E"/>
    <w:rsid w:val="00BB4675"/>
    <w:rsid w:val="00BB4BC0"/>
    <w:rsid w:val="00BB4C73"/>
    <w:rsid w:val="00BB5035"/>
    <w:rsid w:val="00BB51B0"/>
    <w:rsid w:val="00BB571D"/>
    <w:rsid w:val="00BB57D1"/>
    <w:rsid w:val="00BB5AB5"/>
    <w:rsid w:val="00BB5C63"/>
    <w:rsid w:val="00BB5D23"/>
    <w:rsid w:val="00BB5D6F"/>
    <w:rsid w:val="00BB5DC8"/>
    <w:rsid w:val="00BB5EE5"/>
    <w:rsid w:val="00BB6873"/>
    <w:rsid w:val="00BB6DEC"/>
    <w:rsid w:val="00BB721F"/>
    <w:rsid w:val="00BB722C"/>
    <w:rsid w:val="00BB786D"/>
    <w:rsid w:val="00BB7C56"/>
    <w:rsid w:val="00BC0134"/>
    <w:rsid w:val="00BC0268"/>
    <w:rsid w:val="00BC0761"/>
    <w:rsid w:val="00BC08F7"/>
    <w:rsid w:val="00BC0AAA"/>
    <w:rsid w:val="00BC0EDA"/>
    <w:rsid w:val="00BC0FA6"/>
    <w:rsid w:val="00BC1469"/>
    <w:rsid w:val="00BC1540"/>
    <w:rsid w:val="00BC187D"/>
    <w:rsid w:val="00BC1F51"/>
    <w:rsid w:val="00BC1FA2"/>
    <w:rsid w:val="00BC215C"/>
    <w:rsid w:val="00BC2461"/>
    <w:rsid w:val="00BC268E"/>
    <w:rsid w:val="00BC31B2"/>
    <w:rsid w:val="00BC3393"/>
    <w:rsid w:val="00BC34FA"/>
    <w:rsid w:val="00BC3B7E"/>
    <w:rsid w:val="00BC3D8F"/>
    <w:rsid w:val="00BC3DF0"/>
    <w:rsid w:val="00BC42E0"/>
    <w:rsid w:val="00BC4A17"/>
    <w:rsid w:val="00BC50DD"/>
    <w:rsid w:val="00BC5AAB"/>
    <w:rsid w:val="00BC5B64"/>
    <w:rsid w:val="00BC5C91"/>
    <w:rsid w:val="00BC5CBC"/>
    <w:rsid w:val="00BC5E4C"/>
    <w:rsid w:val="00BC6730"/>
    <w:rsid w:val="00BC697C"/>
    <w:rsid w:val="00BC6D85"/>
    <w:rsid w:val="00BC7CB3"/>
    <w:rsid w:val="00BC7D11"/>
    <w:rsid w:val="00BD02A2"/>
    <w:rsid w:val="00BD0BB2"/>
    <w:rsid w:val="00BD0BB6"/>
    <w:rsid w:val="00BD0BD2"/>
    <w:rsid w:val="00BD0C20"/>
    <w:rsid w:val="00BD1654"/>
    <w:rsid w:val="00BD1996"/>
    <w:rsid w:val="00BD2075"/>
    <w:rsid w:val="00BD2389"/>
    <w:rsid w:val="00BD2A48"/>
    <w:rsid w:val="00BD313F"/>
    <w:rsid w:val="00BD35D5"/>
    <w:rsid w:val="00BD3ABF"/>
    <w:rsid w:val="00BD3B77"/>
    <w:rsid w:val="00BD4009"/>
    <w:rsid w:val="00BD41CB"/>
    <w:rsid w:val="00BD4382"/>
    <w:rsid w:val="00BD4825"/>
    <w:rsid w:val="00BD4999"/>
    <w:rsid w:val="00BD4B98"/>
    <w:rsid w:val="00BD4C38"/>
    <w:rsid w:val="00BD4D94"/>
    <w:rsid w:val="00BD50C3"/>
    <w:rsid w:val="00BD5527"/>
    <w:rsid w:val="00BD594A"/>
    <w:rsid w:val="00BD5AE7"/>
    <w:rsid w:val="00BD5C2B"/>
    <w:rsid w:val="00BD5C40"/>
    <w:rsid w:val="00BD6567"/>
    <w:rsid w:val="00BD6602"/>
    <w:rsid w:val="00BD6647"/>
    <w:rsid w:val="00BD75CB"/>
    <w:rsid w:val="00BD760B"/>
    <w:rsid w:val="00BD767F"/>
    <w:rsid w:val="00BD78A8"/>
    <w:rsid w:val="00BD7D00"/>
    <w:rsid w:val="00BE0072"/>
    <w:rsid w:val="00BE0743"/>
    <w:rsid w:val="00BE084F"/>
    <w:rsid w:val="00BE09FF"/>
    <w:rsid w:val="00BE0A03"/>
    <w:rsid w:val="00BE0A18"/>
    <w:rsid w:val="00BE0DD7"/>
    <w:rsid w:val="00BE1C0C"/>
    <w:rsid w:val="00BE1F56"/>
    <w:rsid w:val="00BE2082"/>
    <w:rsid w:val="00BE2324"/>
    <w:rsid w:val="00BE270D"/>
    <w:rsid w:val="00BE3072"/>
    <w:rsid w:val="00BE346C"/>
    <w:rsid w:val="00BE3487"/>
    <w:rsid w:val="00BE34C2"/>
    <w:rsid w:val="00BE359B"/>
    <w:rsid w:val="00BE35A6"/>
    <w:rsid w:val="00BE3BB4"/>
    <w:rsid w:val="00BE3C83"/>
    <w:rsid w:val="00BE4283"/>
    <w:rsid w:val="00BE42A7"/>
    <w:rsid w:val="00BE4466"/>
    <w:rsid w:val="00BE4737"/>
    <w:rsid w:val="00BE4878"/>
    <w:rsid w:val="00BE4B90"/>
    <w:rsid w:val="00BE4D95"/>
    <w:rsid w:val="00BE4F77"/>
    <w:rsid w:val="00BE5307"/>
    <w:rsid w:val="00BE5746"/>
    <w:rsid w:val="00BE583E"/>
    <w:rsid w:val="00BE5DE2"/>
    <w:rsid w:val="00BE5EBA"/>
    <w:rsid w:val="00BE6504"/>
    <w:rsid w:val="00BE688F"/>
    <w:rsid w:val="00BE68F2"/>
    <w:rsid w:val="00BE6C5A"/>
    <w:rsid w:val="00BE6C8E"/>
    <w:rsid w:val="00BE6D06"/>
    <w:rsid w:val="00BE6D2D"/>
    <w:rsid w:val="00BE6DD4"/>
    <w:rsid w:val="00BE7014"/>
    <w:rsid w:val="00BE7229"/>
    <w:rsid w:val="00BE7582"/>
    <w:rsid w:val="00BE7AD0"/>
    <w:rsid w:val="00BE7B8F"/>
    <w:rsid w:val="00BF0114"/>
    <w:rsid w:val="00BF0419"/>
    <w:rsid w:val="00BF055D"/>
    <w:rsid w:val="00BF0661"/>
    <w:rsid w:val="00BF072C"/>
    <w:rsid w:val="00BF07D4"/>
    <w:rsid w:val="00BF0834"/>
    <w:rsid w:val="00BF0B73"/>
    <w:rsid w:val="00BF10B4"/>
    <w:rsid w:val="00BF10D0"/>
    <w:rsid w:val="00BF111A"/>
    <w:rsid w:val="00BF1261"/>
    <w:rsid w:val="00BF1442"/>
    <w:rsid w:val="00BF1870"/>
    <w:rsid w:val="00BF1AE7"/>
    <w:rsid w:val="00BF1AF1"/>
    <w:rsid w:val="00BF1E1E"/>
    <w:rsid w:val="00BF1E7C"/>
    <w:rsid w:val="00BF24A9"/>
    <w:rsid w:val="00BF27ED"/>
    <w:rsid w:val="00BF2A4B"/>
    <w:rsid w:val="00BF308E"/>
    <w:rsid w:val="00BF3240"/>
    <w:rsid w:val="00BF3496"/>
    <w:rsid w:val="00BF4F2B"/>
    <w:rsid w:val="00BF5162"/>
    <w:rsid w:val="00BF5424"/>
    <w:rsid w:val="00BF5B3A"/>
    <w:rsid w:val="00BF5FB6"/>
    <w:rsid w:val="00BF62ED"/>
    <w:rsid w:val="00BF6F5A"/>
    <w:rsid w:val="00BF75F6"/>
    <w:rsid w:val="00BF7BED"/>
    <w:rsid w:val="00BF7D53"/>
    <w:rsid w:val="00BF7EA9"/>
    <w:rsid w:val="00C00289"/>
    <w:rsid w:val="00C0029F"/>
    <w:rsid w:val="00C00C23"/>
    <w:rsid w:val="00C00C24"/>
    <w:rsid w:val="00C00C51"/>
    <w:rsid w:val="00C01187"/>
    <w:rsid w:val="00C0155E"/>
    <w:rsid w:val="00C01709"/>
    <w:rsid w:val="00C01D06"/>
    <w:rsid w:val="00C023C6"/>
    <w:rsid w:val="00C02641"/>
    <w:rsid w:val="00C027B7"/>
    <w:rsid w:val="00C02A30"/>
    <w:rsid w:val="00C0356D"/>
    <w:rsid w:val="00C03A59"/>
    <w:rsid w:val="00C043DB"/>
    <w:rsid w:val="00C04A1E"/>
    <w:rsid w:val="00C04B3E"/>
    <w:rsid w:val="00C04C4E"/>
    <w:rsid w:val="00C051A4"/>
    <w:rsid w:val="00C05296"/>
    <w:rsid w:val="00C05440"/>
    <w:rsid w:val="00C054F0"/>
    <w:rsid w:val="00C0571A"/>
    <w:rsid w:val="00C05F5B"/>
    <w:rsid w:val="00C06052"/>
    <w:rsid w:val="00C060EA"/>
    <w:rsid w:val="00C060EF"/>
    <w:rsid w:val="00C066DD"/>
    <w:rsid w:val="00C07156"/>
    <w:rsid w:val="00C07434"/>
    <w:rsid w:val="00C075CC"/>
    <w:rsid w:val="00C079C1"/>
    <w:rsid w:val="00C07C72"/>
    <w:rsid w:val="00C07C7D"/>
    <w:rsid w:val="00C07F45"/>
    <w:rsid w:val="00C10288"/>
    <w:rsid w:val="00C1055C"/>
    <w:rsid w:val="00C105DE"/>
    <w:rsid w:val="00C10B7A"/>
    <w:rsid w:val="00C10D21"/>
    <w:rsid w:val="00C1134F"/>
    <w:rsid w:val="00C117F4"/>
    <w:rsid w:val="00C11C27"/>
    <w:rsid w:val="00C12381"/>
    <w:rsid w:val="00C1243E"/>
    <w:rsid w:val="00C12BEA"/>
    <w:rsid w:val="00C13251"/>
    <w:rsid w:val="00C13277"/>
    <w:rsid w:val="00C13AA0"/>
    <w:rsid w:val="00C15132"/>
    <w:rsid w:val="00C1557B"/>
    <w:rsid w:val="00C15906"/>
    <w:rsid w:val="00C16057"/>
    <w:rsid w:val="00C165AA"/>
    <w:rsid w:val="00C16600"/>
    <w:rsid w:val="00C16769"/>
    <w:rsid w:val="00C167CF"/>
    <w:rsid w:val="00C16BDE"/>
    <w:rsid w:val="00C171D7"/>
    <w:rsid w:val="00C1746A"/>
    <w:rsid w:val="00C1763A"/>
    <w:rsid w:val="00C17D41"/>
    <w:rsid w:val="00C20347"/>
    <w:rsid w:val="00C20B22"/>
    <w:rsid w:val="00C20B55"/>
    <w:rsid w:val="00C20E16"/>
    <w:rsid w:val="00C21375"/>
    <w:rsid w:val="00C21589"/>
    <w:rsid w:val="00C21903"/>
    <w:rsid w:val="00C21AE6"/>
    <w:rsid w:val="00C21B4C"/>
    <w:rsid w:val="00C21D10"/>
    <w:rsid w:val="00C21EA2"/>
    <w:rsid w:val="00C21EA7"/>
    <w:rsid w:val="00C2227F"/>
    <w:rsid w:val="00C2244E"/>
    <w:rsid w:val="00C2255E"/>
    <w:rsid w:val="00C2282B"/>
    <w:rsid w:val="00C228B8"/>
    <w:rsid w:val="00C2310E"/>
    <w:rsid w:val="00C23737"/>
    <w:rsid w:val="00C23DB8"/>
    <w:rsid w:val="00C241E3"/>
    <w:rsid w:val="00C24211"/>
    <w:rsid w:val="00C24B4C"/>
    <w:rsid w:val="00C25134"/>
    <w:rsid w:val="00C2525F"/>
    <w:rsid w:val="00C2542B"/>
    <w:rsid w:val="00C25CAD"/>
    <w:rsid w:val="00C261C5"/>
    <w:rsid w:val="00C26345"/>
    <w:rsid w:val="00C26731"/>
    <w:rsid w:val="00C2697A"/>
    <w:rsid w:val="00C26AD3"/>
    <w:rsid w:val="00C26C07"/>
    <w:rsid w:val="00C26F92"/>
    <w:rsid w:val="00C2770F"/>
    <w:rsid w:val="00C27879"/>
    <w:rsid w:val="00C30400"/>
    <w:rsid w:val="00C3148C"/>
    <w:rsid w:val="00C319BB"/>
    <w:rsid w:val="00C31E73"/>
    <w:rsid w:val="00C32207"/>
    <w:rsid w:val="00C332A0"/>
    <w:rsid w:val="00C33305"/>
    <w:rsid w:val="00C33832"/>
    <w:rsid w:val="00C338F9"/>
    <w:rsid w:val="00C33BE8"/>
    <w:rsid w:val="00C33E7F"/>
    <w:rsid w:val="00C340E7"/>
    <w:rsid w:val="00C345EC"/>
    <w:rsid w:val="00C34685"/>
    <w:rsid w:val="00C3476A"/>
    <w:rsid w:val="00C34AA8"/>
    <w:rsid w:val="00C34CFC"/>
    <w:rsid w:val="00C35081"/>
    <w:rsid w:val="00C350E0"/>
    <w:rsid w:val="00C35398"/>
    <w:rsid w:val="00C355B5"/>
    <w:rsid w:val="00C360EA"/>
    <w:rsid w:val="00C362D6"/>
    <w:rsid w:val="00C365E7"/>
    <w:rsid w:val="00C36690"/>
    <w:rsid w:val="00C36811"/>
    <w:rsid w:val="00C36941"/>
    <w:rsid w:val="00C36AB0"/>
    <w:rsid w:val="00C36BC6"/>
    <w:rsid w:val="00C36C4A"/>
    <w:rsid w:val="00C36D22"/>
    <w:rsid w:val="00C37048"/>
    <w:rsid w:val="00C37361"/>
    <w:rsid w:val="00C37687"/>
    <w:rsid w:val="00C37A9B"/>
    <w:rsid w:val="00C37D13"/>
    <w:rsid w:val="00C37FA1"/>
    <w:rsid w:val="00C400EC"/>
    <w:rsid w:val="00C40FFD"/>
    <w:rsid w:val="00C41159"/>
    <w:rsid w:val="00C4121C"/>
    <w:rsid w:val="00C4155E"/>
    <w:rsid w:val="00C4245A"/>
    <w:rsid w:val="00C42594"/>
    <w:rsid w:val="00C4264D"/>
    <w:rsid w:val="00C42A4E"/>
    <w:rsid w:val="00C42AEE"/>
    <w:rsid w:val="00C42BF4"/>
    <w:rsid w:val="00C42C35"/>
    <w:rsid w:val="00C42D88"/>
    <w:rsid w:val="00C42F58"/>
    <w:rsid w:val="00C432D4"/>
    <w:rsid w:val="00C43940"/>
    <w:rsid w:val="00C43C7A"/>
    <w:rsid w:val="00C43DC0"/>
    <w:rsid w:val="00C44095"/>
    <w:rsid w:val="00C441AB"/>
    <w:rsid w:val="00C44307"/>
    <w:rsid w:val="00C44936"/>
    <w:rsid w:val="00C45107"/>
    <w:rsid w:val="00C45158"/>
    <w:rsid w:val="00C4536C"/>
    <w:rsid w:val="00C457CC"/>
    <w:rsid w:val="00C4592F"/>
    <w:rsid w:val="00C4600E"/>
    <w:rsid w:val="00C460B2"/>
    <w:rsid w:val="00C461B1"/>
    <w:rsid w:val="00C464E0"/>
    <w:rsid w:val="00C466A6"/>
    <w:rsid w:val="00C4683A"/>
    <w:rsid w:val="00C46891"/>
    <w:rsid w:val="00C46918"/>
    <w:rsid w:val="00C4736E"/>
    <w:rsid w:val="00C47428"/>
    <w:rsid w:val="00C477FD"/>
    <w:rsid w:val="00C479BC"/>
    <w:rsid w:val="00C47E26"/>
    <w:rsid w:val="00C47F26"/>
    <w:rsid w:val="00C5018C"/>
    <w:rsid w:val="00C50218"/>
    <w:rsid w:val="00C502D1"/>
    <w:rsid w:val="00C50725"/>
    <w:rsid w:val="00C50887"/>
    <w:rsid w:val="00C50B93"/>
    <w:rsid w:val="00C50FBE"/>
    <w:rsid w:val="00C51032"/>
    <w:rsid w:val="00C512E4"/>
    <w:rsid w:val="00C51534"/>
    <w:rsid w:val="00C5177E"/>
    <w:rsid w:val="00C51F9B"/>
    <w:rsid w:val="00C521FC"/>
    <w:rsid w:val="00C525D5"/>
    <w:rsid w:val="00C52910"/>
    <w:rsid w:val="00C529D0"/>
    <w:rsid w:val="00C52E8D"/>
    <w:rsid w:val="00C539DE"/>
    <w:rsid w:val="00C53D13"/>
    <w:rsid w:val="00C54067"/>
    <w:rsid w:val="00C5409B"/>
    <w:rsid w:val="00C544DC"/>
    <w:rsid w:val="00C54A5A"/>
    <w:rsid w:val="00C54DB7"/>
    <w:rsid w:val="00C553A8"/>
    <w:rsid w:val="00C557E5"/>
    <w:rsid w:val="00C55A7E"/>
    <w:rsid w:val="00C565A0"/>
    <w:rsid w:val="00C57910"/>
    <w:rsid w:val="00C57E66"/>
    <w:rsid w:val="00C6045A"/>
    <w:rsid w:val="00C60611"/>
    <w:rsid w:val="00C606C8"/>
    <w:rsid w:val="00C6096B"/>
    <w:rsid w:val="00C60A14"/>
    <w:rsid w:val="00C60B49"/>
    <w:rsid w:val="00C61BC1"/>
    <w:rsid w:val="00C61BD1"/>
    <w:rsid w:val="00C61D9F"/>
    <w:rsid w:val="00C61E62"/>
    <w:rsid w:val="00C61EBE"/>
    <w:rsid w:val="00C6267C"/>
    <w:rsid w:val="00C627A7"/>
    <w:rsid w:val="00C627CD"/>
    <w:rsid w:val="00C62A5A"/>
    <w:rsid w:val="00C6311C"/>
    <w:rsid w:val="00C635A0"/>
    <w:rsid w:val="00C637A7"/>
    <w:rsid w:val="00C639BE"/>
    <w:rsid w:val="00C644DB"/>
    <w:rsid w:val="00C64E2B"/>
    <w:rsid w:val="00C65281"/>
    <w:rsid w:val="00C65976"/>
    <w:rsid w:val="00C660F5"/>
    <w:rsid w:val="00C663C2"/>
    <w:rsid w:val="00C66477"/>
    <w:rsid w:val="00C667D8"/>
    <w:rsid w:val="00C66AD0"/>
    <w:rsid w:val="00C66C3F"/>
    <w:rsid w:val="00C66D73"/>
    <w:rsid w:val="00C6720D"/>
    <w:rsid w:val="00C6724A"/>
    <w:rsid w:val="00C67281"/>
    <w:rsid w:val="00C6744F"/>
    <w:rsid w:val="00C67490"/>
    <w:rsid w:val="00C6781D"/>
    <w:rsid w:val="00C67968"/>
    <w:rsid w:val="00C701B4"/>
    <w:rsid w:val="00C702A8"/>
    <w:rsid w:val="00C70369"/>
    <w:rsid w:val="00C704FB"/>
    <w:rsid w:val="00C7054B"/>
    <w:rsid w:val="00C71099"/>
    <w:rsid w:val="00C71245"/>
    <w:rsid w:val="00C713BD"/>
    <w:rsid w:val="00C7190C"/>
    <w:rsid w:val="00C723C6"/>
    <w:rsid w:val="00C726B6"/>
    <w:rsid w:val="00C727AA"/>
    <w:rsid w:val="00C72822"/>
    <w:rsid w:val="00C72C6C"/>
    <w:rsid w:val="00C73552"/>
    <w:rsid w:val="00C73663"/>
    <w:rsid w:val="00C737E1"/>
    <w:rsid w:val="00C738B6"/>
    <w:rsid w:val="00C73A20"/>
    <w:rsid w:val="00C73CE0"/>
    <w:rsid w:val="00C73FD4"/>
    <w:rsid w:val="00C74042"/>
    <w:rsid w:val="00C74117"/>
    <w:rsid w:val="00C74222"/>
    <w:rsid w:val="00C744C0"/>
    <w:rsid w:val="00C74585"/>
    <w:rsid w:val="00C745A9"/>
    <w:rsid w:val="00C746D4"/>
    <w:rsid w:val="00C74A74"/>
    <w:rsid w:val="00C754FE"/>
    <w:rsid w:val="00C75BC0"/>
    <w:rsid w:val="00C76109"/>
    <w:rsid w:val="00C76B31"/>
    <w:rsid w:val="00C76FA1"/>
    <w:rsid w:val="00C772D9"/>
    <w:rsid w:val="00C773A0"/>
    <w:rsid w:val="00C77B4C"/>
    <w:rsid w:val="00C80398"/>
    <w:rsid w:val="00C80541"/>
    <w:rsid w:val="00C805F5"/>
    <w:rsid w:val="00C80733"/>
    <w:rsid w:val="00C807CC"/>
    <w:rsid w:val="00C809DE"/>
    <w:rsid w:val="00C80B2B"/>
    <w:rsid w:val="00C81164"/>
    <w:rsid w:val="00C816DB"/>
    <w:rsid w:val="00C816E5"/>
    <w:rsid w:val="00C816EF"/>
    <w:rsid w:val="00C82100"/>
    <w:rsid w:val="00C82247"/>
    <w:rsid w:val="00C82AE7"/>
    <w:rsid w:val="00C82BC7"/>
    <w:rsid w:val="00C82F7A"/>
    <w:rsid w:val="00C832B2"/>
    <w:rsid w:val="00C837AC"/>
    <w:rsid w:val="00C838C3"/>
    <w:rsid w:val="00C83A38"/>
    <w:rsid w:val="00C83DF5"/>
    <w:rsid w:val="00C83E6E"/>
    <w:rsid w:val="00C84266"/>
    <w:rsid w:val="00C8512D"/>
    <w:rsid w:val="00C8534D"/>
    <w:rsid w:val="00C85636"/>
    <w:rsid w:val="00C856FB"/>
    <w:rsid w:val="00C85866"/>
    <w:rsid w:val="00C85937"/>
    <w:rsid w:val="00C85A1D"/>
    <w:rsid w:val="00C86348"/>
    <w:rsid w:val="00C8648A"/>
    <w:rsid w:val="00C8752E"/>
    <w:rsid w:val="00C87887"/>
    <w:rsid w:val="00C879F3"/>
    <w:rsid w:val="00C87A47"/>
    <w:rsid w:val="00C87BF5"/>
    <w:rsid w:val="00C87F08"/>
    <w:rsid w:val="00C9020D"/>
    <w:rsid w:val="00C90B38"/>
    <w:rsid w:val="00C90C89"/>
    <w:rsid w:val="00C90D6B"/>
    <w:rsid w:val="00C90E03"/>
    <w:rsid w:val="00C91688"/>
    <w:rsid w:val="00C91BE6"/>
    <w:rsid w:val="00C922DF"/>
    <w:rsid w:val="00C9370A"/>
    <w:rsid w:val="00C93D5A"/>
    <w:rsid w:val="00C94E64"/>
    <w:rsid w:val="00C94F5D"/>
    <w:rsid w:val="00C954D1"/>
    <w:rsid w:val="00C9552C"/>
    <w:rsid w:val="00C96133"/>
    <w:rsid w:val="00C962A2"/>
    <w:rsid w:val="00C969FE"/>
    <w:rsid w:val="00C96F4C"/>
    <w:rsid w:val="00C9727C"/>
    <w:rsid w:val="00C977D7"/>
    <w:rsid w:val="00CA015D"/>
    <w:rsid w:val="00CA022F"/>
    <w:rsid w:val="00CA0304"/>
    <w:rsid w:val="00CA04C5"/>
    <w:rsid w:val="00CA0529"/>
    <w:rsid w:val="00CA09CE"/>
    <w:rsid w:val="00CA11EA"/>
    <w:rsid w:val="00CA12DE"/>
    <w:rsid w:val="00CA1633"/>
    <w:rsid w:val="00CA1B92"/>
    <w:rsid w:val="00CA1BAB"/>
    <w:rsid w:val="00CA1C01"/>
    <w:rsid w:val="00CA1C7E"/>
    <w:rsid w:val="00CA1FC0"/>
    <w:rsid w:val="00CA251E"/>
    <w:rsid w:val="00CA258A"/>
    <w:rsid w:val="00CA2781"/>
    <w:rsid w:val="00CA2A01"/>
    <w:rsid w:val="00CA2C90"/>
    <w:rsid w:val="00CA2E29"/>
    <w:rsid w:val="00CA46AD"/>
    <w:rsid w:val="00CA4806"/>
    <w:rsid w:val="00CA55F4"/>
    <w:rsid w:val="00CA5C3B"/>
    <w:rsid w:val="00CA6026"/>
    <w:rsid w:val="00CA612D"/>
    <w:rsid w:val="00CA658F"/>
    <w:rsid w:val="00CA65D2"/>
    <w:rsid w:val="00CA6630"/>
    <w:rsid w:val="00CA67EF"/>
    <w:rsid w:val="00CA6862"/>
    <w:rsid w:val="00CA68F4"/>
    <w:rsid w:val="00CA6F41"/>
    <w:rsid w:val="00CA74E7"/>
    <w:rsid w:val="00CA769F"/>
    <w:rsid w:val="00CA7E38"/>
    <w:rsid w:val="00CB037C"/>
    <w:rsid w:val="00CB039F"/>
    <w:rsid w:val="00CB04E4"/>
    <w:rsid w:val="00CB058D"/>
    <w:rsid w:val="00CB05C5"/>
    <w:rsid w:val="00CB07D9"/>
    <w:rsid w:val="00CB098B"/>
    <w:rsid w:val="00CB0D92"/>
    <w:rsid w:val="00CB132F"/>
    <w:rsid w:val="00CB1555"/>
    <w:rsid w:val="00CB17F9"/>
    <w:rsid w:val="00CB1AA2"/>
    <w:rsid w:val="00CB1CAD"/>
    <w:rsid w:val="00CB254E"/>
    <w:rsid w:val="00CB2891"/>
    <w:rsid w:val="00CB294A"/>
    <w:rsid w:val="00CB2AF8"/>
    <w:rsid w:val="00CB2F9A"/>
    <w:rsid w:val="00CB36A7"/>
    <w:rsid w:val="00CB38A0"/>
    <w:rsid w:val="00CB39C8"/>
    <w:rsid w:val="00CB3AC2"/>
    <w:rsid w:val="00CB4566"/>
    <w:rsid w:val="00CB5439"/>
    <w:rsid w:val="00CB58D5"/>
    <w:rsid w:val="00CB5D95"/>
    <w:rsid w:val="00CB6176"/>
    <w:rsid w:val="00CB6328"/>
    <w:rsid w:val="00CB642C"/>
    <w:rsid w:val="00CB6504"/>
    <w:rsid w:val="00CB6514"/>
    <w:rsid w:val="00CB67D5"/>
    <w:rsid w:val="00CB6D77"/>
    <w:rsid w:val="00CB7199"/>
    <w:rsid w:val="00CB7411"/>
    <w:rsid w:val="00CB7550"/>
    <w:rsid w:val="00CB7D86"/>
    <w:rsid w:val="00CB7ED6"/>
    <w:rsid w:val="00CC054D"/>
    <w:rsid w:val="00CC097C"/>
    <w:rsid w:val="00CC103D"/>
    <w:rsid w:val="00CC1385"/>
    <w:rsid w:val="00CC165D"/>
    <w:rsid w:val="00CC1825"/>
    <w:rsid w:val="00CC19C7"/>
    <w:rsid w:val="00CC19E3"/>
    <w:rsid w:val="00CC1BD7"/>
    <w:rsid w:val="00CC2083"/>
    <w:rsid w:val="00CC23FD"/>
    <w:rsid w:val="00CC2506"/>
    <w:rsid w:val="00CC289A"/>
    <w:rsid w:val="00CC2D80"/>
    <w:rsid w:val="00CC368E"/>
    <w:rsid w:val="00CC3A69"/>
    <w:rsid w:val="00CC3BD0"/>
    <w:rsid w:val="00CC4323"/>
    <w:rsid w:val="00CC49BB"/>
    <w:rsid w:val="00CC4AFC"/>
    <w:rsid w:val="00CC5438"/>
    <w:rsid w:val="00CC5560"/>
    <w:rsid w:val="00CC5825"/>
    <w:rsid w:val="00CC5B16"/>
    <w:rsid w:val="00CC6017"/>
    <w:rsid w:val="00CC609D"/>
    <w:rsid w:val="00CC6114"/>
    <w:rsid w:val="00CC65CB"/>
    <w:rsid w:val="00CC670D"/>
    <w:rsid w:val="00CC6D3D"/>
    <w:rsid w:val="00CC731A"/>
    <w:rsid w:val="00CC7563"/>
    <w:rsid w:val="00CC7AB4"/>
    <w:rsid w:val="00CD0525"/>
    <w:rsid w:val="00CD0EEE"/>
    <w:rsid w:val="00CD0F45"/>
    <w:rsid w:val="00CD0F9A"/>
    <w:rsid w:val="00CD13F8"/>
    <w:rsid w:val="00CD1429"/>
    <w:rsid w:val="00CD1642"/>
    <w:rsid w:val="00CD181C"/>
    <w:rsid w:val="00CD1BA9"/>
    <w:rsid w:val="00CD1C1F"/>
    <w:rsid w:val="00CD1C40"/>
    <w:rsid w:val="00CD1C9E"/>
    <w:rsid w:val="00CD20B5"/>
    <w:rsid w:val="00CD24BF"/>
    <w:rsid w:val="00CD28DC"/>
    <w:rsid w:val="00CD2CFE"/>
    <w:rsid w:val="00CD2DFC"/>
    <w:rsid w:val="00CD326A"/>
    <w:rsid w:val="00CD33AA"/>
    <w:rsid w:val="00CD3531"/>
    <w:rsid w:val="00CD36DF"/>
    <w:rsid w:val="00CD3758"/>
    <w:rsid w:val="00CD3C23"/>
    <w:rsid w:val="00CD3CE6"/>
    <w:rsid w:val="00CD4502"/>
    <w:rsid w:val="00CD4817"/>
    <w:rsid w:val="00CD4A55"/>
    <w:rsid w:val="00CD4A88"/>
    <w:rsid w:val="00CD4BCF"/>
    <w:rsid w:val="00CD4BDD"/>
    <w:rsid w:val="00CD51CC"/>
    <w:rsid w:val="00CD523F"/>
    <w:rsid w:val="00CD559B"/>
    <w:rsid w:val="00CD5F07"/>
    <w:rsid w:val="00CD5FAC"/>
    <w:rsid w:val="00CD604E"/>
    <w:rsid w:val="00CD6598"/>
    <w:rsid w:val="00CD6A98"/>
    <w:rsid w:val="00CD6B33"/>
    <w:rsid w:val="00CD6C4F"/>
    <w:rsid w:val="00CD6D70"/>
    <w:rsid w:val="00CD7101"/>
    <w:rsid w:val="00CD7160"/>
    <w:rsid w:val="00CD7B15"/>
    <w:rsid w:val="00CD7B38"/>
    <w:rsid w:val="00CD7C06"/>
    <w:rsid w:val="00CE0041"/>
    <w:rsid w:val="00CE00FE"/>
    <w:rsid w:val="00CE044A"/>
    <w:rsid w:val="00CE071E"/>
    <w:rsid w:val="00CE08C4"/>
    <w:rsid w:val="00CE1011"/>
    <w:rsid w:val="00CE173C"/>
    <w:rsid w:val="00CE17F6"/>
    <w:rsid w:val="00CE1C18"/>
    <w:rsid w:val="00CE1E6D"/>
    <w:rsid w:val="00CE2701"/>
    <w:rsid w:val="00CE2A54"/>
    <w:rsid w:val="00CE2BB9"/>
    <w:rsid w:val="00CE34C7"/>
    <w:rsid w:val="00CE365A"/>
    <w:rsid w:val="00CE3751"/>
    <w:rsid w:val="00CE3AD6"/>
    <w:rsid w:val="00CE41FB"/>
    <w:rsid w:val="00CE4275"/>
    <w:rsid w:val="00CE47AC"/>
    <w:rsid w:val="00CE4992"/>
    <w:rsid w:val="00CE49C9"/>
    <w:rsid w:val="00CE4F6D"/>
    <w:rsid w:val="00CE52A9"/>
    <w:rsid w:val="00CE5462"/>
    <w:rsid w:val="00CE559F"/>
    <w:rsid w:val="00CE59E4"/>
    <w:rsid w:val="00CE5A7C"/>
    <w:rsid w:val="00CE5C74"/>
    <w:rsid w:val="00CE625D"/>
    <w:rsid w:val="00CE65EC"/>
    <w:rsid w:val="00CE66FD"/>
    <w:rsid w:val="00CE6787"/>
    <w:rsid w:val="00CE687E"/>
    <w:rsid w:val="00CE692B"/>
    <w:rsid w:val="00CE6B52"/>
    <w:rsid w:val="00CE6EDD"/>
    <w:rsid w:val="00CE741B"/>
    <w:rsid w:val="00CE74F9"/>
    <w:rsid w:val="00CE753C"/>
    <w:rsid w:val="00CE7554"/>
    <w:rsid w:val="00CE7A48"/>
    <w:rsid w:val="00CE7A95"/>
    <w:rsid w:val="00CE7FBE"/>
    <w:rsid w:val="00CF0433"/>
    <w:rsid w:val="00CF07C5"/>
    <w:rsid w:val="00CF0842"/>
    <w:rsid w:val="00CF124B"/>
    <w:rsid w:val="00CF17D4"/>
    <w:rsid w:val="00CF19B9"/>
    <w:rsid w:val="00CF1DE3"/>
    <w:rsid w:val="00CF22D1"/>
    <w:rsid w:val="00CF24C4"/>
    <w:rsid w:val="00CF25EE"/>
    <w:rsid w:val="00CF2773"/>
    <w:rsid w:val="00CF27F1"/>
    <w:rsid w:val="00CF2D04"/>
    <w:rsid w:val="00CF3066"/>
    <w:rsid w:val="00CF341F"/>
    <w:rsid w:val="00CF3528"/>
    <w:rsid w:val="00CF355F"/>
    <w:rsid w:val="00CF3992"/>
    <w:rsid w:val="00CF3B20"/>
    <w:rsid w:val="00CF48DE"/>
    <w:rsid w:val="00CF4BC6"/>
    <w:rsid w:val="00CF4C66"/>
    <w:rsid w:val="00CF50BE"/>
    <w:rsid w:val="00CF5330"/>
    <w:rsid w:val="00CF5474"/>
    <w:rsid w:val="00CF55F9"/>
    <w:rsid w:val="00CF5E66"/>
    <w:rsid w:val="00CF6245"/>
    <w:rsid w:val="00CF6330"/>
    <w:rsid w:val="00CF6ABB"/>
    <w:rsid w:val="00CF6DC6"/>
    <w:rsid w:val="00CF6F51"/>
    <w:rsid w:val="00CF74AF"/>
    <w:rsid w:val="00CF7BBF"/>
    <w:rsid w:val="00CF7F47"/>
    <w:rsid w:val="00D000F5"/>
    <w:rsid w:val="00D00219"/>
    <w:rsid w:val="00D004D9"/>
    <w:rsid w:val="00D00DDE"/>
    <w:rsid w:val="00D011FE"/>
    <w:rsid w:val="00D015A5"/>
    <w:rsid w:val="00D01821"/>
    <w:rsid w:val="00D018C8"/>
    <w:rsid w:val="00D01B2E"/>
    <w:rsid w:val="00D020CE"/>
    <w:rsid w:val="00D02188"/>
    <w:rsid w:val="00D02348"/>
    <w:rsid w:val="00D027FE"/>
    <w:rsid w:val="00D02C3E"/>
    <w:rsid w:val="00D02D5F"/>
    <w:rsid w:val="00D03019"/>
    <w:rsid w:val="00D0319B"/>
    <w:rsid w:val="00D03BEA"/>
    <w:rsid w:val="00D03DBF"/>
    <w:rsid w:val="00D03DED"/>
    <w:rsid w:val="00D03E2A"/>
    <w:rsid w:val="00D046A4"/>
    <w:rsid w:val="00D049A6"/>
    <w:rsid w:val="00D0505D"/>
    <w:rsid w:val="00D051FC"/>
    <w:rsid w:val="00D052C2"/>
    <w:rsid w:val="00D053EF"/>
    <w:rsid w:val="00D055E4"/>
    <w:rsid w:val="00D05A4A"/>
    <w:rsid w:val="00D05B6E"/>
    <w:rsid w:val="00D05CFB"/>
    <w:rsid w:val="00D05E17"/>
    <w:rsid w:val="00D0601E"/>
    <w:rsid w:val="00D06386"/>
    <w:rsid w:val="00D068AE"/>
    <w:rsid w:val="00D06B88"/>
    <w:rsid w:val="00D06CE3"/>
    <w:rsid w:val="00D06D01"/>
    <w:rsid w:val="00D07656"/>
    <w:rsid w:val="00D07ADE"/>
    <w:rsid w:val="00D07C8A"/>
    <w:rsid w:val="00D10084"/>
    <w:rsid w:val="00D1028E"/>
    <w:rsid w:val="00D106BF"/>
    <w:rsid w:val="00D10A60"/>
    <w:rsid w:val="00D10C4A"/>
    <w:rsid w:val="00D10E8C"/>
    <w:rsid w:val="00D1141C"/>
    <w:rsid w:val="00D116EB"/>
    <w:rsid w:val="00D117C2"/>
    <w:rsid w:val="00D11FCB"/>
    <w:rsid w:val="00D11FF7"/>
    <w:rsid w:val="00D1204A"/>
    <w:rsid w:val="00D1210D"/>
    <w:rsid w:val="00D121F2"/>
    <w:rsid w:val="00D1273C"/>
    <w:rsid w:val="00D12FFB"/>
    <w:rsid w:val="00D13730"/>
    <w:rsid w:val="00D13849"/>
    <w:rsid w:val="00D13FBD"/>
    <w:rsid w:val="00D14500"/>
    <w:rsid w:val="00D1451B"/>
    <w:rsid w:val="00D145AA"/>
    <w:rsid w:val="00D1475C"/>
    <w:rsid w:val="00D148C7"/>
    <w:rsid w:val="00D14F74"/>
    <w:rsid w:val="00D14FFA"/>
    <w:rsid w:val="00D15B53"/>
    <w:rsid w:val="00D161E5"/>
    <w:rsid w:val="00D163D9"/>
    <w:rsid w:val="00D1676F"/>
    <w:rsid w:val="00D16A5A"/>
    <w:rsid w:val="00D16D03"/>
    <w:rsid w:val="00D16EE7"/>
    <w:rsid w:val="00D17559"/>
    <w:rsid w:val="00D1773E"/>
    <w:rsid w:val="00D2029C"/>
    <w:rsid w:val="00D2048F"/>
    <w:rsid w:val="00D204F9"/>
    <w:rsid w:val="00D205A7"/>
    <w:rsid w:val="00D20765"/>
    <w:rsid w:val="00D20925"/>
    <w:rsid w:val="00D20999"/>
    <w:rsid w:val="00D20B66"/>
    <w:rsid w:val="00D21029"/>
    <w:rsid w:val="00D21180"/>
    <w:rsid w:val="00D2119B"/>
    <w:rsid w:val="00D212E3"/>
    <w:rsid w:val="00D21492"/>
    <w:rsid w:val="00D218C1"/>
    <w:rsid w:val="00D21A7F"/>
    <w:rsid w:val="00D21FC4"/>
    <w:rsid w:val="00D22347"/>
    <w:rsid w:val="00D2272E"/>
    <w:rsid w:val="00D22A24"/>
    <w:rsid w:val="00D23184"/>
    <w:rsid w:val="00D231B0"/>
    <w:rsid w:val="00D23452"/>
    <w:rsid w:val="00D235E4"/>
    <w:rsid w:val="00D2372D"/>
    <w:rsid w:val="00D23A21"/>
    <w:rsid w:val="00D23C39"/>
    <w:rsid w:val="00D23E6A"/>
    <w:rsid w:val="00D23EA0"/>
    <w:rsid w:val="00D23EB7"/>
    <w:rsid w:val="00D240A6"/>
    <w:rsid w:val="00D244EC"/>
    <w:rsid w:val="00D245B2"/>
    <w:rsid w:val="00D24733"/>
    <w:rsid w:val="00D24B29"/>
    <w:rsid w:val="00D24F68"/>
    <w:rsid w:val="00D2599D"/>
    <w:rsid w:val="00D25C1D"/>
    <w:rsid w:val="00D25DC8"/>
    <w:rsid w:val="00D25E62"/>
    <w:rsid w:val="00D2608F"/>
    <w:rsid w:val="00D26131"/>
    <w:rsid w:val="00D2625E"/>
    <w:rsid w:val="00D266CD"/>
    <w:rsid w:val="00D26FBF"/>
    <w:rsid w:val="00D27879"/>
    <w:rsid w:val="00D27A94"/>
    <w:rsid w:val="00D27AB8"/>
    <w:rsid w:val="00D27C41"/>
    <w:rsid w:val="00D27D27"/>
    <w:rsid w:val="00D30088"/>
    <w:rsid w:val="00D30528"/>
    <w:rsid w:val="00D30A4F"/>
    <w:rsid w:val="00D30D87"/>
    <w:rsid w:val="00D30DB0"/>
    <w:rsid w:val="00D31DC1"/>
    <w:rsid w:val="00D31E26"/>
    <w:rsid w:val="00D32126"/>
    <w:rsid w:val="00D32315"/>
    <w:rsid w:val="00D32895"/>
    <w:rsid w:val="00D32950"/>
    <w:rsid w:val="00D32A4C"/>
    <w:rsid w:val="00D32A5C"/>
    <w:rsid w:val="00D32DBC"/>
    <w:rsid w:val="00D332A2"/>
    <w:rsid w:val="00D33505"/>
    <w:rsid w:val="00D33D32"/>
    <w:rsid w:val="00D34643"/>
    <w:rsid w:val="00D3468D"/>
    <w:rsid w:val="00D34927"/>
    <w:rsid w:val="00D34950"/>
    <w:rsid w:val="00D35602"/>
    <w:rsid w:val="00D35AF1"/>
    <w:rsid w:val="00D36212"/>
    <w:rsid w:val="00D363F2"/>
    <w:rsid w:val="00D36459"/>
    <w:rsid w:val="00D36B48"/>
    <w:rsid w:val="00D36CC5"/>
    <w:rsid w:val="00D372F4"/>
    <w:rsid w:val="00D3795F"/>
    <w:rsid w:val="00D37B59"/>
    <w:rsid w:val="00D37C8F"/>
    <w:rsid w:val="00D37DF0"/>
    <w:rsid w:val="00D4062B"/>
    <w:rsid w:val="00D40657"/>
    <w:rsid w:val="00D40714"/>
    <w:rsid w:val="00D40E27"/>
    <w:rsid w:val="00D411E7"/>
    <w:rsid w:val="00D4130D"/>
    <w:rsid w:val="00D414F3"/>
    <w:rsid w:val="00D41530"/>
    <w:rsid w:val="00D41590"/>
    <w:rsid w:val="00D41FF8"/>
    <w:rsid w:val="00D4242A"/>
    <w:rsid w:val="00D4283D"/>
    <w:rsid w:val="00D42A54"/>
    <w:rsid w:val="00D42A7F"/>
    <w:rsid w:val="00D42E6A"/>
    <w:rsid w:val="00D43879"/>
    <w:rsid w:val="00D43B97"/>
    <w:rsid w:val="00D4482C"/>
    <w:rsid w:val="00D44877"/>
    <w:rsid w:val="00D44CCE"/>
    <w:rsid w:val="00D4566C"/>
    <w:rsid w:val="00D45750"/>
    <w:rsid w:val="00D45BDE"/>
    <w:rsid w:val="00D45DD1"/>
    <w:rsid w:val="00D45E39"/>
    <w:rsid w:val="00D45EC2"/>
    <w:rsid w:val="00D45FC9"/>
    <w:rsid w:val="00D467D9"/>
    <w:rsid w:val="00D46B2B"/>
    <w:rsid w:val="00D47356"/>
    <w:rsid w:val="00D474BC"/>
    <w:rsid w:val="00D474E5"/>
    <w:rsid w:val="00D4763D"/>
    <w:rsid w:val="00D476C8"/>
    <w:rsid w:val="00D478BD"/>
    <w:rsid w:val="00D47948"/>
    <w:rsid w:val="00D503FD"/>
    <w:rsid w:val="00D50CFF"/>
    <w:rsid w:val="00D510E6"/>
    <w:rsid w:val="00D511BD"/>
    <w:rsid w:val="00D5125E"/>
    <w:rsid w:val="00D51346"/>
    <w:rsid w:val="00D513FC"/>
    <w:rsid w:val="00D51637"/>
    <w:rsid w:val="00D51775"/>
    <w:rsid w:val="00D51873"/>
    <w:rsid w:val="00D51D81"/>
    <w:rsid w:val="00D51D9D"/>
    <w:rsid w:val="00D51ED6"/>
    <w:rsid w:val="00D528C2"/>
    <w:rsid w:val="00D549A9"/>
    <w:rsid w:val="00D54CD1"/>
    <w:rsid w:val="00D55038"/>
    <w:rsid w:val="00D55233"/>
    <w:rsid w:val="00D5592B"/>
    <w:rsid w:val="00D55A30"/>
    <w:rsid w:val="00D55DB1"/>
    <w:rsid w:val="00D56B44"/>
    <w:rsid w:val="00D56EB1"/>
    <w:rsid w:val="00D56ED5"/>
    <w:rsid w:val="00D56EE6"/>
    <w:rsid w:val="00D56F10"/>
    <w:rsid w:val="00D57310"/>
    <w:rsid w:val="00D5767C"/>
    <w:rsid w:val="00D57939"/>
    <w:rsid w:val="00D57DBE"/>
    <w:rsid w:val="00D6004C"/>
    <w:rsid w:val="00D6010F"/>
    <w:rsid w:val="00D60116"/>
    <w:rsid w:val="00D6062B"/>
    <w:rsid w:val="00D6075C"/>
    <w:rsid w:val="00D609DD"/>
    <w:rsid w:val="00D60AE4"/>
    <w:rsid w:val="00D60D5E"/>
    <w:rsid w:val="00D60FF7"/>
    <w:rsid w:val="00D612F6"/>
    <w:rsid w:val="00D61754"/>
    <w:rsid w:val="00D61922"/>
    <w:rsid w:val="00D6193A"/>
    <w:rsid w:val="00D619F4"/>
    <w:rsid w:val="00D61B63"/>
    <w:rsid w:val="00D61BC0"/>
    <w:rsid w:val="00D61C33"/>
    <w:rsid w:val="00D61E2A"/>
    <w:rsid w:val="00D63348"/>
    <w:rsid w:val="00D63464"/>
    <w:rsid w:val="00D63691"/>
    <w:rsid w:val="00D636C1"/>
    <w:rsid w:val="00D63C1D"/>
    <w:rsid w:val="00D640F3"/>
    <w:rsid w:val="00D6418D"/>
    <w:rsid w:val="00D642BB"/>
    <w:rsid w:val="00D642D2"/>
    <w:rsid w:val="00D644DC"/>
    <w:rsid w:val="00D64601"/>
    <w:rsid w:val="00D64CEC"/>
    <w:rsid w:val="00D64D73"/>
    <w:rsid w:val="00D652B2"/>
    <w:rsid w:val="00D65422"/>
    <w:rsid w:val="00D6576E"/>
    <w:rsid w:val="00D672C8"/>
    <w:rsid w:val="00D672D8"/>
    <w:rsid w:val="00D67585"/>
    <w:rsid w:val="00D67685"/>
    <w:rsid w:val="00D6768E"/>
    <w:rsid w:val="00D6778E"/>
    <w:rsid w:val="00D677CC"/>
    <w:rsid w:val="00D67EDC"/>
    <w:rsid w:val="00D67F7D"/>
    <w:rsid w:val="00D7024A"/>
    <w:rsid w:val="00D707F6"/>
    <w:rsid w:val="00D70C27"/>
    <w:rsid w:val="00D70C44"/>
    <w:rsid w:val="00D70E0D"/>
    <w:rsid w:val="00D70E10"/>
    <w:rsid w:val="00D71030"/>
    <w:rsid w:val="00D710EA"/>
    <w:rsid w:val="00D71190"/>
    <w:rsid w:val="00D713E4"/>
    <w:rsid w:val="00D719FC"/>
    <w:rsid w:val="00D71E9A"/>
    <w:rsid w:val="00D7262B"/>
    <w:rsid w:val="00D72917"/>
    <w:rsid w:val="00D72A28"/>
    <w:rsid w:val="00D73B9F"/>
    <w:rsid w:val="00D74006"/>
    <w:rsid w:val="00D74136"/>
    <w:rsid w:val="00D7426C"/>
    <w:rsid w:val="00D7495D"/>
    <w:rsid w:val="00D74A07"/>
    <w:rsid w:val="00D74A25"/>
    <w:rsid w:val="00D74E56"/>
    <w:rsid w:val="00D7510F"/>
    <w:rsid w:val="00D75831"/>
    <w:rsid w:val="00D75ACE"/>
    <w:rsid w:val="00D75E87"/>
    <w:rsid w:val="00D76029"/>
    <w:rsid w:val="00D7619B"/>
    <w:rsid w:val="00D7668D"/>
    <w:rsid w:val="00D76908"/>
    <w:rsid w:val="00D76A8C"/>
    <w:rsid w:val="00D76AFA"/>
    <w:rsid w:val="00D77C1B"/>
    <w:rsid w:val="00D802EA"/>
    <w:rsid w:val="00D80578"/>
    <w:rsid w:val="00D805FC"/>
    <w:rsid w:val="00D8082A"/>
    <w:rsid w:val="00D80A00"/>
    <w:rsid w:val="00D80E94"/>
    <w:rsid w:val="00D80EDA"/>
    <w:rsid w:val="00D81496"/>
    <w:rsid w:val="00D81512"/>
    <w:rsid w:val="00D8161E"/>
    <w:rsid w:val="00D8261E"/>
    <w:rsid w:val="00D82876"/>
    <w:rsid w:val="00D82BC7"/>
    <w:rsid w:val="00D8314A"/>
    <w:rsid w:val="00D831D3"/>
    <w:rsid w:val="00D83A43"/>
    <w:rsid w:val="00D83BE4"/>
    <w:rsid w:val="00D84771"/>
    <w:rsid w:val="00D84B7E"/>
    <w:rsid w:val="00D8508C"/>
    <w:rsid w:val="00D855CC"/>
    <w:rsid w:val="00D85A30"/>
    <w:rsid w:val="00D86242"/>
    <w:rsid w:val="00D866F1"/>
    <w:rsid w:val="00D8689C"/>
    <w:rsid w:val="00D86981"/>
    <w:rsid w:val="00D86BDD"/>
    <w:rsid w:val="00D87059"/>
    <w:rsid w:val="00D87685"/>
    <w:rsid w:val="00D8791C"/>
    <w:rsid w:val="00D8795E"/>
    <w:rsid w:val="00D87F7D"/>
    <w:rsid w:val="00D87F80"/>
    <w:rsid w:val="00D902D6"/>
    <w:rsid w:val="00D9032B"/>
    <w:rsid w:val="00D9048E"/>
    <w:rsid w:val="00D90511"/>
    <w:rsid w:val="00D90866"/>
    <w:rsid w:val="00D90AF7"/>
    <w:rsid w:val="00D90B89"/>
    <w:rsid w:val="00D9155D"/>
    <w:rsid w:val="00D9177E"/>
    <w:rsid w:val="00D91BB4"/>
    <w:rsid w:val="00D91F7D"/>
    <w:rsid w:val="00D920CA"/>
    <w:rsid w:val="00D92A4B"/>
    <w:rsid w:val="00D92B9B"/>
    <w:rsid w:val="00D92D18"/>
    <w:rsid w:val="00D930E5"/>
    <w:rsid w:val="00D93294"/>
    <w:rsid w:val="00D93584"/>
    <w:rsid w:val="00D93890"/>
    <w:rsid w:val="00D938B9"/>
    <w:rsid w:val="00D94555"/>
    <w:rsid w:val="00D949B5"/>
    <w:rsid w:val="00D94E82"/>
    <w:rsid w:val="00D95635"/>
    <w:rsid w:val="00D9574C"/>
    <w:rsid w:val="00D95B5C"/>
    <w:rsid w:val="00D96434"/>
    <w:rsid w:val="00D96446"/>
    <w:rsid w:val="00D96725"/>
    <w:rsid w:val="00D96AD7"/>
    <w:rsid w:val="00D96BF6"/>
    <w:rsid w:val="00D97061"/>
    <w:rsid w:val="00D974D2"/>
    <w:rsid w:val="00D9769F"/>
    <w:rsid w:val="00D976E8"/>
    <w:rsid w:val="00D9783A"/>
    <w:rsid w:val="00D97D9C"/>
    <w:rsid w:val="00D97F4D"/>
    <w:rsid w:val="00DA00FE"/>
    <w:rsid w:val="00DA052B"/>
    <w:rsid w:val="00DA0B50"/>
    <w:rsid w:val="00DA0C77"/>
    <w:rsid w:val="00DA10F4"/>
    <w:rsid w:val="00DA1C48"/>
    <w:rsid w:val="00DA1CEA"/>
    <w:rsid w:val="00DA232D"/>
    <w:rsid w:val="00DA286C"/>
    <w:rsid w:val="00DA2C72"/>
    <w:rsid w:val="00DA2F2D"/>
    <w:rsid w:val="00DA3599"/>
    <w:rsid w:val="00DA35B8"/>
    <w:rsid w:val="00DA37D6"/>
    <w:rsid w:val="00DA3FF6"/>
    <w:rsid w:val="00DA414F"/>
    <w:rsid w:val="00DA4393"/>
    <w:rsid w:val="00DA4397"/>
    <w:rsid w:val="00DA458F"/>
    <w:rsid w:val="00DA470E"/>
    <w:rsid w:val="00DA47C0"/>
    <w:rsid w:val="00DA482F"/>
    <w:rsid w:val="00DA4F62"/>
    <w:rsid w:val="00DA521A"/>
    <w:rsid w:val="00DA54BA"/>
    <w:rsid w:val="00DA5619"/>
    <w:rsid w:val="00DA5B66"/>
    <w:rsid w:val="00DA5E30"/>
    <w:rsid w:val="00DA62AD"/>
    <w:rsid w:val="00DA6585"/>
    <w:rsid w:val="00DA672A"/>
    <w:rsid w:val="00DA68B1"/>
    <w:rsid w:val="00DA6CE1"/>
    <w:rsid w:val="00DA7260"/>
    <w:rsid w:val="00DA731B"/>
    <w:rsid w:val="00DA74F8"/>
    <w:rsid w:val="00DA7B3B"/>
    <w:rsid w:val="00DA7CBB"/>
    <w:rsid w:val="00DA7EB3"/>
    <w:rsid w:val="00DA7EE4"/>
    <w:rsid w:val="00DA7FCB"/>
    <w:rsid w:val="00DB02BF"/>
    <w:rsid w:val="00DB099D"/>
    <w:rsid w:val="00DB1032"/>
    <w:rsid w:val="00DB1261"/>
    <w:rsid w:val="00DB12C8"/>
    <w:rsid w:val="00DB140D"/>
    <w:rsid w:val="00DB14F9"/>
    <w:rsid w:val="00DB150C"/>
    <w:rsid w:val="00DB184B"/>
    <w:rsid w:val="00DB23F5"/>
    <w:rsid w:val="00DB2995"/>
    <w:rsid w:val="00DB2DC2"/>
    <w:rsid w:val="00DB3266"/>
    <w:rsid w:val="00DB3939"/>
    <w:rsid w:val="00DB3B14"/>
    <w:rsid w:val="00DB3C2B"/>
    <w:rsid w:val="00DB3D73"/>
    <w:rsid w:val="00DB404B"/>
    <w:rsid w:val="00DB4131"/>
    <w:rsid w:val="00DB42B5"/>
    <w:rsid w:val="00DB4555"/>
    <w:rsid w:val="00DB4760"/>
    <w:rsid w:val="00DB4FF1"/>
    <w:rsid w:val="00DB50C5"/>
    <w:rsid w:val="00DB5F9D"/>
    <w:rsid w:val="00DB6205"/>
    <w:rsid w:val="00DB66F6"/>
    <w:rsid w:val="00DB6A71"/>
    <w:rsid w:val="00DB7435"/>
    <w:rsid w:val="00DB7801"/>
    <w:rsid w:val="00DB7B25"/>
    <w:rsid w:val="00DB7B7A"/>
    <w:rsid w:val="00DC017E"/>
    <w:rsid w:val="00DC056B"/>
    <w:rsid w:val="00DC07BA"/>
    <w:rsid w:val="00DC0982"/>
    <w:rsid w:val="00DC1664"/>
    <w:rsid w:val="00DC37AB"/>
    <w:rsid w:val="00DC3911"/>
    <w:rsid w:val="00DC3995"/>
    <w:rsid w:val="00DC3D81"/>
    <w:rsid w:val="00DC4136"/>
    <w:rsid w:val="00DC416D"/>
    <w:rsid w:val="00DC41BF"/>
    <w:rsid w:val="00DC4D57"/>
    <w:rsid w:val="00DC4E93"/>
    <w:rsid w:val="00DC4F3C"/>
    <w:rsid w:val="00DC50C7"/>
    <w:rsid w:val="00DC52CD"/>
    <w:rsid w:val="00DC5720"/>
    <w:rsid w:val="00DC573B"/>
    <w:rsid w:val="00DC5A19"/>
    <w:rsid w:val="00DC5D6F"/>
    <w:rsid w:val="00DC5E89"/>
    <w:rsid w:val="00DC5E92"/>
    <w:rsid w:val="00DC5F43"/>
    <w:rsid w:val="00DC6093"/>
    <w:rsid w:val="00DC6B17"/>
    <w:rsid w:val="00DC7220"/>
    <w:rsid w:val="00DC72BD"/>
    <w:rsid w:val="00DC7560"/>
    <w:rsid w:val="00DC7723"/>
    <w:rsid w:val="00DC7884"/>
    <w:rsid w:val="00DC7E4B"/>
    <w:rsid w:val="00DD016A"/>
    <w:rsid w:val="00DD0699"/>
    <w:rsid w:val="00DD087C"/>
    <w:rsid w:val="00DD0B99"/>
    <w:rsid w:val="00DD0C05"/>
    <w:rsid w:val="00DD0CEB"/>
    <w:rsid w:val="00DD103E"/>
    <w:rsid w:val="00DD181A"/>
    <w:rsid w:val="00DD1C5A"/>
    <w:rsid w:val="00DD1C5E"/>
    <w:rsid w:val="00DD1DE8"/>
    <w:rsid w:val="00DD1ED5"/>
    <w:rsid w:val="00DD20C4"/>
    <w:rsid w:val="00DD223A"/>
    <w:rsid w:val="00DD240D"/>
    <w:rsid w:val="00DD250F"/>
    <w:rsid w:val="00DD31E4"/>
    <w:rsid w:val="00DD3362"/>
    <w:rsid w:val="00DD34EE"/>
    <w:rsid w:val="00DD39EA"/>
    <w:rsid w:val="00DD3B46"/>
    <w:rsid w:val="00DD3C59"/>
    <w:rsid w:val="00DD3E03"/>
    <w:rsid w:val="00DD4143"/>
    <w:rsid w:val="00DD419A"/>
    <w:rsid w:val="00DD48E9"/>
    <w:rsid w:val="00DD4BD9"/>
    <w:rsid w:val="00DD4FCC"/>
    <w:rsid w:val="00DD52C7"/>
    <w:rsid w:val="00DD5301"/>
    <w:rsid w:val="00DD53BB"/>
    <w:rsid w:val="00DD5414"/>
    <w:rsid w:val="00DD5CB4"/>
    <w:rsid w:val="00DD618C"/>
    <w:rsid w:val="00DD6424"/>
    <w:rsid w:val="00DD65CA"/>
    <w:rsid w:val="00DD69C7"/>
    <w:rsid w:val="00DD6AB2"/>
    <w:rsid w:val="00DD6BCE"/>
    <w:rsid w:val="00DD6D7C"/>
    <w:rsid w:val="00DD6F35"/>
    <w:rsid w:val="00DD70A5"/>
    <w:rsid w:val="00DD73B4"/>
    <w:rsid w:val="00DD78D3"/>
    <w:rsid w:val="00DD791E"/>
    <w:rsid w:val="00DD7AE8"/>
    <w:rsid w:val="00DD7C01"/>
    <w:rsid w:val="00DD7E2B"/>
    <w:rsid w:val="00DD7F37"/>
    <w:rsid w:val="00DD7F67"/>
    <w:rsid w:val="00DE0490"/>
    <w:rsid w:val="00DE09BA"/>
    <w:rsid w:val="00DE12B1"/>
    <w:rsid w:val="00DE1811"/>
    <w:rsid w:val="00DE19C6"/>
    <w:rsid w:val="00DE19FC"/>
    <w:rsid w:val="00DE1C5B"/>
    <w:rsid w:val="00DE25AF"/>
    <w:rsid w:val="00DE2BBF"/>
    <w:rsid w:val="00DE2FEF"/>
    <w:rsid w:val="00DE393D"/>
    <w:rsid w:val="00DE413A"/>
    <w:rsid w:val="00DE4381"/>
    <w:rsid w:val="00DE461B"/>
    <w:rsid w:val="00DE4911"/>
    <w:rsid w:val="00DE4EDE"/>
    <w:rsid w:val="00DE552E"/>
    <w:rsid w:val="00DE5D00"/>
    <w:rsid w:val="00DE62EC"/>
    <w:rsid w:val="00DE6585"/>
    <w:rsid w:val="00DE69AF"/>
    <w:rsid w:val="00DE7AC5"/>
    <w:rsid w:val="00DE7BF7"/>
    <w:rsid w:val="00DE7F63"/>
    <w:rsid w:val="00DF0427"/>
    <w:rsid w:val="00DF0831"/>
    <w:rsid w:val="00DF11F7"/>
    <w:rsid w:val="00DF1C5E"/>
    <w:rsid w:val="00DF1D4E"/>
    <w:rsid w:val="00DF2FD5"/>
    <w:rsid w:val="00DF397B"/>
    <w:rsid w:val="00DF39A0"/>
    <w:rsid w:val="00DF433E"/>
    <w:rsid w:val="00DF446E"/>
    <w:rsid w:val="00DF4694"/>
    <w:rsid w:val="00DF49AC"/>
    <w:rsid w:val="00DF593E"/>
    <w:rsid w:val="00DF5F1D"/>
    <w:rsid w:val="00DF5F40"/>
    <w:rsid w:val="00DF6472"/>
    <w:rsid w:val="00DF6494"/>
    <w:rsid w:val="00DF6B4C"/>
    <w:rsid w:val="00DF70F8"/>
    <w:rsid w:val="00DF793F"/>
    <w:rsid w:val="00DF797C"/>
    <w:rsid w:val="00DF7CA4"/>
    <w:rsid w:val="00DF7DEF"/>
    <w:rsid w:val="00E0012D"/>
    <w:rsid w:val="00E0020C"/>
    <w:rsid w:val="00E00844"/>
    <w:rsid w:val="00E00DB9"/>
    <w:rsid w:val="00E00E10"/>
    <w:rsid w:val="00E00F55"/>
    <w:rsid w:val="00E01023"/>
    <w:rsid w:val="00E01079"/>
    <w:rsid w:val="00E01154"/>
    <w:rsid w:val="00E012E7"/>
    <w:rsid w:val="00E0148F"/>
    <w:rsid w:val="00E01612"/>
    <w:rsid w:val="00E01890"/>
    <w:rsid w:val="00E01C1F"/>
    <w:rsid w:val="00E0235A"/>
    <w:rsid w:val="00E023B3"/>
    <w:rsid w:val="00E02A5D"/>
    <w:rsid w:val="00E02ED5"/>
    <w:rsid w:val="00E0371F"/>
    <w:rsid w:val="00E037B3"/>
    <w:rsid w:val="00E03B69"/>
    <w:rsid w:val="00E03C80"/>
    <w:rsid w:val="00E04034"/>
    <w:rsid w:val="00E04C0E"/>
    <w:rsid w:val="00E053C0"/>
    <w:rsid w:val="00E054B0"/>
    <w:rsid w:val="00E05DB5"/>
    <w:rsid w:val="00E05E5B"/>
    <w:rsid w:val="00E0609F"/>
    <w:rsid w:val="00E0636E"/>
    <w:rsid w:val="00E06F89"/>
    <w:rsid w:val="00E07FCD"/>
    <w:rsid w:val="00E1062F"/>
    <w:rsid w:val="00E10AEC"/>
    <w:rsid w:val="00E10F65"/>
    <w:rsid w:val="00E10FA7"/>
    <w:rsid w:val="00E11374"/>
    <w:rsid w:val="00E1149D"/>
    <w:rsid w:val="00E116A3"/>
    <w:rsid w:val="00E118D7"/>
    <w:rsid w:val="00E11E93"/>
    <w:rsid w:val="00E11EC3"/>
    <w:rsid w:val="00E1217F"/>
    <w:rsid w:val="00E126AA"/>
    <w:rsid w:val="00E1293E"/>
    <w:rsid w:val="00E12D6A"/>
    <w:rsid w:val="00E13513"/>
    <w:rsid w:val="00E1366E"/>
    <w:rsid w:val="00E13A59"/>
    <w:rsid w:val="00E13ABA"/>
    <w:rsid w:val="00E13ECA"/>
    <w:rsid w:val="00E140F2"/>
    <w:rsid w:val="00E14175"/>
    <w:rsid w:val="00E144A2"/>
    <w:rsid w:val="00E14853"/>
    <w:rsid w:val="00E14DB3"/>
    <w:rsid w:val="00E14DE8"/>
    <w:rsid w:val="00E14ECD"/>
    <w:rsid w:val="00E15A99"/>
    <w:rsid w:val="00E15E2D"/>
    <w:rsid w:val="00E16612"/>
    <w:rsid w:val="00E16C3E"/>
    <w:rsid w:val="00E16D45"/>
    <w:rsid w:val="00E16ECA"/>
    <w:rsid w:val="00E172D3"/>
    <w:rsid w:val="00E17672"/>
    <w:rsid w:val="00E177A4"/>
    <w:rsid w:val="00E17AE1"/>
    <w:rsid w:val="00E2072A"/>
    <w:rsid w:val="00E20B6E"/>
    <w:rsid w:val="00E2101A"/>
    <w:rsid w:val="00E212D2"/>
    <w:rsid w:val="00E2134D"/>
    <w:rsid w:val="00E22258"/>
    <w:rsid w:val="00E235A9"/>
    <w:rsid w:val="00E2380B"/>
    <w:rsid w:val="00E239CE"/>
    <w:rsid w:val="00E23CD9"/>
    <w:rsid w:val="00E23E96"/>
    <w:rsid w:val="00E24777"/>
    <w:rsid w:val="00E24C14"/>
    <w:rsid w:val="00E24F91"/>
    <w:rsid w:val="00E25644"/>
    <w:rsid w:val="00E25859"/>
    <w:rsid w:val="00E2587F"/>
    <w:rsid w:val="00E25A3D"/>
    <w:rsid w:val="00E25C94"/>
    <w:rsid w:val="00E25CD8"/>
    <w:rsid w:val="00E25D94"/>
    <w:rsid w:val="00E25EB5"/>
    <w:rsid w:val="00E2683C"/>
    <w:rsid w:val="00E26B10"/>
    <w:rsid w:val="00E2711B"/>
    <w:rsid w:val="00E273CB"/>
    <w:rsid w:val="00E27BF9"/>
    <w:rsid w:val="00E27E93"/>
    <w:rsid w:val="00E27EA5"/>
    <w:rsid w:val="00E27F0E"/>
    <w:rsid w:val="00E30229"/>
    <w:rsid w:val="00E302BE"/>
    <w:rsid w:val="00E30D2E"/>
    <w:rsid w:val="00E30D35"/>
    <w:rsid w:val="00E30F8D"/>
    <w:rsid w:val="00E311BB"/>
    <w:rsid w:val="00E31576"/>
    <w:rsid w:val="00E31596"/>
    <w:rsid w:val="00E3266A"/>
    <w:rsid w:val="00E32772"/>
    <w:rsid w:val="00E32858"/>
    <w:rsid w:val="00E329EF"/>
    <w:rsid w:val="00E32C0E"/>
    <w:rsid w:val="00E32D2C"/>
    <w:rsid w:val="00E33B08"/>
    <w:rsid w:val="00E33C5C"/>
    <w:rsid w:val="00E3406D"/>
    <w:rsid w:val="00E340E1"/>
    <w:rsid w:val="00E3413C"/>
    <w:rsid w:val="00E34194"/>
    <w:rsid w:val="00E34FCB"/>
    <w:rsid w:val="00E366AB"/>
    <w:rsid w:val="00E36966"/>
    <w:rsid w:val="00E36B93"/>
    <w:rsid w:val="00E36C03"/>
    <w:rsid w:val="00E3700B"/>
    <w:rsid w:val="00E376FC"/>
    <w:rsid w:val="00E37C68"/>
    <w:rsid w:val="00E400AF"/>
    <w:rsid w:val="00E404D4"/>
    <w:rsid w:val="00E409BC"/>
    <w:rsid w:val="00E41120"/>
    <w:rsid w:val="00E41235"/>
    <w:rsid w:val="00E413B4"/>
    <w:rsid w:val="00E4170A"/>
    <w:rsid w:val="00E422CF"/>
    <w:rsid w:val="00E42387"/>
    <w:rsid w:val="00E424CB"/>
    <w:rsid w:val="00E429FE"/>
    <w:rsid w:val="00E42A11"/>
    <w:rsid w:val="00E42C61"/>
    <w:rsid w:val="00E42C86"/>
    <w:rsid w:val="00E42D00"/>
    <w:rsid w:val="00E42DCA"/>
    <w:rsid w:val="00E42ECE"/>
    <w:rsid w:val="00E43171"/>
    <w:rsid w:val="00E438AA"/>
    <w:rsid w:val="00E439F3"/>
    <w:rsid w:val="00E43CFE"/>
    <w:rsid w:val="00E4410B"/>
    <w:rsid w:val="00E4468A"/>
    <w:rsid w:val="00E44A02"/>
    <w:rsid w:val="00E44C95"/>
    <w:rsid w:val="00E44E35"/>
    <w:rsid w:val="00E44F3B"/>
    <w:rsid w:val="00E45488"/>
    <w:rsid w:val="00E45580"/>
    <w:rsid w:val="00E455D3"/>
    <w:rsid w:val="00E457F5"/>
    <w:rsid w:val="00E45C59"/>
    <w:rsid w:val="00E45ED7"/>
    <w:rsid w:val="00E4666D"/>
    <w:rsid w:val="00E47082"/>
    <w:rsid w:val="00E47366"/>
    <w:rsid w:val="00E47773"/>
    <w:rsid w:val="00E4793D"/>
    <w:rsid w:val="00E47DAD"/>
    <w:rsid w:val="00E502FF"/>
    <w:rsid w:val="00E505FF"/>
    <w:rsid w:val="00E50AC6"/>
    <w:rsid w:val="00E50B2E"/>
    <w:rsid w:val="00E511AA"/>
    <w:rsid w:val="00E5159F"/>
    <w:rsid w:val="00E517BF"/>
    <w:rsid w:val="00E51828"/>
    <w:rsid w:val="00E51962"/>
    <w:rsid w:val="00E51CA3"/>
    <w:rsid w:val="00E51F5A"/>
    <w:rsid w:val="00E51FA2"/>
    <w:rsid w:val="00E52231"/>
    <w:rsid w:val="00E52295"/>
    <w:rsid w:val="00E5251F"/>
    <w:rsid w:val="00E52786"/>
    <w:rsid w:val="00E52AB9"/>
    <w:rsid w:val="00E52FFA"/>
    <w:rsid w:val="00E53142"/>
    <w:rsid w:val="00E534FE"/>
    <w:rsid w:val="00E53509"/>
    <w:rsid w:val="00E53A00"/>
    <w:rsid w:val="00E53C60"/>
    <w:rsid w:val="00E54438"/>
    <w:rsid w:val="00E54A45"/>
    <w:rsid w:val="00E54ACA"/>
    <w:rsid w:val="00E5530A"/>
    <w:rsid w:val="00E5549C"/>
    <w:rsid w:val="00E554C1"/>
    <w:rsid w:val="00E55D0D"/>
    <w:rsid w:val="00E55F33"/>
    <w:rsid w:val="00E568A5"/>
    <w:rsid w:val="00E56E0C"/>
    <w:rsid w:val="00E56FB2"/>
    <w:rsid w:val="00E571C0"/>
    <w:rsid w:val="00E57518"/>
    <w:rsid w:val="00E57A39"/>
    <w:rsid w:val="00E57A7B"/>
    <w:rsid w:val="00E57AE1"/>
    <w:rsid w:val="00E604CC"/>
    <w:rsid w:val="00E609B2"/>
    <w:rsid w:val="00E6120D"/>
    <w:rsid w:val="00E61470"/>
    <w:rsid w:val="00E6153E"/>
    <w:rsid w:val="00E616BE"/>
    <w:rsid w:val="00E6184A"/>
    <w:rsid w:val="00E61DD8"/>
    <w:rsid w:val="00E61E68"/>
    <w:rsid w:val="00E61F36"/>
    <w:rsid w:val="00E6242C"/>
    <w:rsid w:val="00E62792"/>
    <w:rsid w:val="00E6311A"/>
    <w:rsid w:val="00E635F1"/>
    <w:rsid w:val="00E639DC"/>
    <w:rsid w:val="00E641CC"/>
    <w:rsid w:val="00E644D7"/>
    <w:rsid w:val="00E64B5C"/>
    <w:rsid w:val="00E65316"/>
    <w:rsid w:val="00E65976"/>
    <w:rsid w:val="00E6611A"/>
    <w:rsid w:val="00E6652F"/>
    <w:rsid w:val="00E666A0"/>
    <w:rsid w:val="00E666CC"/>
    <w:rsid w:val="00E66759"/>
    <w:rsid w:val="00E66878"/>
    <w:rsid w:val="00E668A1"/>
    <w:rsid w:val="00E670E8"/>
    <w:rsid w:val="00E67583"/>
    <w:rsid w:val="00E67AD2"/>
    <w:rsid w:val="00E705B2"/>
    <w:rsid w:val="00E7067F"/>
    <w:rsid w:val="00E70EF5"/>
    <w:rsid w:val="00E71070"/>
    <w:rsid w:val="00E71E41"/>
    <w:rsid w:val="00E72186"/>
    <w:rsid w:val="00E7239D"/>
    <w:rsid w:val="00E725A4"/>
    <w:rsid w:val="00E728F7"/>
    <w:rsid w:val="00E72A8F"/>
    <w:rsid w:val="00E72CC7"/>
    <w:rsid w:val="00E72E99"/>
    <w:rsid w:val="00E736B6"/>
    <w:rsid w:val="00E73DCD"/>
    <w:rsid w:val="00E75539"/>
    <w:rsid w:val="00E75703"/>
    <w:rsid w:val="00E75724"/>
    <w:rsid w:val="00E7577B"/>
    <w:rsid w:val="00E75A27"/>
    <w:rsid w:val="00E75A92"/>
    <w:rsid w:val="00E75B08"/>
    <w:rsid w:val="00E75E7A"/>
    <w:rsid w:val="00E75F62"/>
    <w:rsid w:val="00E7630E"/>
    <w:rsid w:val="00E768AA"/>
    <w:rsid w:val="00E76BC7"/>
    <w:rsid w:val="00E76C16"/>
    <w:rsid w:val="00E77A8C"/>
    <w:rsid w:val="00E77CC0"/>
    <w:rsid w:val="00E77FC4"/>
    <w:rsid w:val="00E805E7"/>
    <w:rsid w:val="00E8069C"/>
    <w:rsid w:val="00E80A0E"/>
    <w:rsid w:val="00E80ABD"/>
    <w:rsid w:val="00E815DB"/>
    <w:rsid w:val="00E81A25"/>
    <w:rsid w:val="00E81C4D"/>
    <w:rsid w:val="00E81FAE"/>
    <w:rsid w:val="00E825CA"/>
    <w:rsid w:val="00E828F8"/>
    <w:rsid w:val="00E82A46"/>
    <w:rsid w:val="00E82BBA"/>
    <w:rsid w:val="00E83742"/>
    <w:rsid w:val="00E83C63"/>
    <w:rsid w:val="00E83E1C"/>
    <w:rsid w:val="00E84079"/>
    <w:rsid w:val="00E84122"/>
    <w:rsid w:val="00E841B4"/>
    <w:rsid w:val="00E849A0"/>
    <w:rsid w:val="00E84E9B"/>
    <w:rsid w:val="00E852BF"/>
    <w:rsid w:val="00E852E3"/>
    <w:rsid w:val="00E85C22"/>
    <w:rsid w:val="00E85C4B"/>
    <w:rsid w:val="00E85C4E"/>
    <w:rsid w:val="00E86243"/>
    <w:rsid w:val="00E86379"/>
    <w:rsid w:val="00E864B0"/>
    <w:rsid w:val="00E86DEE"/>
    <w:rsid w:val="00E8776B"/>
    <w:rsid w:val="00E87803"/>
    <w:rsid w:val="00E879BE"/>
    <w:rsid w:val="00E900B2"/>
    <w:rsid w:val="00E90749"/>
    <w:rsid w:val="00E90E99"/>
    <w:rsid w:val="00E917B8"/>
    <w:rsid w:val="00E91B7B"/>
    <w:rsid w:val="00E91E09"/>
    <w:rsid w:val="00E920DD"/>
    <w:rsid w:val="00E9212E"/>
    <w:rsid w:val="00E92B30"/>
    <w:rsid w:val="00E92BFF"/>
    <w:rsid w:val="00E92EA9"/>
    <w:rsid w:val="00E93BA5"/>
    <w:rsid w:val="00E943DB"/>
    <w:rsid w:val="00E94747"/>
    <w:rsid w:val="00E9480B"/>
    <w:rsid w:val="00E94970"/>
    <w:rsid w:val="00E94A8D"/>
    <w:rsid w:val="00E94FE2"/>
    <w:rsid w:val="00E953AB"/>
    <w:rsid w:val="00E95A84"/>
    <w:rsid w:val="00E963C7"/>
    <w:rsid w:val="00E96B2A"/>
    <w:rsid w:val="00E973AB"/>
    <w:rsid w:val="00E973E9"/>
    <w:rsid w:val="00EA01CA"/>
    <w:rsid w:val="00EA05D5"/>
    <w:rsid w:val="00EA13C7"/>
    <w:rsid w:val="00EA1607"/>
    <w:rsid w:val="00EA17EE"/>
    <w:rsid w:val="00EA1889"/>
    <w:rsid w:val="00EA197A"/>
    <w:rsid w:val="00EA1A4D"/>
    <w:rsid w:val="00EA1A6B"/>
    <w:rsid w:val="00EA245F"/>
    <w:rsid w:val="00EA25B3"/>
    <w:rsid w:val="00EA2782"/>
    <w:rsid w:val="00EA2A79"/>
    <w:rsid w:val="00EA3348"/>
    <w:rsid w:val="00EA357E"/>
    <w:rsid w:val="00EA36A3"/>
    <w:rsid w:val="00EA39EE"/>
    <w:rsid w:val="00EA3C4E"/>
    <w:rsid w:val="00EA3EE0"/>
    <w:rsid w:val="00EA41AB"/>
    <w:rsid w:val="00EA423B"/>
    <w:rsid w:val="00EA4626"/>
    <w:rsid w:val="00EA48A7"/>
    <w:rsid w:val="00EA4DE7"/>
    <w:rsid w:val="00EA4E52"/>
    <w:rsid w:val="00EA51F8"/>
    <w:rsid w:val="00EA5743"/>
    <w:rsid w:val="00EA5A7E"/>
    <w:rsid w:val="00EA5B97"/>
    <w:rsid w:val="00EA5E9B"/>
    <w:rsid w:val="00EA602E"/>
    <w:rsid w:val="00EA6244"/>
    <w:rsid w:val="00EA6E3B"/>
    <w:rsid w:val="00EA7348"/>
    <w:rsid w:val="00EA769B"/>
    <w:rsid w:val="00EA7A4F"/>
    <w:rsid w:val="00EA7D6D"/>
    <w:rsid w:val="00EB0060"/>
    <w:rsid w:val="00EB04C1"/>
    <w:rsid w:val="00EB052B"/>
    <w:rsid w:val="00EB09D2"/>
    <w:rsid w:val="00EB1816"/>
    <w:rsid w:val="00EB2355"/>
    <w:rsid w:val="00EB24CB"/>
    <w:rsid w:val="00EB2545"/>
    <w:rsid w:val="00EB26B4"/>
    <w:rsid w:val="00EB2B78"/>
    <w:rsid w:val="00EB2F59"/>
    <w:rsid w:val="00EB30C3"/>
    <w:rsid w:val="00EB39A7"/>
    <w:rsid w:val="00EB3E24"/>
    <w:rsid w:val="00EB3F1A"/>
    <w:rsid w:val="00EB4135"/>
    <w:rsid w:val="00EB4260"/>
    <w:rsid w:val="00EB45C8"/>
    <w:rsid w:val="00EB4617"/>
    <w:rsid w:val="00EB4646"/>
    <w:rsid w:val="00EB4912"/>
    <w:rsid w:val="00EB4A30"/>
    <w:rsid w:val="00EB4B5E"/>
    <w:rsid w:val="00EB4B7D"/>
    <w:rsid w:val="00EB4C90"/>
    <w:rsid w:val="00EB503A"/>
    <w:rsid w:val="00EB50B8"/>
    <w:rsid w:val="00EB51DD"/>
    <w:rsid w:val="00EB5E07"/>
    <w:rsid w:val="00EB5FD2"/>
    <w:rsid w:val="00EB623B"/>
    <w:rsid w:val="00EB652E"/>
    <w:rsid w:val="00EB6A0D"/>
    <w:rsid w:val="00EB7058"/>
    <w:rsid w:val="00EB7165"/>
    <w:rsid w:val="00EB7839"/>
    <w:rsid w:val="00EB78BA"/>
    <w:rsid w:val="00EB78EB"/>
    <w:rsid w:val="00EB7B07"/>
    <w:rsid w:val="00EB7B6C"/>
    <w:rsid w:val="00EB7E76"/>
    <w:rsid w:val="00EC02DD"/>
    <w:rsid w:val="00EC05D1"/>
    <w:rsid w:val="00EC07CA"/>
    <w:rsid w:val="00EC0BBB"/>
    <w:rsid w:val="00EC1204"/>
    <w:rsid w:val="00EC135A"/>
    <w:rsid w:val="00EC184F"/>
    <w:rsid w:val="00EC1B78"/>
    <w:rsid w:val="00EC1D4E"/>
    <w:rsid w:val="00EC2677"/>
    <w:rsid w:val="00EC2E49"/>
    <w:rsid w:val="00EC3583"/>
    <w:rsid w:val="00EC38B1"/>
    <w:rsid w:val="00EC3CF2"/>
    <w:rsid w:val="00EC4E80"/>
    <w:rsid w:val="00EC4FA1"/>
    <w:rsid w:val="00EC50EE"/>
    <w:rsid w:val="00EC5705"/>
    <w:rsid w:val="00EC575F"/>
    <w:rsid w:val="00EC5E3B"/>
    <w:rsid w:val="00EC61D2"/>
    <w:rsid w:val="00EC6376"/>
    <w:rsid w:val="00EC6B1E"/>
    <w:rsid w:val="00EC7152"/>
    <w:rsid w:val="00EC72FF"/>
    <w:rsid w:val="00EC7784"/>
    <w:rsid w:val="00EC7922"/>
    <w:rsid w:val="00EC7BD8"/>
    <w:rsid w:val="00EC7BEB"/>
    <w:rsid w:val="00EC7DFA"/>
    <w:rsid w:val="00EC7E9A"/>
    <w:rsid w:val="00ED0330"/>
    <w:rsid w:val="00ED0699"/>
    <w:rsid w:val="00ED0BBB"/>
    <w:rsid w:val="00ED0FD5"/>
    <w:rsid w:val="00ED1625"/>
    <w:rsid w:val="00ED169F"/>
    <w:rsid w:val="00ED18BE"/>
    <w:rsid w:val="00ED1DCD"/>
    <w:rsid w:val="00ED2788"/>
    <w:rsid w:val="00ED2927"/>
    <w:rsid w:val="00ED299A"/>
    <w:rsid w:val="00ED2CE0"/>
    <w:rsid w:val="00ED2D27"/>
    <w:rsid w:val="00ED3075"/>
    <w:rsid w:val="00ED36F0"/>
    <w:rsid w:val="00ED3A6E"/>
    <w:rsid w:val="00ED3CFA"/>
    <w:rsid w:val="00ED3D09"/>
    <w:rsid w:val="00ED3EEE"/>
    <w:rsid w:val="00ED3F59"/>
    <w:rsid w:val="00ED4144"/>
    <w:rsid w:val="00ED4E01"/>
    <w:rsid w:val="00ED5A52"/>
    <w:rsid w:val="00ED5C83"/>
    <w:rsid w:val="00ED6C9F"/>
    <w:rsid w:val="00ED6D5E"/>
    <w:rsid w:val="00ED6DCD"/>
    <w:rsid w:val="00ED72B3"/>
    <w:rsid w:val="00ED7CA2"/>
    <w:rsid w:val="00ED7FDE"/>
    <w:rsid w:val="00ED7FF8"/>
    <w:rsid w:val="00EE0329"/>
    <w:rsid w:val="00EE03D6"/>
    <w:rsid w:val="00EE05AE"/>
    <w:rsid w:val="00EE0600"/>
    <w:rsid w:val="00EE068C"/>
    <w:rsid w:val="00EE071C"/>
    <w:rsid w:val="00EE0F8A"/>
    <w:rsid w:val="00EE167C"/>
    <w:rsid w:val="00EE181B"/>
    <w:rsid w:val="00EE1AE0"/>
    <w:rsid w:val="00EE20B3"/>
    <w:rsid w:val="00EE2490"/>
    <w:rsid w:val="00EE2501"/>
    <w:rsid w:val="00EE26F5"/>
    <w:rsid w:val="00EE28FC"/>
    <w:rsid w:val="00EE349C"/>
    <w:rsid w:val="00EE3538"/>
    <w:rsid w:val="00EE4013"/>
    <w:rsid w:val="00EE4179"/>
    <w:rsid w:val="00EE42AA"/>
    <w:rsid w:val="00EE461D"/>
    <w:rsid w:val="00EE4622"/>
    <w:rsid w:val="00EE4B44"/>
    <w:rsid w:val="00EE509E"/>
    <w:rsid w:val="00EE5171"/>
    <w:rsid w:val="00EE5543"/>
    <w:rsid w:val="00EE5711"/>
    <w:rsid w:val="00EE5B74"/>
    <w:rsid w:val="00EE604C"/>
    <w:rsid w:val="00EE6100"/>
    <w:rsid w:val="00EE632B"/>
    <w:rsid w:val="00EE6370"/>
    <w:rsid w:val="00EE65BB"/>
    <w:rsid w:val="00EE6A6E"/>
    <w:rsid w:val="00EE6AD0"/>
    <w:rsid w:val="00EE6B65"/>
    <w:rsid w:val="00EE6B96"/>
    <w:rsid w:val="00EE6BED"/>
    <w:rsid w:val="00EE6C4C"/>
    <w:rsid w:val="00EE7453"/>
    <w:rsid w:val="00EE78D8"/>
    <w:rsid w:val="00EE7C0A"/>
    <w:rsid w:val="00EE7CF2"/>
    <w:rsid w:val="00EE7D50"/>
    <w:rsid w:val="00EF0241"/>
    <w:rsid w:val="00EF0496"/>
    <w:rsid w:val="00EF08A7"/>
    <w:rsid w:val="00EF1188"/>
    <w:rsid w:val="00EF144F"/>
    <w:rsid w:val="00EF1668"/>
    <w:rsid w:val="00EF1D82"/>
    <w:rsid w:val="00EF1EC6"/>
    <w:rsid w:val="00EF2095"/>
    <w:rsid w:val="00EF22F1"/>
    <w:rsid w:val="00EF255A"/>
    <w:rsid w:val="00EF25B6"/>
    <w:rsid w:val="00EF29A2"/>
    <w:rsid w:val="00EF2AA5"/>
    <w:rsid w:val="00EF2DBE"/>
    <w:rsid w:val="00EF388B"/>
    <w:rsid w:val="00EF3A9F"/>
    <w:rsid w:val="00EF3AEE"/>
    <w:rsid w:val="00EF3B63"/>
    <w:rsid w:val="00EF3D36"/>
    <w:rsid w:val="00EF465B"/>
    <w:rsid w:val="00EF476B"/>
    <w:rsid w:val="00EF491B"/>
    <w:rsid w:val="00EF4AB1"/>
    <w:rsid w:val="00EF4C3D"/>
    <w:rsid w:val="00EF4F68"/>
    <w:rsid w:val="00EF53FB"/>
    <w:rsid w:val="00EF5AA7"/>
    <w:rsid w:val="00EF6219"/>
    <w:rsid w:val="00EF628E"/>
    <w:rsid w:val="00EF6508"/>
    <w:rsid w:val="00EF66C1"/>
    <w:rsid w:val="00EF678E"/>
    <w:rsid w:val="00EF6850"/>
    <w:rsid w:val="00EF6943"/>
    <w:rsid w:val="00EF696C"/>
    <w:rsid w:val="00EF743C"/>
    <w:rsid w:val="00EF755A"/>
    <w:rsid w:val="00EF7BDE"/>
    <w:rsid w:val="00EF7D91"/>
    <w:rsid w:val="00F000C2"/>
    <w:rsid w:val="00F0022E"/>
    <w:rsid w:val="00F00352"/>
    <w:rsid w:val="00F00955"/>
    <w:rsid w:val="00F00E06"/>
    <w:rsid w:val="00F00F84"/>
    <w:rsid w:val="00F0147F"/>
    <w:rsid w:val="00F022A6"/>
    <w:rsid w:val="00F024CA"/>
    <w:rsid w:val="00F025B4"/>
    <w:rsid w:val="00F02A2E"/>
    <w:rsid w:val="00F02A3B"/>
    <w:rsid w:val="00F02B45"/>
    <w:rsid w:val="00F031B3"/>
    <w:rsid w:val="00F037BC"/>
    <w:rsid w:val="00F03A67"/>
    <w:rsid w:val="00F03D6E"/>
    <w:rsid w:val="00F03DE8"/>
    <w:rsid w:val="00F0442F"/>
    <w:rsid w:val="00F044FF"/>
    <w:rsid w:val="00F0475A"/>
    <w:rsid w:val="00F04A32"/>
    <w:rsid w:val="00F04F6A"/>
    <w:rsid w:val="00F04FDC"/>
    <w:rsid w:val="00F050CB"/>
    <w:rsid w:val="00F05191"/>
    <w:rsid w:val="00F05427"/>
    <w:rsid w:val="00F05C8A"/>
    <w:rsid w:val="00F05E4F"/>
    <w:rsid w:val="00F06071"/>
    <w:rsid w:val="00F06DE8"/>
    <w:rsid w:val="00F06E51"/>
    <w:rsid w:val="00F070D6"/>
    <w:rsid w:val="00F0741F"/>
    <w:rsid w:val="00F10033"/>
    <w:rsid w:val="00F1009F"/>
    <w:rsid w:val="00F1092A"/>
    <w:rsid w:val="00F10A2C"/>
    <w:rsid w:val="00F10B1C"/>
    <w:rsid w:val="00F10F38"/>
    <w:rsid w:val="00F11E07"/>
    <w:rsid w:val="00F12133"/>
    <w:rsid w:val="00F129CB"/>
    <w:rsid w:val="00F12B22"/>
    <w:rsid w:val="00F1316D"/>
    <w:rsid w:val="00F13341"/>
    <w:rsid w:val="00F13628"/>
    <w:rsid w:val="00F13A2D"/>
    <w:rsid w:val="00F13B7C"/>
    <w:rsid w:val="00F13C49"/>
    <w:rsid w:val="00F13F4F"/>
    <w:rsid w:val="00F14125"/>
    <w:rsid w:val="00F14400"/>
    <w:rsid w:val="00F14790"/>
    <w:rsid w:val="00F1487E"/>
    <w:rsid w:val="00F14C3D"/>
    <w:rsid w:val="00F14F95"/>
    <w:rsid w:val="00F1565A"/>
    <w:rsid w:val="00F15A87"/>
    <w:rsid w:val="00F15AC1"/>
    <w:rsid w:val="00F15EB5"/>
    <w:rsid w:val="00F16033"/>
    <w:rsid w:val="00F160AD"/>
    <w:rsid w:val="00F163CC"/>
    <w:rsid w:val="00F1650E"/>
    <w:rsid w:val="00F165D1"/>
    <w:rsid w:val="00F16C10"/>
    <w:rsid w:val="00F16E15"/>
    <w:rsid w:val="00F17265"/>
    <w:rsid w:val="00F17847"/>
    <w:rsid w:val="00F178B1"/>
    <w:rsid w:val="00F17CBB"/>
    <w:rsid w:val="00F17ED6"/>
    <w:rsid w:val="00F208C7"/>
    <w:rsid w:val="00F20A71"/>
    <w:rsid w:val="00F20A95"/>
    <w:rsid w:val="00F21B59"/>
    <w:rsid w:val="00F21D6A"/>
    <w:rsid w:val="00F22605"/>
    <w:rsid w:val="00F227E7"/>
    <w:rsid w:val="00F22A89"/>
    <w:rsid w:val="00F22C3E"/>
    <w:rsid w:val="00F22E52"/>
    <w:rsid w:val="00F23052"/>
    <w:rsid w:val="00F2321E"/>
    <w:rsid w:val="00F23436"/>
    <w:rsid w:val="00F23C08"/>
    <w:rsid w:val="00F2490B"/>
    <w:rsid w:val="00F256F2"/>
    <w:rsid w:val="00F25C98"/>
    <w:rsid w:val="00F25D4C"/>
    <w:rsid w:val="00F25F2A"/>
    <w:rsid w:val="00F262B9"/>
    <w:rsid w:val="00F264CF"/>
    <w:rsid w:val="00F26A5F"/>
    <w:rsid w:val="00F26B34"/>
    <w:rsid w:val="00F26B7F"/>
    <w:rsid w:val="00F27029"/>
    <w:rsid w:val="00F271C5"/>
    <w:rsid w:val="00F27276"/>
    <w:rsid w:val="00F27506"/>
    <w:rsid w:val="00F275D6"/>
    <w:rsid w:val="00F2773C"/>
    <w:rsid w:val="00F278DC"/>
    <w:rsid w:val="00F27C52"/>
    <w:rsid w:val="00F27CC7"/>
    <w:rsid w:val="00F27DF9"/>
    <w:rsid w:val="00F27EF3"/>
    <w:rsid w:val="00F30242"/>
    <w:rsid w:val="00F302FC"/>
    <w:rsid w:val="00F3052B"/>
    <w:rsid w:val="00F30728"/>
    <w:rsid w:val="00F30887"/>
    <w:rsid w:val="00F308CB"/>
    <w:rsid w:val="00F309EA"/>
    <w:rsid w:val="00F30C5B"/>
    <w:rsid w:val="00F30DB0"/>
    <w:rsid w:val="00F30DFD"/>
    <w:rsid w:val="00F30E39"/>
    <w:rsid w:val="00F31261"/>
    <w:rsid w:val="00F31D83"/>
    <w:rsid w:val="00F32051"/>
    <w:rsid w:val="00F321A5"/>
    <w:rsid w:val="00F324C9"/>
    <w:rsid w:val="00F32629"/>
    <w:rsid w:val="00F332DC"/>
    <w:rsid w:val="00F3332E"/>
    <w:rsid w:val="00F33683"/>
    <w:rsid w:val="00F3378E"/>
    <w:rsid w:val="00F3391B"/>
    <w:rsid w:val="00F33A07"/>
    <w:rsid w:val="00F33F39"/>
    <w:rsid w:val="00F34104"/>
    <w:rsid w:val="00F34400"/>
    <w:rsid w:val="00F34560"/>
    <w:rsid w:val="00F3491A"/>
    <w:rsid w:val="00F34BF8"/>
    <w:rsid w:val="00F3504A"/>
    <w:rsid w:val="00F359ED"/>
    <w:rsid w:val="00F362BC"/>
    <w:rsid w:val="00F36388"/>
    <w:rsid w:val="00F36977"/>
    <w:rsid w:val="00F36EDF"/>
    <w:rsid w:val="00F40030"/>
    <w:rsid w:val="00F40131"/>
    <w:rsid w:val="00F40187"/>
    <w:rsid w:val="00F4043D"/>
    <w:rsid w:val="00F40738"/>
    <w:rsid w:val="00F408A9"/>
    <w:rsid w:val="00F40E03"/>
    <w:rsid w:val="00F40F4C"/>
    <w:rsid w:val="00F41132"/>
    <w:rsid w:val="00F41585"/>
    <w:rsid w:val="00F4165C"/>
    <w:rsid w:val="00F418B6"/>
    <w:rsid w:val="00F41992"/>
    <w:rsid w:val="00F419B9"/>
    <w:rsid w:val="00F41AD4"/>
    <w:rsid w:val="00F41D43"/>
    <w:rsid w:val="00F4227E"/>
    <w:rsid w:val="00F42494"/>
    <w:rsid w:val="00F426E5"/>
    <w:rsid w:val="00F42989"/>
    <w:rsid w:val="00F42D0C"/>
    <w:rsid w:val="00F42DBF"/>
    <w:rsid w:val="00F42EAD"/>
    <w:rsid w:val="00F437A3"/>
    <w:rsid w:val="00F43E8D"/>
    <w:rsid w:val="00F43F93"/>
    <w:rsid w:val="00F441A4"/>
    <w:rsid w:val="00F442AE"/>
    <w:rsid w:val="00F448E4"/>
    <w:rsid w:val="00F448EC"/>
    <w:rsid w:val="00F44922"/>
    <w:rsid w:val="00F45458"/>
    <w:rsid w:val="00F4547B"/>
    <w:rsid w:val="00F4551C"/>
    <w:rsid w:val="00F45553"/>
    <w:rsid w:val="00F45759"/>
    <w:rsid w:val="00F463E5"/>
    <w:rsid w:val="00F46561"/>
    <w:rsid w:val="00F4657E"/>
    <w:rsid w:val="00F46D44"/>
    <w:rsid w:val="00F4770F"/>
    <w:rsid w:val="00F4771B"/>
    <w:rsid w:val="00F47C22"/>
    <w:rsid w:val="00F5001D"/>
    <w:rsid w:val="00F50703"/>
    <w:rsid w:val="00F50846"/>
    <w:rsid w:val="00F50959"/>
    <w:rsid w:val="00F50E4C"/>
    <w:rsid w:val="00F50E62"/>
    <w:rsid w:val="00F512A5"/>
    <w:rsid w:val="00F513A8"/>
    <w:rsid w:val="00F51A6B"/>
    <w:rsid w:val="00F51B43"/>
    <w:rsid w:val="00F51C69"/>
    <w:rsid w:val="00F51EA0"/>
    <w:rsid w:val="00F526CB"/>
    <w:rsid w:val="00F5323E"/>
    <w:rsid w:val="00F53265"/>
    <w:rsid w:val="00F53AD7"/>
    <w:rsid w:val="00F544D2"/>
    <w:rsid w:val="00F547C2"/>
    <w:rsid w:val="00F54B27"/>
    <w:rsid w:val="00F54E78"/>
    <w:rsid w:val="00F55182"/>
    <w:rsid w:val="00F551BF"/>
    <w:rsid w:val="00F556F7"/>
    <w:rsid w:val="00F557F0"/>
    <w:rsid w:val="00F55E1C"/>
    <w:rsid w:val="00F55FB7"/>
    <w:rsid w:val="00F5633A"/>
    <w:rsid w:val="00F56A6F"/>
    <w:rsid w:val="00F56AAF"/>
    <w:rsid w:val="00F5752F"/>
    <w:rsid w:val="00F5764E"/>
    <w:rsid w:val="00F5768E"/>
    <w:rsid w:val="00F57AB4"/>
    <w:rsid w:val="00F57AC4"/>
    <w:rsid w:val="00F57FAA"/>
    <w:rsid w:val="00F60282"/>
    <w:rsid w:val="00F604F6"/>
    <w:rsid w:val="00F6086D"/>
    <w:rsid w:val="00F60E95"/>
    <w:rsid w:val="00F60FF4"/>
    <w:rsid w:val="00F610BA"/>
    <w:rsid w:val="00F61279"/>
    <w:rsid w:val="00F6134B"/>
    <w:rsid w:val="00F61413"/>
    <w:rsid w:val="00F6166C"/>
    <w:rsid w:val="00F61871"/>
    <w:rsid w:val="00F61C2E"/>
    <w:rsid w:val="00F62A5F"/>
    <w:rsid w:val="00F62D44"/>
    <w:rsid w:val="00F63017"/>
    <w:rsid w:val="00F633D4"/>
    <w:rsid w:val="00F63602"/>
    <w:rsid w:val="00F63789"/>
    <w:rsid w:val="00F639F5"/>
    <w:rsid w:val="00F64130"/>
    <w:rsid w:val="00F646A3"/>
    <w:rsid w:val="00F648E4"/>
    <w:rsid w:val="00F64CE7"/>
    <w:rsid w:val="00F65275"/>
    <w:rsid w:val="00F653AE"/>
    <w:rsid w:val="00F655AB"/>
    <w:rsid w:val="00F656A2"/>
    <w:rsid w:val="00F658BA"/>
    <w:rsid w:val="00F65A8B"/>
    <w:rsid w:val="00F661AB"/>
    <w:rsid w:val="00F6667F"/>
    <w:rsid w:val="00F66904"/>
    <w:rsid w:val="00F6696E"/>
    <w:rsid w:val="00F66A11"/>
    <w:rsid w:val="00F66B80"/>
    <w:rsid w:val="00F67079"/>
    <w:rsid w:val="00F6726A"/>
    <w:rsid w:val="00F679F5"/>
    <w:rsid w:val="00F67CE2"/>
    <w:rsid w:val="00F67EAE"/>
    <w:rsid w:val="00F7014C"/>
    <w:rsid w:val="00F702D3"/>
    <w:rsid w:val="00F71086"/>
    <w:rsid w:val="00F719D3"/>
    <w:rsid w:val="00F71AA1"/>
    <w:rsid w:val="00F71AF9"/>
    <w:rsid w:val="00F71FD7"/>
    <w:rsid w:val="00F72227"/>
    <w:rsid w:val="00F724BB"/>
    <w:rsid w:val="00F72533"/>
    <w:rsid w:val="00F728B8"/>
    <w:rsid w:val="00F72AC0"/>
    <w:rsid w:val="00F72DDE"/>
    <w:rsid w:val="00F73117"/>
    <w:rsid w:val="00F73147"/>
    <w:rsid w:val="00F73206"/>
    <w:rsid w:val="00F73417"/>
    <w:rsid w:val="00F73686"/>
    <w:rsid w:val="00F73848"/>
    <w:rsid w:val="00F73A32"/>
    <w:rsid w:val="00F73B8D"/>
    <w:rsid w:val="00F73F30"/>
    <w:rsid w:val="00F742AC"/>
    <w:rsid w:val="00F74422"/>
    <w:rsid w:val="00F74A0E"/>
    <w:rsid w:val="00F74A49"/>
    <w:rsid w:val="00F74DB6"/>
    <w:rsid w:val="00F751AA"/>
    <w:rsid w:val="00F7594D"/>
    <w:rsid w:val="00F75AA5"/>
    <w:rsid w:val="00F75CAA"/>
    <w:rsid w:val="00F75CD5"/>
    <w:rsid w:val="00F75DC7"/>
    <w:rsid w:val="00F75FCA"/>
    <w:rsid w:val="00F769BD"/>
    <w:rsid w:val="00F76A05"/>
    <w:rsid w:val="00F7750A"/>
    <w:rsid w:val="00F77528"/>
    <w:rsid w:val="00F77820"/>
    <w:rsid w:val="00F800FF"/>
    <w:rsid w:val="00F807DD"/>
    <w:rsid w:val="00F809C1"/>
    <w:rsid w:val="00F80B0D"/>
    <w:rsid w:val="00F80C74"/>
    <w:rsid w:val="00F8189B"/>
    <w:rsid w:val="00F81ABE"/>
    <w:rsid w:val="00F81B4F"/>
    <w:rsid w:val="00F81BA3"/>
    <w:rsid w:val="00F8235D"/>
    <w:rsid w:val="00F825F1"/>
    <w:rsid w:val="00F82A5E"/>
    <w:rsid w:val="00F82B43"/>
    <w:rsid w:val="00F82D20"/>
    <w:rsid w:val="00F8325C"/>
    <w:rsid w:val="00F83687"/>
    <w:rsid w:val="00F83BA9"/>
    <w:rsid w:val="00F83C19"/>
    <w:rsid w:val="00F83D2F"/>
    <w:rsid w:val="00F846E1"/>
    <w:rsid w:val="00F84809"/>
    <w:rsid w:val="00F84BB7"/>
    <w:rsid w:val="00F84BDC"/>
    <w:rsid w:val="00F84DBA"/>
    <w:rsid w:val="00F85236"/>
    <w:rsid w:val="00F85288"/>
    <w:rsid w:val="00F85CD0"/>
    <w:rsid w:val="00F85E75"/>
    <w:rsid w:val="00F85F15"/>
    <w:rsid w:val="00F85FFC"/>
    <w:rsid w:val="00F86000"/>
    <w:rsid w:val="00F8660A"/>
    <w:rsid w:val="00F86EA9"/>
    <w:rsid w:val="00F87308"/>
    <w:rsid w:val="00F87860"/>
    <w:rsid w:val="00F879C9"/>
    <w:rsid w:val="00F87CCA"/>
    <w:rsid w:val="00F9017B"/>
    <w:rsid w:val="00F90A2A"/>
    <w:rsid w:val="00F90B53"/>
    <w:rsid w:val="00F9102A"/>
    <w:rsid w:val="00F91459"/>
    <w:rsid w:val="00F91BE8"/>
    <w:rsid w:val="00F91CEC"/>
    <w:rsid w:val="00F926E7"/>
    <w:rsid w:val="00F92F17"/>
    <w:rsid w:val="00F932CC"/>
    <w:rsid w:val="00F939FC"/>
    <w:rsid w:val="00F9416A"/>
    <w:rsid w:val="00F94284"/>
    <w:rsid w:val="00F94349"/>
    <w:rsid w:val="00F948DA"/>
    <w:rsid w:val="00F94BA6"/>
    <w:rsid w:val="00F94DA4"/>
    <w:rsid w:val="00F94E06"/>
    <w:rsid w:val="00F94E0B"/>
    <w:rsid w:val="00F950ED"/>
    <w:rsid w:val="00F951FD"/>
    <w:rsid w:val="00F95575"/>
    <w:rsid w:val="00F95652"/>
    <w:rsid w:val="00F958AA"/>
    <w:rsid w:val="00F95A7A"/>
    <w:rsid w:val="00F95C5E"/>
    <w:rsid w:val="00F95DA2"/>
    <w:rsid w:val="00F96008"/>
    <w:rsid w:val="00F96F6E"/>
    <w:rsid w:val="00F9714D"/>
    <w:rsid w:val="00F9745E"/>
    <w:rsid w:val="00F97DEB"/>
    <w:rsid w:val="00F97F57"/>
    <w:rsid w:val="00FA073C"/>
    <w:rsid w:val="00FA080E"/>
    <w:rsid w:val="00FA0B50"/>
    <w:rsid w:val="00FA0F03"/>
    <w:rsid w:val="00FA118E"/>
    <w:rsid w:val="00FA121A"/>
    <w:rsid w:val="00FA16C7"/>
    <w:rsid w:val="00FA1D8D"/>
    <w:rsid w:val="00FA1FEA"/>
    <w:rsid w:val="00FA2541"/>
    <w:rsid w:val="00FA25E6"/>
    <w:rsid w:val="00FA26EC"/>
    <w:rsid w:val="00FA27CD"/>
    <w:rsid w:val="00FA288E"/>
    <w:rsid w:val="00FA28EE"/>
    <w:rsid w:val="00FA2AB0"/>
    <w:rsid w:val="00FA2B22"/>
    <w:rsid w:val="00FA38F7"/>
    <w:rsid w:val="00FA3FBA"/>
    <w:rsid w:val="00FA48EF"/>
    <w:rsid w:val="00FA4B80"/>
    <w:rsid w:val="00FA4BFA"/>
    <w:rsid w:val="00FA4E72"/>
    <w:rsid w:val="00FA5356"/>
    <w:rsid w:val="00FA5B8E"/>
    <w:rsid w:val="00FA5BB4"/>
    <w:rsid w:val="00FA5BED"/>
    <w:rsid w:val="00FA5F96"/>
    <w:rsid w:val="00FA6209"/>
    <w:rsid w:val="00FA64A5"/>
    <w:rsid w:val="00FA6A50"/>
    <w:rsid w:val="00FA6E87"/>
    <w:rsid w:val="00FA701E"/>
    <w:rsid w:val="00FA7498"/>
    <w:rsid w:val="00FA74A4"/>
    <w:rsid w:val="00FA77AE"/>
    <w:rsid w:val="00FA7BC2"/>
    <w:rsid w:val="00FA7CC4"/>
    <w:rsid w:val="00FB0231"/>
    <w:rsid w:val="00FB059B"/>
    <w:rsid w:val="00FB0999"/>
    <w:rsid w:val="00FB107E"/>
    <w:rsid w:val="00FB1421"/>
    <w:rsid w:val="00FB151E"/>
    <w:rsid w:val="00FB1912"/>
    <w:rsid w:val="00FB1C40"/>
    <w:rsid w:val="00FB1E71"/>
    <w:rsid w:val="00FB1FA0"/>
    <w:rsid w:val="00FB2320"/>
    <w:rsid w:val="00FB254E"/>
    <w:rsid w:val="00FB2CEC"/>
    <w:rsid w:val="00FB30AC"/>
    <w:rsid w:val="00FB31CF"/>
    <w:rsid w:val="00FB32E3"/>
    <w:rsid w:val="00FB332D"/>
    <w:rsid w:val="00FB35E8"/>
    <w:rsid w:val="00FB3656"/>
    <w:rsid w:val="00FB37E9"/>
    <w:rsid w:val="00FB3CE6"/>
    <w:rsid w:val="00FB3DFA"/>
    <w:rsid w:val="00FB3E3E"/>
    <w:rsid w:val="00FB4F32"/>
    <w:rsid w:val="00FB552A"/>
    <w:rsid w:val="00FB62FE"/>
    <w:rsid w:val="00FB6554"/>
    <w:rsid w:val="00FB6B8D"/>
    <w:rsid w:val="00FB6C16"/>
    <w:rsid w:val="00FB6F72"/>
    <w:rsid w:val="00FB70DC"/>
    <w:rsid w:val="00FB72E4"/>
    <w:rsid w:val="00FB7314"/>
    <w:rsid w:val="00FB75DE"/>
    <w:rsid w:val="00FB7B13"/>
    <w:rsid w:val="00FB7CE7"/>
    <w:rsid w:val="00FB7D5D"/>
    <w:rsid w:val="00FC01FC"/>
    <w:rsid w:val="00FC036C"/>
    <w:rsid w:val="00FC03F0"/>
    <w:rsid w:val="00FC0EE6"/>
    <w:rsid w:val="00FC13CB"/>
    <w:rsid w:val="00FC1463"/>
    <w:rsid w:val="00FC169C"/>
    <w:rsid w:val="00FC178A"/>
    <w:rsid w:val="00FC2272"/>
    <w:rsid w:val="00FC237B"/>
    <w:rsid w:val="00FC2548"/>
    <w:rsid w:val="00FC27E7"/>
    <w:rsid w:val="00FC34D2"/>
    <w:rsid w:val="00FC35B9"/>
    <w:rsid w:val="00FC38C5"/>
    <w:rsid w:val="00FC3A14"/>
    <w:rsid w:val="00FC3E3A"/>
    <w:rsid w:val="00FC412C"/>
    <w:rsid w:val="00FC4657"/>
    <w:rsid w:val="00FC46E9"/>
    <w:rsid w:val="00FC4A57"/>
    <w:rsid w:val="00FC4A78"/>
    <w:rsid w:val="00FC4AA8"/>
    <w:rsid w:val="00FC4F6B"/>
    <w:rsid w:val="00FC501A"/>
    <w:rsid w:val="00FC5048"/>
    <w:rsid w:val="00FC53EC"/>
    <w:rsid w:val="00FC549E"/>
    <w:rsid w:val="00FC5576"/>
    <w:rsid w:val="00FC571F"/>
    <w:rsid w:val="00FC5B5A"/>
    <w:rsid w:val="00FC5B6E"/>
    <w:rsid w:val="00FC5CE4"/>
    <w:rsid w:val="00FC5DAD"/>
    <w:rsid w:val="00FC5F2D"/>
    <w:rsid w:val="00FC607E"/>
    <w:rsid w:val="00FC63A1"/>
    <w:rsid w:val="00FC6AF1"/>
    <w:rsid w:val="00FC6F91"/>
    <w:rsid w:val="00FC71BD"/>
    <w:rsid w:val="00FC78E7"/>
    <w:rsid w:val="00FC791C"/>
    <w:rsid w:val="00FC7D14"/>
    <w:rsid w:val="00FC7EB9"/>
    <w:rsid w:val="00FD0534"/>
    <w:rsid w:val="00FD0AEE"/>
    <w:rsid w:val="00FD0C85"/>
    <w:rsid w:val="00FD0E4D"/>
    <w:rsid w:val="00FD0F33"/>
    <w:rsid w:val="00FD0F72"/>
    <w:rsid w:val="00FD1BDF"/>
    <w:rsid w:val="00FD1DE7"/>
    <w:rsid w:val="00FD1EED"/>
    <w:rsid w:val="00FD1FD8"/>
    <w:rsid w:val="00FD209C"/>
    <w:rsid w:val="00FD2392"/>
    <w:rsid w:val="00FD26E9"/>
    <w:rsid w:val="00FD2814"/>
    <w:rsid w:val="00FD2930"/>
    <w:rsid w:val="00FD2B9D"/>
    <w:rsid w:val="00FD30D8"/>
    <w:rsid w:val="00FD314F"/>
    <w:rsid w:val="00FD3839"/>
    <w:rsid w:val="00FD392D"/>
    <w:rsid w:val="00FD3A64"/>
    <w:rsid w:val="00FD3BD0"/>
    <w:rsid w:val="00FD3C79"/>
    <w:rsid w:val="00FD3FF9"/>
    <w:rsid w:val="00FD416B"/>
    <w:rsid w:val="00FD452E"/>
    <w:rsid w:val="00FD474D"/>
    <w:rsid w:val="00FD4D4E"/>
    <w:rsid w:val="00FD525E"/>
    <w:rsid w:val="00FD5AF6"/>
    <w:rsid w:val="00FD5B01"/>
    <w:rsid w:val="00FD5F7E"/>
    <w:rsid w:val="00FD65D4"/>
    <w:rsid w:val="00FD6784"/>
    <w:rsid w:val="00FD67F8"/>
    <w:rsid w:val="00FD6C71"/>
    <w:rsid w:val="00FD6ED1"/>
    <w:rsid w:val="00FD7024"/>
    <w:rsid w:val="00FD70E9"/>
    <w:rsid w:val="00FD7445"/>
    <w:rsid w:val="00FD798C"/>
    <w:rsid w:val="00FD79EA"/>
    <w:rsid w:val="00FD7C7A"/>
    <w:rsid w:val="00FE0163"/>
    <w:rsid w:val="00FE01B4"/>
    <w:rsid w:val="00FE01E5"/>
    <w:rsid w:val="00FE051D"/>
    <w:rsid w:val="00FE115F"/>
    <w:rsid w:val="00FE137C"/>
    <w:rsid w:val="00FE1461"/>
    <w:rsid w:val="00FE1579"/>
    <w:rsid w:val="00FE1678"/>
    <w:rsid w:val="00FE1AB7"/>
    <w:rsid w:val="00FE22B1"/>
    <w:rsid w:val="00FE2732"/>
    <w:rsid w:val="00FE28A3"/>
    <w:rsid w:val="00FE2CCC"/>
    <w:rsid w:val="00FE3E67"/>
    <w:rsid w:val="00FE3F02"/>
    <w:rsid w:val="00FE452A"/>
    <w:rsid w:val="00FE497C"/>
    <w:rsid w:val="00FE49B5"/>
    <w:rsid w:val="00FE4AE2"/>
    <w:rsid w:val="00FE4F21"/>
    <w:rsid w:val="00FE5095"/>
    <w:rsid w:val="00FE513C"/>
    <w:rsid w:val="00FE553E"/>
    <w:rsid w:val="00FE570C"/>
    <w:rsid w:val="00FE5754"/>
    <w:rsid w:val="00FE59B9"/>
    <w:rsid w:val="00FE6171"/>
    <w:rsid w:val="00FE61D8"/>
    <w:rsid w:val="00FE6224"/>
    <w:rsid w:val="00FE691B"/>
    <w:rsid w:val="00FE6A80"/>
    <w:rsid w:val="00FE6B99"/>
    <w:rsid w:val="00FE6CBF"/>
    <w:rsid w:val="00FE78B2"/>
    <w:rsid w:val="00FE7A2E"/>
    <w:rsid w:val="00FE7DDB"/>
    <w:rsid w:val="00FF012E"/>
    <w:rsid w:val="00FF02A0"/>
    <w:rsid w:val="00FF084B"/>
    <w:rsid w:val="00FF0D34"/>
    <w:rsid w:val="00FF0F29"/>
    <w:rsid w:val="00FF0F7A"/>
    <w:rsid w:val="00FF1314"/>
    <w:rsid w:val="00FF18E1"/>
    <w:rsid w:val="00FF1DDD"/>
    <w:rsid w:val="00FF21B7"/>
    <w:rsid w:val="00FF2B77"/>
    <w:rsid w:val="00FF311D"/>
    <w:rsid w:val="00FF3401"/>
    <w:rsid w:val="00FF3523"/>
    <w:rsid w:val="00FF39E4"/>
    <w:rsid w:val="00FF3BCE"/>
    <w:rsid w:val="00FF4369"/>
    <w:rsid w:val="00FF471D"/>
    <w:rsid w:val="00FF4853"/>
    <w:rsid w:val="00FF4AD3"/>
    <w:rsid w:val="00FF4C03"/>
    <w:rsid w:val="00FF4E65"/>
    <w:rsid w:val="00FF505D"/>
    <w:rsid w:val="00FF5236"/>
    <w:rsid w:val="00FF5339"/>
    <w:rsid w:val="00FF5483"/>
    <w:rsid w:val="00FF5974"/>
    <w:rsid w:val="00FF5B2D"/>
    <w:rsid w:val="00FF5D01"/>
    <w:rsid w:val="00FF5E53"/>
    <w:rsid w:val="00FF68F3"/>
    <w:rsid w:val="00FF6C94"/>
    <w:rsid w:val="00FF7AAF"/>
    <w:rsid w:val="00FF7B81"/>
    <w:rsid w:val="00FF7C5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1EFF4"/>
  <w15:docId w15:val="{8FE0FEFE-304E-484C-A094-A0CC1CE6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Доклад"/>
    <w:qFormat/>
    <w:rsid w:val="003D6396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Заголовок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8">
    <w:name w:val="toc 1"/>
    <w:basedOn w:val="a"/>
    <w:next w:val="a"/>
    <w:autoRedefine/>
    <w:uiPriority w:val="39"/>
    <w:qFormat/>
    <w:rsid w:val="00063F21"/>
    <w:pPr>
      <w:tabs>
        <w:tab w:val="right" w:leader="dot" w:pos="9060"/>
      </w:tabs>
      <w:spacing w:before="140" w:after="140"/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C26C07"/>
    <w:pPr>
      <w:tabs>
        <w:tab w:val="right" w:leader="dot" w:pos="9060"/>
      </w:tabs>
      <w:spacing w:before="120" w:after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063F21"/>
    <w:pPr>
      <w:tabs>
        <w:tab w:val="right" w:leader="dot" w:pos="9060"/>
      </w:tabs>
      <w:jc w:val="left"/>
    </w:pPr>
    <w:rPr>
      <w:bCs/>
      <w:noProof/>
      <w:sz w:val="20"/>
      <w:lang w:eastAsia="en-US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B505C0"/>
    <w:pPr>
      <w:ind w:left="-57" w:right="-57" w:hanging="3"/>
      <w:jc w:val="center"/>
    </w:pPr>
    <w:rPr>
      <w:b/>
    </w:rPr>
  </w:style>
  <w:style w:type="character" w:customStyle="1" w:styleId="aff6">
    <w:name w:val="Шапка Знак"/>
    <w:link w:val="aff5"/>
    <w:rsid w:val="00B505C0"/>
    <w:rPr>
      <w:b/>
      <w:lang w:val="ru-RU" w:eastAsia="ru-RU" w:bidi="ar-SA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f9">
    <w:name w:val="Document Map"/>
    <w:basedOn w:val="a"/>
    <w:link w:val="affa"/>
    <w:rsid w:val="004D0E8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4D0E88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4D0E88"/>
  </w:style>
  <w:style w:type="character" w:styleId="affb">
    <w:name w:val="annotation reference"/>
    <w:rsid w:val="004D0E88"/>
    <w:rPr>
      <w:sz w:val="16"/>
      <w:szCs w:val="16"/>
    </w:rPr>
  </w:style>
  <w:style w:type="paragraph" w:styleId="affc">
    <w:name w:val="annotation text"/>
    <w:basedOn w:val="a"/>
    <w:link w:val="affd"/>
    <w:rsid w:val="004D0E88"/>
    <w:rPr>
      <w:sz w:val="20"/>
    </w:rPr>
  </w:style>
  <w:style w:type="character" w:customStyle="1" w:styleId="affd">
    <w:name w:val="Текст примечания Знак"/>
    <w:basedOn w:val="a0"/>
    <w:link w:val="affc"/>
    <w:rsid w:val="004D0E88"/>
  </w:style>
  <w:style w:type="paragraph" w:styleId="affe">
    <w:name w:val="annotation subject"/>
    <w:basedOn w:val="affc"/>
    <w:next w:val="affc"/>
    <w:link w:val="afff"/>
    <w:rsid w:val="004D0E88"/>
    <w:rPr>
      <w:b/>
      <w:bCs/>
    </w:rPr>
  </w:style>
  <w:style w:type="character" w:customStyle="1" w:styleId="afff">
    <w:name w:val="Тема примечания Знак"/>
    <w:basedOn w:val="affd"/>
    <w:link w:val="affe"/>
    <w:rsid w:val="004D0E88"/>
    <w:rPr>
      <w:b/>
      <w:bCs/>
    </w:rPr>
  </w:style>
  <w:style w:type="character" w:customStyle="1" w:styleId="1d">
    <w:name w:val="Неразрешенное упоминание1"/>
    <w:uiPriority w:val="99"/>
    <w:semiHidden/>
    <w:unhideWhenUsed/>
    <w:rsid w:val="004D0E88"/>
    <w:rPr>
      <w:color w:val="605E5C"/>
      <w:shd w:val="clear" w:color="auto" w:fill="E1DFDD"/>
    </w:rPr>
  </w:style>
  <w:style w:type="character" w:styleId="afff0">
    <w:name w:val="Unresolved Mention"/>
    <w:basedOn w:val="a0"/>
    <w:uiPriority w:val="99"/>
    <w:semiHidden/>
    <w:unhideWhenUsed/>
    <w:rsid w:val="00E054B0"/>
    <w:rPr>
      <w:color w:val="605E5C"/>
      <w:shd w:val="clear" w:color="auto" w:fill="E1DFDD"/>
    </w:rPr>
  </w:style>
  <w:style w:type="paragraph" w:customStyle="1" w:styleId="afff1">
    <w:basedOn w:val="a"/>
    <w:next w:val="ac"/>
    <w:uiPriority w:val="99"/>
    <w:rsid w:val="008C4249"/>
    <w:pPr>
      <w:spacing w:before="100" w:beforeAutospacing="1" w:after="100" w:afterAutospacing="1"/>
      <w:jc w:val="left"/>
    </w:pPr>
    <w:rPr>
      <w:szCs w:val="24"/>
    </w:rPr>
  </w:style>
  <w:style w:type="paragraph" w:customStyle="1" w:styleId="afff2">
    <w:basedOn w:val="a"/>
    <w:next w:val="ac"/>
    <w:uiPriority w:val="99"/>
    <w:rsid w:val="0078227D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21" Type="http://schemas.openxmlformats.org/officeDocument/2006/relationships/header" Target="header10.xml"/><Relationship Id="rId34" Type="http://schemas.openxmlformats.org/officeDocument/2006/relationships/header" Target="header22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hyperlink" Target="mailto:30@rosstat.gov.r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20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footer" Target="footer5.xm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0;&#1072;&#1088;&#1082;&#1072;&#1077;&#1074;&#1072;%20&#1051;.&#1047;\&#1054;&#1073;&#1083;&#1072;&#1089;&#1090;&#1100;\08%20&#1103;&#1085;&#1074;&#1072;&#1088;&#1100;-&#1072;&#1074;&#1075;&#1091;&#1089;&#1090;%202012\&#1044;&#1054;&#1050;&#1051;&#1040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AC500-2261-4007-962F-2EFDD947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ДОКЛАД.dot</Template>
  <TotalTime>1062</TotalTime>
  <Pages>60</Pages>
  <Words>15067</Words>
  <Characters>99366</Characters>
  <Application>Microsoft Office Word</Application>
  <DocSecurity>0</DocSecurity>
  <Lines>828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aokgs</Company>
  <LinksUpToDate>false</LinksUpToDate>
  <CharactersWithSpaces>114205</CharactersWithSpaces>
  <SharedDoc>false</SharedDoc>
  <HLinks>
    <vt:vector size="564" baseType="variant">
      <vt:variant>
        <vt:i4>2818067</vt:i4>
      </vt:variant>
      <vt:variant>
        <vt:i4>561</vt:i4>
      </vt:variant>
      <vt:variant>
        <vt:i4>0</vt:i4>
      </vt:variant>
      <vt:variant>
        <vt:i4>5</vt:i4>
      </vt:variant>
      <vt:variant>
        <vt:lpwstr>mailto:oblstat@astranet.ru</vt:lpwstr>
      </vt:variant>
      <vt:variant>
        <vt:lpwstr/>
      </vt:variant>
      <vt:variant>
        <vt:i4>1703986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_Toc114128557</vt:lpwstr>
      </vt:variant>
      <vt:variant>
        <vt:i4>1703986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_Toc114128556</vt:lpwstr>
      </vt:variant>
      <vt:variant>
        <vt:i4>1703986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_Toc114128555</vt:lpwstr>
      </vt:variant>
      <vt:variant>
        <vt:i4>1703986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_Toc114128554</vt:lpwstr>
      </vt:variant>
      <vt:variant>
        <vt:i4>1703986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_Toc114128553</vt:lpwstr>
      </vt:variant>
      <vt:variant>
        <vt:i4>1703986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_Toc114128552</vt:lpwstr>
      </vt:variant>
      <vt:variant>
        <vt:i4>1703986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_Toc114128551</vt:lpwstr>
      </vt:variant>
      <vt:variant>
        <vt:i4>1703986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_Toc114128550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_Toc114128549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_Toc114128548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_Toc114128547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_Toc114128546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_Toc114128545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_Toc114128544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_Toc114128543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_Toc114128542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_Toc114128541</vt:lpwstr>
      </vt:variant>
      <vt:variant>
        <vt:i4>1769522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_Toc114128540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_Toc114128539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_Toc114128538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_Toc114128537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_Toc114128536</vt:lpwstr>
      </vt:variant>
      <vt:variant>
        <vt:i4>1835058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_Toc114128535</vt:lpwstr>
      </vt:variant>
      <vt:variant>
        <vt:i4>1835058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_Toc114128534</vt:lpwstr>
      </vt:variant>
      <vt:variant>
        <vt:i4>1835058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_Toc114128533</vt:lpwstr>
      </vt:variant>
      <vt:variant>
        <vt:i4>1835058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_Toc114128532</vt:lpwstr>
      </vt:variant>
      <vt:variant>
        <vt:i4>1835058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_Toc114128531</vt:lpwstr>
      </vt:variant>
      <vt:variant>
        <vt:i4>1835058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_Toc114128530</vt:lpwstr>
      </vt:variant>
      <vt:variant>
        <vt:i4>1900594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_Toc114128529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_Toc114128528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_Toc114128527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_Toc114128526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_Toc114128525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_Toc114128524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_Toc114128523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_Toc114128522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_Toc114128521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_Toc114128520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_Toc114128519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_Toc114128518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_Toc114128517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_Toc114128516</vt:lpwstr>
      </vt:variant>
      <vt:variant>
        <vt:i4>1966130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_Toc114128515</vt:lpwstr>
      </vt:variant>
      <vt:variant>
        <vt:i4>1966130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_Toc114128514</vt:lpwstr>
      </vt:variant>
      <vt:variant>
        <vt:i4>1966130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_Toc114128513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_Toc114128512</vt:lpwstr>
      </vt:variant>
      <vt:variant>
        <vt:i4>1966130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_Toc114128511</vt:lpwstr>
      </vt:variant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_Toc114128510</vt:lpwstr>
      </vt:variant>
      <vt:variant>
        <vt:i4>2031666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_Toc114128509</vt:lpwstr>
      </vt:variant>
      <vt:variant>
        <vt:i4>2031666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_Toc114128508</vt:lpwstr>
      </vt:variant>
      <vt:variant>
        <vt:i4>2031666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_Toc114128507</vt:lpwstr>
      </vt:variant>
      <vt:variant>
        <vt:i4>2031666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_Toc114128506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_Toc114128505</vt:lpwstr>
      </vt:variant>
      <vt:variant>
        <vt:i4>2031666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_Toc114128504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_Toc114128503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_Toc114128502</vt:lpwstr>
      </vt:variant>
      <vt:variant>
        <vt:i4>2031666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_Toc114128501</vt:lpwstr>
      </vt:variant>
      <vt:variant>
        <vt:i4>2031666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_Toc114128500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_Toc114128499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_Toc114128498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_Toc114128497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_Toc114128496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_Toc114128495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_Toc114128494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_Toc114128493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_Toc114128492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_Toc114128491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_Toc114128490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_Toc114128489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_Toc114128488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_Toc114128487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_Toc114128486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_Toc114128485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_Toc114128484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_Toc114128483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_Toc114128482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_Toc114128481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_Toc114128480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_Toc114128479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_Toc114128478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_Toc114128477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_Toc114128476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_Toc114128475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_Toc114128474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_Toc114128473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_Toc114128472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_Toc114128471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_Toc114128470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_Toc114128469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_Toc114128468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_Toc114128467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_Toc114128466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_Toc114128465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P30_KarkaevaLZ</dc:creator>
  <cp:lastModifiedBy>Бороденко Татьяна Сергеевна</cp:lastModifiedBy>
  <cp:revision>59</cp:revision>
  <cp:lastPrinted>2024-10-02T10:39:00Z</cp:lastPrinted>
  <dcterms:created xsi:type="dcterms:W3CDTF">2024-09-12T06:50:00Z</dcterms:created>
  <dcterms:modified xsi:type="dcterms:W3CDTF">2024-10-02T11:04:00Z</dcterms:modified>
</cp:coreProperties>
</file>